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56DAA">
        <w:rPr>
          <w:rFonts w:ascii="Arial" w:hAnsi="Arial" w:cs="Arial"/>
          <w:b/>
          <w:caps/>
          <w:sz w:val="28"/>
          <w:szCs w:val="28"/>
        </w:rPr>
        <w:t>366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6DA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EDP, solicitando a substituição do poste de madeira existente defronte do nº 1310 da Estrada Municipal São Benedito do Fógio, no Condomínio Lagoinha, neste Município.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156DAA" w:rsidRPr="00156DAA">
        <w:rPr>
          <w:rFonts w:ascii="Arial" w:hAnsi="Arial" w:cs="Arial"/>
        </w:rPr>
        <w:t xml:space="preserve">à </w:t>
      </w:r>
      <w:r w:rsidR="00156DAA">
        <w:rPr>
          <w:rFonts w:ascii="Arial" w:hAnsi="Arial" w:cs="Arial"/>
        </w:rPr>
        <w:t>EDP</w:t>
      </w:r>
      <w:r w:rsidR="00156DAA" w:rsidRPr="00156DAA">
        <w:rPr>
          <w:rFonts w:ascii="Arial" w:hAnsi="Arial" w:cs="Arial"/>
        </w:rPr>
        <w:t xml:space="preserve"> solicitando a substituição do poste de madeira existente defronte do nº 1310 da Estrada Municipal São Benedito do Fógio, no Condomínio Lagoinha, neste Município.</w:t>
      </w:r>
    </w:p>
    <w:p w:rsidR="00156DAA" w:rsidRDefault="00156DAA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o referido poste apresenta sé</w:t>
      </w:r>
      <w:r w:rsidRPr="00156DAA">
        <w:rPr>
          <w:rFonts w:ascii="Arial" w:hAnsi="Arial" w:cs="Arial"/>
        </w:rPr>
        <w:t>rios riscos de queda</w:t>
      </w:r>
      <w:r>
        <w:rPr>
          <w:rFonts w:ascii="Arial" w:hAnsi="Arial" w:cs="Arial"/>
        </w:rPr>
        <w:t>, motivo pelo qual se faz necessária a sua substituição a fim de evitar possíveis acidentes e danos aos munícipes</w:t>
      </w:r>
      <w:r w:rsidRPr="00156DAA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941165">
        <w:rPr>
          <w:rFonts w:ascii="Arial" w:hAnsi="Arial" w:cs="Arial"/>
        </w:rPr>
        <w:t xml:space="preserve">da </w:t>
      </w:r>
      <w:r w:rsidR="00941165" w:rsidRPr="00941165">
        <w:rPr>
          <w:rFonts w:ascii="Arial" w:hAnsi="Arial" w:cs="Arial"/>
        </w:rPr>
        <w:t>EDP</w:t>
      </w:r>
      <w:r w:rsidR="00941165">
        <w:rPr>
          <w:rFonts w:ascii="Arial" w:hAnsi="Arial" w:cs="Arial"/>
        </w:rPr>
        <w:t xml:space="preserve"> </w:t>
      </w:r>
      <w:bookmarkStart w:id="0" w:name="_GoBack"/>
      <w:bookmarkEnd w:id="0"/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56DAA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6DAA" w:rsidRPr="00A34F2C" w:rsidRDefault="00156DAA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56DAA" w:rsidRDefault="00156DAA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56DAA" w:rsidRPr="00A34F2C" w:rsidRDefault="00156DA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778A6" w:rsidRPr="003778A6" w:rsidRDefault="003778A6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035" w:rsidRDefault="00AE5035">
      <w:r>
        <w:separator/>
      </w:r>
    </w:p>
  </w:endnote>
  <w:endnote w:type="continuationSeparator" w:id="0">
    <w:p w:rsidR="00AE5035" w:rsidRDefault="00AE5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035" w:rsidRDefault="00AE5035">
      <w:r>
        <w:separator/>
      </w:r>
    </w:p>
  </w:footnote>
  <w:footnote w:type="continuationSeparator" w:id="0">
    <w:p w:rsidR="00AE5035" w:rsidRDefault="00AE5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116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260"/>
    <w:rsid w:val="00012789"/>
    <w:rsid w:val="00024FD3"/>
    <w:rsid w:val="00056288"/>
    <w:rsid w:val="00094490"/>
    <w:rsid w:val="0009492F"/>
    <w:rsid w:val="000958D5"/>
    <w:rsid w:val="00097CAE"/>
    <w:rsid w:val="000F6251"/>
    <w:rsid w:val="00106F15"/>
    <w:rsid w:val="0014591F"/>
    <w:rsid w:val="00150EE2"/>
    <w:rsid w:val="00156DAA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41165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AE5035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0026C-A52B-45A5-84F1-EC5A89476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152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2017-09-25T11:49:00Z</dcterms:created>
  <dcterms:modified xsi:type="dcterms:W3CDTF">2017-09-25T11:56:00Z</dcterms:modified>
</cp:coreProperties>
</file>