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F3E9C">
        <w:rPr>
          <w:rFonts w:ascii="Arial" w:hAnsi="Arial" w:cs="Arial"/>
          <w:b/>
          <w:caps/>
          <w:sz w:val="28"/>
          <w:szCs w:val="28"/>
        </w:rPr>
        <w:t>385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17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6F3E9C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À EDP, solicitando a poda da árvore existente defronte do nº 19 da Rua Gilberto Moreira, na Vila Aprazível,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6F3E9C" w:rsidRPr="006F3E9C">
        <w:rPr>
          <w:rFonts w:ascii="Arial" w:hAnsi="Arial" w:cs="Arial"/>
        </w:rPr>
        <w:t>à EDP solicitando a poda da árvore existente defronte do nº 19 da Rua Gilberto Moreira, na Vila Aprazível, neste Município.</w:t>
      </w:r>
    </w:p>
    <w:p w:rsidR="006F3E9C" w:rsidRPr="00691CF5" w:rsidRDefault="006F3E9C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F3E9C">
        <w:rPr>
          <w:rFonts w:ascii="Arial" w:hAnsi="Arial" w:cs="Arial"/>
        </w:rPr>
        <w:t>As fotos em anexo demonstram que a situação exige pronta intervenção da concessionária, uma vez que pode ocasionar acidentes com as pessoas que transitam pelo passeio público, como também prejudicar a distribuição de energia elétrica na localidade.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6F3E9C">
        <w:rPr>
          <w:rFonts w:ascii="Arial" w:hAnsi="Arial" w:cs="Arial"/>
        </w:rPr>
        <w:t>da EDP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6F3E9C" w:rsidRDefault="00700086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F3E9C">
        <w:rPr>
          <w:rFonts w:ascii="Arial" w:hAnsi="Arial" w:cs="Arial"/>
        </w:rPr>
        <w:t>4 de outubro de 2017.</w:t>
      </w:r>
      <w:bookmarkStart w:id="0" w:name="_GoBack"/>
      <w:bookmarkEnd w:id="0"/>
    </w:p>
    <w:p w:rsidR="006F3E9C" w:rsidRDefault="006F3E9C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3E9C" w:rsidRDefault="006F3E9C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3E9C" w:rsidRDefault="006F3E9C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3E9C" w:rsidRPr="00A34F2C" w:rsidRDefault="006F3E9C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6F3E9C" w:rsidRPr="00A34F2C" w:rsidRDefault="006F3E9C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6F3E9C" w:rsidRDefault="006F3E9C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6F3E9C" w:rsidRDefault="006F3E9C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6F3E9C" w:rsidRDefault="006F3E9C" w:rsidP="006F3E9C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lastRenderedPageBreak/>
        <w:drawing>
          <wp:inline distT="0" distB="0" distL="0" distR="0" wp14:anchorId="3A835677">
            <wp:extent cx="5996940" cy="3596640"/>
            <wp:effectExtent l="0" t="0" r="3810" b="381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3596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F3E9C" w:rsidRDefault="006F3E9C" w:rsidP="006F3E9C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78A13928">
            <wp:extent cx="3962400" cy="4297680"/>
            <wp:effectExtent l="0" t="0" r="0" b="762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4297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F3E9C" w:rsidRPr="006F3E9C" w:rsidRDefault="006F3E9C" w:rsidP="006F3E9C">
      <w:pPr>
        <w:tabs>
          <w:tab w:val="left" w:pos="6480"/>
        </w:tabs>
        <w:spacing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6F3E9C">
        <w:rPr>
          <w:rFonts w:ascii="Arial" w:hAnsi="Arial" w:cs="Arial"/>
          <w:b/>
          <w:i/>
          <w:sz w:val="18"/>
          <w:szCs w:val="18"/>
        </w:rPr>
        <w:t>FOTOS:</w:t>
      </w:r>
      <w:r w:rsidRPr="006F3E9C">
        <w:rPr>
          <w:rFonts w:ascii="Arial" w:hAnsi="Arial" w:cs="Arial"/>
          <w:i/>
          <w:sz w:val="18"/>
          <w:szCs w:val="18"/>
        </w:rPr>
        <w:t xml:space="preserve"> Árvore existente defronte do nº 19 da Rua Gilberto Moreira, na Vila Aprazível,</w:t>
      </w:r>
      <w:r>
        <w:rPr>
          <w:rFonts w:ascii="Arial" w:hAnsi="Arial" w:cs="Arial"/>
          <w:i/>
          <w:sz w:val="18"/>
          <w:szCs w:val="18"/>
        </w:rPr>
        <w:t xml:space="preserve"> Jacareí.</w:t>
      </w:r>
    </w:p>
    <w:sectPr w:rsidR="006F3E9C" w:rsidRPr="006F3E9C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430C" w:rsidRDefault="0024430C">
      <w:r>
        <w:separator/>
      </w:r>
    </w:p>
  </w:endnote>
  <w:endnote w:type="continuationSeparator" w:id="0">
    <w:p w:rsidR="0024430C" w:rsidRDefault="00244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430C" w:rsidRDefault="0024430C">
      <w:r>
        <w:separator/>
      </w:r>
    </w:p>
  </w:footnote>
  <w:footnote w:type="continuationSeparator" w:id="0">
    <w:p w:rsidR="0024430C" w:rsidRDefault="002443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F3E9C">
      <w:rPr>
        <w:rFonts w:ascii="Arial" w:hAnsi="Arial" w:cs="Arial"/>
        <w:b/>
        <w:sz w:val="20"/>
        <w:szCs w:val="20"/>
        <w:u w:val="single"/>
      </w:rPr>
      <w:t>385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17</w:t>
    </w:r>
    <w:r w:rsidR="006F3E9C">
      <w:rPr>
        <w:rFonts w:ascii="Arial" w:hAnsi="Arial" w:cs="Arial"/>
        <w:b/>
        <w:sz w:val="20"/>
        <w:szCs w:val="20"/>
        <w:u w:val="single"/>
      </w:rPr>
      <w:t xml:space="preserve"> - Ver. Dra. Márcia Santos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F3E9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F3E9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4430C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45771"/>
    <w:rsid w:val="00462383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3E9C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7C91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C146DE-8F22-4EF0-858B-8F51F3315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162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SEC-1381-225-WAG</cp:lastModifiedBy>
  <cp:revision>2</cp:revision>
  <cp:lastPrinted>2017-10-02T14:48:00Z</cp:lastPrinted>
  <dcterms:created xsi:type="dcterms:W3CDTF">2017-10-02T14:48:00Z</dcterms:created>
  <dcterms:modified xsi:type="dcterms:W3CDTF">2017-10-02T14:48:00Z</dcterms:modified>
</cp:coreProperties>
</file>