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827">
        <w:rPr>
          <w:rFonts w:ascii="Arial" w:hAnsi="Arial" w:cs="Arial"/>
          <w:b/>
          <w:caps/>
          <w:sz w:val="28"/>
          <w:szCs w:val="28"/>
        </w:rPr>
        <w:t>395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2482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24827">
              <w:rPr>
                <w:rFonts w:ascii="Arial" w:hAnsi="Arial" w:cs="Arial"/>
                <w:sz w:val="20"/>
                <w:szCs w:val="20"/>
              </w:rPr>
              <w:t>À EDP, solicitando a substituição do poste de madeira existente na viela situada na altura do nº 725 da Rua São Jerônimo, no Jardim das Indústrias,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824827" w:rsidRPr="00824827">
        <w:rPr>
          <w:rFonts w:ascii="Arial" w:hAnsi="Arial" w:cs="Arial"/>
        </w:rPr>
        <w:t>à EDP solicitando a substituição do poste de madeira existente na viela situada na altura do nº 725 da Rua São Jerônimo, no Jardim das Indústrias, neste Município.</w:t>
      </w:r>
    </w:p>
    <w:p w:rsidR="00824827" w:rsidRPr="00691CF5" w:rsidRDefault="00824827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24827">
        <w:rPr>
          <w:rFonts w:ascii="Arial" w:hAnsi="Arial" w:cs="Arial"/>
        </w:rPr>
        <w:t xml:space="preserve">Moradores </w:t>
      </w:r>
      <w:r>
        <w:rPr>
          <w:rFonts w:ascii="Arial" w:hAnsi="Arial" w:cs="Arial"/>
        </w:rPr>
        <w:t>estão receosos de que o referido</w:t>
      </w:r>
      <w:r w:rsidRPr="00824827">
        <w:rPr>
          <w:rFonts w:ascii="Arial" w:hAnsi="Arial" w:cs="Arial"/>
        </w:rPr>
        <w:t xml:space="preserve"> poste </w:t>
      </w:r>
      <w:r>
        <w:rPr>
          <w:rFonts w:ascii="Arial" w:hAnsi="Arial" w:cs="Arial"/>
        </w:rPr>
        <w:t xml:space="preserve">venha a </w:t>
      </w:r>
      <w:r w:rsidRPr="00824827">
        <w:rPr>
          <w:rFonts w:ascii="Arial" w:hAnsi="Arial" w:cs="Arial"/>
        </w:rPr>
        <w:t>desabar sobre as casas</w:t>
      </w:r>
      <w:r>
        <w:rPr>
          <w:rFonts w:ascii="Arial" w:hAnsi="Arial" w:cs="Arial"/>
        </w:rPr>
        <w:t>,</w:t>
      </w:r>
      <w:r w:rsidRPr="008248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uma vez</w:t>
      </w:r>
      <w:r w:rsidR="00E00A8D">
        <w:rPr>
          <w:rFonts w:ascii="Arial" w:hAnsi="Arial" w:cs="Arial"/>
        </w:rPr>
        <w:t xml:space="preserve"> que a madeira está</w:t>
      </w:r>
      <w:bookmarkStart w:id="0" w:name="_GoBack"/>
      <w:bookmarkEnd w:id="0"/>
      <w:r w:rsidRPr="00824827">
        <w:rPr>
          <w:rFonts w:ascii="Arial" w:hAnsi="Arial" w:cs="Arial"/>
        </w:rPr>
        <w:t xml:space="preserve"> gasta pela </w:t>
      </w:r>
      <w:r>
        <w:rPr>
          <w:rFonts w:ascii="Arial" w:hAnsi="Arial" w:cs="Arial"/>
        </w:rPr>
        <w:t xml:space="preserve">ação da </w:t>
      </w:r>
      <w:r w:rsidRPr="00824827">
        <w:rPr>
          <w:rFonts w:ascii="Arial" w:hAnsi="Arial" w:cs="Arial"/>
        </w:rPr>
        <w:t xml:space="preserve">chuva e </w:t>
      </w:r>
      <w:r>
        <w:rPr>
          <w:rFonts w:ascii="Arial" w:hAnsi="Arial" w:cs="Arial"/>
        </w:rPr>
        <w:t>do tempo, conforme demonstrado nas fotos anexas.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824827">
        <w:rPr>
          <w:rFonts w:ascii="Arial" w:hAnsi="Arial" w:cs="Arial"/>
        </w:rPr>
        <w:t>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824827" w:rsidRDefault="0070008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24827">
        <w:rPr>
          <w:rFonts w:ascii="Arial" w:hAnsi="Arial" w:cs="Arial"/>
        </w:rPr>
        <w:t>11 de outubro de 2017.</w:t>
      </w:r>
    </w:p>
    <w:p w:rsidR="00824827" w:rsidRDefault="00824827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4827" w:rsidRDefault="00824827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4827" w:rsidRDefault="00824827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4827" w:rsidRPr="00A34F2C" w:rsidRDefault="0082482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824827" w:rsidRDefault="0082482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824827" w:rsidRDefault="0082482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24827" w:rsidRDefault="00824827" w:rsidP="00824827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2E354957">
            <wp:extent cx="5220000" cy="3916800"/>
            <wp:effectExtent l="0" t="0" r="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391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4827" w:rsidRDefault="00824827" w:rsidP="00824827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42408ED">
            <wp:extent cx="5220000" cy="3916800"/>
            <wp:effectExtent l="0" t="0" r="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391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4827" w:rsidRPr="00824827" w:rsidRDefault="00824827" w:rsidP="00824827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824827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824827">
        <w:rPr>
          <w:rFonts w:ascii="Arial" w:hAnsi="Arial" w:cs="Arial"/>
          <w:i/>
          <w:sz w:val="18"/>
          <w:szCs w:val="18"/>
        </w:rPr>
        <w:t>Poste de madeira na viela situada na altura do nº 725 da Rua São Jerônimo, no Jardim das Indústrias.</w:t>
      </w:r>
    </w:p>
    <w:sectPr w:rsidR="00824827" w:rsidRPr="0082482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646" w:rsidRDefault="00D94646">
      <w:r>
        <w:separator/>
      </w:r>
    </w:p>
  </w:endnote>
  <w:endnote w:type="continuationSeparator" w:id="0">
    <w:p w:rsidR="00D94646" w:rsidRDefault="00D94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646" w:rsidRDefault="00D94646">
      <w:r>
        <w:separator/>
      </w:r>
    </w:p>
  </w:footnote>
  <w:footnote w:type="continuationSeparator" w:id="0">
    <w:p w:rsidR="00D94646" w:rsidRDefault="00D94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24827">
      <w:rPr>
        <w:rFonts w:ascii="Arial" w:hAnsi="Arial" w:cs="Arial"/>
        <w:b/>
        <w:sz w:val="20"/>
        <w:szCs w:val="20"/>
        <w:u w:val="single"/>
      </w:rPr>
      <w:t>395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824827">
      <w:rPr>
        <w:rFonts w:ascii="Arial" w:hAnsi="Arial" w:cs="Arial"/>
        <w:b/>
        <w:sz w:val="20"/>
        <w:szCs w:val="20"/>
        <w:u w:val="single"/>
      </w:rPr>
      <w:t xml:space="preserve"> - Ver. Dr.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00A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00A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4D7A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0D6B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24827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94646"/>
    <w:rsid w:val="00DB23E5"/>
    <w:rsid w:val="00DB48F6"/>
    <w:rsid w:val="00DE50DD"/>
    <w:rsid w:val="00E00A8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E1C71-5E7E-4D71-8DE8-5A658F245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2017-10-10T12:18:00Z</dcterms:created>
  <dcterms:modified xsi:type="dcterms:W3CDTF">2017-10-10T12:18:00Z</dcterms:modified>
</cp:coreProperties>
</file>