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62C7">
        <w:rPr>
          <w:rFonts w:ascii="Arial" w:hAnsi="Arial" w:cs="Arial"/>
          <w:b/>
          <w:caps/>
          <w:sz w:val="28"/>
          <w:szCs w:val="28"/>
        </w:rPr>
        <w:t>4</w:t>
      </w:r>
      <w:r w:rsidR="00BD4436">
        <w:rPr>
          <w:rFonts w:ascii="Arial" w:hAnsi="Arial" w:cs="Arial"/>
          <w:b/>
          <w:caps/>
          <w:sz w:val="28"/>
          <w:szCs w:val="28"/>
        </w:rPr>
        <w:t>3</w:t>
      </w:r>
      <w:r w:rsidR="00F376C4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D5F34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062C7" w:rsidP="00BD443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</w:t>
            </w:r>
            <w:r w:rsidR="00B04F7C" w:rsidRPr="00B04F7C">
              <w:rPr>
                <w:rFonts w:ascii="Arial" w:hAnsi="Arial" w:cs="Arial"/>
                <w:sz w:val="20"/>
                <w:szCs w:val="20"/>
              </w:rPr>
              <w:t xml:space="preserve">licitando a </w:t>
            </w:r>
            <w:r w:rsidR="00BD4436">
              <w:rPr>
                <w:rFonts w:ascii="Arial" w:hAnsi="Arial" w:cs="Arial"/>
                <w:sz w:val="20"/>
                <w:szCs w:val="20"/>
              </w:rPr>
              <w:t xml:space="preserve">substituição dos postes de madeira existentes defronte dos </w:t>
            </w:r>
            <w:proofErr w:type="spellStart"/>
            <w:r w:rsidR="00BD4436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BD4436">
              <w:rPr>
                <w:rFonts w:ascii="Arial" w:hAnsi="Arial" w:cs="Arial"/>
                <w:sz w:val="20"/>
                <w:szCs w:val="20"/>
              </w:rPr>
              <w:t xml:space="preserve"> 31 e 131, com o reposicionamento deste último, da Rua Paulo </w:t>
            </w:r>
            <w:proofErr w:type="spellStart"/>
            <w:r w:rsidR="00BD4436">
              <w:rPr>
                <w:rFonts w:ascii="Arial" w:hAnsi="Arial" w:cs="Arial"/>
                <w:sz w:val="20"/>
                <w:szCs w:val="20"/>
              </w:rPr>
              <w:t>Iazzeti</w:t>
            </w:r>
            <w:proofErr w:type="spellEnd"/>
            <w:r w:rsidR="00BD4436">
              <w:rPr>
                <w:rFonts w:ascii="Arial" w:hAnsi="Arial" w:cs="Arial"/>
                <w:sz w:val="20"/>
                <w:szCs w:val="20"/>
              </w:rPr>
              <w:t>, na Vila São João, pertencente ao Distrito de São Silvestre</w:t>
            </w:r>
            <w:r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48651F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A54E27">
        <w:rPr>
          <w:rFonts w:ascii="Arial" w:hAnsi="Arial" w:cs="Arial"/>
        </w:rPr>
        <w:t>à</w:t>
      </w:r>
      <w:r w:rsidR="00A54E27" w:rsidRPr="00A54E27">
        <w:rPr>
          <w:rFonts w:ascii="Arial" w:hAnsi="Arial" w:cs="Arial"/>
        </w:rPr>
        <w:t xml:space="preserve"> EDP solicitando a </w:t>
      </w:r>
      <w:r w:rsidR="005D1A88" w:rsidRPr="005D1A88">
        <w:rPr>
          <w:rFonts w:ascii="Arial" w:hAnsi="Arial" w:cs="Arial"/>
        </w:rPr>
        <w:t xml:space="preserve">substituição dos postes de madeira existentes defronte dos </w:t>
      </w:r>
      <w:proofErr w:type="spellStart"/>
      <w:r w:rsidR="005D1A88" w:rsidRPr="005D1A88">
        <w:rPr>
          <w:rFonts w:ascii="Arial" w:hAnsi="Arial" w:cs="Arial"/>
        </w:rPr>
        <w:t>nºs</w:t>
      </w:r>
      <w:proofErr w:type="spellEnd"/>
      <w:r w:rsidR="005D1A88" w:rsidRPr="005D1A88">
        <w:rPr>
          <w:rFonts w:ascii="Arial" w:hAnsi="Arial" w:cs="Arial"/>
        </w:rPr>
        <w:t xml:space="preserve"> 31 e 131, com o reposicionamento deste último, da Rua Paulo </w:t>
      </w:r>
      <w:proofErr w:type="spellStart"/>
      <w:r w:rsidR="005D1A88" w:rsidRPr="005D1A88">
        <w:rPr>
          <w:rFonts w:ascii="Arial" w:hAnsi="Arial" w:cs="Arial"/>
        </w:rPr>
        <w:t>Iazzeti</w:t>
      </w:r>
      <w:proofErr w:type="spellEnd"/>
      <w:r w:rsidR="005D1A88" w:rsidRPr="005D1A88">
        <w:rPr>
          <w:rFonts w:ascii="Arial" w:hAnsi="Arial" w:cs="Arial"/>
        </w:rPr>
        <w:t>, na Vila São João, pertencente ao Distrito de São Silvestre</w:t>
      </w:r>
      <w:r w:rsidR="00A54E27" w:rsidRPr="00A54E27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</w:p>
    <w:p w:rsidR="00DE4CC4" w:rsidRPr="00DE4CC4" w:rsidRDefault="00414E0E" w:rsidP="00DE4C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14E0E">
        <w:rPr>
          <w:rFonts w:ascii="Arial" w:hAnsi="Arial" w:cs="Arial"/>
        </w:rPr>
        <w:t>É justa a presente solicitação tendo em vista que os atuais postes ainda são de madeira e encontram-se avariados pela ação do tempo, motivo pelo qual deve</w:t>
      </w:r>
      <w:r>
        <w:rPr>
          <w:rFonts w:ascii="Arial" w:hAnsi="Arial" w:cs="Arial"/>
        </w:rPr>
        <w:t>m</w:t>
      </w:r>
      <w:r w:rsidRPr="00414E0E">
        <w:rPr>
          <w:rFonts w:ascii="Arial" w:hAnsi="Arial" w:cs="Arial"/>
        </w:rPr>
        <w:t xml:space="preserve"> ser substituído</w:t>
      </w:r>
      <w:r>
        <w:rPr>
          <w:rFonts w:ascii="Arial" w:hAnsi="Arial" w:cs="Arial"/>
        </w:rPr>
        <w:t>s</w:t>
      </w:r>
      <w:r w:rsidRPr="00414E0E">
        <w:rPr>
          <w:rFonts w:ascii="Arial" w:hAnsi="Arial" w:cs="Arial"/>
        </w:rPr>
        <w:t xml:space="preserve"> em caráter de urgência por poste</w:t>
      </w:r>
      <w:r>
        <w:rPr>
          <w:rFonts w:ascii="Arial" w:hAnsi="Arial" w:cs="Arial"/>
        </w:rPr>
        <w:t>s</w:t>
      </w:r>
      <w:r w:rsidRPr="00414E0E">
        <w:rPr>
          <w:rFonts w:ascii="Arial" w:hAnsi="Arial" w:cs="Arial"/>
        </w:rPr>
        <w:t xml:space="preserve"> de concreto</w:t>
      </w:r>
      <w:r w:rsidR="00DE4CC4" w:rsidRPr="00DE4CC4">
        <w:rPr>
          <w:rFonts w:ascii="Arial" w:hAnsi="Arial" w:cs="Arial"/>
        </w:rPr>
        <w:t>.</w:t>
      </w:r>
    </w:p>
    <w:p w:rsidR="005B1DA0" w:rsidRPr="005B1DA0" w:rsidRDefault="00E963D1" w:rsidP="005B1DA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Pedimos </w:t>
      </w:r>
      <w:r w:rsidR="005B1DA0">
        <w:rPr>
          <w:rFonts w:ascii="Arial" w:hAnsi="Arial" w:cs="Arial"/>
        </w:rPr>
        <w:t>também a realiza</w:t>
      </w:r>
      <w:bookmarkStart w:id="0" w:name="_GoBack"/>
      <w:bookmarkEnd w:id="0"/>
      <w:r w:rsidR="005B1DA0">
        <w:rPr>
          <w:rFonts w:ascii="Arial" w:hAnsi="Arial" w:cs="Arial"/>
        </w:rPr>
        <w:t xml:space="preserve">ção de </w:t>
      </w:r>
      <w:r w:rsidR="005B1DA0" w:rsidRPr="005B1DA0">
        <w:rPr>
          <w:rFonts w:ascii="Arial" w:hAnsi="Arial" w:cs="Arial"/>
        </w:rPr>
        <w:t>estudo</w:t>
      </w:r>
      <w:r w:rsidR="0085518A">
        <w:rPr>
          <w:rFonts w:ascii="Arial" w:hAnsi="Arial" w:cs="Arial"/>
        </w:rPr>
        <w:t>s</w:t>
      </w:r>
      <w:r w:rsidR="005B1DA0" w:rsidRPr="005B1DA0">
        <w:rPr>
          <w:rFonts w:ascii="Arial" w:hAnsi="Arial" w:cs="Arial"/>
        </w:rPr>
        <w:t xml:space="preserve"> objetivando </w:t>
      </w:r>
      <w:r w:rsidR="0085518A">
        <w:rPr>
          <w:rFonts w:ascii="Arial" w:hAnsi="Arial" w:cs="Arial"/>
        </w:rPr>
        <w:t xml:space="preserve">o reposicionamento </w:t>
      </w:r>
      <w:r w:rsidR="005B1DA0" w:rsidRPr="005B1DA0">
        <w:rPr>
          <w:rFonts w:ascii="Arial" w:hAnsi="Arial" w:cs="Arial"/>
        </w:rPr>
        <w:t>do poste</w:t>
      </w:r>
      <w:r w:rsidR="005B1DA0">
        <w:rPr>
          <w:rFonts w:ascii="Arial" w:hAnsi="Arial" w:cs="Arial"/>
        </w:rPr>
        <w:t xml:space="preserve"> </w:t>
      </w:r>
      <w:r w:rsidR="00C305A7">
        <w:rPr>
          <w:rFonts w:ascii="Arial" w:hAnsi="Arial" w:cs="Arial"/>
        </w:rPr>
        <w:t xml:space="preserve">localizado </w:t>
      </w:r>
      <w:r w:rsidR="005B1DA0" w:rsidRPr="005B1DA0">
        <w:rPr>
          <w:rFonts w:ascii="Arial" w:hAnsi="Arial" w:cs="Arial"/>
        </w:rPr>
        <w:t>em frente ao nº</w:t>
      </w:r>
      <w:r w:rsidR="00C305A7">
        <w:rPr>
          <w:rFonts w:ascii="Arial" w:hAnsi="Arial" w:cs="Arial"/>
        </w:rPr>
        <w:t xml:space="preserve"> </w:t>
      </w:r>
      <w:r w:rsidR="005B1DA0" w:rsidRPr="005B1DA0">
        <w:rPr>
          <w:rFonts w:ascii="Arial" w:hAnsi="Arial" w:cs="Arial"/>
        </w:rPr>
        <w:t xml:space="preserve">131, </w:t>
      </w:r>
      <w:r w:rsidR="00C305A7">
        <w:rPr>
          <w:rFonts w:ascii="Arial" w:hAnsi="Arial" w:cs="Arial"/>
        </w:rPr>
        <w:t xml:space="preserve">da referida via, </w:t>
      </w:r>
      <w:r w:rsidR="005B1DA0">
        <w:rPr>
          <w:rFonts w:ascii="Arial" w:hAnsi="Arial" w:cs="Arial"/>
        </w:rPr>
        <w:t>já instala</w:t>
      </w:r>
      <w:r>
        <w:rPr>
          <w:rFonts w:ascii="Arial" w:hAnsi="Arial" w:cs="Arial"/>
        </w:rPr>
        <w:t>n</w:t>
      </w:r>
      <w:r w:rsidR="005B1DA0">
        <w:rPr>
          <w:rFonts w:ascii="Arial" w:hAnsi="Arial" w:cs="Arial"/>
        </w:rPr>
        <w:t xml:space="preserve">do </w:t>
      </w:r>
      <w:r w:rsidR="0085518A">
        <w:rPr>
          <w:rFonts w:ascii="Arial" w:hAnsi="Arial" w:cs="Arial"/>
        </w:rPr>
        <w:t xml:space="preserve">o novo poste </w:t>
      </w:r>
      <w:r w:rsidR="005B1DA0">
        <w:rPr>
          <w:rFonts w:ascii="Arial" w:hAnsi="Arial" w:cs="Arial"/>
        </w:rPr>
        <w:t>em outro local.</w:t>
      </w:r>
    </w:p>
    <w:p w:rsidR="00FC3729" w:rsidRDefault="005B1DA0" w:rsidP="00DE4C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B1DA0">
        <w:rPr>
          <w:rFonts w:ascii="Arial" w:hAnsi="Arial" w:cs="Arial"/>
        </w:rPr>
        <w:t>Tal solicitação visa atender pedido dos moradores</w:t>
      </w:r>
      <w:r w:rsidR="00067670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DF2F5E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DF2F5E" w:rsidRPr="00DF2F5E">
        <w:rPr>
          <w:rFonts w:ascii="Arial" w:hAnsi="Arial" w:cs="Arial"/>
        </w:rPr>
        <w:t xml:space="preserve">EDP </w:t>
      </w:r>
      <w:r w:rsidRPr="001D5EB5">
        <w:rPr>
          <w:rFonts w:ascii="Arial" w:hAnsi="Arial" w:cs="Arial"/>
        </w:rPr>
        <w:t>e,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1DA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de </w:t>
      </w:r>
      <w:r w:rsidR="005B1DA0">
        <w:rPr>
          <w:rFonts w:ascii="Arial" w:hAnsi="Arial" w:cs="Arial"/>
        </w:rPr>
        <w:t>novem</w:t>
      </w:r>
      <w:r w:rsidR="00DF2F5E">
        <w:rPr>
          <w:rFonts w:ascii="Arial" w:hAnsi="Arial" w:cs="Arial"/>
        </w:rPr>
        <w:t>br</w:t>
      </w:r>
      <w:r>
        <w:rPr>
          <w:rFonts w:ascii="Arial" w:hAnsi="Arial" w:cs="Arial"/>
        </w:rPr>
        <w:t>o de 2017.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Pr="00FD176E" w:rsidRDefault="00A116C4" w:rsidP="00A116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346AB" w:rsidRDefault="00A116C4" w:rsidP="00C305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PT</w:t>
      </w:r>
    </w:p>
    <w:sectPr w:rsidR="004346A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171" w:rsidRDefault="005C3171">
      <w:r>
        <w:separator/>
      </w:r>
    </w:p>
  </w:endnote>
  <w:endnote w:type="continuationSeparator" w:id="0">
    <w:p w:rsidR="005C3171" w:rsidRDefault="005C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171" w:rsidRDefault="005C3171">
      <w:r>
        <w:separator/>
      </w:r>
    </w:p>
  </w:footnote>
  <w:footnote w:type="continuationSeparator" w:id="0">
    <w:p w:rsidR="005C3171" w:rsidRDefault="005C3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346AB">
      <w:rPr>
        <w:rFonts w:ascii="Arial" w:hAnsi="Arial" w:cs="Arial"/>
        <w:b/>
        <w:sz w:val="20"/>
        <w:szCs w:val="20"/>
        <w:u w:val="single"/>
      </w:rPr>
      <w:t>418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4346AB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05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05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42E5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42E5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56471"/>
    <w:rsid w:val="00066826"/>
    <w:rsid w:val="00067670"/>
    <w:rsid w:val="00086566"/>
    <w:rsid w:val="000873E0"/>
    <w:rsid w:val="00093156"/>
    <w:rsid w:val="00094490"/>
    <w:rsid w:val="000958D5"/>
    <w:rsid w:val="00097CAE"/>
    <w:rsid w:val="000A7B2D"/>
    <w:rsid w:val="000B2BA0"/>
    <w:rsid w:val="000B72BD"/>
    <w:rsid w:val="000C7C31"/>
    <w:rsid w:val="000F597F"/>
    <w:rsid w:val="000F6251"/>
    <w:rsid w:val="000F7BF4"/>
    <w:rsid w:val="00106F15"/>
    <w:rsid w:val="0012330D"/>
    <w:rsid w:val="001442BA"/>
    <w:rsid w:val="0014591F"/>
    <w:rsid w:val="00150EE2"/>
    <w:rsid w:val="0015657A"/>
    <w:rsid w:val="00156BC2"/>
    <w:rsid w:val="00160620"/>
    <w:rsid w:val="00172E81"/>
    <w:rsid w:val="00181CD2"/>
    <w:rsid w:val="00187270"/>
    <w:rsid w:val="00193505"/>
    <w:rsid w:val="001A09F2"/>
    <w:rsid w:val="001A4657"/>
    <w:rsid w:val="001B0773"/>
    <w:rsid w:val="001B356A"/>
    <w:rsid w:val="001F13C3"/>
    <w:rsid w:val="001F2E1E"/>
    <w:rsid w:val="00204ED7"/>
    <w:rsid w:val="00215725"/>
    <w:rsid w:val="0022668E"/>
    <w:rsid w:val="00230859"/>
    <w:rsid w:val="00244F51"/>
    <w:rsid w:val="00247C80"/>
    <w:rsid w:val="00253C82"/>
    <w:rsid w:val="00263264"/>
    <w:rsid w:val="0027270E"/>
    <w:rsid w:val="002863C7"/>
    <w:rsid w:val="00290384"/>
    <w:rsid w:val="00294650"/>
    <w:rsid w:val="002A4681"/>
    <w:rsid w:val="002A7434"/>
    <w:rsid w:val="002C151D"/>
    <w:rsid w:val="002C4B2B"/>
    <w:rsid w:val="002C5C70"/>
    <w:rsid w:val="002D3980"/>
    <w:rsid w:val="002D3D9E"/>
    <w:rsid w:val="002E0565"/>
    <w:rsid w:val="002E68B8"/>
    <w:rsid w:val="002F02DB"/>
    <w:rsid w:val="002F69F7"/>
    <w:rsid w:val="0030168E"/>
    <w:rsid w:val="00312C6B"/>
    <w:rsid w:val="00317C1A"/>
    <w:rsid w:val="00323F0F"/>
    <w:rsid w:val="00332D27"/>
    <w:rsid w:val="00347D5E"/>
    <w:rsid w:val="00381797"/>
    <w:rsid w:val="003848C4"/>
    <w:rsid w:val="0039780C"/>
    <w:rsid w:val="00397FF3"/>
    <w:rsid w:val="003A77BE"/>
    <w:rsid w:val="003E188F"/>
    <w:rsid w:val="003E42EB"/>
    <w:rsid w:val="003F4C7D"/>
    <w:rsid w:val="003F7497"/>
    <w:rsid w:val="00412795"/>
    <w:rsid w:val="00414E0E"/>
    <w:rsid w:val="00417F47"/>
    <w:rsid w:val="004346AB"/>
    <w:rsid w:val="00435ACC"/>
    <w:rsid w:val="00445771"/>
    <w:rsid w:val="00447299"/>
    <w:rsid w:val="00463965"/>
    <w:rsid w:val="004752A2"/>
    <w:rsid w:val="0048651F"/>
    <w:rsid w:val="00487D64"/>
    <w:rsid w:val="00493115"/>
    <w:rsid w:val="00494264"/>
    <w:rsid w:val="004A1B20"/>
    <w:rsid w:val="004B76D3"/>
    <w:rsid w:val="004C2C30"/>
    <w:rsid w:val="004C6C78"/>
    <w:rsid w:val="004D0B11"/>
    <w:rsid w:val="004E06ED"/>
    <w:rsid w:val="004E46DA"/>
    <w:rsid w:val="004E5BD3"/>
    <w:rsid w:val="004F39E9"/>
    <w:rsid w:val="004F690D"/>
    <w:rsid w:val="004F6A11"/>
    <w:rsid w:val="00505357"/>
    <w:rsid w:val="00505FD8"/>
    <w:rsid w:val="00515CE5"/>
    <w:rsid w:val="00524669"/>
    <w:rsid w:val="005253EE"/>
    <w:rsid w:val="00533862"/>
    <w:rsid w:val="005636B8"/>
    <w:rsid w:val="00563AA0"/>
    <w:rsid w:val="00564368"/>
    <w:rsid w:val="0058109A"/>
    <w:rsid w:val="005868AE"/>
    <w:rsid w:val="005A01D0"/>
    <w:rsid w:val="005A03FA"/>
    <w:rsid w:val="005B1DA0"/>
    <w:rsid w:val="005B3D21"/>
    <w:rsid w:val="005C3171"/>
    <w:rsid w:val="005C3938"/>
    <w:rsid w:val="005D1A88"/>
    <w:rsid w:val="005D702D"/>
    <w:rsid w:val="005D7326"/>
    <w:rsid w:val="005E138D"/>
    <w:rsid w:val="005E3EC7"/>
    <w:rsid w:val="005E7B40"/>
    <w:rsid w:val="0060585B"/>
    <w:rsid w:val="006102B1"/>
    <w:rsid w:val="006146F4"/>
    <w:rsid w:val="00623FE8"/>
    <w:rsid w:val="00624472"/>
    <w:rsid w:val="00637BE9"/>
    <w:rsid w:val="006426AE"/>
    <w:rsid w:val="006673B9"/>
    <w:rsid w:val="00674F7D"/>
    <w:rsid w:val="00676963"/>
    <w:rsid w:val="00681021"/>
    <w:rsid w:val="00682E6E"/>
    <w:rsid w:val="00686641"/>
    <w:rsid w:val="00690885"/>
    <w:rsid w:val="00691CF5"/>
    <w:rsid w:val="0069312F"/>
    <w:rsid w:val="006A370D"/>
    <w:rsid w:val="006B0B8E"/>
    <w:rsid w:val="006C59BC"/>
    <w:rsid w:val="006D0AEE"/>
    <w:rsid w:val="006D6F7D"/>
    <w:rsid w:val="006D7498"/>
    <w:rsid w:val="006E7E66"/>
    <w:rsid w:val="006F2DD9"/>
    <w:rsid w:val="006F4E64"/>
    <w:rsid w:val="006F7B0A"/>
    <w:rsid w:val="007158C8"/>
    <w:rsid w:val="00715F74"/>
    <w:rsid w:val="00725E66"/>
    <w:rsid w:val="00727CDB"/>
    <w:rsid w:val="0073407F"/>
    <w:rsid w:val="00775A1B"/>
    <w:rsid w:val="007838DC"/>
    <w:rsid w:val="00790911"/>
    <w:rsid w:val="007B188B"/>
    <w:rsid w:val="007D10FA"/>
    <w:rsid w:val="007D16EB"/>
    <w:rsid w:val="007D39FD"/>
    <w:rsid w:val="007E3F69"/>
    <w:rsid w:val="007F4F5A"/>
    <w:rsid w:val="007F75CA"/>
    <w:rsid w:val="0080197E"/>
    <w:rsid w:val="008118A5"/>
    <w:rsid w:val="00811E83"/>
    <w:rsid w:val="00820C13"/>
    <w:rsid w:val="00833E7C"/>
    <w:rsid w:val="008430AE"/>
    <w:rsid w:val="008474F2"/>
    <w:rsid w:val="0085518A"/>
    <w:rsid w:val="00867673"/>
    <w:rsid w:val="00870972"/>
    <w:rsid w:val="00877E50"/>
    <w:rsid w:val="008811CD"/>
    <w:rsid w:val="008909A4"/>
    <w:rsid w:val="008A0EB2"/>
    <w:rsid w:val="008B0D54"/>
    <w:rsid w:val="008C33AB"/>
    <w:rsid w:val="008C4DD2"/>
    <w:rsid w:val="008D08A1"/>
    <w:rsid w:val="008E27A4"/>
    <w:rsid w:val="00922964"/>
    <w:rsid w:val="00932709"/>
    <w:rsid w:val="00936348"/>
    <w:rsid w:val="009768E6"/>
    <w:rsid w:val="00983263"/>
    <w:rsid w:val="009A2ABD"/>
    <w:rsid w:val="009B207E"/>
    <w:rsid w:val="009B32F8"/>
    <w:rsid w:val="009D0F6E"/>
    <w:rsid w:val="009D50D4"/>
    <w:rsid w:val="009D512F"/>
    <w:rsid w:val="009E1F05"/>
    <w:rsid w:val="009E6B3F"/>
    <w:rsid w:val="00A00AE7"/>
    <w:rsid w:val="00A1126C"/>
    <w:rsid w:val="00A116C4"/>
    <w:rsid w:val="00A21A8C"/>
    <w:rsid w:val="00A25E68"/>
    <w:rsid w:val="00A2761F"/>
    <w:rsid w:val="00A27C81"/>
    <w:rsid w:val="00A311A4"/>
    <w:rsid w:val="00A312C5"/>
    <w:rsid w:val="00A349F1"/>
    <w:rsid w:val="00A409F5"/>
    <w:rsid w:val="00A46B01"/>
    <w:rsid w:val="00A54E27"/>
    <w:rsid w:val="00A92CB9"/>
    <w:rsid w:val="00A96499"/>
    <w:rsid w:val="00AA31AF"/>
    <w:rsid w:val="00AB7257"/>
    <w:rsid w:val="00AC24F9"/>
    <w:rsid w:val="00AC712C"/>
    <w:rsid w:val="00AD3A7D"/>
    <w:rsid w:val="00AD6B47"/>
    <w:rsid w:val="00AE72CA"/>
    <w:rsid w:val="00AF6463"/>
    <w:rsid w:val="00B01984"/>
    <w:rsid w:val="00B03D8B"/>
    <w:rsid w:val="00B04F7C"/>
    <w:rsid w:val="00B10E9F"/>
    <w:rsid w:val="00B17AC2"/>
    <w:rsid w:val="00B22DB9"/>
    <w:rsid w:val="00B23D47"/>
    <w:rsid w:val="00B31429"/>
    <w:rsid w:val="00B52DB7"/>
    <w:rsid w:val="00B553FF"/>
    <w:rsid w:val="00B57E0F"/>
    <w:rsid w:val="00B605FA"/>
    <w:rsid w:val="00B72CAA"/>
    <w:rsid w:val="00B75CEF"/>
    <w:rsid w:val="00BA1565"/>
    <w:rsid w:val="00BB38F4"/>
    <w:rsid w:val="00BB3F3E"/>
    <w:rsid w:val="00BC44DF"/>
    <w:rsid w:val="00BD1F36"/>
    <w:rsid w:val="00BD3C47"/>
    <w:rsid w:val="00BD4436"/>
    <w:rsid w:val="00BE1B39"/>
    <w:rsid w:val="00BE28FF"/>
    <w:rsid w:val="00BE787E"/>
    <w:rsid w:val="00BF791A"/>
    <w:rsid w:val="00C062C7"/>
    <w:rsid w:val="00C06926"/>
    <w:rsid w:val="00C06BEA"/>
    <w:rsid w:val="00C16B92"/>
    <w:rsid w:val="00C16FAD"/>
    <w:rsid w:val="00C305A7"/>
    <w:rsid w:val="00C36E68"/>
    <w:rsid w:val="00C42806"/>
    <w:rsid w:val="00C42E55"/>
    <w:rsid w:val="00C44D39"/>
    <w:rsid w:val="00C45509"/>
    <w:rsid w:val="00C76263"/>
    <w:rsid w:val="00C93AB6"/>
    <w:rsid w:val="00CA23E2"/>
    <w:rsid w:val="00CA759E"/>
    <w:rsid w:val="00CB2BAB"/>
    <w:rsid w:val="00CB7B52"/>
    <w:rsid w:val="00CC3F9E"/>
    <w:rsid w:val="00CC4116"/>
    <w:rsid w:val="00CD7CAB"/>
    <w:rsid w:val="00CF1059"/>
    <w:rsid w:val="00CF1F2D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8365B"/>
    <w:rsid w:val="00DA025F"/>
    <w:rsid w:val="00DB23E5"/>
    <w:rsid w:val="00DB48F6"/>
    <w:rsid w:val="00DD5F34"/>
    <w:rsid w:val="00DE071F"/>
    <w:rsid w:val="00DE4CC4"/>
    <w:rsid w:val="00DE50DD"/>
    <w:rsid w:val="00DF2F5E"/>
    <w:rsid w:val="00DF6FBC"/>
    <w:rsid w:val="00E0249F"/>
    <w:rsid w:val="00E07978"/>
    <w:rsid w:val="00E11164"/>
    <w:rsid w:val="00E11F92"/>
    <w:rsid w:val="00E14F37"/>
    <w:rsid w:val="00E3022D"/>
    <w:rsid w:val="00E31EEA"/>
    <w:rsid w:val="00E513E1"/>
    <w:rsid w:val="00E66CFD"/>
    <w:rsid w:val="00E721EC"/>
    <w:rsid w:val="00E80E93"/>
    <w:rsid w:val="00E86C30"/>
    <w:rsid w:val="00E87F12"/>
    <w:rsid w:val="00E90791"/>
    <w:rsid w:val="00E90C30"/>
    <w:rsid w:val="00E963D1"/>
    <w:rsid w:val="00E97498"/>
    <w:rsid w:val="00EB04D6"/>
    <w:rsid w:val="00EC0BC6"/>
    <w:rsid w:val="00ED2065"/>
    <w:rsid w:val="00EF3123"/>
    <w:rsid w:val="00EF4929"/>
    <w:rsid w:val="00F05495"/>
    <w:rsid w:val="00F165F6"/>
    <w:rsid w:val="00F25A14"/>
    <w:rsid w:val="00F27895"/>
    <w:rsid w:val="00F35D18"/>
    <w:rsid w:val="00F376C4"/>
    <w:rsid w:val="00F420E5"/>
    <w:rsid w:val="00F5150F"/>
    <w:rsid w:val="00F65C85"/>
    <w:rsid w:val="00F73DA3"/>
    <w:rsid w:val="00F91392"/>
    <w:rsid w:val="00F91459"/>
    <w:rsid w:val="00FA0328"/>
    <w:rsid w:val="00FA0A84"/>
    <w:rsid w:val="00FA3CFC"/>
    <w:rsid w:val="00FB00FA"/>
    <w:rsid w:val="00FC1C13"/>
    <w:rsid w:val="00FC3729"/>
    <w:rsid w:val="00FC5BC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FA9E0-0729-4B2E-8EA8-646038BF0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2017-06-05T17:45:00Z</cp:lastPrinted>
  <dcterms:created xsi:type="dcterms:W3CDTF">2017-11-06T18:11:00Z</dcterms:created>
  <dcterms:modified xsi:type="dcterms:W3CDTF">2017-11-07T11:47:00Z</dcterms:modified>
</cp:coreProperties>
</file>