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44F6D">
        <w:rPr>
          <w:rFonts w:ascii="Arial" w:hAnsi="Arial" w:cs="Arial"/>
          <w:b/>
          <w:caps/>
          <w:sz w:val="28"/>
          <w:szCs w:val="28"/>
        </w:rPr>
        <w:t>451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DD5F34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44F51" w:rsidP="00244F6D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44F51">
              <w:rPr>
                <w:rFonts w:ascii="Arial" w:hAnsi="Arial" w:cs="Arial"/>
                <w:sz w:val="20"/>
                <w:szCs w:val="20"/>
              </w:rPr>
              <w:t xml:space="preserve">Ao 41º BPM/I - Batalhão de Policia Militar do Interior, </w:t>
            </w:r>
            <w:r w:rsidR="00B04F7C" w:rsidRPr="00B04F7C">
              <w:rPr>
                <w:rFonts w:ascii="Arial" w:hAnsi="Arial" w:cs="Arial"/>
                <w:sz w:val="20"/>
                <w:szCs w:val="20"/>
              </w:rPr>
              <w:t xml:space="preserve">solicitando a realização de rondas ostensivas no </w:t>
            </w:r>
            <w:r w:rsidR="00244F6D">
              <w:rPr>
                <w:rFonts w:ascii="Arial" w:hAnsi="Arial" w:cs="Arial"/>
                <w:sz w:val="20"/>
                <w:szCs w:val="20"/>
              </w:rPr>
              <w:t>Conjunto São Benedito</w:t>
            </w:r>
            <w:r w:rsidR="0048651F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EF4929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</w:t>
      </w:r>
      <w:r w:rsidR="00936348">
        <w:rPr>
          <w:rFonts w:ascii="Arial" w:hAnsi="Arial" w:cs="Arial"/>
          <w:b/>
        </w:rPr>
        <w:t>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DD1027">
          <w:rPr>
            <w:rFonts w:ascii="Arial" w:hAnsi="Arial" w:cs="Arial"/>
          </w:rPr>
          <w:t>aprovado</w:t>
        </w:r>
      </w:smartTag>
      <w:r w:rsidRPr="00DD1027">
        <w:rPr>
          <w:rFonts w:ascii="Arial" w:hAnsi="Arial" w:cs="Arial"/>
        </w:rPr>
        <w:t xml:space="preserve"> </w:t>
      </w:r>
      <w:smartTag w:uri="schemas-houaiss/acao" w:element="dm">
        <w:r w:rsidRPr="00DD1027">
          <w:rPr>
            <w:rFonts w:ascii="Arial" w:hAnsi="Arial" w:cs="Arial"/>
          </w:rPr>
          <w:t>pelo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Egrégio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Plenário</w:t>
        </w:r>
      </w:smartTag>
      <w:r w:rsidRPr="00DD1027">
        <w:rPr>
          <w:rFonts w:ascii="Arial" w:hAnsi="Arial" w:cs="Arial"/>
        </w:rPr>
        <w:t xml:space="preserve">, cumpridas as </w:t>
      </w:r>
      <w:smartTag w:uri="schemas-houaiss/mini" w:element="verbetes">
        <w:r w:rsidRPr="00DD1027">
          <w:rPr>
            <w:rFonts w:ascii="Arial" w:hAnsi="Arial" w:cs="Arial"/>
          </w:rPr>
          <w:t>formalidades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regimentais</w:t>
        </w:r>
      </w:smartTag>
      <w:r w:rsidRPr="00DD1027">
        <w:rPr>
          <w:rFonts w:ascii="Arial" w:hAnsi="Arial" w:cs="Arial"/>
        </w:rPr>
        <w:t xml:space="preserve">, seja oficiado </w:t>
      </w:r>
      <w:r w:rsidR="000B2BA0">
        <w:rPr>
          <w:rFonts w:ascii="Arial" w:hAnsi="Arial" w:cs="Arial"/>
        </w:rPr>
        <w:t>a</w:t>
      </w:r>
      <w:r w:rsidR="000B2BA0" w:rsidRPr="000B2BA0">
        <w:rPr>
          <w:rFonts w:ascii="Arial" w:hAnsi="Arial" w:cs="Arial"/>
        </w:rPr>
        <w:t xml:space="preserve">o 41º BPM/I - Batalhão de Policia Militar do Interior </w:t>
      </w:r>
      <w:r w:rsidR="00B04F7C" w:rsidRPr="00B04F7C">
        <w:rPr>
          <w:rFonts w:ascii="Arial" w:hAnsi="Arial" w:cs="Arial"/>
        </w:rPr>
        <w:t xml:space="preserve">solicitando a realização de rondas ostensivas no </w:t>
      </w:r>
      <w:r w:rsidR="00CB487D" w:rsidRPr="00CB487D">
        <w:rPr>
          <w:rFonts w:ascii="Arial" w:hAnsi="Arial" w:cs="Arial"/>
        </w:rPr>
        <w:t>Conjunto São Benedito</w:t>
      </w:r>
      <w:r>
        <w:rPr>
          <w:rFonts w:ascii="Arial" w:hAnsi="Arial" w:cs="Arial"/>
        </w:rPr>
        <w:t>.</w:t>
      </w:r>
    </w:p>
    <w:p w:rsidR="00CD7CAB" w:rsidRDefault="00CD7CAB" w:rsidP="00CD7CA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B22DB9">
        <w:rPr>
          <w:rFonts w:ascii="Arial" w:hAnsi="Arial" w:cs="Arial"/>
        </w:rPr>
        <w:t xml:space="preserve"> solicitação </w:t>
      </w:r>
      <w:r>
        <w:rPr>
          <w:rFonts w:ascii="Arial" w:hAnsi="Arial" w:cs="Arial"/>
        </w:rPr>
        <w:t xml:space="preserve">tem o objetivo de </w:t>
      </w:r>
      <w:r w:rsidRPr="00B22DB9">
        <w:rPr>
          <w:rFonts w:ascii="Arial" w:hAnsi="Arial" w:cs="Arial"/>
        </w:rPr>
        <w:t>atender os moradores d</w:t>
      </w:r>
      <w:r w:rsidR="00DF5784">
        <w:rPr>
          <w:rFonts w:ascii="Arial" w:hAnsi="Arial" w:cs="Arial"/>
        </w:rPr>
        <w:t>a região</w:t>
      </w:r>
      <w:r w:rsidRPr="00B22DB9">
        <w:rPr>
          <w:rFonts w:ascii="Arial" w:hAnsi="Arial" w:cs="Arial"/>
        </w:rPr>
        <w:t xml:space="preserve">, que </w:t>
      </w:r>
      <w:bookmarkStart w:id="0" w:name="_GoBack"/>
      <w:bookmarkEnd w:id="0"/>
      <w:r w:rsidRPr="00B22DB9">
        <w:rPr>
          <w:rFonts w:ascii="Arial" w:hAnsi="Arial" w:cs="Arial"/>
        </w:rPr>
        <w:t xml:space="preserve">reclamam da falta de segurança principalmente </w:t>
      </w:r>
      <w:r>
        <w:rPr>
          <w:rFonts w:ascii="Arial" w:hAnsi="Arial" w:cs="Arial"/>
        </w:rPr>
        <w:t>nas proximidades da</w:t>
      </w:r>
      <w:r w:rsidR="00DF6FBC">
        <w:rPr>
          <w:rFonts w:ascii="Arial" w:hAnsi="Arial" w:cs="Arial"/>
        </w:rPr>
        <w:t xml:space="preserve">s escolas e </w:t>
      </w:r>
      <w:r>
        <w:rPr>
          <w:rFonts w:ascii="Arial" w:hAnsi="Arial" w:cs="Arial"/>
        </w:rPr>
        <w:t xml:space="preserve">durante </w:t>
      </w:r>
      <w:r w:rsidRPr="00B22DB9">
        <w:rPr>
          <w:rFonts w:ascii="Arial" w:hAnsi="Arial" w:cs="Arial"/>
        </w:rPr>
        <w:t>o período noturno, onde maus elementos se aproveitam da ausência do policiamento para praticar atos ilícitos e u</w:t>
      </w:r>
      <w:r>
        <w:rPr>
          <w:rFonts w:ascii="Arial" w:hAnsi="Arial" w:cs="Arial"/>
        </w:rPr>
        <w:t xml:space="preserve">tilizar </w:t>
      </w:r>
      <w:r w:rsidRPr="00B22DB9">
        <w:rPr>
          <w:rFonts w:ascii="Arial" w:hAnsi="Arial" w:cs="Arial"/>
        </w:rPr>
        <w:t>drogas</w:t>
      </w:r>
      <w:r>
        <w:rPr>
          <w:rFonts w:ascii="Arial" w:hAnsi="Arial" w:cs="Arial"/>
        </w:rPr>
        <w:t>.</w:t>
      </w:r>
    </w:p>
    <w:p w:rsidR="005E3EC7" w:rsidRDefault="005E3EC7" w:rsidP="005E3EC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Os m</w:t>
      </w:r>
      <w:r w:rsidRPr="005E3EC7">
        <w:rPr>
          <w:rFonts w:ascii="Arial" w:hAnsi="Arial" w:cs="Arial"/>
        </w:rPr>
        <w:t xml:space="preserve">unícipes </w:t>
      </w:r>
      <w:r w:rsidR="00093156">
        <w:rPr>
          <w:rFonts w:ascii="Arial" w:hAnsi="Arial" w:cs="Arial"/>
        </w:rPr>
        <w:t xml:space="preserve">nos </w:t>
      </w:r>
      <w:r w:rsidRPr="005E3EC7">
        <w:rPr>
          <w:rFonts w:ascii="Arial" w:hAnsi="Arial" w:cs="Arial"/>
        </w:rPr>
        <w:t>relata</w:t>
      </w:r>
      <w:r>
        <w:rPr>
          <w:rFonts w:ascii="Arial" w:hAnsi="Arial" w:cs="Arial"/>
        </w:rPr>
        <w:t>ra</w:t>
      </w:r>
      <w:r w:rsidRPr="005E3EC7">
        <w:rPr>
          <w:rFonts w:ascii="Arial" w:hAnsi="Arial" w:cs="Arial"/>
        </w:rPr>
        <w:t xml:space="preserve">m </w:t>
      </w:r>
      <w:r>
        <w:rPr>
          <w:rFonts w:ascii="Arial" w:hAnsi="Arial" w:cs="Arial"/>
        </w:rPr>
        <w:t xml:space="preserve">ainda </w:t>
      </w:r>
      <w:r w:rsidRPr="005E3EC7">
        <w:rPr>
          <w:rFonts w:ascii="Arial" w:hAnsi="Arial" w:cs="Arial"/>
        </w:rPr>
        <w:t xml:space="preserve">o recente aumento </w:t>
      </w:r>
      <w:r w:rsidR="00CF1F2D">
        <w:rPr>
          <w:rFonts w:ascii="Arial" w:hAnsi="Arial" w:cs="Arial"/>
        </w:rPr>
        <w:t>n</w:t>
      </w:r>
      <w:r w:rsidRPr="005E3EC7">
        <w:rPr>
          <w:rFonts w:ascii="Arial" w:hAnsi="Arial" w:cs="Arial"/>
        </w:rPr>
        <w:t>o número de roubos a residências e comércios</w:t>
      </w:r>
      <w:r>
        <w:rPr>
          <w:rFonts w:ascii="Arial" w:hAnsi="Arial" w:cs="Arial"/>
        </w:rPr>
        <w:t>.</w:t>
      </w:r>
    </w:p>
    <w:p w:rsidR="003A77BE" w:rsidRDefault="00EF4929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D5EB5">
        <w:rPr>
          <w:rFonts w:ascii="Arial" w:hAnsi="Arial" w:cs="Arial"/>
        </w:rPr>
        <w:t>Assim sendo, mui respeitosamente recorremos à compreensão e aos préstimos d</w:t>
      </w:r>
      <w:r w:rsidR="00B22DB9">
        <w:rPr>
          <w:rFonts w:ascii="Arial" w:hAnsi="Arial" w:cs="Arial"/>
        </w:rPr>
        <w:t>esse</w:t>
      </w:r>
      <w:r w:rsidRPr="001D5EB5">
        <w:rPr>
          <w:rFonts w:ascii="Arial" w:hAnsi="Arial" w:cs="Arial"/>
        </w:rPr>
        <w:t xml:space="preserve"> </w:t>
      </w:r>
      <w:r w:rsidR="00B22DB9" w:rsidRPr="00B22DB9">
        <w:rPr>
          <w:rFonts w:ascii="Arial" w:hAnsi="Arial" w:cs="Arial"/>
        </w:rPr>
        <w:t>Batalhão de Policia Militar do Interior</w:t>
      </w:r>
      <w:r w:rsidR="00CB7B52" w:rsidRPr="00CB7B52">
        <w:rPr>
          <w:rFonts w:ascii="Arial" w:hAnsi="Arial" w:cs="Arial"/>
        </w:rPr>
        <w:t xml:space="preserve"> </w:t>
      </w:r>
      <w:r w:rsidRPr="001D5EB5">
        <w:rPr>
          <w:rFonts w:ascii="Arial" w:hAnsi="Arial" w:cs="Arial"/>
        </w:rPr>
        <w:t>e, antecipando agradecimento pela atenção dispensada, subscrevemos</w:t>
      </w:r>
      <w:r w:rsidR="003F7497" w:rsidRPr="00BF791A">
        <w:rPr>
          <w:rFonts w:ascii="Arial" w:hAnsi="Arial" w:cs="Arial"/>
        </w:rPr>
        <w:t>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F477E">
        <w:rPr>
          <w:rFonts w:ascii="Arial" w:hAnsi="Arial" w:cs="Arial"/>
        </w:rPr>
        <w:t>16</w:t>
      </w:r>
      <w:r w:rsidR="00EF4929">
        <w:rPr>
          <w:rFonts w:ascii="Arial" w:hAnsi="Arial" w:cs="Arial"/>
        </w:rPr>
        <w:t xml:space="preserve"> de </w:t>
      </w:r>
      <w:r w:rsidR="00FF477E">
        <w:rPr>
          <w:rFonts w:ascii="Arial" w:hAnsi="Arial" w:cs="Arial"/>
        </w:rPr>
        <w:t>novembr</w:t>
      </w:r>
      <w:r w:rsidR="00676963">
        <w:rPr>
          <w:rFonts w:ascii="Arial" w:hAnsi="Arial" w:cs="Arial"/>
        </w:rPr>
        <w:t xml:space="preserve">o </w:t>
      </w:r>
      <w:r w:rsidR="00EF4929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32709" w:rsidRDefault="00932709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87F12" w:rsidRPr="00FD176E" w:rsidRDefault="004A1B20" w:rsidP="00E87F1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D11D60" w:rsidRDefault="004A1B20" w:rsidP="00E87F12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sectPr w:rsidR="00D11D60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103F" w:rsidRDefault="00A6103F">
      <w:r>
        <w:separator/>
      </w:r>
    </w:p>
  </w:endnote>
  <w:endnote w:type="continuationSeparator" w:id="0">
    <w:p w:rsidR="00A6103F" w:rsidRDefault="00A61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103F" w:rsidRDefault="00A6103F">
      <w:r>
        <w:separator/>
      </w:r>
    </w:p>
  </w:footnote>
  <w:footnote w:type="continuationSeparator" w:id="0">
    <w:p w:rsidR="00A6103F" w:rsidRDefault="00A610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32709">
      <w:rPr>
        <w:rFonts w:ascii="Arial" w:hAnsi="Arial" w:cs="Arial"/>
        <w:b/>
        <w:sz w:val="20"/>
        <w:szCs w:val="20"/>
        <w:u w:val="single"/>
      </w:rPr>
      <w:t>65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E3EC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31429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651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651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73525CE7"/>
    <w:multiLevelType w:val="multilevel"/>
    <w:tmpl w:val="B5F4DB5E"/>
    <w:lvl w:ilvl="0">
      <w:start w:val="1"/>
      <w:numFmt w:val="decimal"/>
      <w:lvlText w:val="%1."/>
      <w:lvlJc w:val="left"/>
      <w:pPr>
        <w:ind w:left="198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"/>
      <w:lvlJc w:val="left"/>
      <w:pPr>
        <w:ind w:left="238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8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246"/>
    <w:rsid w:val="00024FD3"/>
    <w:rsid w:val="00030161"/>
    <w:rsid w:val="00037ED5"/>
    <w:rsid w:val="00056288"/>
    <w:rsid w:val="00066826"/>
    <w:rsid w:val="00086566"/>
    <w:rsid w:val="000873E0"/>
    <w:rsid w:val="00093156"/>
    <w:rsid w:val="00094490"/>
    <w:rsid w:val="000958D5"/>
    <w:rsid w:val="00097CAE"/>
    <w:rsid w:val="000A7B2D"/>
    <w:rsid w:val="000B2BA0"/>
    <w:rsid w:val="000C7C31"/>
    <w:rsid w:val="000F597F"/>
    <w:rsid w:val="000F6251"/>
    <w:rsid w:val="000F7BF4"/>
    <w:rsid w:val="00106F15"/>
    <w:rsid w:val="0012330D"/>
    <w:rsid w:val="001442BA"/>
    <w:rsid w:val="0014591F"/>
    <w:rsid w:val="00150EE2"/>
    <w:rsid w:val="0015657A"/>
    <w:rsid w:val="00160620"/>
    <w:rsid w:val="00172E81"/>
    <w:rsid w:val="00181CD2"/>
    <w:rsid w:val="00193505"/>
    <w:rsid w:val="001A09F2"/>
    <w:rsid w:val="001A4657"/>
    <w:rsid w:val="001B0773"/>
    <w:rsid w:val="001F13C3"/>
    <w:rsid w:val="001F2E1E"/>
    <w:rsid w:val="00204ED7"/>
    <w:rsid w:val="00215725"/>
    <w:rsid w:val="0022668E"/>
    <w:rsid w:val="00230859"/>
    <w:rsid w:val="00244F51"/>
    <w:rsid w:val="00244F6D"/>
    <w:rsid w:val="00247C80"/>
    <w:rsid w:val="00253C82"/>
    <w:rsid w:val="00263264"/>
    <w:rsid w:val="0027270E"/>
    <w:rsid w:val="00290384"/>
    <w:rsid w:val="00294650"/>
    <w:rsid w:val="002A4681"/>
    <w:rsid w:val="002A7434"/>
    <w:rsid w:val="002C151D"/>
    <w:rsid w:val="002C4B2B"/>
    <w:rsid w:val="002C5C70"/>
    <w:rsid w:val="002D3980"/>
    <w:rsid w:val="002D3D9E"/>
    <w:rsid w:val="002E0565"/>
    <w:rsid w:val="002E68B8"/>
    <w:rsid w:val="002F02DB"/>
    <w:rsid w:val="002F69F7"/>
    <w:rsid w:val="0030168E"/>
    <w:rsid w:val="00312C6B"/>
    <w:rsid w:val="00317C1A"/>
    <w:rsid w:val="00323F0F"/>
    <w:rsid w:val="00347D5E"/>
    <w:rsid w:val="00381797"/>
    <w:rsid w:val="003848C4"/>
    <w:rsid w:val="0039780C"/>
    <w:rsid w:val="00397FF3"/>
    <w:rsid w:val="003A77BE"/>
    <w:rsid w:val="003E188F"/>
    <w:rsid w:val="003E42EB"/>
    <w:rsid w:val="003F4C7D"/>
    <w:rsid w:val="003F7497"/>
    <w:rsid w:val="00412795"/>
    <w:rsid w:val="00417F47"/>
    <w:rsid w:val="00445771"/>
    <w:rsid w:val="00447299"/>
    <w:rsid w:val="00463965"/>
    <w:rsid w:val="004752A2"/>
    <w:rsid w:val="0048651F"/>
    <w:rsid w:val="00487D64"/>
    <w:rsid w:val="00493115"/>
    <w:rsid w:val="00494264"/>
    <w:rsid w:val="004A1B20"/>
    <w:rsid w:val="004B76D3"/>
    <w:rsid w:val="004C2C30"/>
    <w:rsid w:val="004C6C78"/>
    <w:rsid w:val="004D0B11"/>
    <w:rsid w:val="004E06ED"/>
    <w:rsid w:val="004E46DA"/>
    <w:rsid w:val="004E5BD3"/>
    <w:rsid w:val="004F39E9"/>
    <w:rsid w:val="004F690D"/>
    <w:rsid w:val="004F6A11"/>
    <w:rsid w:val="00505357"/>
    <w:rsid w:val="00505FD8"/>
    <w:rsid w:val="00524669"/>
    <w:rsid w:val="00533862"/>
    <w:rsid w:val="00563AA0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3EC7"/>
    <w:rsid w:val="005E7B40"/>
    <w:rsid w:val="0060585B"/>
    <w:rsid w:val="006146F4"/>
    <w:rsid w:val="00623FE8"/>
    <w:rsid w:val="00624472"/>
    <w:rsid w:val="00637BE9"/>
    <w:rsid w:val="006426AE"/>
    <w:rsid w:val="006673B9"/>
    <w:rsid w:val="00674F7D"/>
    <w:rsid w:val="00676963"/>
    <w:rsid w:val="00681021"/>
    <w:rsid w:val="00682E6E"/>
    <w:rsid w:val="00690885"/>
    <w:rsid w:val="00691CF5"/>
    <w:rsid w:val="0069312F"/>
    <w:rsid w:val="006A370D"/>
    <w:rsid w:val="006B0B8E"/>
    <w:rsid w:val="006C59BC"/>
    <w:rsid w:val="006D6F7D"/>
    <w:rsid w:val="006D7498"/>
    <w:rsid w:val="006E7E66"/>
    <w:rsid w:val="006F2DD9"/>
    <w:rsid w:val="006F4E64"/>
    <w:rsid w:val="006F7B0A"/>
    <w:rsid w:val="007158C8"/>
    <w:rsid w:val="00715F74"/>
    <w:rsid w:val="00725E66"/>
    <w:rsid w:val="00727CDB"/>
    <w:rsid w:val="0073407F"/>
    <w:rsid w:val="00775A1B"/>
    <w:rsid w:val="007838DC"/>
    <w:rsid w:val="00790911"/>
    <w:rsid w:val="007B188B"/>
    <w:rsid w:val="007D10FA"/>
    <w:rsid w:val="007D16EB"/>
    <w:rsid w:val="007D39FD"/>
    <w:rsid w:val="007E3F69"/>
    <w:rsid w:val="007F4F5A"/>
    <w:rsid w:val="007F75CA"/>
    <w:rsid w:val="0080197E"/>
    <w:rsid w:val="00811E83"/>
    <w:rsid w:val="00820C13"/>
    <w:rsid w:val="00833E7C"/>
    <w:rsid w:val="008430AE"/>
    <w:rsid w:val="008474F2"/>
    <w:rsid w:val="00867673"/>
    <w:rsid w:val="00870972"/>
    <w:rsid w:val="00877E50"/>
    <w:rsid w:val="008811CD"/>
    <w:rsid w:val="008909A4"/>
    <w:rsid w:val="008A0EB2"/>
    <w:rsid w:val="008B0D54"/>
    <w:rsid w:val="008C33AB"/>
    <w:rsid w:val="008C4DD2"/>
    <w:rsid w:val="008D08A1"/>
    <w:rsid w:val="008E27A4"/>
    <w:rsid w:val="00922964"/>
    <w:rsid w:val="00932709"/>
    <w:rsid w:val="00936348"/>
    <w:rsid w:val="009768E6"/>
    <w:rsid w:val="00983263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5E68"/>
    <w:rsid w:val="00A2761F"/>
    <w:rsid w:val="00A27C81"/>
    <w:rsid w:val="00A311A4"/>
    <w:rsid w:val="00A349F1"/>
    <w:rsid w:val="00A409F5"/>
    <w:rsid w:val="00A46B01"/>
    <w:rsid w:val="00A6103F"/>
    <w:rsid w:val="00A92CB9"/>
    <w:rsid w:val="00A96499"/>
    <w:rsid w:val="00AA31AF"/>
    <w:rsid w:val="00AB7257"/>
    <w:rsid w:val="00AC24F9"/>
    <w:rsid w:val="00AC712C"/>
    <w:rsid w:val="00AD3A7D"/>
    <w:rsid w:val="00AD6B47"/>
    <w:rsid w:val="00AE72CA"/>
    <w:rsid w:val="00AF6463"/>
    <w:rsid w:val="00B01984"/>
    <w:rsid w:val="00B03D8B"/>
    <w:rsid w:val="00B04F7C"/>
    <w:rsid w:val="00B10E9F"/>
    <w:rsid w:val="00B22DB9"/>
    <w:rsid w:val="00B23D47"/>
    <w:rsid w:val="00B31429"/>
    <w:rsid w:val="00B431EB"/>
    <w:rsid w:val="00B52DB7"/>
    <w:rsid w:val="00B553FF"/>
    <w:rsid w:val="00B57E0F"/>
    <w:rsid w:val="00B605FA"/>
    <w:rsid w:val="00B72CAA"/>
    <w:rsid w:val="00B75CEF"/>
    <w:rsid w:val="00BA1565"/>
    <w:rsid w:val="00BB38F4"/>
    <w:rsid w:val="00BB3F3E"/>
    <w:rsid w:val="00BC44DF"/>
    <w:rsid w:val="00BD1F36"/>
    <w:rsid w:val="00BD3C47"/>
    <w:rsid w:val="00BE1B39"/>
    <w:rsid w:val="00BF791A"/>
    <w:rsid w:val="00C06926"/>
    <w:rsid w:val="00C06BEA"/>
    <w:rsid w:val="00C16B92"/>
    <w:rsid w:val="00C16FAD"/>
    <w:rsid w:val="00C36E68"/>
    <w:rsid w:val="00C42806"/>
    <w:rsid w:val="00C44D39"/>
    <w:rsid w:val="00C45509"/>
    <w:rsid w:val="00C76263"/>
    <w:rsid w:val="00C93AB6"/>
    <w:rsid w:val="00CA23E2"/>
    <w:rsid w:val="00CA759E"/>
    <w:rsid w:val="00CB2BAB"/>
    <w:rsid w:val="00CB487D"/>
    <w:rsid w:val="00CB7B52"/>
    <w:rsid w:val="00CC3F9E"/>
    <w:rsid w:val="00CC4116"/>
    <w:rsid w:val="00CD7CAB"/>
    <w:rsid w:val="00CF1059"/>
    <w:rsid w:val="00CF1F2D"/>
    <w:rsid w:val="00CF31DE"/>
    <w:rsid w:val="00D11D60"/>
    <w:rsid w:val="00D14EB1"/>
    <w:rsid w:val="00D1506D"/>
    <w:rsid w:val="00D16CA1"/>
    <w:rsid w:val="00D2072E"/>
    <w:rsid w:val="00D233C7"/>
    <w:rsid w:val="00D2463B"/>
    <w:rsid w:val="00D50607"/>
    <w:rsid w:val="00D507D5"/>
    <w:rsid w:val="00D5430F"/>
    <w:rsid w:val="00D564F1"/>
    <w:rsid w:val="00D8365B"/>
    <w:rsid w:val="00DB23E5"/>
    <w:rsid w:val="00DB48F6"/>
    <w:rsid w:val="00DD5F34"/>
    <w:rsid w:val="00DE071F"/>
    <w:rsid w:val="00DE50DD"/>
    <w:rsid w:val="00DF5784"/>
    <w:rsid w:val="00DF6FBC"/>
    <w:rsid w:val="00E0249F"/>
    <w:rsid w:val="00E07978"/>
    <w:rsid w:val="00E11164"/>
    <w:rsid w:val="00E11F92"/>
    <w:rsid w:val="00E14F37"/>
    <w:rsid w:val="00E3022D"/>
    <w:rsid w:val="00E31EEA"/>
    <w:rsid w:val="00E513E1"/>
    <w:rsid w:val="00E66CFD"/>
    <w:rsid w:val="00E721EC"/>
    <w:rsid w:val="00E80E93"/>
    <w:rsid w:val="00E86C30"/>
    <w:rsid w:val="00E87F12"/>
    <w:rsid w:val="00E90791"/>
    <w:rsid w:val="00E90C30"/>
    <w:rsid w:val="00E97498"/>
    <w:rsid w:val="00EB04D6"/>
    <w:rsid w:val="00EC0BC6"/>
    <w:rsid w:val="00EC23C7"/>
    <w:rsid w:val="00ED2065"/>
    <w:rsid w:val="00EF3123"/>
    <w:rsid w:val="00EF4929"/>
    <w:rsid w:val="00F05495"/>
    <w:rsid w:val="00F165F6"/>
    <w:rsid w:val="00F25A14"/>
    <w:rsid w:val="00F27895"/>
    <w:rsid w:val="00F35D18"/>
    <w:rsid w:val="00F420E5"/>
    <w:rsid w:val="00F5150F"/>
    <w:rsid w:val="00F65C85"/>
    <w:rsid w:val="00F73DA3"/>
    <w:rsid w:val="00FA0328"/>
    <w:rsid w:val="00FA3CFC"/>
    <w:rsid w:val="00FB00FA"/>
    <w:rsid w:val="00FC1C13"/>
    <w:rsid w:val="00FC5BC4"/>
    <w:rsid w:val="00FE28F8"/>
    <w:rsid w:val="00FE3B6B"/>
    <w:rsid w:val="00FF4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9327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66DEE4-134A-47E8-96A1-0D14F59CD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171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11</cp:revision>
  <cp:lastPrinted>2017-06-05T17:45:00Z</cp:lastPrinted>
  <dcterms:created xsi:type="dcterms:W3CDTF">2017-11-13T12:59:00Z</dcterms:created>
  <dcterms:modified xsi:type="dcterms:W3CDTF">2017-11-13T13:01:00Z</dcterms:modified>
</cp:coreProperties>
</file>