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395A">
        <w:rPr>
          <w:rFonts w:ascii="Arial" w:hAnsi="Arial" w:cs="Arial"/>
          <w:b/>
          <w:caps/>
          <w:sz w:val="28"/>
          <w:szCs w:val="28"/>
        </w:rPr>
        <w:t>700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094C" w:rsidP="007F7BA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</w:t>
            </w:r>
            <w:r w:rsidR="00202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2B1F">
              <w:rPr>
                <w:rFonts w:ascii="Arial" w:hAnsi="Arial" w:cs="Arial"/>
                <w:sz w:val="20"/>
                <w:szCs w:val="20"/>
              </w:rPr>
              <w:t xml:space="preserve">Congratulatória ao </w:t>
            </w:r>
            <w:r w:rsidR="0042395A">
              <w:rPr>
                <w:rFonts w:ascii="Arial" w:hAnsi="Arial" w:cs="Arial"/>
                <w:sz w:val="20"/>
                <w:szCs w:val="20"/>
              </w:rPr>
              <w:t xml:space="preserve">Pastor </w:t>
            </w:r>
            <w:r w:rsidR="007F7BAF">
              <w:rPr>
                <w:rFonts w:ascii="Arial" w:hAnsi="Arial" w:cs="Arial"/>
                <w:sz w:val="20"/>
                <w:szCs w:val="20"/>
              </w:rPr>
              <w:t xml:space="preserve">Presidente </w:t>
            </w:r>
            <w:r w:rsidR="0042395A">
              <w:rPr>
                <w:rFonts w:ascii="Arial" w:hAnsi="Arial" w:cs="Arial"/>
                <w:sz w:val="20"/>
                <w:szCs w:val="20"/>
              </w:rPr>
              <w:t xml:space="preserve">Daniel Costa e à Pastora Yara Costa pelos 7 anos de pastoreio com excelência à frente das Assembleias de Deus </w:t>
            </w:r>
            <w:r w:rsidR="004B1255">
              <w:rPr>
                <w:rFonts w:ascii="Arial" w:hAnsi="Arial" w:cs="Arial"/>
                <w:sz w:val="20"/>
                <w:szCs w:val="20"/>
              </w:rPr>
              <w:t>Ministério de Madureira em Jacareí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823E8">
        <w:rPr>
          <w:rFonts w:ascii="Arial" w:hAnsi="Arial" w:cs="Arial"/>
        </w:rPr>
        <w:t>nossas c</w:t>
      </w:r>
      <w:r w:rsidR="006828A5" w:rsidRPr="006828A5">
        <w:rPr>
          <w:rFonts w:ascii="Arial" w:hAnsi="Arial" w:cs="Arial"/>
        </w:rPr>
        <w:t>ongratula</w:t>
      </w:r>
      <w:r w:rsidR="00C823E8">
        <w:rPr>
          <w:rFonts w:ascii="Arial" w:hAnsi="Arial" w:cs="Arial"/>
        </w:rPr>
        <w:t xml:space="preserve">ções </w:t>
      </w:r>
      <w:r w:rsidR="0042395A" w:rsidRPr="0042395A">
        <w:rPr>
          <w:rFonts w:ascii="Arial" w:hAnsi="Arial" w:cs="Arial"/>
        </w:rPr>
        <w:t xml:space="preserve">ao Pastor </w:t>
      </w:r>
      <w:r w:rsidR="007F7BAF" w:rsidRPr="0042395A">
        <w:rPr>
          <w:rFonts w:ascii="Arial" w:hAnsi="Arial" w:cs="Arial"/>
        </w:rPr>
        <w:t>Presidente</w:t>
      </w:r>
      <w:r w:rsidR="007F7BAF" w:rsidRPr="0042395A">
        <w:rPr>
          <w:rFonts w:ascii="Arial" w:hAnsi="Arial" w:cs="Arial"/>
        </w:rPr>
        <w:t xml:space="preserve"> </w:t>
      </w:r>
      <w:r w:rsidR="0042395A" w:rsidRPr="0042395A">
        <w:rPr>
          <w:rFonts w:ascii="Arial" w:hAnsi="Arial" w:cs="Arial"/>
        </w:rPr>
        <w:t>Daniel Costa e à Pastora Yara Costa pelos 7 anos de pastoreio com excelência à frente das Assembleias de Deus Ministério de Madureira em Jacareí</w:t>
      </w:r>
      <w:r w:rsidR="00705353">
        <w:rPr>
          <w:rFonts w:ascii="Arial" w:hAnsi="Arial" w:cs="Arial"/>
        </w:rPr>
        <w:t>.</w:t>
      </w:r>
    </w:p>
    <w:p w:rsidR="00312DF8" w:rsidRPr="00312DF8" w:rsidRDefault="00312DF8" w:rsidP="00312DF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312DF8">
        <w:rPr>
          <w:rFonts w:ascii="Arial" w:hAnsi="Arial" w:cs="Arial"/>
        </w:rPr>
        <w:t>Rogamos as Bênçãos do Senhor sobre a vida d</w:t>
      </w:r>
      <w:r>
        <w:rPr>
          <w:rFonts w:ascii="Arial" w:hAnsi="Arial" w:cs="Arial"/>
        </w:rPr>
        <w:t>esses</w:t>
      </w:r>
      <w:r w:rsidRPr="00312DF8">
        <w:rPr>
          <w:rFonts w:ascii="Arial" w:hAnsi="Arial" w:cs="Arial"/>
        </w:rPr>
        <w:t xml:space="preserve"> nossos pastores que</w:t>
      </w:r>
      <w:r>
        <w:rPr>
          <w:rFonts w:ascii="Arial" w:hAnsi="Arial" w:cs="Arial"/>
        </w:rPr>
        <w:t>,</w:t>
      </w:r>
      <w:r w:rsidRPr="00312DF8">
        <w:rPr>
          <w:rFonts w:ascii="Arial" w:hAnsi="Arial" w:cs="Arial"/>
        </w:rPr>
        <w:t xml:space="preserve"> desde 9 de dezembro de 2010, estão </w:t>
      </w:r>
      <w:r>
        <w:rPr>
          <w:rFonts w:ascii="Arial" w:hAnsi="Arial" w:cs="Arial"/>
        </w:rPr>
        <w:t>à</w:t>
      </w:r>
      <w:r w:rsidRPr="00312DF8">
        <w:rPr>
          <w:rFonts w:ascii="Arial" w:hAnsi="Arial" w:cs="Arial"/>
        </w:rPr>
        <w:t xml:space="preserve"> frente desse profícuo ministério, cuidando e orientando espiritualmente crianças, juniores, adolescentes, jovens e adultos, sem acepção de credo ou manifestação religiosa.</w:t>
      </w:r>
    </w:p>
    <w:p w:rsidR="00C52BA7" w:rsidRDefault="00312DF8" w:rsidP="00312DF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312DF8">
        <w:rPr>
          <w:rFonts w:ascii="Arial" w:hAnsi="Arial" w:cs="Arial"/>
        </w:rPr>
        <w:t>Ressaltamos as felicitações</w:t>
      </w:r>
      <w:r w:rsidR="00196089">
        <w:rPr>
          <w:rFonts w:ascii="Arial" w:hAnsi="Arial" w:cs="Arial"/>
        </w:rPr>
        <w:t>,</w:t>
      </w:r>
      <w:r w:rsidRPr="00312DF8">
        <w:rPr>
          <w:rFonts w:ascii="Arial" w:hAnsi="Arial" w:cs="Arial"/>
        </w:rPr>
        <w:t xml:space="preserve"> pois </w:t>
      </w:r>
      <w:r w:rsidR="00196089">
        <w:rPr>
          <w:rFonts w:ascii="Arial" w:hAnsi="Arial" w:cs="Arial"/>
        </w:rPr>
        <w:t xml:space="preserve">o </w:t>
      </w:r>
      <w:r w:rsidRPr="00312DF8">
        <w:rPr>
          <w:rFonts w:ascii="Arial" w:hAnsi="Arial" w:cs="Arial"/>
        </w:rPr>
        <w:t>P</w:t>
      </w:r>
      <w:r w:rsidR="00196089">
        <w:rPr>
          <w:rFonts w:ascii="Arial" w:hAnsi="Arial" w:cs="Arial"/>
        </w:rPr>
        <w:t>astor</w:t>
      </w:r>
      <w:r w:rsidRPr="00312DF8">
        <w:rPr>
          <w:rFonts w:ascii="Arial" w:hAnsi="Arial" w:cs="Arial"/>
        </w:rPr>
        <w:t xml:space="preserve"> Daniel Costa e </w:t>
      </w:r>
      <w:r w:rsidR="00196089">
        <w:rPr>
          <w:rFonts w:ascii="Arial" w:hAnsi="Arial" w:cs="Arial"/>
        </w:rPr>
        <w:t xml:space="preserve">a </w:t>
      </w:r>
      <w:r w:rsidRPr="00312DF8">
        <w:rPr>
          <w:rFonts w:ascii="Arial" w:hAnsi="Arial" w:cs="Arial"/>
        </w:rPr>
        <w:t>Pastora Yara Costa t</w:t>
      </w:r>
      <w:r w:rsidR="00196089">
        <w:rPr>
          <w:rFonts w:ascii="Arial" w:hAnsi="Arial" w:cs="Arial"/>
        </w:rPr>
        <w:t>ê</w:t>
      </w:r>
      <w:r w:rsidRPr="00312DF8">
        <w:rPr>
          <w:rFonts w:ascii="Arial" w:hAnsi="Arial" w:cs="Arial"/>
        </w:rPr>
        <w:t xml:space="preserve">m dedicado tempo integral para o acolhimento de pessoas não somente </w:t>
      </w:r>
      <w:r w:rsidR="00196089">
        <w:rPr>
          <w:rFonts w:ascii="Arial" w:hAnsi="Arial" w:cs="Arial"/>
        </w:rPr>
        <w:t>d</w:t>
      </w:r>
      <w:r w:rsidRPr="00312DF8">
        <w:rPr>
          <w:rFonts w:ascii="Arial" w:hAnsi="Arial" w:cs="Arial"/>
        </w:rPr>
        <w:t xml:space="preserve">esta cidade, </w:t>
      </w:r>
      <w:r w:rsidR="00D4720D">
        <w:rPr>
          <w:rFonts w:ascii="Arial" w:hAnsi="Arial" w:cs="Arial"/>
        </w:rPr>
        <w:t xml:space="preserve">mas também de outras </w:t>
      </w:r>
      <w:r w:rsidRPr="00312DF8">
        <w:rPr>
          <w:rFonts w:ascii="Arial" w:hAnsi="Arial" w:cs="Arial"/>
        </w:rPr>
        <w:t>cidades</w:t>
      </w:r>
      <w:r w:rsidR="00D4720D">
        <w:rPr>
          <w:rFonts w:ascii="Arial" w:hAnsi="Arial" w:cs="Arial"/>
        </w:rPr>
        <w:t>, até</w:t>
      </w:r>
      <w:r w:rsidRPr="00312DF8">
        <w:rPr>
          <w:rFonts w:ascii="Arial" w:hAnsi="Arial" w:cs="Arial"/>
        </w:rPr>
        <w:t xml:space="preserve"> de outros estados </w:t>
      </w:r>
      <w:r w:rsidR="00196089">
        <w:rPr>
          <w:rFonts w:ascii="Arial" w:hAnsi="Arial" w:cs="Arial"/>
        </w:rPr>
        <w:t>d</w:t>
      </w:r>
      <w:r w:rsidRPr="00312DF8">
        <w:rPr>
          <w:rFonts w:ascii="Arial" w:hAnsi="Arial" w:cs="Arial"/>
        </w:rPr>
        <w:t>o Brasil</w:t>
      </w:r>
      <w:r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76715">
        <w:rPr>
          <w:rFonts w:ascii="Arial" w:hAnsi="Arial" w:cs="Arial"/>
        </w:rPr>
        <w:t>13</w:t>
      </w:r>
      <w:r w:rsidR="002E15CA">
        <w:rPr>
          <w:rFonts w:ascii="Arial" w:hAnsi="Arial" w:cs="Arial"/>
        </w:rPr>
        <w:t xml:space="preserve"> de </w:t>
      </w:r>
      <w:r w:rsidR="00076715">
        <w:rPr>
          <w:rFonts w:ascii="Arial" w:hAnsi="Arial" w:cs="Arial"/>
        </w:rPr>
        <w:t>dez</w:t>
      </w:r>
      <w:r w:rsidR="006B4E67">
        <w:rPr>
          <w:rFonts w:ascii="Arial" w:hAnsi="Arial" w:cs="Arial"/>
        </w:rPr>
        <w:t>em</w:t>
      </w:r>
      <w:r w:rsidR="006828A5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A09" w:rsidRDefault="00375A09">
      <w:r>
        <w:separator/>
      </w:r>
    </w:p>
  </w:endnote>
  <w:endnote w:type="continuationSeparator" w:id="0">
    <w:p w:rsidR="00375A09" w:rsidRDefault="0037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A09" w:rsidRDefault="00375A09">
      <w:r>
        <w:separator/>
      </w:r>
    </w:p>
  </w:footnote>
  <w:footnote w:type="continuationSeparator" w:id="0">
    <w:p w:rsidR="00375A09" w:rsidRDefault="00375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720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76715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96089"/>
    <w:rsid w:val="001A09F2"/>
    <w:rsid w:val="001B0773"/>
    <w:rsid w:val="001B4866"/>
    <w:rsid w:val="001C1BDB"/>
    <w:rsid w:val="001C614A"/>
    <w:rsid w:val="001D1B23"/>
    <w:rsid w:val="001E7991"/>
    <w:rsid w:val="001F10E9"/>
    <w:rsid w:val="001F13C3"/>
    <w:rsid w:val="00202901"/>
    <w:rsid w:val="00204D6D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DF8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75A09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2395A"/>
    <w:rsid w:val="004456B2"/>
    <w:rsid w:val="0044603B"/>
    <w:rsid w:val="0048482A"/>
    <w:rsid w:val="00486413"/>
    <w:rsid w:val="00487D64"/>
    <w:rsid w:val="00487F39"/>
    <w:rsid w:val="00493115"/>
    <w:rsid w:val="004A7B39"/>
    <w:rsid w:val="004B1255"/>
    <w:rsid w:val="004C2C30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A370D"/>
    <w:rsid w:val="006A54B1"/>
    <w:rsid w:val="006B0B8E"/>
    <w:rsid w:val="006B1B2C"/>
    <w:rsid w:val="006B2493"/>
    <w:rsid w:val="006B4E67"/>
    <w:rsid w:val="006C21A7"/>
    <w:rsid w:val="006C33F6"/>
    <w:rsid w:val="006C44D5"/>
    <w:rsid w:val="006C586D"/>
    <w:rsid w:val="006C59BC"/>
    <w:rsid w:val="006D1F6D"/>
    <w:rsid w:val="006D6F7D"/>
    <w:rsid w:val="006E03A0"/>
    <w:rsid w:val="006E7E66"/>
    <w:rsid w:val="006F0998"/>
    <w:rsid w:val="006F4E64"/>
    <w:rsid w:val="006F7B0A"/>
    <w:rsid w:val="00705353"/>
    <w:rsid w:val="00715F74"/>
    <w:rsid w:val="00720C1D"/>
    <w:rsid w:val="00725E66"/>
    <w:rsid w:val="00727CDB"/>
    <w:rsid w:val="0073407F"/>
    <w:rsid w:val="0074780B"/>
    <w:rsid w:val="00750BC3"/>
    <w:rsid w:val="00773CC0"/>
    <w:rsid w:val="00775663"/>
    <w:rsid w:val="00775A1B"/>
    <w:rsid w:val="007838DC"/>
    <w:rsid w:val="00784343"/>
    <w:rsid w:val="007872EE"/>
    <w:rsid w:val="00790911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7F7BAF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8E575D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12D2"/>
    <w:rsid w:val="00A63CFC"/>
    <w:rsid w:val="00A64198"/>
    <w:rsid w:val="00A672F1"/>
    <w:rsid w:val="00A756AB"/>
    <w:rsid w:val="00A81DD5"/>
    <w:rsid w:val="00A84C66"/>
    <w:rsid w:val="00A8607A"/>
    <w:rsid w:val="00A92CB9"/>
    <w:rsid w:val="00AB1771"/>
    <w:rsid w:val="00AC24F9"/>
    <w:rsid w:val="00AC712C"/>
    <w:rsid w:val="00AD6B47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D57C6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2BA7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49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34C96"/>
    <w:rsid w:val="00D41565"/>
    <w:rsid w:val="00D4720D"/>
    <w:rsid w:val="00D507D5"/>
    <w:rsid w:val="00D50D97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420E5"/>
    <w:rsid w:val="00F42FC4"/>
    <w:rsid w:val="00F5150F"/>
    <w:rsid w:val="00F5392C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1296"/>
    <w:rsid w:val="00FC1C13"/>
    <w:rsid w:val="00FC4095"/>
    <w:rsid w:val="00FC55F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DB640-D024-4B5E-BA41-194B3DF2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2017-12-12T16:03:00Z</cp:lastPrinted>
  <dcterms:created xsi:type="dcterms:W3CDTF">2017-12-11T18:18:00Z</dcterms:created>
  <dcterms:modified xsi:type="dcterms:W3CDTF">2017-12-12T16:04:00Z</dcterms:modified>
</cp:coreProperties>
</file>