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47B5">
        <w:rPr>
          <w:rFonts w:ascii="Arial" w:hAnsi="Arial" w:cs="Arial"/>
          <w:b/>
          <w:caps/>
          <w:sz w:val="28"/>
          <w:szCs w:val="28"/>
        </w:rPr>
        <w:t>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F47B5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47B5">
              <w:rPr>
                <w:rFonts w:ascii="Arial" w:hAnsi="Arial" w:cs="Arial"/>
                <w:sz w:val="20"/>
                <w:szCs w:val="20"/>
              </w:rPr>
              <w:t>Requer informações acerca do prazo para respostas aos ofícios de Vereador protocolados na Prefeitura Municipal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47B5" w:rsidRPr="00CF47B5" w:rsidRDefault="00CF47B5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os vários ofícios enviados à Prefeitura por </w:t>
      </w:r>
      <w:r w:rsidR="005A2607">
        <w:rPr>
          <w:rFonts w:ascii="Arial" w:hAnsi="Arial" w:cs="Arial"/>
        </w:rPr>
        <w:t xml:space="preserve">este </w:t>
      </w:r>
      <w:r w:rsidR="00F43779">
        <w:rPr>
          <w:rFonts w:ascii="Arial" w:hAnsi="Arial" w:cs="Arial"/>
        </w:rPr>
        <w:t>V</w:t>
      </w:r>
      <w:r w:rsidR="005A2607">
        <w:rPr>
          <w:rFonts w:ascii="Arial" w:hAnsi="Arial" w:cs="Arial"/>
        </w:rPr>
        <w:t>ereador</w:t>
      </w:r>
      <w:r>
        <w:rPr>
          <w:rFonts w:ascii="Arial" w:hAnsi="Arial" w:cs="Arial"/>
        </w:rPr>
        <w:t xml:space="preserve">, solicitando </w:t>
      </w:r>
      <w:r w:rsidR="000C09ED">
        <w:rPr>
          <w:rFonts w:ascii="Arial" w:hAnsi="Arial" w:cs="Arial"/>
        </w:rPr>
        <w:t>a execução de serviços públicos que visam atender à</w:t>
      </w:r>
      <w:r>
        <w:rPr>
          <w:rFonts w:ascii="Arial" w:hAnsi="Arial" w:cs="Arial"/>
        </w:rPr>
        <w:t>s solicitações da população jacareiense;</w:t>
      </w:r>
    </w:p>
    <w:p w:rsidR="00CF47B5" w:rsidRDefault="00CF47B5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as inúmeras reclamações que </w:t>
      </w:r>
      <w:r w:rsidR="005A2607">
        <w:rPr>
          <w:rFonts w:ascii="Arial" w:hAnsi="Arial" w:cs="Arial"/>
        </w:rPr>
        <w:t>meu gabinete</w:t>
      </w:r>
      <w:r>
        <w:rPr>
          <w:rFonts w:ascii="Arial" w:hAnsi="Arial" w:cs="Arial"/>
        </w:rPr>
        <w:t xml:space="preserve"> recebe de munícipes pela demora na execução destes serviços por parte da Administração Municipal;</w:t>
      </w:r>
      <w:r w:rsidR="000C09ED">
        <w:rPr>
          <w:rFonts w:ascii="Arial" w:hAnsi="Arial" w:cs="Arial"/>
        </w:rPr>
        <w:t xml:space="preserve"> e</w:t>
      </w:r>
    </w:p>
    <w:p w:rsidR="000C09ED" w:rsidRPr="00CF47B5" w:rsidRDefault="000C09E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C09ED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que, em diversas ocasiões, este </w:t>
      </w:r>
      <w:r w:rsidR="00F43779">
        <w:rPr>
          <w:rFonts w:ascii="Arial" w:hAnsi="Arial" w:cs="Arial"/>
        </w:rPr>
        <w:t>V</w:t>
      </w:r>
      <w:r>
        <w:rPr>
          <w:rFonts w:ascii="Arial" w:hAnsi="Arial" w:cs="Arial"/>
        </w:rPr>
        <w:t>ereador entrou em contato com as Secretarias competentes para verificar o andamento dos serviços solicitados e foi informado que o ofício em questão ainda não havia sido recebido,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</w:t>
      </w:r>
      <w:r w:rsidR="000C09ED">
        <w:rPr>
          <w:rFonts w:ascii="Arial" w:hAnsi="Arial" w:cs="Arial"/>
          <w:b/>
        </w:rPr>
        <w:t>IRO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Default="000C09ED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Após ser protocolado na Prefeitura, qual o prazo para um ofício ser enviado à Secretaria competente?</w:t>
      </w:r>
    </w:p>
    <w:p w:rsidR="000C09ED" w:rsidRPr="00E27482" w:rsidRDefault="000C09ED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quais motivos os ofícios deste </w:t>
      </w:r>
      <w:r w:rsidR="00F43779">
        <w:rPr>
          <w:rFonts w:ascii="Arial" w:hAnsi="Arial" w:cs="Arial"/>
        </w:rPr>
        <w:t>V</w:t>
      </w:r>
      <w:bookmarkStart w:id="0" w:name="_GoBack"/>
      <w:bookmarkEnd w:id="0"/>
      <w:r>
        <w:rPr>
          <w:rFonts w:ascii="Arial" w:hAnsi="Arial" w:cs="Arial"/>
        </w:rPr>
        <w:t xml:space="preserve">ereador demoram </w:t>
      </w:r>
      <w:r w:rsidR="005A2607">
        <w:rPr>
          <w:rFonts w:ascii="Arial" w:hAnsi="Arial" w:cs="Arial"/>
        </w:rPr>
        <w:t>tanto par</w:t>
      </w:r>
      <w:r>
        <w:rPr>
          <w:rFonts w:ascii="Arial" w:hAnsi="Arial" w:cs="Arial"/>
        </w:rPr>
        <w:t>a ser</w:t>
      </w:r>
      <w:r w:rsidR="005A2607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encaminhados para as Secretarias?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0C09ED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5A2607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2607">
        <w:rPr>
          <w:rFonts w:ascii="Arial" w:hAnsi="Arial" w:cs="Arial"/>
        </w:rPr>
        <w:t>21 de fevereiro de 2018.</w:t>
      </w:r>
    </w:p>
    <w:p w:rsidR="005A2607" w:rsidRDefault="005A2607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2607" w:rsidRDefault="005A2607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2607" w:rsidRDefault="005A2607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2607" w:rsidRPr="00A34F2C" w:rsidRDefault="005A260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A2607" w:rsidRDefault="005A260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A2607" w:rsidRPr="00A34F2C" w:rsidRDefault="005A2607" w:rsidP="005A260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5A260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F31" w:rsidRDefault="00847F31">
      <w:r>
        <w:separator/>
      </w:r>
    </w:p>
  </w:endnote>
  <w:endnote w:type="continuationSeparator" w:id="0">
    <w:p w:rsidR="00847F31" w:rsidRDefault="00847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F31" w:rsidRDefault="00847F31">
      <w:r>
        <w:separator/>
      </w:r>
    </w:p>
  </w:footnote>
  <w:footnote w:type="continuationSeparator" w:id="0">
    <w:p w:rsidR="00847F31" w:rsidRDefault="00847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26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26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C09ED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2607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47F31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CF47B5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3779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E56C9-F64B-4673-8422-5E5AF09A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2018-02-19T14:20:00Z</dcterms:created>
  <dcterms:modified xsi:type="dcterms:W3CDTF">2018-02-19T14:20:00Z</dcterms:modified>
</cp:coreProperties>
</file>