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A2DD4">
        <w:rPr>
          <w:rFonts w:ascii="Arial" w:hAnsi="Arial" w:cs="Arial"/>
          <w:b/>
          <w:caps/>
          <w:sz w:val="28"/>
          <w:szCs w:val="28"/>
        </w:rPr>
        <w:t>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A2DD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A2DD4">
              <w:rPr>
                <w:rFonts w:ascii="Arial" w:hAnsi="Arial" w:cs="Arial"/>
                <w:sz w:val="20"/>
                <w:szCs w:val="20"/>
              </w:rPr>
              <w:t>À EDP, solicitando a colocação de braços e luminárias em postes existentes na região de vilarejo situado na Fazenda Primavera, no Bairro Varadouro,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EA2DD4" w:rsidRPr="00EA2DD4">
        <w:rPr>
          <w:rFonts w:ascii="Arial" w:hAnsi="Arial" w:cs="Arial"/>
        </w:rPr>
        <w:t>à EDP solicitando a colocação de braços e luminárias em postes existentes na região de vilarejo situado na Fazenda Primavera, no Bairro Varadouro, neste Município.</w:t>
      </w:r>
    </w:p>
    <w:p w:rsidR="00EA2DD4" w:rsidRPr="00691CF5" w:rsidRDefault="00EA2DD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 do vilarejo, composto por três ruas, se sentem inseguros para saírem de suas casas no período noturno, uma vez que a escuridão é total naquele local.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EA2DD4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EA2DD4" w:rsidRDefault="00700086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2DD4">
        <w:rPr>
          <w:rFonts w:ascii="Arial" w:hAnsi="Arial" w:cs="Arial"/>
        </w:rPr>
        <w:t>18 de abril de 2018.</w:t>
      </w:r>
    </w:p>
    <w:p w:rsidR="00EA2DD4" w:rsidRDefault="00EA2DD4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2DD4" w:rsidRDefault="00EA2DD4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2DD4" w:rsidRDefault="00EA2DD4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2DD4" w:rsidRPr="00A34F2C" w:rsidRDefault="00EA2DD4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A2DD4" w:rsidRDefault="00EA2DD4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EA2DD4" w:rsidRDefault="00EA2DD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EA2DD4" w:rsidRPr="00A34F2C" w:rsidRDefault="00EA2DD4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A2DD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6A7" w:rsidRDefault="004206A7">
      <w:r>
        <w:separator/>
      </w:r>
    </w:p>
  </w:endnote>
  <w:endnote w:type="continuationSeparator" w:id="0">
    <w:p w:rsidR="004206A7" w:rsidRDefault="0042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6A7" w:rsidRDefault="004206A7">
      <w:r>
        <w:separator/>
      </w:r>
    </w:p>
  </w:footnote>
  <w:footnote w:type="continuationSeparator" w:id="0">
    <w:p w:rsidR="004206A7" w:rsidRDefault="00420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06A7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A2DD4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033EB-4B64-42E7-8B5F-14CB53B6E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2018-04-17T11:03:00Z</dcterms:created>
  <dcterms:modified xsi:type="dcterms:W3CDTF">2018-04-17T11:03:00Z</dcterms:modified>
</cp:coreProperties>
</file>