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71227D">
        <w:rPr>
          <w:rFonts w:ascii="Arial" w:hAnsi="Arial" w:cs="Arial"/>
          <w:b/>
          <w:caps/>
          <w:sz w:val="28"/>
          <w:szCs w:val="28"/>
        </w:rPr>
        <w:t>185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71227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71227D">
              <w:rPr>
                <w:rFonts w:ascii="Arial" w:hAnsi="Arial" w:cs="Arial"/>
                <w:sz w:val="20"/>
              </w:rPr>
              <w:t>Moção Comemorativa ao Dia da Empregada Doméstica, celebrado em 27 de abril.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1227D" w:rsidRPr="0071227D">
        <w:rPr>
          <w:rFonts w:ascii="Arial" w:hAnsi="Arial" w:cs="Arial"/>
        </w:rPr>
        <w:t>Moção Comemorativa ao Dia da Empregada Doméstica, celebrado em 27 de abril.</w:t>
      </w:r>
    </w:p>
    <w:p w:rsidR="0071227D" w:rsidRPr="00BF791A" w:rsidRDefault="0071227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1227D">
        <w:rPr>
          <w:rFonts w:ascii="Arial" w:hAnsi="Arial" w:cs="Arial"/>
        </w:rPr>
        <w:t xml:space="preserve">Nesta oportunidade, então, consignamos os nossos mais sinceros cumprimentos </w:t>
      </w:r>
      <w:r>
        <w:rPr>
          <w:rFonts w:ascii="Arial" w:hAnsi="Arial" w:cs="Arial"/>
        </w:rPr>
        <w:t>às</w:t>
      </w:r>
      <w:r w:rsidRPr="0071227D">
        <w:rPr>
          <w:rFonts w:ascii="Arial" w:hAnsi="Arial" w:cs="Arial"/>
        </w:rPr>
        <w:t xml:space="preserve"> profissionais da área pelo transcurso da data dedicada a importante ofício.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1227D">
        <w:rPr>
          <w:rFonts w:ascii="Arial" w:hAnsi="Arial" w:cs="Arial"/>
        </w:rPr>
        <w:t xml:space="preserve">25 de abril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227D" w:rsidRDefault="0071227D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227D" w:rsidRPr="00A34F2C" w:rsidRDefault="0071227D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1227D" w:rsidRDefault="0071227D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1227D" w:rsidRPr="00A34F2C" w:rsidRDefault="0071227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  <w:bookmarkStart w:id="0" w:name="_GoBack"/>
      <w:bookmarkEnd w:id="0"/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A20D7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843" w:rsidRDefault="00591843">
      <w:r>
        <w:separator/>
      </w:r>
    </w:p>
  </w:endnote>
  <w:endnote w:type="continuationSeparator" w:id="0">
    <w:p w:rsidR="00591843" w:rsidRDefault="0059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843" w:rsidRDefault="00591843">
      <w:r>
        <w:separator/>
      </w:r>
    </w:p>
  </w:footnote>
  <w:footnote w:type="continuationSeparator" w:id="0">
    <w:p w:rsidR="00591843" w:rsidRDefault="00591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15A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91843"/>
    <w:rsid w:val="005A01D0"/>
    <w:rsid w:val="005A03FA"/>
    <w:rsid w:val="005A3FEB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227D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F000C-3E18-493E-B11C-1E5694E7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2018-04-23T18:36:00Z</dcterms:created>
  <dcterms:modified xsi:type="dcterms:W3CDTF">2018-04-23T18:38:00Z</dcterms:modified>
</cp:coreProperties>
</file>