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45E21">
        <w:rPr>
          <w:rFonts w:ascii="Arial" w:hAnsi="Arial" w:cs="Arial"/>
          <w:b/>
          <w:caps/>
          <w:sz w:val="28"/>
          <w:szCs w:val="28"/>
        </w:rPr>
        <w:t>114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45E2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45E21">
              <w:rPr>
                <w:rFonts w:ascii="Arial" w:hAnsi="Arial" w:cs="Arial"/>
                <w:sz w:val="20"/>
                <w:szCs w:val="20"/>
              </w:rPr>
              <w:t>Reitera o Requerimento nº 46/2018, solicitando ao DER - Departamento de Estradas de Rodagem do Estado de São Paulo a construção de uma faixa elevada para a travessia de pedestres na Rodovia Nilo Máximo, na altura do nº 3770, no Jardim Santo Antonio da Boa Vista,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245E21" w:rsidRPr="00245E21">
        <w:rPr>
          <w:rFonts w:ascii="Arial" w:hAnsi="Arial" w:cs="Arial"/>
        </w:rPr>
        <w:t xml:space="preserve">ao DER - Departamento de Estradas de Rodagem do Estado de São Paulo </w:t>
      </w:r>
      <w:r w:rsidR="00245E21">
        <w:rPr>
          <w:rFonts w:ascii="Arial" w:hAnsi="Arial" w:cs="Arial"/>
        </w:rPr>
        <w:t xml:space="preserve">solicitando </w:t>
      </w:r>
      <w:r w:rsidR="00245E21" w:rsidRPr="00245E21">
        <w:rPr>
          <w:rFonts w:ascii="Arial" w:hAnsi="Arial" w:cs="Arial"/>
        </w:rPr>
        <w:t>a construção de uma faixa elevada para a travessia de pedestres na Rodovia Nilo Máximo, na altura do nº 3770, no Jardim Santo Antonio da Boa Vista, neste Município</w:t>
      </w:r>
      <w:r w:rsidR="00245E21">
        <w:rPr>
          <w:rFonts w:ascii="Arial" w:hAnsi="Arial" w:cs="Arial"/>
        </w:rPr>
        <w:t xml:space="preserve">, </w:t>
      </w:r>
      <w:r w:rsidR="00245E21" w:rsidRPr="00DE73C6">
        <w:rPr>
          <w:rFonts w:ascii="Arial" w:hAnsi="Arial" w:cs="Arial"/>
          <w:b/>
        </w:rPr>
        <w:t>em reiteração ao Requerimento nº 46/2018</w:t>
      </w:r>
      <w:r w:rsidR="00245E21" w:rsidRPr="00245E21">
        <w:rPr>
          <w:rFonts w:ascii="Arial" w:hAnsi="Arial" w:cs="Arial"/>
        </w:rPr>
        <w:t>.</w:t>
      </w:r>
    </w:p>
    <w:p w:rsidR="00245E21" w:rsidRPr="00691CF5" w:rsidRDefault="00245E21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 do local.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9E4792">
        <w:rPr>
          <w:rFonts w:ascii="Arial" w:hAnsi="Arial" w:cs="Arial"/>
        </w:rPr>
        <w:t>o DER</w:t>
      </w:r>
      <w:bookmarkStart w:id="0" w:name="_GoBack"/>
      <w:bookmarkEnd w:id="0"/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245E21" w:rsidRDefault="0070008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45E21">
        <w:rPr>
          <w:rFonts w:ascii="Arial" w:hAnsi="Arial" w:cs="Arial"/>
        </w:rPr>
        <w:t>16 de maio de 2018.</w:t>
      </w:r>
    </w:p>
    <w:p w:rsidR="00245E21" w:rsidRDefault="00245E2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45E21" w:rsidRDefault="00245E2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45E21" w:rsidRDefault="00245E2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45E21" w:rsidRPr="00A34F2C" w:rsidRDefault="00245E21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45E21" w:rsidRDefault="00245E21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245E21" w:rsidRDefault="00245E21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45E21" w:rsidRDefault="00245E2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45E21" w:rsidRDefault="00245E21" w:rsidP="00245E21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5B92FCCF">
            <wp:extent cx="5996940" cy="36042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5E21" w:rsidRPr="00245E21" w:rsidRDefault="00245E21" w:rsidP="00245E21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863F1DA">
            <wp:extent cx="5996940" cy="360426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45E21" w:rsidRPr="00245E2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375" w:rsidRDefault="00B63375">
      <w:r>
        <w:separator/>
      </w:r>
    </w:p>
  </w:endnote>
  <w:endnote w:type="continuationSeparator" w:id="0">
    <w:p w:rsidR="00B63375" w:rsidRDefault="00B63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375" w:rsidRDefault="00B63375">
      <w:r>
        <w:separator/>
      </w:r>
    </w:p>
  </w:footnote>
  <w:footnote w:type="continuationSeparator" w:id="0">
    <w:p w:rsidR="00B63375" w:rsidRDefault="00B633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45E21">
      <w:rPr>
        <w:rFonts w:ascii="Arial" w:hAnsi="Arial" w:cs="Arial"/>
        <w:b/>
        <w:sz w:val="20"/>
        <w:szCs w:val="20"/>
        <w:u w:val="single"/>
      </w:rPr>
      <w:t>114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245E21">
      <w:rPr>
        <w:rFonts w:ascii="Arial" w:hAnsi="Arial"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E479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E479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45E21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4792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63375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09C2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DE73C6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30F5B-23C5-4EE1-B0DE-E35060217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164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2018-05-14T12:29:00Z</cp:lastPrinted>
  <dcterms:created xsi:type="dcterms:W3CDTF">2018-05-14T17:58:00Z</dcterms:created>
  <dcterms:modified xsi:type="dcterms:W3CDTF">2018-05-14T17:58:00Z</dcterms:modified>
</cp:coreProperties>
</file>