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747D0">
        <w:rPr>
          <w:rFonts w:ascii="Arial" w:hAnsi="Arial" w:cs="Arial"/>
          <w:b/>
          <w:caps/>
          <w:sz w:val="28"/>
          <w:szCs w:val="28"/>
        </w:rPr>
        <w:t>1359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747D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capina e limpeza de “área verde” localizada no final da Rua Ivan Serpa, no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747D0">
        <w:rPr>
          <w:rFonts w:ascii="Arial" w:hAnsi="Arial" w:cs="Arial"/>
        </w:rPr>
        <w:t>à execução dos serviços de</w:t>
      </w:r>
      <w:r w:rsidR="003747D0" w:rsidRPr="003747D0">
        <w:rPr>
          <w:rFonts w:ascii="Arial" w:hAnsi="Arial" w:cs="Arial"/>
        </w:rPr>
        <w:t xml:space="preserve"> capina e limpeza de</w:t>
      </w:r>
      <w:r w:rsidR="003747D0">
        <w:rPr>
          <w:rFonts w:ascii="Arial" w:hAnsi="Arial" w:cs="Arial"/>
        </w:rPr>
        <w:t xml:space="preserve"> uma</w:t>
      </w:r>
      <w:r w:rsidR="003747D0" w:rsidRPr="003747D0">
        <w:rPr>
          <w:rFonts w:ascii="Arial" w:hAnsi="Arial" w:cs="Arial"/>
        </w:rPr>
        <w:t xml:space="preserve"> “área verde” localizada no final da Rua Ivan Serpa, no Bairro Villa Branca.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747D0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747D0">
        <w:rPr>
          <w:rFonts w:ascii="Arial" w:hAnsi="Arial" w:cs="Arial"/>
        </w:rPr>
        <w:t>23 de maio de 2018.</w:t>
      </w:r>
    </w:p>
    <w:p w:rsidR="003747D0" w:rsidRDefault="003747D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47D0" w:rsidRDefault="003747D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47D0" w:rsidRDefault="003747D0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47D0" w:rsidRPr="00A34F2C" w:rsidRDefault="003747D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747D0" w:rsidRDefault="003747D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3747D0" w:rsidRDefault="003747D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747D0" w:rsidRPr="00A34F2C" w:rsidRDefault="003747D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747D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C1F" w:rsidRDefault="00A27C1F">
      <w:r>
        <w:separator/>
      </w:r>
    </w:p>
  </w:endnote>
  <w:endnote w:type="continuationSeparator" w:id="0">
    <w:p w:rsidR="00A27C1F" w:rsidRDefault="00A2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C1F" w:rsidRDefault="00A27C1F">
      <w:r>
        <w:separator/>
      </w:r>
    </w:p>
  </w:footnote>
  <w:footnote w:type="continuationSeparator" w:id="0">
    <w:p w:rsidR="00A27C1F" w:rsidRDefault="00A27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49C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747D0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C1F"/>
    <w:rsid w:val="00A349C1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8F883-6D42-4630-8822-6084DA8BA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2018-05-22T13:57:00Z</cp:lastPrinted>
  <dcterms:created xsi:type="dcterms:W3CDTF">2018-05-22T13:57:00Z</dcterms:created>
  <dcterms:modified xsi:type="dcterms:W3CDTF">2018-05-22T13:58:00Z</dcterms:modified>
</cp:coreProperties>
</file>