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455B6B">
        <w:rPr>
          <w:rFonts w:ascii="Arial" w:hAnsi="Arial" w:cs="Arial"/>
          <w:b/>
          <w:caps/>
          <w:sz w:val="28"/>
          <w:szCs w:val="28"/>
        </w:rPr>
        <w:t>418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5B2FCE">
        <w:trPr>
          <w:jc w:val="center"/>
        </w:trPr>
        <w:tc>
          <w:tcPr>
            <w:tcW w:w="1063" w:type="dxa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B6793F" w:rsidP="008D7D9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Congratula </w:t>
            </w:r>
            <w:r w:rsidR="008D7D9E">
              <w:rPr>
                <w:rFonts w:ascii="Arial" w:hAnsi="Arial" w:cs="Arial"/>
                <w:sz w:val="20"/>
              </w:rPr>
              <w:t>a Senhora Maria Thereza Ferreira Cyrino, Secretária de Educação de Jacareí, pela realização de cerimônia em comemoração aos 110 anos da Biblioteca Municipal Macedo Soares, ocorrida no último dia 7 de setembro</w:t>
            </w:r>
            <w:r>
              <w:rPr>
                <w:rFonts w:ascii="Arial" w:hAnsi="Arial" w:cs="Arial"/>
                <w:sz w:val="20"/>
              </w:rPr>
              <w:t>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Pr="00BF791A" w:rsidRDefault="00A20D7F" w:rsidP="00DE4AE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6793F">
        <w:rPr>
          <w:rFonts w:ascii="Arial" w:hAnsi="Arial" w:cs="Arial"/>
        </w:rPr>
        <w:t>nossas congratulações</w:t>
      </w:r>
      <w:r w:rsidR="00B6793F" w:rsidRPr="00B6793F">
        <w:rPr>
          <w:rFonts w:ascii="Arial" w:hAnsi="Arial" w:cs="Arial"/>
        </w:rPr>
        <w:t xml:space="preserve"> </w:t>
      </w:r>
      <w:r w:rsidR="00690BE4">
        <w:rPr>
          <w:rFonts w:ascii="Arial" w:hAnsi="Arial" w:cs="Arial"/>
        </w:rPr>
        <w:t xml:space="preserve">à </w:t>
      </w:r>
      <w:r w:rsidR="00690BE4" w:rsidRPr="00690BE4">
        <w:rPr>
          <w:rFonts w:ascii="Arial" w:hAnsi="Arial" w:cs="Arial"/>
        </w:rPr>
        <w:t>Senhora Maria Thereza Ferreira Cyrino, Secretária de Educação de Jacareí, pela realização de cerimônia em comemoração aos 110 anos da Biblioteca Municipal Macedo Soares, ocorrida no último dia 7 de setembro</w:t>
      </w:r>
      <w:r w:rsidR="00B6793F">
        <w:rPr>
          <w:rFonts w:ascii="Arial" w:hAnsi="Arial" w:cs="Arial"/>
        </w:rPr>
        <w:t>.</w:t>
      </w:r>
    </w:p>
    <w:p w:rsidR="00E56A69" w:rsidRDefault="003829A7" w:rsidP="00DE4AE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Nossos especiais cumprimentos </w:t>
      </w:r>
      <w:r w:rsidR="00E56A69">
        <w:rPr>
          <w:rFonts w:ascii="Arial" w:hAnsi="Arial" w:cs="Arial"/>
        </w:rPr>
        <w:t xml:space="preserve">à Senhora Secretária </w:t>
      </w:r>
      <w:r>
        <w:rPr>
          <w:rFonts w:ascii="Arial" w:hAnsi="Arial" w:cs="Arial"/>
        </w:rPr>
        <w:t>pel</w:t>
      </w:r>
      <w:r w:rsidR="00E56A69">
        <w:rPr>
          <w:rFonts w:ascii="Arial" w:hAnsi="Arial" w:cs="Arial"/>
        </w:rPr>
        <w:t>o resgate da importância da leitura na educação das crianças</w:t>
      </w:r>
      <w:r w:rsidR="00F776E2">
        <w:rPr>
          <w:rFonts w:ascii="Arial" w:hAnsi="Arial" w:cs="Arial"/>
        </w:rPr>
        <w:t xml:space="preserve"> e adolescentes de nossa cidade</w:t>
      </w:r>
      <w:r w:rsidR="00E56A69">
        <w:rPr>
          <w:rFonts w:ascii="Arial" w:hAnsi="Arial" w:cs="Arial"/>
        </w:rPr>
        <w:t xml:space="preserve"> com o Programa “Jacareí - Cidade Leitora” e com cerimônia de comemoração dos 110 anos da Biblioteca Municipal </w:t>
      </w:r>
      <w:r w:rsidR="00301C64">
        <w:rPr>
          <w:rFonts w:ascii="Arial" w:hAnsi="Arial" w:cs="Arial"/>
        </w:rPr>
        <w:t>Macedo Soares, que contou inclusive com o descerramento de placa comemorativa marcando este momento p</w:t>
      </w:r>
      <w:bookmarkStart w:id="0" w:name="_GoBack"/>
      <w:bookmarkEnd w:id="0"/>
      <w:r w:rsidR="00301C64">
        <w:rPr>
          <w:rFonts w:ascii="Arial" w:hAnsi="Arial" w:cs="Arial"/>
        </w:rPr>
        <w:t>ara a história de Jacareí</w:t>
      </w:r>
      <w:r w:rsidR="00E56A69">
        <w:rPr>
          <w:rFonts w:ascii="Arial" w:hAnsi="Arial" w:cs="Arial"/>
        </w:rPr>
        <w:t>.</w:t>
      </w:r>
    </w:p>
    <w:p w:rsidR="009B02EB" w:rsidRDefault="009B02EB" w:rsidP="00DE4AE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Estendemos nossos cumprimentos ao Gerente de Bibliotecas Bruno </w:t>
      </w:r>
      <w:proofErr w:type="spellStart"/>
      <w:r>
        <w:rPr>
          <w:rFonts w:ascii="Arial" w:hAnsi="Arial" w:cs="Arial"/>
        </w:rPr>
        <w:t>Vilagra</w:t>
      </w:r>
      <w:proofErr w:type="spellEnd"/>
      <w:r>
        <w:rPr>
          <w:rFonts w:ascii="Arial" w:hAnsi="Arial" w:cs="Arial"/>
        </w:rPr>
        <w:t xml:space="preserve"> e </w:t>
      </w:r>
      <w:r w:rsidR="00F776E2">
        <w:rPr>
          <w:rFonts w:ascii="Arial" w:hAnsi="Arial" w:cs="Arial"/>
        </w:rPr>
        <w:t>a</w:t>
      </w:r>
      <w:r>
        <w:rPr>
          <w:rFonts w:ascii="Arial" w:hAnsi="Arial" w:cs="Arial"/>
        </w:rPr>
        <w:t>o Bibliotecário Luis Claudio Borges, que participaram deste momento histórico com o descerramento da placa oficial e, principalmente, valorizando a importância da biblioteca no desenvolvimento de nossa sociedade.</w:t>
      </w:r>
    </w:p>
    <w:p w:rsidR="00A20D7F" w:rsidRDefault="00850BAD" w:rsidP="00DE4AE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97E7B">
        <w:rPr>
          <w:rFonts w:ascii="Arial" w:hAnsi="Arial" w:cs="Arial"/>
        </w:rPr>
        <w:t>Feito este registro</w:t>
      </w:r>
      <w:r w:rsidR="00A20D7F" w:rsidRPr="00BF791A">
        <w:rPr>
          <w:rFonts w:ascii="Arial" w:hAnsi="Arial" w:cs="Arial"/>
        </w:rPr>
        <w:t xml:space="preserve">, </w:t>
      </w:r>
      <w:smartTag w:uri="schemas-houaiss/mini" w:element="verbetes">
        <w:r w:rsidR="00A20D7F" w:rsidRPr="00BF791A">
          <w:rPr>
            <w:rFonts w:ascii="Arial" w:hAnsi="Arial" w:cs="Arial"/>
          </w:rPr>
          <w:t>respeitosamente</w:t>
        </w:r>
      </w:smartTag>
      <w:r w:rsidR="00A20D7F" w:rsidRPr="00BF791A">
        <w:rPr>
          <w:rFonts w:ascii="Arial" w:hAnsi="Arial" w:cs="Arial"/>
        </w:rPr>
        <w:t xml:space="preserve"> </w:t>
      </w:r>
      <w:r w:rsidR="00A20D7F" w:rsidRPr="00BF791A">
        <w:rPr>
          <w:rFonts w:ascii="Arial" w:hAnsi="Arial" w:cs="Arial"/>
          <w:b/>
        </w:rPr>
        <w:t>REQUEREMOS</w:t>
      </w:r>
      <w:r w:rsidR="00A20D7F" w:rsidRPr="00BF791A">
        <w:rPr>
          <w:rFonts w:ascii="Arial" w:hAnsi="Arial" w:cs="Arial"/>
        </w:rPr>
        <w:t xml:space="preserve"> à </w:t>
      </w:r>
      <w:smartTag w:uri="schemas-houaiss/mini" w:element="verbetes">
        <w:r w:rsidR="00A20D7F" w:rsidRPr="00BF791A">
          <w:rPr>
            <w:rFonts w:ascii="Arial" w:hAnsi="Arial" w:cs="Arial"/>
          </w:rPr>
          <w:t>Presidência</w:t>
        </w:r>
      </w:smartTag>
      <w:r w:rsidR="00A20D7F" w:rsidRPr="00BF791A">
        <w:rPr>
          <w:rFonts w:ascii="Arial" w:hAnsi="Arial" w:cs="Arial"/>
        </w:rPr>
        <w:t xml:space="preserve"> desta </w:t>
      </w:r>
      <w:smartTag w:uri="schemas-houaiss/mini" w:element="verbetes">
        <w:r w:rsidR="00A20D7F" w:rsidRPr="00BF791A">
          <w:rPr>
            <w:rFonts w:ascii="Arial" w:hAnsi="Arial" w:cs="Arial"/>
          </w:rPr>
          <w:t>Casa</w:t>
        </w:r>
      </w:smartTag>
      <w:r w:rsidR="00A20D7F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A20D7F" w:rsidRPr="00BF791A">
          <w:rPr>
            <w:rFonts w:ascii="Arial" w:hAnsi="Arial" w:cs="Arial"/>
          </w:rPr>
          <w:t>providências</w:t>
        </w:r>
      </w:smartTag>
      <w:r w:rsidR="00A20D7F" w:rsidRPr="00BF791A">
        <w:rPr>
          <w:rFonts w:ascii="Arial" w:hAnsi="Arial" w:cs="Arial"/>
        </w:rPr>
        <w:t xml:space="preserve"> </w:t>
      </w:r>
      <w:smartTag w:uri="schemas-houaiss/mini" w:element="verbetes">
        <w:r w:rsidR="00A20D7F" w:rsidRPr="00BF791A">
          <w:rPr>
            <w:rFonts w:ascii="Arial" w:hAnsi="Arial" w:cs="Arial"/>
          </w:rPr>
          <w:t>habituais</w:t>
        </w:r>
      </w:smartTag>
      <w:r w:rsidR="00A20D7F" w:rsidRPr="00BF791A">
        <w:rPr>
          <w:rFonts w:ascii="Arial" w:hAnsi="Arial" w:cs="Arial"/>
        </w:rPr>
        <w:t xml:space="preserve"> </w:t>
      </w:r>
      <w:smartTag w:uri="schemas-houaiss/acao" w:element="dm">
        <w:r w:rsidR="00A20D7F" w:rsidRPr="00BF791A">
          <w:rPr>
            <w:rFonts w:ascii="Arial" w:hAnsi="Arial" w:cs="Arial"/>
          </w:rPr>
          <w:t>para</w:t>
        </w:r>
      </w:smartTag>
      <w:r w:rsidR="00A20D7F" w:rsidRPr="00BF791A">
        <w:rPr>
          <w:rFonts w:ascii="Arial" w:hAnsi="Arial" w:cs="Arial"/>
        </w:rPr>
        <w:t xml:space="preserve"> a </w:t>
      </w:r>
      <w:smartTag w:uri="schemas-houaiss/acao" w:element="dm">
        <w:r w:rsidR="00A20D7F" w:rsidRPr="00BF791A">
          <w:rPr>
            <w:rFonts w:ascii="Arial" w:hAnsi="Arial" w:cs="Arial"/>
          </w:rPr>
          <w:t>divulgação</w:t>
        </w:r>
      </w:smartTag>
      <w:r w:rsidR="00A20D7F" w:rsidRPr="00BF791A">
        <w:rPr>
          <w:rFonts w:ascii="Arial" w:hAnsi="Arial" w:cs="Arial"/>
        </w:rPr>
        <w:t xml:space="preserve"> da </w:t>
      </w:r>
      <w:smartTag w:uri="schemas-houaiss/acao" w:element="dm">
        <w:r w:rsidR="00A20D7F" w:rsidRPr="00BF791A">
          <w:rPr>
            <w:rFonts w:ascii="Arial" w:hAnsi="Arial" w:cs="Arial"/>
          </w:rPr>
          <w:t>presente</w:t>
        </w:r>
      </w:smartTag>
      <w:r w:rsidR="00A20D7F" w:rsidRPr="00BF791A">
        <w:rPr>
          <w:rFonts w:ascii="Arial" w:hAnsi="Arial" w:cs="Arial"/>
        </w:rPr>
        <w:t xml:space="preserve"> manifestação.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55B6B">
        <w:rPr>
          <w:rFonts w:ascii="Arial" w:hAnsi="Arial" w:cs="Arial"/>
        </w:rPr>
        <w:t>1</w:t>
      </w:r>
      <w:r w:rsidR="00110ECB">
        <w:rPr>
          <w:rFonts w:ascii="Arial" w:hAnsi="Arial" w:cs="Arial"/>
        </w:rPr>
        <w:t>2</w:t>
      </w:r>
      <w:r w:rsidR="00B6793F">
        <w:rPr>
          <w:rFonts w:ascii="Arial" w:hAnsi="Arial" w:cs="Arial"/>
        </w:rPr>
        <w:t xml:space="preserve"> de </w:t>
      </w:r>
      <w:r w:rsidR="00455B6B">
        <w:rPr>
          <w:rFonts w:ascii="Arial" w:hAnsi="Arial" w:cs="Arial"/>
        </w:rPr>
        <w:t>setembro</w:t>
      </w:r>
      <w:r w:rsidR="00B6793F">
        <w:rPr>
          <w:rFonts w:ascii="Arial" w:hAnsi="Arial" w:cs="Arial"/>
        </w:rPr>
        <w:t xml:space="preserve">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8742C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56A69" w:rsidRDefault="00E56A69" w:rsidP="008742C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6793F" w:rsidRDefault="00B6793F" w:rsidP="008742C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6793F" w:rsidRPr="00A34F2C" w:rsidRDefault="00B6793F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B6793F" w:rsidRPr="00A34F2C" w:rsidRDefault="00B6793F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sectPr w:rsidR="00B6793F" w:rsidRPr="00A34F2C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C66" w:rsidRDefault="00BC6C66">
      <w:r>
        <w:separator/>
      </w:r>
    </w:p>
  </w:endnote>
  <w:endnote w:type="continuationSeparator" w:id="0">
    <w:p w:rsidR="00BC6C66" w:rsidRDefault="00BC6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C66" w:rsidRDefault="00BC6C66">
      <w:r>
        <w:separator/>
      </w:r>
    </w:p>
  </w:footnote>
  <w:footnote w:type="continuationSeparator" w:id="0">
    <w:p w:rsidR="00BC6C66" w:rsidRDefault="00BC6C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B02EB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3CB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B2F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B2F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1D0"/>
    <w:rsid w:val="00012789"/>
    <w:rsid w:val="00024BEC"/>
    <w:rsid w:val="00024FD3"/>
    <w:rsid w:val="00027255"/>
    <w:rsid w:val="00036679"/>
    <w:rsid w:val="00056288"/>
    <w:rsid w:val="00062139"/>
    <w:rsid w:val="00067512"/>
    <w:rsid w:val="00090322"/>
    <w:rsid w:val="00092B05"/>
    <w:rsid w:val="00094490"/>
    <w:rsid w:val="000958D5"/>
    <w:rsid w:val="00097CAE"/>
    <w:rsid w:val="000A1267"/>
    <w:rsid w:val="000D0C73"/>
    <w:rsid w:val="000E3226"/>
    <w:rsid w:val="000F0EC7"/>
    <w:rsid w:val="000F6251"/>
    <w:rsid w:val="001066A0"/>
    <w:rsid w:val="00106F15"/>
    <w:rsid w:val="00110ECB"/>
    <w:rsid w:val="00115AE1"/>
    <w:rsid w:val="00124590"/>
    <w:rsid w:val="001252B2"/>
    <w:rsid w:val="0014591F"/>
    <w:rsid w:val="00150EE2"/>
    <w:rsid w:val="0015292A"/>
    <w:rsid w:val="00172E81"/>
    <w:rsid w:val="00181CD2"/>
    <w:rsid w:val="001A09F2"/>
    <w:rsid w:val="001B0773"/>
    <w:rsid w:val="001B7D74"/>
    <w:rsid w:val="001C1BDB"/>
    <w:rsid w:val="001C22CC"/>
    <w:rsid w:val="001F13C3"/>
    <w:rsid w:val="00204ED7"/>
    <w:rsid w:val="00230859"/>
    <w:rsid w:val="002317C9"/>
    <w:rsid w:val="00253C82"/>
    <w:rsid w:val="00276D56"/>
    <w:rsid w:val="002A2F9D"/>
    <w:rsid w:val="002A7434"/>
    <w:rsid w:val="002B62D0"/>
    <w:rsid w:val="002C4B2B"/>
    <w:rsid w:val="002C5C70"/>
    <w:rsid w:val="002D3D9E"/>
    <w:rsid w:val="002F02DB"/>
    <w:rsid w:val="002F4D2D"/>
    <w:rsid w:val="0030168E"/>
    <w:rsid w:val="00301C64"/>
    <w:rsid w:val="00317C1A"/>
    <w:rsid w:val="003222F2"/>
    <w:rsid w:val="00323F0F"/>
    <w:rsid w:val="003411CE"/>
    <w:rsid w:val="00347826"/>
    <w:rsid w:val="00347D5E"/>
    <w:rsid w:val="00365C10"/>
    <w:rsid w:val="00375BA6"/>
    <w:rsid w:val="00376C4B"/>
    <w:rsid w:val="00381797"/>
    <w:rsid w:val="003829A7"/>
    <w:rsid w:val="003848C4"/>
    <w:rsid w:val="00397FF3"/>
    <w:rsid w:val="003A2C16"/>
    <w:rsid w:val="003A77BE"/>
    <w:rsid w:val="003B495F"/>
    <w:rsid w:val="003C2292"/>
    <w:rsid w:val="003C501F"/>
    <w:rsid w:val="003C5C5A"/>
    <w:rsid w:val="003D2808"/>
    <w:rsid w:val="003E188F"/>
    <w:rsid w:val="003F348C"/>
    <w:rsid w:val="003F7497"/>
    <w:rsid w:val="00400998"/>
    <w:rsid w:val="00403B07"/>
    <w:rsid w:val="00412795"/>
    <w:rsid w:val="0042192C"/>
    <w:rsid w:val="00424855"/>
    <w:rsid w:val="004315A6"/>
    <w:rsid w:val="00435E2B"/>
    <w:rsid w:val="00455B6B"/>
    <w:rsid w:val="00487D64"/>
    <w:rsid w:val="00493115"/>
    <w:rsid w:val="004951FE"/>
    <w:rsid w:val="004C2C30"/>
    <w:rsid w:val="004C6C78"/>
    <w:rsid w:val="004E06ED"/>
    <w:rsid w:val="004E2EAA"/>
    <w:rsid w:val="004E46DA"/>
    <w:rsid w:val="004F39E9"/>
    <w:rsid w:val="004F690D"/>
    <w:rsid w:val="004F6A11"/>
    <w:rsid w:val="00505357"/>
    <w:rsid w:val="00505FD8"/>
    <w:rsid w:val="00524669"/>
    <w:rsid w:val="00533862"/>
    <w:rsid w:val="00554E3F"/>
    <w:rsid w:val="00563875"/>
    <w:rsid w:val="00564368"/>
    <w:rsid w:val="0057156E"/>
    <w:rsid w:val="0058109A"/>
    <w:rsid w:val="005868AE"/>
    <w:rsid w:val="005A01D0"/>
    <w:rsid w:val="005A03FA"/>
    <w:rsid w:val="005B2FCE"/>
    <w:rsid w:val="005B3D21"/>
    <w:rsid w:val="005C3938"/>
    <w:rsid w:val="005D702D"/>
    <w:rsid w:val="005E138D"/>
    <w:rsid w:val="005F665B"/>
    <w:rsid w:val="00623512"/>
    <w:rsid w:val="00624472"/>
    <w:rsid w:val="006365C6"/>
    <w:rsid w:val="006426AE"/>
    <w:rsid w:val="00656268"/>
    <w:rsid w:val="00674F7D"/>
    <w:rsid w:val="00681021"/>
    <w:rsid w:val="00682E6E"/>
    <w:rsid w:val="00690BE4"/>
    <w:rsid w:val="00691853"/>
    <w:rsid w:val="00691CF5"/>
    <w:rsid w:val="00691E3B"/>
    <w:rsid w:val="0069312F"/>
    <w:rsid w:val="006954AB"/>
    <w:rsid w:val="006A370D"/>
    <w:rsid w:val="006A65BA"/>
    <w:rsid w:val="006B0B8E"/>
    <w:rsid w:val="006B2D1E"/>
    <w:rsid w:val="006C59BC"/>
    <w:rsid w:val="006D32F3"/>
    <w:rsid w:val="006D6F7D"/>
    <w:rsid w:val="006E2B22"/>
    <w:rsid w:val="006E55D3"/>
    <w:rsid w:val="006E7E66"/>
    <w:rsid w:val="006F4E64"/>
    <w:rsid w:val="006F7B0A"/>
    <w:rsid w:val="00712E24"/>
    <w:rsid w:val="007140EE"/>
    <w:rsid w:val="00715F74"/>
    <w:rsid w:val="00725E66"/>
    <w:rsid w:val="00727CDB"/>
    <w:rsid w:val="0073407F"/>
    <w:rsid w:val="00764F20"/>
    <w:rsid w:val="007678E7"/>
    <w:rsid w:val="00775A1B"/>
    <w:rsid w:val="007838DC"/>
    <w:rsid w:val="00790911"/>
    <w:rsid w:val="007D39FD"/>
    <w:rsid w:val="007E3F69"/>
    <w:rsid w:val="007F75CA"/>
    <w:rsid w:val="0080197E"/>
    <w:rsid w:val="008076AB"/>
    <w:rsid w:val="00820C13"/>
    <w:rsid w:val="00833E7C"/>
    <w:rsid w:val="0083432F"/>
    <w:rsid w:val="008474F2"/>
    <w:rsid w:val="00847F3C"/>
    <w:rsid w:val="00850BAD"/>
    <w:rsid w:val="00870972"/>
    <w:rsid w:val="00873EFC"/>
    <w:rsid w:val="008742CA"/>
    <w:rsid w:val="00877E50"/>
    <w:rsid w:val="00887237"/>
    <w:rsid w:val="008909A4"/>
    <w:rsid w:val="008A0EB2"/>
    <w:rsid w:val="008B6F2E"/>
    <w:rsid w:val="008C33AB"/>
    <w:rsid w:val="008C51CC"/>
    <w:rsid w:val="008D41F4"/>
    <w:rsid w:val="008D7D9E"/>
    <w:rsid w:val="009067C9"/>
    <w:rsid w:val="00915E83"/>
    <w:rsid w:val="0092030C"/>
    <w:rsid w:val="00922964"/>
    <w:rsid w:val="009411AA"/>
    <w:rsid w:val="0097006E"/>
    <w:rsid w:val="00972754"/>
    <w:rsid w:val="00973CBB"/>
    <w:rsid w:val="009768E6"/>
    <w:rsid w:val="00981833"/>
    <w:rsid w:val="0099788B"/>
    <w:rsid w:val="009A2ABD"/>
    <w:rsid w:val="009A7567"/>
    <w:rsid w:val="009B02EB"/>
    <w:rsid w:val="009B207E"/>
    <w:rsid w:val="009B2741"/>
    <w:rsid w:val="009B32F8"/>
    <w:rsid w:val="009D0F6E"/>
    <w:rsid w:val="009D283D"/>
    <w:rsid w:val="009D50D4"/>
    <w:rsid w:val="009D512F"/>
    <w:rsid w:val="009E1F05"/>
    <w:rsid w:val="009E690E"/>
    <w:rsid w:val="009E6B3F"/>
    <w:rsid w:val="00A20D7F"/>
    <w:rsid w:val="00A21A8C"/>
    <w:rsid w:val="00A2694A"/>
    <w:rsid w:val="00A31F55"/>
    <w:rsid w:val="00A349F1"/>
    <w:rsid w:val="00A46B01"/>
    <w:rsid w:val="00A56FE8"/>
    <w:rsid w:val="00A90AFC"/>
    <w:rsid w:val="00A92CB9"/>
    <w:rsid w:val="00A978BC"/>
    <w:rsid w:val="00AB3F96"/>
    <w:rsid w:val="00AC24F9"/>
    <w:rsid w:val="00AC712C"/>
    <w:rsid w:val="00AD4B3A"/>
    <w:rsid w:val="00AD6B47"/>
    <w:rsid w:val="00AF6F90"/>
    <w:rsid w:val="00B0009C"/>
    <w:rsid w:val="00B10E9F"/>
    <w:rsid w:val="00B23B44"/>
    <w:rsid w:val="00B353DF"/>
    <w:rsid w:val="00B52DEF"/>
    <w:rsid w:val="00B57E0F"/>
    <w:rsid w:val="00B61A30"/>
    <w:rsid w:val="00B6793F"/>
    <w:rsid w:val="00B7007F"/>
    <w:rsid w:val="00B75CEF"/>
    <w:rsid w:val="00BA1565"/>
    <w:rsid w:val="00BB3F3E"/>
    <w:rsid w:val="00BB605B"/>
    <w:rsid w:val="00BB6D4F"/>
    <w:rsid w:val="00BC44DF"/>
    <w:rsid w:val="00BC4CD1"/>
    <w:rsid w:val="00BC6C66"/>
    <w:rsid w:val="00BD1F36"/>
    <w:rsid w:val="00BD3C47"/>
    <w:rsid w:val="00BE1B39"/>
    <w:rsid w:val="00BF791A"/>
    <w:rsid w:val="00C0419D"/>
    <w:rsid w:val="00C06926"/>
    <w:rsid w:val="00C06BEA"/>
    <w:rsid w:val="00C11E41"/>
    <w:rsid w:val="00C36E68"/>
    <w:rsid w:val="00C42806"/>
    <w:rsid w:val="00C44D39"/>
    <w:rsid w:val="00C45509"/>
    <w:rsid w:val="00C46933"/>
    <w:rsid w:val="00C622F3"/>
    <w:rsid w:val="00C6248C"/>
    <w:rsid w:val="00C6540E"/>
    <w:rsid w:val="00C76263"/>
    <w:rsid w:val="00CA423A"/>
    <w:rsid w:val="00CA67CA"/>
    <w:rsid w:val="00CA759E"/>
    <w:rsid w:val="00CB168F"/>
    <w:rsid w:val="00CB2BAB"/>
    <w:rsid w:val="00CB562C"/>
    <w:rsid w:val="00CF31DE"/>
    <w:rsid w:val="00D14EB1"/>
    <w:rsid w:val="00D16CA1"/>
    <w:rsid w:val="00D2072E"/>
    <w:rsid w:val="00D21BDC"/>
    <w:rsid w:val="00D233C7"/>
    <w:rsid w:val="00D507D5"/>
    <w:rsid w:val="00D5430F"/>
    <w:rsid w:val="00D564F1"/>
    <w:rsid w:val="00D65F27"/>
    <w:rsid w:val="00D70009"/>
    <w:rsid w:val="00D8365B"/>
    <w:rsid w:val="00DB23E5"/>
    <w:rsid w:val="00DB48F6"/>
    <w:rsid w:val="00DB64B9"/>
    <w:rsid w:val="00DE4AE3"/>
    <w:rsid w:val="00DE50DD"/>
    <w:rsid w:val="00E0249F"/>
    <w:rsid w:val="00E07978"/>
    <w:rsid w:val="00E11F92"/>
    <w:rsid w:val="00E128A2"/>
    <w:rsid w:val="00E14F37"/>
    <w:rsid w:val="00E3022D"/>
    <w:rsid w:val="00E56A69"/>
    <w:rsid w:val="00E65B82"/>
    <w:rsid w:val="00E66CFD"/>
    <w:rsid w:val="00E721EC"/>
    <w:rsid w:val="00E83905"/>
    <w:rsid w:val="00E86C30"/>
    <w:rsid w:val="00E90791"/>
    <w:rsid w:val="00E90C30"/>
    <w:rsid w:val="00EA7084"/>
    <w:rsid w:val="00EB04D6"/>
    <w:rsid w:val="00EB0ECA"/>
    <w:rsid w:val="00EB78D2"/>
    <w:rsid w:val="00ED2065"/>
    <w:rsid w:val="00EF3306"/>
    <w:rsid w:val="00F27895"/>
    <w:rsid w:val="00F420E5"/>
    <w:rsid w:val="00F4589B"/>
    <w:rsid w:val="00F5150F"/>
    <w:rsid w:val="00F535E7"/>
    <w:rsid w:val="00F561E0"/>
    <w:rsid w:val="00F65C85"/>
    <w:rsid w:val="00F729FF"/>
    <w:rsid w:val="00F73DA3"/>
    <w:rsid w:val="00F75C78"/>
    <w:rsid w:val="00F776E2"/>
    <w:rsid w:val="00FA3CFC"/>
    <w:rsid w:val="00FB00FA"/>
    <w:rsid w:val="00FC1C13"/>
    <w:rsid w:val="00FD2835"/>
    <w:rsid w:val="00FE28F8"/>
    <w:rsid w:val="00FE3B6B"/>
    <w:rsid w:val="00FE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1D070-DDFA-43B1-AD39-0622447CA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244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2018-09-11T12:02:00Z</cp:lastPrinted>
  <dcterms:created xsi:type="dcterms:W3CDTF">2018-09-11T11:29:00Z</dcterms:created>
  <dcterms:modified xsi:type="dcterms:W3CDTF">2018-09-11T12:02:00Z</dcterms:modified>
</cp:coreProperties>
</file>