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1801A9">
        <w:rPr>
          <w:rFonts w:ascii="Arial" w:hAnsi="Arial" w:cs="Arial"/>
          <w:b/>
          <w:caps/>
          <w:sz w:val="28"/>
          <w:szCs w:val="28"/>
        </w:rPr>
        <w:t>967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1801A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801A9">
              <w:rPr>
                <w:rFonts w:ascii="Arial" w:hAnsi="Arial" w:cs="Arial"/>
                <w:sz w:val="20"/>
                <w:szCs w:val="20"/>
              </w:rPr>
              <w:t xml:space="preserve">reparos na pavimentação asfáltica da Rotatória </w:t>
            </w:r>
            <w:proofErr w:type="spellStart"/>
            <w:r w:rsidR="001801A9">
              <w:rPr>
                <w:rFonts w:ascii="Arial" w:hAnsi="Arial" w:cs="Arial"/>
                <w:sz w:val="20"/>
                <w:szCs w:val="20"/>
              </w:rPr>
              <w:t>Isérnia</w:t>
            </w:r>
            <w:proofErr w:type="spellEnd"/>
            <w:r w:rsidR="001801A9">
              <w:rPr>
                <w:rFonts w:ascii="Arial" w:hAnsi="Arial" w:cs="Arial"/>
                <w:sz w:val="20"/>
                <w:szCs w:val="20"/>
              </w:rPr>
              <w:t>, situada no Residencial Santa Paula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9E2AB1">
        <w:rPr>
          <w:rFonts w:ascii="Arial" w:hAnsi="Arial" w:cs="Arial"/>
        </w:rPr>
        <w:t xml:space="preserve">execução de </w:t>
      </w:r>
      <w:r w:rsidR="009E2AB1" w:rsidRPr="009E2AB1">
        <w:rPr>
          <w:rFonts w:ascii="Arial" w:hAnsi="Arial" w:cs="Arial"/>
        </w:rPr>
        <w:t xml:space="preserve">reparos na pavimentação asfáltica da Rotatória </w:t>
      </w:r>
      <w:proofErr w:type="spellStart"/>
      <w:r w:rsidR="009E2AB1" w:rsidRPr="009E2AB1">
        <w:rPr>
          <w:rFonts w:ascii="Arial" w:hAnsi="Arial" w:cs="Arial"/>
        </w:rPr>
        <w:t>Isérnia</w:t>
      </w:r>
      <w:proofErr w:type="spellEnd"/>
      <w:r w:rsidR="009E2AB1" w:rsidRPr="009E2AB1">
        <w:rPr>
          <w:rFonts w:ascii="Arial" w:hAnsi="Arial" w:cs="Arial"/>
        </w:rPr>
        <w:t>, situada no Residencial Santa Paula</w:t>
      </w:r>
      <w:r w:rsidR="00BA342B">
        <w:rPr>
          <w:rFonts w:ascii="Arial" w:hAnsi="Arial" w:cs="Arial"/>
        </w:rPr>
        <w:t>.</w:t>
      </w:r>
    </w:p>
    <w:p w:rsidR="009B6233" w:rsidRDefault="00127C4D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27C4D">
        <w:rPr>
          <w:rFonts w:ascii="Arial" w:hAnsi="Arial" w:cs="Arial"/>
        </w:rPr>
        <w:t xml:space="preserve">O pedido se justifica, pois, </w:t>
      </w:r>
      <w:r w:rsidR="00DA5006">
        <w:rPr>
          <w:rFonts w:ascii="Arial" w:hAnsi="Arial" w:cs="Arial"/>
        </w:rPr>
        <w:t>há n</w:t>
      </w:r>
      <w:r w:rsidRPr="00127C4D">
        <w:rPr>
          <w:rFonts w:ascii="Arial" w:hAnsi="Arial" w:cs="Arial"/>
        </w:rPr>
        <w:t xml:space="preserve">o local </w:t>
      </w:r>
      <w:r>
        <w:rPr>
          <w:rFonts w:ascii="Arial" w:hAnsi="Arial" w:cs="Arial"/>
        </w:rPr>
        <w:t xml:space="preserve">um </w:t>
      </w:r>
      <w:r w:rsidRPr="00127C4D">
        <w:rPr>
          <w:rFonts w:ascii="Arial" w:hAnsi="Arial" w:cs="Arial"/>
        </w:rPr>
        <w:t xml:space="preserve">buraco </w:t>
      </w:r>
      <w:r>
        <w:rPr>
          <w:rFonts w:ascii="Arial" w:hAnsi="Arial" w:cs="Arial"/>
        </w:rPr>
        <w:t xml:space="preserve">muito </w:t>
      </w:r>
      <w:r w:rsidRPr="00127C4D">
        <w:rPr>
          <w:rFonts w:ascii="Arial" w:hAnsi="Arial" w:cs="Arial"/>
        </w:rPr>
        <w:t xml:space="preserve">grande, </w:t>
      </w:r>
      <w:r>
        <w:rPr>
          <w:rFonts w:ascii="Arial" w:hAnsi="Arial" w:cs="Arial"/>
        </w:rPr>
        <w:t xml:space="preserve">que acumula </w:t>
      </w:r>
      <w:r w:rsidRPr="00127C4D">
        <w:rPr>
          <w:rFonts w:ascii="Arial" w:hAnsi="Arial" w:cs="Arial"/>
        </w:rPr>
        <w:t>água parada e dificulta a passagem d</w:t>
      </w:r>
      <w:r w:rsidR="00DA5006">
        <w:rPr>
          <w:rFonts w:ascii="Arial" w:hAnsi="Arial" w:cs="Arial"/>
        </w:rPr>
        <w:t>os</w:t>
      </w:r>
      <w:r w:rsidRPr="00127C4D">
        <w:rPr>
          <w:rFonts w:ascii="Arial" w:hAnsi="Arial" w:cs="Arial"/>
        </w:rPr>
        <w:t xml:space="preserve"> veículos</w:t>
      </w:r>
      <w:r w:rsidR="009B6233" w:rsidRPr="009B6233">
        <w:rPr>
          <w:rFonts w:ascii="Arial" w:hAnsi="Arial" w:cs="Arial"/>
        </w:rPr>
        <w:t>. Foto</w:t>
      </w:r>
      <w:r>
        <w:rPr>
          <w:rFonts w:ascii="Arial" w:hAnsi="Arial" w:cs="Arial"/>
        </w:rPr>
        <w:t>s</w:t>
      </w:r>
      <w:r w:rsidR="009B6233" w:rsidRPr="009B6233">
        <w:rPr>
          <w:rFonts w:ascii="Arial" w:hAnsi="Arial" w:cs="Arial"/>
        </w:rPr>
        <w:t xml:space="preserve"> em anexo</w:t>
      </w:r>
      <w:r w:rsidR="009B6233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27C4D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de </w:t>
      </w:r>
      <w:r w:rsidR="004F519E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152FF1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C006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C006C7" w:rsidRDefault="00C006C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944E9" w:rsidRPr="003944E9" w:rsidRDefault="007459BD" w:rsidP="00222F1F">
      <w:pPr>
        <w:jc w:val="center"/>
        <w:rPr>
          <w:rFonts w:ascii="Arial" w:hAnsi="Arial" w:cs="Arial"/>
          <w:sz w:val="14"/>
          <w:szCs w:val="14"/>
        </w:rPr>
      </w:pPr>
      <w:bookmarkStart w:id="0" w:name="_GoBack"/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5.25pt;height:207.75pt">
            <v:imagedata r:id="rId8" o:title="IMG_0002"/>
          </v:shape>
        </w:pict>
      </w:r>
      <w:bookmarkEnd w:id="0"/>
    </w:p>
    <w:p w:rsidR="003944E9" w:rsidRPr="003944E9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3944E9" w:rsidRPr="003944E9" w:rsidRDefault="007459BD" w:rsidP="00222F1F">
      <w:pPr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pict>
          <v:shape id="_x0000_i1026" type="#_x0000_t75" style="width:275.25pt;height:207.75pt">
            <v:imagedata r:id="rId9" o:title="IMG_0004"/>
          </v:shape>
        </w:pict>
      </w:r>
    </w:p>
    <w:p w:rsidR="003944E9" w:rsidRPr="00DA5006" w:rsidRDefault="003944E9" w:rsidP="00222F1F">
      <w:pPr>
        <w:jc w:val="center"/>
        <w:rPr>
          <w:rFonts w:ascii="Arial" w:hAnsi="Arial" w:cs="Arial"/>
          <w:sz w:val="14"/>
          <w:szCs w:val="14"/>
        </w:rPr>
      </w:pPr>
    </w:p>
    <w:p w:rsidR="00DA5006" w:rsidRDefault="007459BD" w:rsidP="00222F1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7" type="#_x0000_t75" style="width:275.25pt;height:207.75pt">
            <v:imagedata r:id="rId10" o:title="IMG_0003"/>
          </v:shape>
        </w:pict>
      </w:r>
    </w:p>
    <w:sectPr w:rsidR="00DA500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A87" w:rsidRDefault="006A6A87">
      <w:r>
        <w:separator/>
      </w:r>
    </w:p>
  </w:endnote>
  <w:endnote w:type="continuationSeparator" w:id="0">
    <w:p w:rsidR="006A6A87" w:rsidRDefault="006A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A87" w:rsidRDefault="006A6A87">
      <w:r>
        <w:separator/>
      </w:r>
    </w:p>
  </w:footnote>
  <w:footnote w:type="continuationSeparator" w:id="0">
    <w:p w:rsidR="006A6A87" w:rsidRDefault="006A6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</w:t>
    </w:r>
    <w:r w:rsidR="00DA5006">
      <w:rPr>
        <w:rFonts w:ascii="Arial" w:hAnsi="Arial" w:cs="Arial"/>
        <w:b/>
        <w:sz w:val="20"/>
        <w:szCs w:val="20"/>
        <w:u w:val="single"/>
      </w:rPr>
      <w:t>967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006C7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59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59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3AE"/>
    <w:rsid w:val="000272AF"/>
    <w:rsid w:val="0002757B"/>
    <w:rsid w:val="00034A23"/>
    <w:rsid w:val="00035641"/>
    <w:rsid w:val="00035EB6"/>
    <w:rsid w:val="00037AC7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2577"/>
    <w:rsid w:val="00070E0E"/>
    <w:rsid w:val="00070E30"/>
    <w:rsid w:val="000804BA"/>
    <w:rsid w:val="0008097C"/>
    <w:rsid w:val="00080D27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13CB"/>
    <w:rsid w:val="00115EBB"/>
    <w:rsid w:val="00117261"/>
    <w:rsid w:val="0012042E"/>
    <w:rsid w:val="00125671"/>
    <w:rsid w:val="00127C4D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2FF1"/>
    <w:rsid w:val="00153570"/>
    <w:rsid w:val="00153BA6"/>
    <w:rsid w:val="00153E39"/>
    <w:rsid w:val="00155C06"/>
    <w:rsid w:val="00156879"/>
    <w:rsid w:val="00157999"/>
    <w:rsid w:val="001602B8"/>
    <w:rsid w:val="00162CDC"/>
    <w:rsid w:val="00164090"/>
    <w:rsid w:val="00164D21"/>
    <w:rsid w:val="00166B11"/>
    <w:rsid w:val="00167FC2"/>
    <w:rsid w:val="00170E9B"/>
    <w:rsid w:val="00172E81"/>
    <w:rsid w:val="00173A21"/>
    <w:rsid w:val="00174EED"/>
    <w:rsid w:val="001801A9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21C0"/>
    <w:rsid w:val="001C50BF"/>
    <w:rsid w:val="001D0672"/>
    <w:rsid w:val="001D3040"/>
    <w:rsid w:val="001D3428"/>
    <w:rsid w:val="001E2E0F"/>
    <w:rsid w:val="001E6C34"/>
    <w:rsid w:val="001F08B3"/>
    <w:rsid w:val="001F13C3"/>
    <w:rsid w:val="001F25C5"/>
    <w:rsid w:val="001F4FF1"/>
    <w:rsid w:val="001F57F9"/>
    <w:rsid w:val="001F67DB"/>
    <w:rsid w:val="001F793F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2188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4B2B"/>
    <w:rsid w:val="002C5C70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447B"/>
    <w:rsid w:val="0033510E"/>
    <w:rsid w:val="00335AD0"/>
    <w:rsid w:val="00335AE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44E9"/>
    <w:rsid w:val="00397FF3"/>
    <w:rsid w:val="003A076A"/>
    <w:rsid w:val="003A0B3A"/>
    <w:rsid w:val="003A2105"/>
    <w:rsid w:val="003A5376"/>
    <w:rsid w:val="003A77BE"/>
    <w:rsid w:val="003B2160"/>
    <w:rsid w:val="003B3E32"/>
    <w:rsid w:val="003B414B"/>
    <w:rsid w:val="003B4274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546A"/>
    <w:rsid w:val="003F7896"/>
    <w:rsid w:val="00404FAF"/>
    <w:rsid w:val="004062E0"/>
    <w:rsid w:val="00411C57"/>
    <w:rsid w:val="00412795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2BBC"/>
    <w:rsid w:val="004F34E7"/>
    <w:rsid w:val="004F39E9"/>
    <w:rsid w:val="004F519E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B98"/>
    <w:rsid w:val="00545C21"/>
    <w:rsid w:val="00546C4E"/>
    <w:rsid w:val="00550ECD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092B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2EC1"/>
    <w:rsid w:val="0061377C"/>
    <w:rsid w:val="00614BE8"/>
    <w:rsid w:val="006208A5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64DEF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A6A87"/>
    <w:rsid w:val="006B0377"/>
    <w:rsid w:val="006B0B8E"/>
    <w:rsid w:val="006B42B9"/>
    <w:rsid w:val="006B5513"/>
    <w:rsid w:val="006C2F5C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0776A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59BD"/>
    <w:rsid w:val="0074632A"/>
    <w:rsid w:val="0075015D"/>
    <w:rsid w:val="00755112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F69"/>
    <w:rsid w:val="007F23F3"/>
    <w:rsid w:val="007F660B"/>
    <w:rsid w:val="007F6D75"/>
    <w:rsid w:val="007F75CA"/>
    <w:rsid w:val="0080197E"/>
    <w:rsid w:val="00807B53"/>
    <w:rsid w:val="00812838"/>
    <w:rsid w:val="00813CC1"/>
    <w:rsid w:val="00813FA4"/>
    <w:rsid w:val="00814530"/>
    <w:rsid w:val="00815524"/>
    <w:rsid w:val="008159C4"/>
    <w:rsid w:val="00815DAF"/>
    <w:rsid w:val="00817CB7"/>
    <w:rsid w:val="00820C13"/>
    <w:rsid w:val="00823433"/>
    <w:rsid w:val="00823665"/>
    <w:rsid w:val="0082486C"/>
    <w:rsid w:val="00826C49"/>
    <w:rsid w:val="00826CDF"/>
    <w:rsid w:val="0083132A"/>
    <w:rsid w:val="0083331A"/>
    <w:rsid w:val="00833E7C"/>
    <w:rsid w:val="00835C7D"/>
    <w:rsid w:val="00840BD6"/>
    <w:rsid w:val="00842ACE"/>
    <w:rsid w:val="00845CAD"/>
    <w:rsid w:val="008474F2"/>
    <w:rsid w:val="008501AD"/>
    <w:rsid w:val="008508AB"/>
    <w:rsid w:val="00851B70"/>
    <w:rsid w:val="00852C9C"/>
    <w:rsid w:val="00853EE5"/>
    <w:rsid w:val="0085471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83C34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B5CEA"/>
    <w:rsid w:val="009B6233"/>
    <w:rsid w:val="009C0BF1"/>
    <w:rsid w:val="009C2740"/>
    <w:rsid w:val="009C4823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2AB1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2E4D"/>
    <w:rsid w:val="00A349F1"/>
    <w:rsid w:val="00A34D36"/>
    <w:rsid w:val="00A4321C"/>
    <w:rsid w:val="00A44145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B47"/>
    <w:rsid w:val="00AE0341"/>
    <w:rsid w:val="00AE4130"/>
    <w:rsid w:val="00AE751B"/>
    <w:rsid w:val="00B02C6C"/>
    <w:rsid w:val="00B10E9F"/>
    <w:rsid w:val="00B12CBE"/>
    <w:rsid w:val="00B13A33"/>
    <w:rsid w:val="00B1656F"/>
    <w:rsid w:val="00B2108A"/>
    <w:rsid w:val="00B30CC9"/>
    <w:rsid w:val="00B4723C"/>
    <w:rsid w:val="00B51895"/>
    <w:rsid w:val="00B54EDE"/>
    <w:rsid w:val="00B55645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06C7"/>
    <w:rsid w:val="00C06926"/>
    <w:rsid w:val="00C06BEA"/>
    <w:rsid w:val="00C17D1E"/>
    <w:rsid w:val="00C204D0"/>
    <w:rsid w:val="00C2213C"/>
    <w:rsid w:val="00C24C1A"/>
    <w:rsid w:val="00C25D1F"/>
    <w:rsid w:val="00C26B27"/>
    <w:rsid w:val="00C30767"/>
    <w:rsid w:val="00C32248"/>
    <w:rsid w:val="00C35D37"/>
    <w:rsid w:val="00C36C72"/>
    <w:rsid w:val="00C36E68"/>
    <w:rsid w:val="00C4038B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6935"/>
    <w:rsid w:val="00D969C5"/>
    <w:rsid w:val="00D97A97"/>
    <w:rsid w:val="00DA4235"/>
    <w:rsid w:val="00DA5006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0DC4"/>
    <w:rsid w:val="00DD3523"/>
    <w:rsid w:val="00DD7FB0"/>
    <w:rsid w:val="00DE1546"/>
    <w:rsid w:val="00DE50DD"/>
    <w:rsid w:val="00DE60A5"/>
    <w:rsid w:val="00DE6165"/>
    <w:rsid w:val="00DF2529"/>
    <w:rsid w:val="00DF3B11"/>
    <w:rsid w:val="00E0249F"/>
    <w:rsid w:val="00E03C4C"/>
    <w:rsid w:val="00E03F1C"/>
    <w:rsid w:val="00E044E3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B04D6"/>
    <w:rsid w:val="00EB11B5"/>
    <w:rsid w:val="00EB14E7"/>
    <w:rsid w:val="00EB1826"/>
    <w:rsid w:val="00EB1CFB"/>
    <w:rsid w:val="00EB4F91"/>
    <w:rsid w:val="00EB5F64"/>
    <w:rsid w:val="00EC3DF1"/>
    <w:rsid w:val="00ED2065"/>
    <w:rsid w:val="00ED368E"/>
    <w:rsid w:val="00ED3691"/>
    <w:rsid w:val="00ED6E49"/>
    <w:rsid w:val="00ED702A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72C96"/>
    <w:rsid w:val="00F73DA3"/>
    <w:rsid w:val="00F803E7"/>
    <w:rsid w:val="00F80526"/>
    <w:rsid w:val="00F862DB"/>
    <w:rsid w:val="00F91BFF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1AE5C-5030-4591-8238-DE132EA2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8</cp:revision>
  <cp:lastPrinted>2017-09-19T12:23:00Z</cp:lastPrinted>
  <dcterms:created xsi:type="dcterms:W3CDTF">2017-10-09T14:53:00Z</dcterms:created>
  <dcterms:modified xsi:type="dcterms:W3CDTF">2017-12-14T19:45:00Z</dcterms:modified>
</cp:coreProperties>
</file>