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94364A">
        <w:rPr>
          <w:rFonts w:cs="Arial"/>
          <w:b/>
          <w:caps/>
          <w:sz w:val="28"/>
          <w:szCs w:val="28"/>
        </w:rPr>
        <w:t>68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4364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94364A">
              <w:rPr>
                <w:rFonts w:cs="Arial"/>
                <w:sz w:val="20"/>
                <w:szCs w:val="20"/>
              </w:rPr>
              <w:t>À Vivo S/A, solicitando providências no sentido da execução dos serviços de capina e limpeza no imóvel de sua propriedade, localizado na Estrada São Silvestre (JCR 105), nº 100, no Distrito de São Silvestre,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 w:rsidR="0094364A" w:rsidRPr="0094364A">
        <w:rPr>
          <w:rFonts w:cs="Arial"/>
        </w:rPr>
        <w:t xml:space="preserve">à Vivo S/A solicitando providências no sentido da execução dos serviços de capina e limpeza </w:t>
      </w:r>
      <w:r w:rsidR="0094364A">
        <w:rPr>
          <w:rFonts w:cs="Arial"/>
        </w:rPr>
        <w:t>em um</w:t>
      </w:r>
      <w:r w:rsidR="0094364A" w:rsidRPr="0094364A">
        <w:rPr>
          <w:rFonts w:cs="Arial"/>
        </w:rPr>
        <w:t xml:space="preserve"> imóvel de sua propriedade localizado na Estrada São Silvestre (JCR 105), nº 100, no Distrito de São Silvestre, neste Município.</w:t>
      </w:r>
    </w:p>
    <w:p w:rsidR="0094364A" w:rsidRDefault="0094364A" w:rsidP="0094364A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94364A">
        <w:rPr>
          <w:rFonts w:cs="Arial"/>
        </w:rPr>
        <w:t xml:space="preserve">Solicitamos </w:t>
      </w:r>
      <w:r w:rsidRPr="0094364A">
        <w:rPr>
          <w:rFonts w:cs="Arial"/>
          <w:u w:val="single"/>
        </w:rPr>
        <w:t>urgência</w:t>
      </w:r>
      <w:r w:rsidRPr="0094364A">
        <w:rPr>
          <w:rFonts w:cs="Arial"/>
        </w:rPr>
        <w:t xml:space="preserve"> no atendimento </w:t>
      </w:r>
      <w:r>
        <w:rPr>
          <w:rFonts w:cs="Arial"/>
        </w:rPr>
        <w:t>desta solicitação</w:t>
      </w:r>
      <w:r w:rsidRPr="0094364A">
        <w:rPr>
          <w:rFonts w:cs="Arial"/>
        </w:rPr>
        <w:t xml:space="preserve"> com vistas </w:t>
      </w:r>
      <w:r>
        <w:rPr>
          <w:rFonts w:cs="Arial"/>
        </w:rPr>
        <w:t>a</w:t>
      </w:r>
      <w:r w:rsidRPr="0094364A">
        <w:rPr>
          <w:rFonts w:cs="Arial"/>
        </w:rPr>
        <w:t xml:space="preserve"> atender pedido dos moradores, pois, segundo os mesmos, o referido imóvel se encontra tomado por mato e lixo, causando transtornos para quem reside </w:t>
      </w:r>
      <w:r>
        <w:rPr>
          <w:rFonts w:cs="Arial"/>
        </w:rPr>
        <w:t>nas proximidades, bem como</w:t>
      </w:r>
      <w:r w:rsidRPr="0094364A">
        <w:rPr>
          <w:rFonts w:cs="Arial"/>
        </w:rPr>
        <w:t xml:space="preserve"> </w:t>
      </w:r>
      <w:r>
        <w:rPr>
          <w:rFonts w:cs="Arial"/>
        </w:rPr>
        <w:t>para a</w:t>
      </w:r>
      <w:r w:rsidRPr="0094364A">
        <w:rPr>
          <w:rFonts w:cs="Arial"/>
        </w:rPr>
        <w:t>s pessoas que transitam pelo local.</w:t>
      </w:r>
    </w:p>
    <w:p w:rsidR="0094364A" w:rsidRPr="00691CF5" w:rsidRDefault="0094364A" w:rsidP="0094364A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Segue foto.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 xml:space="preserve">Assim sendo, mui respeitosamente recorremos à compreensão e aos préstimos </w:t>
      </w:r>
      <w:r w:rsidR="0094364A">
        <w:rPr>
          <w:rFonts w:cs="Arial"/>
        </w:rPr>
        <w:t>dessa empresa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subscrevemos.</w:t>
      </w:r>
    </w:p>
    <w:p w:rsidR="0094364A" w:rsidRDefault="00700086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94364A">
        <w:rPr>
          <w:rFonts w:cs="Arial"/>
        </w:rPr>
        <w:t>7 de março de 2019.</w:t>
      </w:r>
    </w:p>
    <w:p w:rsidR="0094364A" w:rsidRDefault="0094364A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94364A" w:rsidRDefault="0094364A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94364A" w:rsidRPr="00A34F2C" w:rsidRDefault="0094364A" w:rsidP="00A34F2C">
      <w:pPr>
        <w:jc w:val="center"/>
        <w:rPr>
          <w:b/>
        </w:rPr>
      </w:pPr>
      <w:r w:rsidRPr="00A34F2C">
        <w:rPr>
          <w:b/>
        </w:rPr>
        <w:t>ARILDO BATISTA</w:t>
      </w:r>
    </w:p>
    <w:p w:rsidR="0094364A" w:rsidRDefault="0094364A" w:rsidP="00A34F2C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>Líder do PT</w:t>
      </w:r>
    </w:p>
    <w:p w:rsidR="0094364A" w:rsidRDefault="0094364A">
      <w:r>
        <w:br w:type="page"/>
      </w:r>
    </w:p>
    <w:p w:rsidR="0094364A" w:rsidRDefault="0094364A" w:rsidP="0094364A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0A145AC4">
            <wp:extent cx="5958840" cy="3352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335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364A" w:rsidRPr="0094364A" w:rsidRDefault="0094364A" w:rsidP="0094364A">
      <w:pPr>
        <w:pStyle w:val="Pr-Fotos"/>
        <w:rPr>
          <w:i/>
        </w:rPr>
      </w:pPr>
      <w:r w:rsidRPr="0094364A">
        <w:rPr>
          <w:b/>
          <w:i/>
        </w:rPr>
        <w:t>FOTO:</w:t>
      </w:r>
      <w:r w:rsidRPr="0094364A">
        <w:rPr>
          <w:i/>
        </w:rPr>
        <w:t xml:space="preserve"> Imóvel localizado na Estrada São Silvestre (JCR 105), nº 100, no Distrito de São Silvestre, neste Município.</w:t>
      </w:r>
      <w:bookmarkStart w:id="0" w:name="_GoBack"/>
      <w:bookmarkEnd w:id="0"/>
    </w:p>
    <w:sectPr w:rsidR="0094364A" w:rsidRPr="0094364A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098" w:rsidRDefault="00596098">
      <w:r>
        <w:separator/>
      </w:r>
    </w:p>
  </w:endnote>
  <w:endnote w:type="continuationSeparator" w:id="0">
    <w:p w:rsidR="00596098" w:rsidRDefault="00596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098" w:rsidRDefault="00596098">
      <w:r>
        <w:separator/>
      </w:r>
    </w:p>
  </w:footnote>
  <w:footnote w:type="continuationSeparator" w:id="0">
    <w:p w:rsidR="00596098" w:rsidRDefault="005960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94364A">
      <w:rPr>
        <w:rFonts w:cs="Arial"/>
        <w:b/>
        <w:sz w:val="20"/>
        <w:szCs w:val="20"/>
        <w:u w:val="single"/>
      </w:rPr>
      <w:t>68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94364A">
      <w:rPr>
        <w:rFonts w:cs="Arial"/>
        <w:b/>
        <w:sz w:val="20"/>
        <w:szCs w:val="20"/>
        <w:u w:val="single"/>
      </w:rPr>
      <w:t xml:space="preserve"> - ARILDO BATISTA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94364A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94364A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96098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364A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38B6A-BB0F-41D6-932E-316C7D014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202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2019-02-28T17:54:00Z</cp:lastPrinted>
  <dcterms:created xsi:type="dcterms:W3CDTF">2019-02-28T17:56:00Z</dcterms:created>
  <dcterms:modified xsi:type="dcterms:W3CDTF">2019-02-28T17:56:00Z</dcterms:modified>
</cp:coreProperties>
</file>