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6774">
        <w:rPr>
          <w:rFonts w:ascii="Arial" w:hAnsi="Arial" w:cs="Arial"/>
          <w:b/>
          <w:caps/>
          <w:sz w:val="28"/>
          <w:szCs w:val="28"/>
        </w:rPr>
        <w:t>1899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867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6774">
              <w:rPr>
                <w:rFonts w:ascii="Arial" w:hAnsi="Arial" w:cs="Arial"/>
                <w:sz w:val="20"/>
                <w:szCs w:val="20"/>
              </w:rPr>
              <w:t>Solicita a realização de rondas da Guarda Civil Municipal nas regiões dos Bairros Veraneio Ijal, Veraneio Irajá e Chácaras Guararema.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86774">
        <w:rPr>
          <w:rFonts w:ascii="Arial" w:hAnsi="Arial" w:cs="Arial"/>
        </w:rPr>
        <w:t>à</w:t>
      </w:r>
      <w:r w:rsidR="00E86774" w:rsidRPr="00E86774">
        <w:rPr>
          <w:rFonts w:ascii="Arial" w:hAnsi="Arial" w:cs="Arial"/>
        </w:rPr>
        <w:t xml:space="preserve"> realização de rondas da Guarda Civil Municipal nas regiões dos Bairros Veraneio Ijal, Veraneio Irajá e Chácaras Guararema.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86774" w:rsidRDefault="00E8677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que, </w:t>
      </w:r>
      <w:r w:rsidRPr="00E86774">
        <w:rPr>
          <w:rFonts w:ascii="Arial" w:hAnsi="Arial" w:cs="Arial"/>
        </w:rPr>
        <w:t xml:space="preserve">por serem </w:t>
      </w:r>
      <w:r w:rsidRPr="00E86774">
        <w:rPr>
          <w:rFonts w:ascii="Arial" w:hAnsi="Arial" w:cs="Arial"/>
        </w:rPr>
        <w:t>distantes</w:t>
      </w:r>
      <w:r w:rsidRPr="00E86774">
        <w:rPr>
          <w:rFonts w:ascii="Arial" w:hAnsi="Arial" w:cs="Arial"/>
        </w:rPr>
        <w:t xml:space="preserve"> os referidos bairros, vem ocorrendo um aumento dos casos de furtos</w:t>
      </w:r>
      <w:r>
        <w:rPr>
          <w:rFonts w:ascii="Arial" w:hAnsi="Arial" w:cs="Arial"/>
        </w:rPr>
        <w:t xml:space="preserve"> nestas localidades</w:t>
      </w:r>
      <w:r w:rsidRPr="00E86774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86774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6774" w:rsidRDefault="00E867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86774" w:rsidRPr="00A34F2C" w:rsidRDefault="00E86774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E86774" w:rsidRPr="00A34F2C" w:rsidRDefault="00E8677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41" w:rsidRDefault="00A25D41">
      <w:r>
        <w:separator/>
      </w:r>
    </w:p>
  </w:endnote>
  <w:endnote w:type="continuationSeparator" w:id="0">
    <w:p w:rsidR="00A25D41" w:rsidRDefault="00A2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41" w:rsidRDefault="00A25D41">
      <w:r>
        <w:separator/>
      </w:r>
    </w:p>
  </w:footnote>
  <w:footnote w:type="continuationSeparator" w:id="0">
    <w:p w:rsidR="00A25D41" w:rsidRDefault="00A2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3016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D41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774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1A8BD-5B00-4B6C-B60D-308C6939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2018-08-28T18:09:00Z</dcterms:created>
  <dcterms:modified xsi:type="dcterms:W3CDTF">2018-08-28T18:11:00Z</dcterms:modified>
</cp:coreProperties>
</file>