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06960">
        <w:rPr>
          <w:rFonts w:ascii="Arial" w:hAnsi="Arial" w:cs="Arial"/>
          <w:b/>
          <w:caps/>
          <w:sz w:val="28"/>
          <w:szCs w:val="28"/>
        </w:rPr>
        <w:t>114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</w:t>
      </w:r>
      <w:r w:rsidR="00CD6C99">
        <w:rPr>
          <w:rFonts w:ascii="Arial" w:hAnsi="Arial" w:cs="Arial"/>
          <w:b/>
          <w:caps/>
          <w:sz w:val="28"/>
          <w:szCs w:val="28"/>
        </w:rPr>
        <w:t>9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2843" w:rsidRDefault="00C33995" w:rsidP="00D5640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Requer informações </w:t>
            </w:r>
            <w:r w:rsidR="00D6200F">
              <w:rPr>
                <w:rFonts w:ascii="Arial" w:hAnsi="Arial" w:cs="Arial"/>
                <w:sz w:val="20"/>
                <w:szCs w:val="20"/>
              </w:rPr>
              <w:t>acerca d</w:t>
            </w:r>
            <w:r w:rsidR="00D56408">
              <w:rPr>
                <w:rFonts w:ascii="Arial" w:hAnsi="Arial" w:cs="Arial"/>
                <w:sz w:val="20"/>
                <w:szCs w:val="20"/>
              </w:rPr>
              <w:t xml:space="preserve">a falta de capina e limpeza de área </w:t>
            </w:r>
            <w:r w:rsidR="00A9654F">
              <w:rPr>
                <w:rFonts w:ascii="Arial" w:hAnsi="Arial" w:cs="Arial"/>
                <w:sz w:val="20"/>
                <w:szCs w:val="20"/>
              </w:rPr>
              <w:t xml:space="preserve">de lazer </w:t>
            </w:r>
            <w:r w:rsidR="00D56408">
              <w:rPr>
                <w:rFonts w:ascii="Arial" w:hAnsi="Arial" w:cs="Arial"/>
                <w:sz w:val="20"/>
                <w:szCs w:val="20"/>
              </w:rPr>
              <w:t>do Conjunto Residencial Araucárias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8166E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</w:p>
    <w:p w:rsidR="007A53C4" w:rsidRDefault="009F2CCF" w:rsidP="007A53C4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="007A53C4">
        <w:rPr>
          <w:rFonts w:ascii="Arial" w:hAnsi="Arial" w:cs="Arial"/>
        </w:rPr>
        <w:t xml:space="preserve">que a área de lazer do Conjunto Residencial Araucárias necessita </w:t>
      </w:r>
      <w:r w:rsidR="00D46ACE">
        <w:rPr>
          <w:rFonts w:ascii="Arial" w:hAnsi="Arial" w:cs="Arial"/>
        </w:rPr>
        <w:t xml:space="preserve">urgentemente </w:t>
      </w:r>
      <w:r w:rsidR="007A53C4">
        <w:rPr>
          <w:rFonts w:ascii="Arial" w:hAnsi="Arial" w:cs="Arial"/>
        </w:rPr>
        <w:t>de capina e limpeza;</w:t>
      </w:r>
    </w:p>
    <w:p w:rsidR="007A53C4" w:rsidRDefault="007A53C4" w:rsidP="007A53C4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estivemos no local no dia 30 de abril do corrente, a pedido dos moradores, e pudemos constatar o estado de abandono em que se encontra a única área de lazer do referido residencial, com o campo de futebol cheio de matos, lixos e com grande quantidade de pernilongos, escorpiões, cobras, caramujos, carrapatos e outros animais peçonhentos que estão entra</w:t>
      </w:r>
      <w:r w:rsidR="006A49CA">
        <w:rPr>
          <w:rFonts w:ascii="Arial" w:hAnsi="Arial" w:cs="Arial"/>
        </w:rPr>
        <w:t>ndo nas residências próxima</w:t>
      </w:r>
      <w:bookmarkStart w:id="0" w:name="_GoBack"/>
      <w:bookmarkEnd w:id="0"/>
      <w:r>
        <w:rPr>
          <w:rFonts w:ascii="Arial" w:hAnsi="Arial" w:cs="Arial"/>
        </w:rPr>
        <w:t>s e podem trazer sérios riscos à segurança e saúde d</w:t>
      </w:r>
      <w:r w:rsidR="00CC2BDA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s </w:t>
      </w:r>
      <w:r w:rsidR="00CC2BDA">
        <w:rPr>
          <w:rFonts w:ascii="Arial" w:hAnsi="Arial" w:cs="Arial"/>
        </w:rPr>
        <w:t>pessoas</w:t>
      </w:r>
      <w:r w:rsidR="00081F9F">
        <w:rPr>
          <w:rFonts w:ascii="Arial" w:hAnsi="Arial" w:cs="Arial"/>
        </w:rPr>
        <w:t>;</w:t>
      </w:r>
      <w:r w:rsidR="00C02969">
        <w:rPr>
          <w:rFonts w:ascii="Arial" w:hAnsi="Arial" w:cs="Arial"/>
        </w:rPr>
        <w:t xml:space="preserve"> e</w:t>
      </w:r>
    </w:p>
    <w:p w:rsidR="00C02969" w:rsidRDefault="00C02969" w:rsidP="007A53C4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Considerando que a situação está impossibilitando a utilização do referido espaço de lazer, principalmente por crianças que, devido ao matagal, estão brincando na rua, sofrendo sérios riscos de atropelamento, como quase ocorreu no último final de semana,</w:t>
      </w:r>
    </w:p>
    <w:p w:rsidR="00265D6E" w:rsidRDefault="00265D6E" w:rsidP="0048166E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 w:rsidR="00CD6C99">
        <w:rPr>
          <w:rFonts w:ascii="Arial" w:hAnsi="Arial" w:cs="Arial"/>
        </w:rPr>
        <w:t>ao</w:t>
      </w:r>
      <w:r w:rsidRPr="00E27482">
        <w:rPr>
          <w:rFonts w:ascii="Arial" w:hAnsi="Arial" w:cs="Arial"/>
        </w:rPr>
        <w:t xml:space="preserve"> Excelentíssim</w:t>
      </w:r>
      <w:r w:rsidR="00CD6C99">
        <w:rPr>
          <w:rFonts w:ascii="Arial" w:hAnsi="Arial" w:cs="Arial"/>
        </w:rPr>
        <w:t>o</w:t>
      </w:r>
      <w:r w:rsidRPr="00E27482">
        <w:rPr>
          <w:rFonts w:ascii="Arial" w:hAnsi="Arial" w:cs="Arial"/>
        </w:rPr>
        <w:t xml:space="preserve"> Senhor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AB7D9C" w:rsidRPr="00E27482" w:rsidRDefault="00AB7D9C" w:rsidP="0048166E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</w:p>
    <w:p w:rsidR="00265D6E" w:rsidRDefault="000007EE" w:rsidP="0048166E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786552">
        <w:rPr>
          <w:rFonts w:ascii="Arial" w:hAnsi="Arial" w:cs="Arial"/>
        </w:rPr>
        <w:t>Secretaria</w:t>
      </w:r>
      <w:r w:rsidR="00882B0B">
        <w:rPr>
          <w:rFonts w:ascii="Arial" w:hAnsi="Arial" w:cs="Arial"/>
        </w:rPr>
        <w:t xml:space="preserve"> Municipal</w:t>
      </w:r>
      <w:r w:rsidR="00786552">
        <w:rPr>
          <w:rFonts w:ascii="Arial" w:hAnsi="Arial" w:cs="Arial"/>
        </w:rPr>
        <w:t xml:space="preserve"> de Esportes e Recreação</w:t>
      </w:r>
      <w:r w:rsidR="00A6495A">
        <w:rPr>
          <w:rFonts w:ascii="Arial" w:hAnsi="Arial" w:cs="Arial"/>
        </w:rPr>
        <w:t xml:space="preserve"> </w:t>
      </w:r>
      <w:r w:rsidR="000776DA">
        <w:rPr>
          <w:rFonts w:ascii="Arial" w:hAnsi="Arial" w:cs="Arial"/>
        </w:rPr>
        <w:t xml:space="preserve">tem conhecimento </w:t>
      </w:r>
      <w:r w:rsidR="00786552">
        <w:rPr>
          <w:rFonts w:ascii="Arial" w:hAnsi="Arial" w:cs="Arial"/>
        </w:rPr>
        <w:t>deste problema</w:t>
      </w:r>
      <w:r w:rsidR="00AB7D9C">
        <w:rPr>
          <w:rFonts w:ascii="Arial" w:hAnsi="Arial" w:cs="Arial"/>
        </w:rPr>
        <w:t>?</w:t>
      </w:r>
    </w:p>
    <w:p w:rsidR="00222FE0" w:rsidRDefault="00EE3E4B" w:rsidP="0048166E">
      <w:pPr>
        <w:numPr>
          <w:ilvl w:val="0"/>
          <w:numId w:val="2"/>
        </w:numPr>
        <w:tabs>
          <w:tab w:val="clear" w:pos="360"/>
        </w:tabs>
        <w:spacing w:after="40" w:line="300" w:lineRule="auto"/>
        <w:ind w:left="0" w:firstLine="16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Em caso positivo, qual a data prevista para </w:t>
      </w:r>
      <w:r w:rsidR="0079225F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realização de capina, limpeza e manutenção do referido </w:t>
      </w:r>
      <w:r w:rsidR="0079225F">
        <w:rPr>
          <w:rFonts w:ascii="Arial" w:hAnsi="Arial" w:cs="Arial"/>
        </w:rPr>
        <w:t>espaço</w:t>
      </w:r>
      <w:r w:rsidR="006269AA">
        <w:rPr>
          <w:rFonts w:ascii="Arial" w:hAnsi="Arial" w:cs="Arial"/>
        </w:rPr>
        <w:t>?</w:t>
      </w:r>
    </w:p>
    <w:p w:rsidR="00AB7D9C" w:rsidRDefault="00AB7D9C" w:rsidP="0048166E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</w:p>
    <w:p w:rsidR="003A77BE" w:rsidRDefault="00E627D3" w:rsidP="0048166E">
      <w:pPr>
        <w:tabs>
          <w:tab w:val="left" w:pos="-600"/>
        </w:tabs>
        <w:spacing w:after="40" w:line="300" w:lineRule="auto"/>
        <w:ind w:firstLine="1701"/>
        <w:jc w:val="both"/>
        <w:rPr>
          <w:rFonts w:ascii="Arial" w:hAnsi="Arial" w:cs="Arial"/>
        </w:rPr>
      </w:pPr>
      <w:r w:rsidRPr="00E627D3">
        <w:rPr>
          <w:rFonts w:ascii="Arial" w:hAnsi="Arial" w:cs="Arial"/>
        </w:rPr>
        <w:t xml:space="preserve">Enviamos fotos do local </w:t>
      </w:r>
      <w:r w:rsidR="00262FBE">
        <w:rPr>
          <w:rFonts w:ascii="Arial" w:hAnsi="Arial" w:cs="Arial"/>
        </w:rPr>
        <w:t>e</w:t>
      </w:r>
      <w:r w:rsidRPr="00E627D3">
        <w:rPr>
          <w:rFonts w:ascii="Arial" w:hAnsi="Arial" w:cs="Arial"/>
        </w:rPr>
        <w:t xml:space="preserve">, ao </w:t>
      </w:r>
      <w:smartTag w:uri="schemas-houaiss/dicionario" w:element="sinonimos">
        <w:r w:rsidRPr="00E627D3">
          <w:rPr>
            <w:rFonts w:ascii="Arial" w:hAnsi="Arial" w:cs="Arial"/>
          </w:rPr>
          <w:t>aguardo</w:t>
        </w:r>
      </w:smartTag>
      <w:r w:rsidRPr="00E627D3">
        <w:rPr>
          <w:rFonts w:ascii="Arial" w:hAnsi="Arial" w:cs="Arial"/>
        </w:rPr>
        <w:t xml:space="preserve"> de </w:t>
      </w:r>
      <w:smartTag w:uri="schemas-houaiss/mini" w:element="verbetes">
        <w:r w:rsidRPr="00E627D3">
          <w:rPr>
            <w:rFonts w:ascii="Arial" w:hAnsi="Arial" w:cs="Arial"/>
          </w:rPr>
          <w:t>manifestação</w:t>
        </w:r>
      </w:smartTag>
      <w:r w:rsidRPr="00E627D3">
        <w:rPr>
          <w:rFonts w:ascii="Arial" w:hAnsi="Arial" w:cs="Arial"/>
        </w:rPr>
        <w:t>, subscrevemos</w:t>
      </w:r>
      <w:r w:rsidR="00265D6E" w:rsidRPr="00E27482">
        <w:rPr>
          <w:rFonts w:ascii="Arial" w:hAnsi="Arial" w:cs="Arial"/>
        </w:rPr>
        <w:t>.</w:t>
      </w:r>
    </w:p>
    <w:p w:rsidR="00AB7D9C" w:rsidRDefault="00AB7D9C" w:rsidP="00A225EA">
      <w:pPr>
        <w:tabs>
          <w:tab w:val="left" w:pos="-600"/>
          <w:tab w:val="left" w:pos="4508"/>
        </w:tabs>
        <w:spacing w:line="300" w:lineRule="auto"/>
        <w:ind w:firstLine="1701"/>
        <w:jc w:val="both"/>
        <w:rPr>
          <w:rFonts w:ascii="Arial" w:hAnsi="Arial" w:cs="Arial"/>
        </w:rPr>
      </w:pPr>
    </w:p>
    <w:p w:rsidR="000273B5" w:rsidRPr="000273B5" w:rsidRDefault="003A77BE" w:rsidP="00204175">
      <w:pPr>
        <w:tabs>
          <w:tab w:val="left" w:pos="-600"/>
          <w:tab w:val="left" w:pos="4508"/>
        </w:tabs>
        <w:spacing w:after="120" w:line="300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D0220">
        <w:rPr>
          <w:rFonts w:ascii="Arial" w:hAnsi="Arial" w:cs="Arial"/>
        </w:rPr>
        <w:t>22</w:t>
      </w:r>
      <w:r w:rsidR="00AB7D9C">
        <w:rPr>
          <w:rFonts w:ascii="Arial" w:hAnsi="Arial" w:cs="Arial"/>
        </w:rPr>
        <w:t xml:space="preserve"> de </w:t>
      </w:r>
      <w:r w:rsidR="00063A09">
        <w:rPr>
          <w:rFonts w:ascii="Arial" w:hAnsi="Arial" w:cs="Arial"/>
        </w:rPr>
        <w:t>ma</w:t>
      </w:r>
      <w:r w:rsidR="000776DA">
        <w:rPr>
          <w:rFonts w:ascii="Arial" w:hAnsi="Arial" w:cs="Arial"/>
        </w:rPr>
        <w:t>i</w:t>
      </w:r>
      <w:r w:rsidR="00063A09">
        <w:rPr>
          <w:rFonts w:ascii="Arial" w:hAnsi="Arial" w:cs="Arial"/>
        </w:rPr>
        <w:t>o</w:t>
      </w:r>
      <w:r w:rsidR="00AB7D9C">
        <w:rPr>
          <w:rFonts w:ascii="Arial" w:hAnsi="Arial" w:cs="Arial"/>
        </w:rPr>
        <w:t xml:space="preserve"> de 2019.</w:t>
      </w:r>
    </w:p>
    <w:p w:rsidR="00B667CA" w:rsidRDefault="00B667CA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44BEB" w:rsidRPr="00E27482" w:rsidRDefault="003E188F" w:rsidP="00844BE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</w:p>
    <w:p w:rsidR="007B03E0" w:rsidRPr="007B03E0" w:rsidRDefault="007B03E0" w:rsidP="007B03E0">
      <w:pPr>
        <w:jc w:val="center"/>
        <w:rPr>
          <w:rFonts w:ascii="Arial" w:eastAsia="Calibri" w:hAnsi="Arial" w:cs="Arial"/>
          <w:b/>
          <w:smallCaps/>
          <w:lang w:eastAsia="en-US"/>
        </w:rPr>
      </w:pPr>
      <w:r w:rsidRPr="007B03E0">
        <w:rPr>
          <w:rFonts w:ascii="Arial" w:eastAsia="Calibri" w:hAnsi="Arial" w:cs="Arial"/>
          <w:b/>
          <w:smallCaps/>
          <w:lang w:eastAsia="en-US"/>
        </w:rPr>
        <w:t>VALMIR DO PARQUE MEIA LUA</w:t>
      </w:r>
    </w:p>
    <w:p w:rsidR="00EA6EEF" w:rsidRDefault="007B03E0" w:rsidP="00C02969">
      <w:pPr>
        <w:jc w:val="center"/>
        <w:rPr>
          <w:rFonts w:ascii="Arial" w:eastAsia="Calibri" w:hAnsi="Arial" w:cs="Arial"/>
          <w:lang w:eastAsia="en-US"/>
        </w:rPr>
      </w:pPr>
      <w:r w:rsidRPr="007B03E0">
        <w:rPr>
          <w:rFonts w:ascii="Arial" w:eastAsia="Calibri" w:hAnsi="Arial" w:cs="Arial"/>
          <w:lang w:eastAsia="en-US"/>
        </w:rPr>
        <w:t>Vereador - Líder do DC</w:t>
      </w:r>
      <w:r w:rsidR="00EA6EEF">
        <w:rPr>
          <w:rFonts w:ascii="Arial" w:eastAsia="Calibri" w:hAnsi="Arial" w:cs="Arial"/>
          <w:lang w:eastAsia="en-US"/>
        </w:rPr>
        <w:br w:type="page"/>
      </w:r>
    </w:p>
    <w:p w:rsidR="00EA6EEF" w:rsidRDefault="00EA6EEF" w:rsidP="007B03E0">
      <w:pPr>
        <w:jc w:val="center"/>
        <w:rPr>
          <w:noProof/>
        </w:rPr>
      </w:pPr>
    </w:p>
    <w:p w:rsidR="006E5754" w:rsidRDefault="00EA6EEF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6F2EB962">
            <wp:extent cx="6027420" cy="3390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B20A95" w:rsidRDefault="00B20A95" w:rsidP="007B03E0">
      <w:pPr>
        <w:jc w:val="center"/>
        <w:rPr>
          <w:rFonts w:ascii="Arial" w:eastAsia="Calibri" w:hAnsi="Arial" w:cs="Arial"/>
          <w:lang w:eastAsia="en-US"/>
        </w:rPr>
      </w:pPr>
    </w:p>
    <w:p w:rsidR="00EA6EEF" w:rsidRDefault="00EA6EEF" w:rsidP="007B03E0">
      <w:pPr>
        <w:jc w:val="center"/>
        <w:rPr>
          <w:rFonts w:ascii="Arial" w:eastAsia="Calibri" w:hAnsi="Arial" w:cs="Arial"/>
          <w:lang w:eastAsia="en-US"/>
        </w:rPr>
      </w:pPr>
    </w:p>
    <w:p w:rsidR="00EA6EEF" w:rsidRDefault="00EA6EEF" w:rsidP="007B03E0">
      <w:pPr>
        <w:jc w:val="center"/>
        <w:rPr>
          <w:rFonts w:ascii="Arial" w:eastAsia="Calibri" w:hAnsi="Arial" w:cs="Arial"/>
          <w:lang w:eastAsia="en-US"/>
        </w:rPr>
      </w:pPr>
    </w:p>
    <w:p w:rsidR="004F466B" w:rsidRDefault="00EA6EEF" w:rsidP="007B03E0">
      <w:pPr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noProof/>
        </w:rPr>
        <w:drawing>
          <wp:inline distT="0" distB="0" distL="0" distR="0" wp14:anchorId="3BBDFE61">
            <wp:extent cx="6027420" cy="33909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F466B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00DE" w:rsidRDefault="005100DE">
      <w:r>
        <w:separator/>
      </w:r>
    </w:p>
  </w:endnote>
  <w:endnote w:type="continuationSeparator" w:id="0">
    <w:p w:rsidR="005100DE" w:rsidRDefault="0051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00DE" w:rsidRDefault="005100DE">
      <w:r>
        <w:separator/>
      </w:r>
    </w:p>
  </w:footnote>
  <w:footnote w:type="continuationSeparator" w:id="0">
    <w:p w:rsidR="005100DE" w:rsidRDefault="005100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0220">
      <w:rPr>
        <w:rFonts w:ascii="Arial" w:hAnsi="Arial" w:cs="Arial"/>
        <w:b/>
        <w:sz w:val="20"/>
        <w:szCs w:val="20"/>
        <w:u w:val="single"/>
      </w:rPr>
      <w:t>114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D6C99">
      <w:rPr>
        <w:rFonts w:ascii="Arial" w:hAnsi="Arial" w:cs="Arial"/>
        <w:b/>
        <w:sz w:val="20"/>
        <w:szCs w:val="20"/>
        <w:u w:val="single"/>
      </w:rPr>
      <w:t>9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E5754">
      <w:rPr>
        <w:rFonts w:ascii="Arial" w:hAnsi="Arial" w:cs="Arial"/>
        <w:b/>
        <w:sz w:val="20"/>
        <w:szCs w:val="20"/>
        <w:u w:val="single"/>
      </w:rPr>
      <w:t xml:space="preserve">- Vereador Valmir do Parque Meia Lua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49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49C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24FE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24FE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24FE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24FE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07EE"/>
    <w:rsid w:val="00012789"/>
    <w:rsid w:val="00014898"/>
    <w:rsid w:val="00024FD3"/>
    <w:rsid w:val="000273B5"/>
    <w:rsid w:val="00031A24"/>
    <w:rsid w:val="00056288"/>
    <w:rsid w:val="00063A09"/>
    <w:rsid w:val="000776DA"/>
    <w:rsid w:val="00081F9F"/>
    <w:rsid w:val="00084228"/>
    <w:rsid w:val="00094490"/>
    <w:rsid w:val="000958D5"/>
    <w:rsid w:val="00096D6E"/>
    <w:rsid w:val="00097CAE"/>
    <w:rsid w:val="000B73FB"/>
    <w:rsid w:val="000C5109"/>
    <w:rsid w:val="000D0220"/>
    <w:rsid w:val="000D3D11"/>
    <w:rsid w:val="000E2F99"/>
    <w:rsid w:val="000F6251"/>
    <w:rsid w:val="00106820"/>
    <w:rsid w:val="00106F15"/>
    <w:rsid w:val="00123DE3"/>
    <w:rsid w:val="00127D4D"/>
    <w:rsid w:val="0014591F"/>
    <w:rsid w:val="00150EE2"/>
    <w:rsid w:val="00156256"/>
    <w:rsid w:val="00172E81"/>
    <w:rsid w:val="00181CD2"/>
    <w:rsid w:val="001A09F2"/>
    <w:rsid w:val="001B0773"/>
    <w:rsid w:val="001F13C3"/>
    <w:rsid w:val="001F671A"/>
    <w:rsid w:val="00204175"/>
    <w:rsid w:val="00204ED7"/>
    <w:rsid w:val="00205AE6"/>
    <w:rsid w:val="00221B50"/>
    <w:rsid w:val="00221FBA"/>
    <w:rsid w:val="00222FE0"/>
    <w:rsid w:val="00230859"/>
    <w:rsid w:val="00240C91"/>
    <w:rsid w:val="00253C82"/>
    <w:rsid w:val="00262FBE"/>
    <w:rsid w:val="00265D6E"/>
    <w:rsid w:val="002754F0"/>
    <w:rsid w:val="002936FE"/>
    <w:rsid w:val="0029654F"/>
    <w:rsid w:val="002A1561"/>
    <w:rsid w:val="002A617D"/>
    <w:rsid w:val="002A7434"/>
    <w:rsid w:val="002A7B2A"/>
    <w:rsid w:val="002C49B7"/>
    <w:rsid w:val="002C4B2B"/>
    <w:rsid w:val="002C5C70"/>
    <w:rsid w:val="002D3D9E"/>
    <w:rsid w:val="002F02DB"/>
    <w:rsid w:val="002F1870"/>
    <w:rsid w:val="002F210C"/>
    <w:rsid w:val="002F771C"/>
    <w:rsid w:val="0030168E"/>
    <w:rsid w:val="003133D4"/>
    <w:rsid w:val="00317BE1"/>
    <w:rsid w:val="00317C1A"/>
    <w:rsid w:val="00323F0F"/>
    <w:rsid w:val="00331239"/>
    <w:rsid w:val="0033355D"/>
    <w:rsid w:val="003416F2"/>
    <w:rsid w:val="00347D5E"/>
    <w:rsid w:val="00370CBA"/>
    <w:rsid w:val="00380A14"/>
    <w:rsid w:val="00381797"/>
    <w:rsid w:val="003848C4"/>
    <w:rsid w:val="003923D0"/>
    <w:rsid w:val="00397FF3"/>
    <w:rsid w:val="003A77BE"/>
    <w:rsid w:val="003B462F"/>
    <w:rsid w:val="003E188F"/>
    <w:rsid w:val="003E189C"/>
    <w:rsid w:val="003F7497"/>
    <w:rsid w:val="00412795"/>
    <w:rsid w:val="00415C51"/>
    <w:rsid w:val="004334F7"/>
    <w:rsid w:val="004362B9"/>
    <w:rsid w:val="00445771"/>
    <w:rsid w:val="00454933"/>
    <w:rsid w:val="00471032"/>
    <w:rsid w:val="0048166E"/>
    <w:rsid w:val="00487D64"/>
    <w:rsid w:val="00493115"/>
    <w:rsid w:val="0049403C"/>
    <w:rsid w:val="004C2C30"/>
    <w:rsid w:val="004C6C78"/>
    <w:rsid w:val="004E06ED"/>
    <w:rsid w:val="004E46DA"/>
    <w:rsid w:val="004F2C5A"/>
    <w:rsid w:val="004F39E9"/>
    <w:rsid w:val="004F466B"/>
    <w:rsid w:val="004F690D"/>
    <w:rsid w:val="004F6A11"/>
    <w:rsid w:val="0050404F"/>
    <w:rsid w:val="00505357"/>
    <w:rsid w:val="00505FD8"/>
    <w:rsid w:val="005100DE"/>
    <w:rsid w:val="00514B2F"/>
    <w:rsid w:val="00524669"/>
    <w:rsid w:val="00533862"/>
    <w:rsid w:val="00537164"/>
    <w:rsid w:val="00564368"/>
    <w:rsid w:val="0058109A"/>
    <w:rsid w:val="005868AE"/>
    <w:rsid w:val="005970FC"/>
    <w:rsid w:val="005A01D0"/>
    <w:rsid w:val="005A03FA"/>
    <w:rsid w:val="005A2843"/>
    <w:rsid w:val="005B3047"/>
    <w:rsid w:val="005B3D21"/>
    <w:rsid w:val="005C1EBB"/>
    <w:rsid w:val="005C3938"/>
    <w:rsid w:val="005C5D35"/>
    <w:rsid w:val="005D702D"/>
    <w:rsid w:val="005E138D"/>
    <w:rsid w:val="005E6C40"/>
    <w:rsid w:val="00604374"/>
    <w:rsid w:val="00624472"/>
    <w:rsid w:val="006251FA"/>
    <w:rsid w:val="006269AA"/>
    <w:rsid w:val="006426AE"/>
    <w:rsid w:val="00674F7D"/>
    <w:rsid w:val="006771A8"/>
    <w:rsid w:val="00681021"/>
    <w:rsid w:val="00682E6E"/>
    <w:rsid w:val="00687056"/>
    <w:rsid w:val="00691CF5"/>
    <w:rsid w:val="0069312F"/>
    <w:rsid w:val="0069683D"/>
    <w:rsid w:val="006A1A91"/>
    <w:rsid w:val="006A370D"/>
    <w:rsid w:val="006A49CA"/>
    <w:rsid w:val="006B0B8E"/>
    <w:rsid w:val="006C59BC"/>
    <w:rsid w:val="006D6F7D"/>
    <w:rsid w:val="006E5754"/>
    <w:rsid w:val="006E7E66"/>
    <w:rsid w:val="006F4E64"/>
    <w:rsid w:val="006F7B0A"/>
    <w:rsid w:val="00700595"/>
    <w:rsid w:val="00711522"/>
    <w:rsid w:val="00714C5B"/>
    <w:rsid w:val="00715F74"/>
    <w:rsid w:val="007172C7"/>
    <w:rsid w:val="00717F91"/>
    <w:rsid w:val="00725E66"/>
    <w:rsid w:val="00727CDB"/>
    <w:rsid w:val="0073407F"/>
    <w:rsid w:val="00762991"/>
    <w:rsid w:val="00775A1B"/>
    <w:rsid w:val="007838DC"/>
    <w:rsid w:val="00786552"/>
    <w:rsid w:val="00787B70"/>
    <w:rsid w:val="00790911"/>
    <w:rsid w:val="0079225F"/>
    <w:rsid w:val="007A53C4"/>
    <w:rsid w:val="007B03E0"/>
    <w:rsid w:val="007D39FD"/>
    <w:rsid w:val="007E3F69"/>
    <w:rsid w:val="007F58B8"/>
    <w:rsid w:val="007F75CA"/>
    <w:rsid w:val="00800599"/>
    <w:rsid w:val="0080197E"/>
    <w:rsid w:val="00806763"/>
    <w:rsid w:val="0081097B"/>
    <w:rsid w:val="00820C13"/>
    <w:rsid w:val="00833E7C"/>
    <w:rsid w:val="00844BEB"/>
    <w:rsid w:val="008474F2"/>
    <w:rsid w:val="00847706"/>
    <w:rsid w:val="00857CD0"/>
    <w:rsid w:val="00870972"/>
    <w:rsid w:val="00877E50"/>
    <w:rsid w:val="00882B0B"/>
    <w:rsid w:val="00882CA6"/>
    <w:rsid w:val="008909A4"/>
    <w:rsid w:val="008A0EB2"/>
    <w:rsid w:val="008A3303"/>
    <w:rsid w:val="008A719D"/>
    <w:rsid w:val="008C2187"/>
    <w:rsid w:val="008C33AB"/>
    <w:rsid w:val="008D08A1"/>
    <w:rsid w:val="008D6436"/>
    <w:rsid w:val="008E3BB6"/>
    <w:rsid w:val="009159F4"/>
    <w:rsid w:val="00921598"/>
    <w:rsid w:val="00922964"/>
    <w:rsid w:val="00954F8A"/>
    <w:rsid w:val="0095588D"/>
    <w:rsid w:val="00961E86"/>
    <w:rsid w:val="00971CA9"/>
    <w:rsid w:val="009768E6"/>
    <w:rsid w:val="00987FA8"/>
    <w:rsid w:val="009A2ABD"/>
    <w:rsid w:val="009B10FB"/>
    <w:rsid w:val="009B207E"/>
    <w:rsid w:val="009B32F8"/>
    <w:rsid w:val="009C1136"/>
    <w:rsid w:val="009C4381"/>
    <w:rsid w:val="009D0F6E"/>
    <w:rsid w:val="009D50D4"/>
    <w:rsid w:val="009D512F"/>
    <w:rsid w:val="009E04FD"/>
    <w:rsid w:val="009E1F05"/>
    <w:rsid w:val="009E6B3F"/>
    <w:rsid w:val="009F1FB7"/>
    <w:rsid w:val="009F2CCF"/>
    <w:rsid w:val="009F3B7C"/>
    <w:rsid w:val="009F40B1"/>
    <w:rsid w:val="00A04CDB"/>
    <w:rsid w:val="00A209A5"/>
    <w:rsid w:val="00A21A8C"/>
    <w:rsid w:val="00A225EA"/>
    <w:rsid w:val="00A349F1"/>
    <w:rsid w:val="00A46B01"/>
    <w:rsid w:val="00A60C39"/>
    <w:rsid w:val="00A6289E"/>
    <w:rsid w:val="00A63633"/>
    <w:rsid w:val="00A6495A"/>
    <w:rsid w:val="00A92CB9"/>
    <w:rsid w:val="00A9654F"/>
    <w:rsid w:val="00AB5152"/>
    <w:rsid w:val="00AB7D9C"/>
    <w:rsid w:val="00AC24F9"/>
    <w:rsid w:val="00AC712C"/>
    <w:rsid w:val="00AD0CD5"/>
    <w:rsid w:val="00AD6B47"/>
    <w:rsid w:val="00AE23B6"/>
    <w:rsid w:val="00B06960"/>
    <w:rsid w:val="00B10E9F"/>
    <w:rsid w:val="00B20A95"/>
    <w:rsid w:val="00B30510"/>
    <w:rsid w:val="00B429B7"/>
    <w:rsid w:val="00B57318"/>
    <w:rsid w:val="00B57E0F"/>
    <w:rsid w:val="00B667CA"/>
    <w:rsid w:val="00B75B03"/>
    <w:rsid w:val="00B75CEF"/>
    <w:rsid w:val="00B820F8"/>
    <w:rsid w:val="00B82485"/>
    <w:rsid w:val="00BA1565"/>
    <w:rsid w:val="00BB3F3E"/>
    <w:rsid w:val="00BC44DF"/>
    <w:rsid w:val="00BD1F36"/>
    <w:rsid w:val="00BD3C47"/>
    <w:rsid w:val="00BE1AE3"/>
    <w:rsid w:val="00BE1B39"/>
    <w:rsid w:val="00BE4137"/>
    <w:rsid w:val="00BF791A"/>
    <w:rsid w:val="00C02969"/>
    <w:rsid w:val="00C06926"/>
    <w:rsid w:val="00C06BEA"/>
    <w:rsid w:val="00C106FE"/>
    <w:rsid w:val="00C149E9"/>
    <w:rsid w:val="00C22EC6"/>
    <w:rsid w:val="00C24FED"/>
    <w:rsid w:val="00C33995"/>
    <w:rsid w:val="00C36E68"/>
    <w:rsid w:val="00C42806"/>
    <w:rsid w:val="00C42923"/>
    <w:rsid w:val="00C44D39"/>
    <w:rsid w:val="00C45509"/>
    <w:rsid w:val="00C53393"/>
    <w:rsid w:val="00C75291"/>
    <w:rsid w:val="00C76263"/>
    <w:rsid w:val="00C8201D"/>
    <w:rsid w:val="00C8260E"/>
    <w:rsid w:val="00C92C3E"/>
    <w:rsid w:val="00C940C7"/>
    <w:rsid w:val="00CA6891"/>
    <w:rsid w:val="00CA759E"/>
    <w:rsid w:val="00CB2BAB"/>
    <w:rsid w:val="00CC2BDA"/>
    <w:rsid w:val="00CD2CF4"/>
    <w:rsid w:val="00CD6C99"/>
    <w:rsid w:val="00CE7DD4"/>
    <w:rsid w:val="00CF31DE"/>
    <w:rsid w:val="00CF7CD5"/>
    <w:rsid w:val="00D11D60"/>
    <w:rsid w:val="00D14EB1"/>
    <w:rsid w:val="00D16CA1"/>
    <w:rsid w:val="00D201C2"/>
    <w:rsid w:val="00D2072E"/>
    <w:rsid w:val="00D233C7"/>
    <w:rsid w:val="00D46ACE"/>
    <w:rsid w:val="00D476DF"/>
    <w:rsid w:val="00D507D5"/>
    <w:rsid w:val="00D5430F"/>
    <w:rsid w:val="00D5431B"/>
    <w:rsid w:val="00D56408"/>
    <w:rsid w:val="00D564F1"/>
    <w:rsid w:val="00D6200F"/>
    <w:rsid w:val="00D8365B"/>
    <w:rsid w:val="00DB23E5"/>
    <w:rsid w:val="00DB48F6"/>
    <w:rsid w:val="00DC49E9"/>
    <w:rsid w:val="00DD0EAE"/>
    <w:rsid w:val="00DE1636"/>
    <w:rsid w:val="00DE50DD"/>
    <w:rsid w:val="00E0249F"/>
    <w:rsid w:val="00E07978"/>
    <w:rsid w:val="00E11F92"/>
    <w:rsid w:val="00E14F37"/>
    <w:rsid w:val="00E21245"/>
    <w:rsid w:val="00E3022D"/>
    <w:rsid w:val="00E31CAC"/>
    <w:rsid w:val="00E33460"/>
    <w:rsid w:val="00E46336"/>
    <w:rsid w:val="00E50DFC"/>
    <w:rsid w:val="00E627D3"/>
    <w:rsid w:val="00E66CFD"/>
    <w:rsid w:val="00E710B9"/>
    <w:rsid w:val="00E721EC"/>
    <w:rsid w:val="00E81184"/>
    <w:rsid w:val="00E86C30"/>
    <w:rsid w:val="00E90791"/>
    <w:rsid w:val="00E90C30"/>
    <w:rsid w:val="00EA0B59"/>
    <w:rsid w:val="00EA3A55"/>
    <w:rsid w:val="00EA6EEF"/>
    <w:rsid w:val="00EB04D6"/>
    <w:rsid w:val="00EC44E4"/>
    <w:rsid w:val="00ED2065"/>
    <w:rsid w:val="00EE1521"/>
    <w:rsid w:val="00EE3E4B"/>
    <w:rsid w:val="00EF50A6"/>
    <w:rsid w:val="00F27895"/>
    <w:rsid w:val="00F31267"/>
    <w:rsid w:val="00F420E5"/>
    <w:rsid w:val="00F5150F"/>
    <w:rsid w:val="00F62B86"/>
    <w:rsid w:val="00F65C85"/>
    <w:rsid w:val="00F73DA3"/>
    <w:rsid w:val="00F82E12"/>
    <w:rsid w:val="00F923E5"/>
    <w:rsid w:val="00F97F13"/>
    <w:rsid w:val="00FA3CFC"/>
    <w:rsid w:val="00FB00FA"/>
    <w:rsid w:val="00FC152C"/>
    <w:rsid w:val="00FC1C13"/>
    <w:rsid w:val="00FE28F8"/>
    <w:rsid w:val="00FE3B6B"/>
    <w:rsid w:val="00FE6B06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C31EC-4EB5-42A9-ABCB-936AF4871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18</TotalTime>
  <Pages>2</Pages>
  <Words>247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26</cp:revision>
  <cp:lastPrinted>2019-03-18T12:58:00Z</cp:lastPrinted>
  <dcterms:created xsi:type="dcterms:W3CDTF">2019-05-20T17:31:00Z</dcterms:created>
  <dcterms:modified xsi:type="dcterms:W3CDTF">2019-05-21T13:17:00Z</dcterms:modified>
</cp:coreProperties>
</file>