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26A2">
        <w:rPr>
          <w:rFonts w:ascii="Arial" w:hAnsi="Arial" w:cs="Arial"/>
          <w:b/>
          <w:caps/>
          <w:sz w:val="28"/>
          <w:szCs w:val="28"/>
        </w:rPr>
        <w:t>2571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526A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26A2">
              <w:rPr>
                <w:rFonts w:ascii="Arial" w:hAnsi="Arial" w:cs="Arial"/>
                <w:sz w:val="20"/>
                <w:szCs w:val="20"/>
              </w:rPr>
              <w:t>Solicita a limpeza do córrego que passa pela Rua Moacir Bonilha, no Jardim Terras de São João, e pela Rua José Natalino Pelógia, no Jardim São Luiz.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526A2">
        <w:rPr>
          <w:rFonts w:ascii="Arial" w:hAnsi="Arial" w:cs="Arial"/>
        </w:rPr>
        <w:t>à</w:t>
      </w:r>
      <w:r w:rsidR="002526A2" w:rsidRPr="002526A2">
        <w:rPr>
          <w:rFonts w:ascii="Arial" w:hAnsi="Arial" w:cs="Arial"/>
        </w:rPr>
        <w:t xml:space="preserve"> limpeza do córrego que passa pela Rua Moacir Bonilha, no Jardim Terras de São João, e pela Rua José Natalino Pelógia, no Jardim São Luiz.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526A2" w:rsidRDefault="002526A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2526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</w:t>
      </w:r>
      <w:r w:rsidRPr="002526A2">
        <w:rPr>
          <w:rFonts w:ascii="Arial" w:hAnsi="Arial" w:cs="Arial"/>
        </w:rPr>
        <w:t>seja determinado ao setor competente</w:t>
      </w:r>
      <w:r>
        <w:rPr>
          <w:rFonts w:ascii="Arial" w:hAnsi="Arial" w:cs="Arial"/>
        </w:rPr>
        <w:t xml:space="preserve"> o atendimento da presente indicação.</w:t>
      </w:r>
    </w:p>
    <w:p w:rsidR="002526A2" w:rsidRPr="002526A2" w:rsidRDefault="002526A2" w:rsidP="002526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26A2">
        <w:rPr>
          <w:rFonts w:ascii="Arial" w:hAnsi="Arial" w:cs="Arial"/>
        </w:rPr>
        <w:t>O referido córrego está com muito mato e lixo</w:t>
      </w:r>
      <w:r w:rsidR="00994882">
        <w:rPr>
          <w:rFonts w:ascii="Arial" w:hAnsi="Arial" w:cs="Arial"/>
        </w:rPr>
        <w:t>, além de estar</w:t>
      </w:r>
      <w:r w:rsidRPr="002526A2">
        <w:rPr>
          <w:rFonts w:ascii="Arial" w:hAnsi="Arial" w:cs="Arial"/>
        </w:rPr>
        <w:t xml:space="preserve"> bastante assoreado, o que exige uma pronta intervenção para sua limpeza e conservação.</w:t>
      </w:r>
    </w:p>
    <w:p w:rsidR="002526A2" w:rsidRDefault="002526A2" w:rsidP="002526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26A2">
        <w:rPr>
          <w:rFonts w:ascii="Arial" w:hAnsi="Arial" w:cs="Arial"/>
        </w:rPr>
        <w:t>Os serviços de limpeza e manutenção nos córregos necessitam serem desenvolvidos periodicamente, com o objetivo de evitar o acúmulo de resíduos e lixo doméstico e, além de inibir a proliferação de insetos e roedores, a ação ainda contribui para deixar o local mais limpo e higienizado.</w:t>
      </w:r>
    </w:p>
    <w:p w:rsidR="002526A2" w:rsidRPr="00994882" w:rsidRDefault="002526A2" w:rsidP="002526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4882">
        <w:rPr>
          <w:rFonts w:ascii="Arial" w:hAnsi="Arial" w:cs="Arial"/>
        </w:rPr>
        <w:t>Seguem fotos.</w:t>
      </w:r>
    </w:p>
    <w:p w:rsidR="003A77BE" w:rsidRDefault="002526A2" w:rsidP="002526A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26A2">
        <w:rPr>
          <w:rFonts w:ascii="Arial" w:hAnsi="Arial" w:cs="Arial"/>
        </w:rPr>
        <w:t>Desta forma, mui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526A2">
        <w:rPr>
          <w:rFonts w:ascii="Arial" w:hAnsi="Arial" w:cs="Arial"/>
        </w:rPr>
        <w:t>30 de agosto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26A2" w:rsidRPr="00A34F2C" w:rsidRDefault="002526A2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526A2" w:rsidRPr="00A34F2C" w:rsidRDefault="002526A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526A2" w:rsidRPr="00A34F2C" w:rsidRDefault="002526A2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26A2" w:rsidRDefault="002526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26A2" w:rsidRDefault="002526A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526A2" w:rsidRDefault="002526A2" w:rsidP="002526A2">
      <w:pPr>
        <w:jc w:val="center"/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</w:p>
    <w:p w:rsidR="002526A2" w:rsidRDefault="002526A2" w:rsidP="002526A2">
      <w:pPr>
        <w:jc w:val="center"/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  <w:r>
        <w:rPr>
          <w:rFonts w:asciiTheme="minorHAnsi" w:hAnsiTheme="minorHAns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760000" cy="3246830"/>
            <wp:effectExtent l="19050" t="19050" r="12700" b="10795"/>
            <wp:docPr id="12" name="Imagem 12" descr="WhatsApp Image 2017-08-15 at 08.42.52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WhatsApp Image 2017-08-15 at 08.42.52 (1)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46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526A2" w:rsidRDefault="002526A2" w:rsidP="002526A2">
      <w:pPr>
        <w:jc w:val="center"/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</w:p>
    <w:p w:rsidR="002526A2" w:rsidRDefault="002526A2" w:rsidP="002526A2">
      <w:pPr>
        <w:jc w:val="center"/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  <w:r>
        <w:rPr>
          <w:rFonts w:asciiTheme="minorHAnsi" w:hAnsiTheme="minorHAns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760000" cy="3246830"/>
            <wp:effectExtent l="19050" t="19050" r="12700" b="10795"/>
            <wp:docPr id="11" name="Imagem 11" descr="WhatsApp Image 2017-08-15 at 08.42.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WhatsApp Image 2017-08-15 at 08.42.51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46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526A2" w:rsidRDefault="002526A2" w:rsidP="002526A2">
      <w:pPr>
        <w:jc w:val="center"/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</w:p>
    <w:p w:rsidR="002526A2" w:rsidRDefault="002526A2" w:rsidP="002526A2">
      <w:pPr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</w:p>
    <w:p w:rsidR="002526A2" w:rsidRDefault="002526A2" w:rsidP="002526A2">
      <w:pPr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</w:p>
    <w:p w:rsidR="002526A2" w:rsidRDefault="002526A2" w:rsidP="002526A2">
      <w:pPr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</w:p>
    <w:p w:rsidR="002526A2" w:rsidRDefault="002526A2" w:rsidP="002526A2">
      <w:pPr>
        <w:jc w:val="center"/>
        <w:rPr>
          <w:rFonts w:asciiTheme="minorHAnsi" w:hAnsiTheme="minorHAnsi"/>
          <w:color w:val="000000"/>
          <w:sz w:val="28"/>
          <w:szCs w:val="28"/>
          <w:shd w:val="clear" w:color="auto" w:fill="FFFFFF"/>
        </w:rPr>
      </w:pPr>
      <w:r>
        <w:rPr>
          <w:rFonts w:asciiTheme="minorHAnsi" w:hAnsiTheme="minorHAns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760000" cy="3246830"/>
            <wp:effectExtent l="19050" t="19050" r="12700" b="10795"/>
            <wp:docPr id="10" name="Imagem 10" descr="WhatsApp Image 2017-08-15 at 08.42.5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WhatsApp Image 2017-08-15 at 08.42.51 (1)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46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color w:val="000000"/>
          <w:sz w:val="28"/>
          <w:szCs w:val="28"/>
          <w:shd w:val="clear" w:color="auto" w:fill="FFFFFF"/>
        </w:rPr>
        <w:br w:type="textWrapping" w:clear="all"/>
      </w:r>
    </w:p>
    <w:p w:rsidR="002526A2" w:rsidRDefault="002526A2" w:rsidP="002526A2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760000" cy="3246830"/>
            <wp:effectExtent l="19050" t="19050" r="12700" b="10795"/>
            <wp:docPr id="9" name="Imagem 9" descr="WhatsApp Image 2017-08-15 at 08.42.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WhatsApp Image 2017-08-15 at 08.42.50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246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526A2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731" w:rsidRDefault="001C2731">
      <w:r>
        <w:separator/>
      </w:r>
    </w:p>
  </w:endnote>
  <w:endnote w:type="continuationSeparator" w:id="0">
    <w:p w:rsidR="001C2731" w:rsidRDefault="001C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731" w:rsidRDefault="001C2731">
      <w:r>
        <w:separator/>
      </w:r>
    </w:p>
  </w:footnote>
  <w:footnote w:type="continuationSeparator" w:id="0">
    <w:p w:rsidR="001C2731" w:rsidRDefault="001C2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2526A2" w:rsidRDefault="002526A2" w:rsidP="00317C1A">
    <w:pPr>
      <w:tabs>
        <w:tab w:val="left" w:pos="2835"/>
      </w:tabs>
      <w:rPr>
        <w:sz w:val="22"/>
      </w:rPr>
    </w:pPr>
  </w:p>
  <w:p w:rsidR="002526A2" w:rsidRDefault="002526A2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2526A2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26A2">
      <w:rPr>
        <w:rFonts w:ascii="Arial" w:hAnsi="Arial" w:cs="Arial"/>
        <w:b/>
        <w:sz w:val="20"/>
        <w:szCs w:val="20"/>
        <w:u w:val="single"/>
      </w:rPr>
      <w:t>2571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2526A2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4882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4882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2731"/>
    <w:rsid w:val="001F13C3"/>
    <w:rsid w:val="00204ED7"/>
    <w:rsid w:val="00230859"/>
    <w:rsid w:val="002526A2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94882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C1671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3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8564E-37CC-410E-8602-791F386F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3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2017-08-29T19:25:00Z</dcterms:created>
  <dcterms:modified xsi:type="dcterms:W3CDTF">2017-08-29T19:33:00Z</dcterms:modified>
</cp:coreProperties>
</file>