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092897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bookmarkStart w:id="0" w:name="_GoBack"/>
      <w:bookmarkEnd w:id="0"/>
      <w:r w:rsidRPr="00092897">
        <w:rPr>
          <w:rFonts w:ascii="Arial" w:hAnsi="Arial" w:cs="Arial"/>
          <w:b/>
          <w:szCs w:val="24"/>
          <w:u w:val="single"/>
        </w:rPr>
        <w:t xml:space="preserve">ROTEIRO DA </w:t>
      </w:r>
      <w:r w:rsidR="00A30E7E">
        <w:rPr>
          <w:rFonts w:ascii="Arial" w:hAnsi="Arial" w:cs="Arial"/>
          <w:b/>
          <w:szCs w:val="24"/>
          <w:u w:val="single"/>
        </w:rPr>
        <w:t>3</w:t>
      </w:r>
      <w:r w:rsidR="009C0511">
        <w:rPr>
          <w:rFonts w:ascii="Arial" w:hAnsi="Arial" w:cs="Arial"/>
          <w:b/>
          <w:szCs w:val="24"/>
          <w:u w:val="single"/>
        </w:rPr>
        <w:t>4</w:t>
      </w:r>
      <w:r w:rsidR="00323490">
        <w:rPr>
          <w:rFonts w:ascii="Arial" w:hAnsi="Arial" w:cs="Arial"/>
          <w:b/>
          <w:szCs w:val="24"/>
          <w:u w:val="single"/>
        </w:rPr>
        <w:t>ª SESSÃO</w:t>
      </w:r>
      <w:r w:rsidRPr="00092897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Pr="00092897" w:rsidRDefault="009C0511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30 DE </w:t>
      </w:r>
      <w:proofErr w:type="gramStart"/>
      <w:r>
        <w:rPr>
          <w:rFonts w:ascii="Arial" w:hAnsi="Arial" w:cs="Arial"/>
          <w:b/>
          <w:szCs w:val="24"/>
          <w:u w:val="single"/>
        </w:rPr>
        <w:t>OUTUBRO</w:t>
      </w:r>
      <w:proofErr w:type="gramEnd"/>
      <w:r w:rsidR="00472765">
        <w:rPr>
          <w:rFonts w:ascii="Arial" w:hAnsi="Arial" w:cs="Arial"/>
          <w:b/>
          <w:szCs w:val="24"/>
          <w:u w:val="single"/>
        </w:rPr>
        <w:t xml:space="preserve"> DE 2019</w:t>
      </w:r>
    </w:p>
    <w:p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faz a s</w:t>
      </w:r>
      <w:r w:rsidR="004F004D" w:rsidRPr="00DA3993">
        <w:rPr>
          <w:rFonts w:ascii="Arial" w:hAnsi="Arial" w:cs="Arial"/>
          <w:b/>
          <w:color w:val="76923C" w:themeColor="accent3" w:themeShade="BF"/>
          <w:szCs w:val="24"/>
        </w:rPr>
        <w:t>audação</w:t>
      </w:r>
      <w:r w:rsidR="00193B0D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Membros da Mesa,</w:t>
      </w:r>
    </w:p>
    <w:p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Vereadores,</w:t>
      </w:r>
    </w:p>
    <w:p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SERVIDORES,</w:t>
      </w:r>
    </w:p>
    <w:p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Público presente,</w:t>
      </w:r>
    </w:p>
    <w:p w:rsidR="001644F6" w:rsidRPr="008A543E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TELESPECTADORES,</w:t>
      </w:r>
    </w:p>
    <w:p w:rsidR="00642CB4" w:rsidRPr="008A543E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Internautas,</w:t>
      </w:r>
      <w:r w:rsidR="005E49C1" w:rsidRPr="008A543E">
        <w:rPr>
          <w:rFonts w:ascii="Arial" w:hAnsi="Arial" w:cs="Arial"/>
          <w:caps/>
          <w:szCs w:val="24"/>
        </w:rPr>
        <w:t xml:space="preserve"> EM ESPECIAL AQUELES QUE NOS ASSISTEM AO VIVO PELA PÁGINA DA CÂMARA NO </w:t>
      </w:r>
      <w:proofErr w:type="spellStart"/>
      <w:r w:rsidR="005E49C1" w:rsidRPr="008A543E">
        <w:rPr>
          <w:rFonts w:ascii="Arial" w:hAnsi="Arial" w:cs="Arial"/>
          <w:caps/>
          <w:szCs w:val="24"/>
        </w:rPr>
        <w:t>FACEBOOK</w:t>
      </w:r>
      <w:proofErr w:type="spellEnd"/>
      <w:r w:rsidR="005E49C1" w:rsidRPr="008A543E">
        <w:rPr>
          <w:rFonts w:ascii="Arial" w:hAnsi="Arial" w:cs="Arial"/>
          <w:caps/>
          <w:szCs w:val="24"/>
        </w:rPr>
        <w:t>,</w:t>
      </w:r>
    </w:p>
    <w:p w:rsidR="00642CB4" w:rsidRPr="008A543E" w:rsidRDefault="001B0282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t>BOA NOITE</w:t>
      </w:r>
      <w:r w:rsidR="00642CB4" w:rsidRPr="008A543E">
        <w:rPr>
          <w:rFonts w:ascii="Arial" w:hAnsi="Arial" w:cs="Arial"/>
          <w:caps/>
          <w:szCs w:val="24"/>
        </w:rPr>
        <w:t>!</w:t>
      </w:r>
    </w:p>
    <w:p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abre a Sessão e solicita verificação de presença:</w:t>
      </w:r>
    </w:p>
    <w:p w:rsidR="00642CB4" w:rsidRPr="008A543E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 xml:space="preserve">NA PRESENTE DATA DE </w:t>
      </w:r>
      <w:r w:rsidR="009C0511">
        <w:rPr>
          <w:rFonts w:ascii="Arial" w:hAnsi="Arial" w:cs="Arial"/>
          <w:caps/>
          <w:szCs w:val="24"/>
        </w:rPr>
        <w:t>30 DE OUTUBRO</w:t>
      </w:r>
      <w:r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</w:t>
      </w:r>
      <w:r w:rsidR="0030678B" w:rsidRPr="008A543E">
        <w:rPr>
          <w:rFonts w:ascii="Arial" w:hAnsi="Arial" w:cs="Arial"/>
          <w:caps/>
          <w:szCs w:val="24"/>
        </w:rPr>
        <w:t xml:space="preserve">ÀS </w:t>
      </w:r>
      <w:proofErr w:type="spellStart"/>
      <w:r w:rsidR="0030678B" w:rsidRPr="008A543E">
        <w:rPr>
          <w:rFonts w:ascii="Arial" w:hAnsi="Arial" w:cs="Arial"/>
          <w:caps/>
          <w:szCs w:val="24"/>
        </w:rPr>
        <w:t>XXXX</w:t>
      </w:r>
      <w:proofErr w:type="spellEnd"/>
      <w:r w:rsidR="0030678B" w:rsidRPr="008A543E">
        <w:rPr>
          <w:rFonts w:ascii="Arial" w:hAnsi="Arial" w:cs="Arial"/>
          <w:caps/>
          <w:szCs w:val="24"/>
        </w:rPr>
        <w:t xml:space="preserve"> HORAS, </w:t>
      </w:r>
      <w:r w:rsidR="006E75B5" w:rsidRPr="008A543E">
        <w:rPr>
          <w:rFonts w:ascii="Arial" w:hAnsi="Arial" w:cs="Arial"/>
          <w:caps/>
          <w:szCs w:val="24"/>
        </w:rPr>
        <w:t xml:space="preserve">Para </w:t>
      </w:r>
      <w:r w:rsidR="00642CB4" w:rsidRPr="008A543E">
        <w:rPr>
          <w:rFonts w:ascii="Arial" w:hAnsi="Arial" w:cs="Arial"/>
          <w:caps/>
          <w:szCs w:val="24"/>
        </w:rPr>
        <w:t xml:space="preserve">darmos início à </w:t>
      </w:r>
      <w:r w:rsidR="009C0511">
        <w:rPr>
          <w:rFonts w:ascii="Arial" w:hAnsi="Arial" w:cs="Arial"/>
          <w:caps/>
          <w:szCs w:val="24"/>
        </w:rPr>
        <w:t>34ª (TRIGÉSIMA QUARTA)</w:t>
      </w:r>
      <w:r w:rsidR="00315EFC" w:rsidRPr="008A543E">
        <w:rPr>
          <w:rFonts w:ascii="Arial" w:hAnsi="Arial" w:cs="Arial"/>
          <w:caps/>
          <w:szCs w:val="24"/>
        </w:rPr>
        <w:t xml:space="preserve"> SESSÃO</w:t>
      </w:r>
      <w:r w:rsidR="00642CB4" w:rsidRPr="008A543E">
        <w:rPr>
          <w:rFonts w:ascii="Arial" w:hAnsi="Arial" w:cs="Arial"/>
          <w:caps/>
          <w:szCs w:val="24"/>
        </w:rPr>
        <w:t xml:space="preserve"> Ordinária</w:t>
      </w:r>
      <w:r w:rsidR="00E76A02" w:rsidRPr="008A543E">
        <w:rPr>
          <w:rFonts w:ascii="Arial" w:hAnsi="Arial" w:cs="Arial"/>
          <w:caps/>
          <w:szCs w:val="24"/>
        </w:rPr>
        <w:t xml:space="preserve"> DO ANO</w:t>
      </w:r>
      <w:r w:rsidR="002164AF" w:rsidRPr="008A543E">
        <w:rPr>
          <w:rFonts w:ascii="Arial" w:hAnsi="Arial" w:cs="Arial"/>
          <w:caps/>
          <w:szCs w:val="24"/>
        </w:rPr>
        <w:t xml:space="preserve"> DE 201</w:t>
      </w:r>
      <w:r w:rsidR="00FD2C0F" w:rsidRPr="008A543E">
        <w:rPr>
          <w:rFonts w:ascii="Arial" w:hAnsi="Arial" w:cs="Arial"/>
          <w:caps/>
          <w:szCs w:val="24"/>
        </w:rPr>
        <w:t>9</w:t>
      </w:r>
      <w:r w:rsidR="00E76A02"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SOLICITO AO 1º </w:t>
      </w:r>
      <w:r w:rsidR="00574659" w:rsidRPr="008A543E">
        <w:rPr>
          <w:rFonts w:ascii="Arial" w:hAnsi="Arial" w:cs="Arial"/>
          <w:caps/>
          <w:szCs w:val="24"/>
        </w:rPr>
        <w:t>SECRETÁRIO</w:t>
      </w:r>
      <w:r w:rsidR="00642CB4" w:rsidRPr="008A543E">
        <w:rPr>
          <w:rFonts w:ascii="Arial" w:hAnsi="Arial" w:cs="Arial"/>
          <w:caps/>
          <w:szCs w:val="24"/>
        </w:rPr>
        <w:t xml:space="preserve"> QUE FAÇA A VERIFICAÇÃO DE PRESENÇA.</w:t>
      </w:r>
    </w:p>
    <w:p w:rsidR="00472765" w:rsidRPr="00DA3993" w:rsidRDefault="00472765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</w:rPr>
      </w:pPr>
      <w:r w:rsidRPr="00907BC6">
        <w:rPr>
          <w:rFonts w:ascii="Arial" w:hAnsi="Arial" w:cs="Arial"/>
          <w:b/>
          <w:szCs w:val="24"/>
          <w:highlight w:val="yellow"/>
        </w:rPr>
        <w:t xml:space="preserve">O 1º SECRETÁRIO </w:t>
      </w:r>
      <w:r w:rsidR="0028005D">
        <w:rPr>
          <w:rFonts w:ascii="Arial" w:hAnsi="Arial" w:cs="Arial"/>
          <w:b/>
          <w:szCs w:val="24"/>
          <w:highlight w:val="yellow"/>
        </w:rPr>
        <w:t>faz a</w:t>
      </w:r>
      <w:r w:rsidRPr="00907BC6">
        <w:rPr>
          <w:rFonts w:ascii="Arial" w:hAnsi="Arial" w:cs="Arial"/>
          <w:b/>
          <w:szCs w:val="24"/>
          <w:highlight w:val="yellow"/>
        </w:rPr>
        <w:t xml:space="preserve"> chamada e diz:</w:t>
      </w:r>
    </w:p>
    <w:p w:rsidR="00472765" w:rsidRPr="008A543E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há (</w:t>
      </w:r>
      <w:r w:rsidRPr="008A543E">
        <w:rPr>
          <w:rFonts w:ascii="Arial" w:hAnsi="Arial" w:cs="Arial"/>
          <w:color w:val="548DD4" w:themeColor="text2" w:themeTint="99"/>
          <w:szCs w:val="24"/>
        </w:rPr>
        <w:t>não há</w:t>
      </w:r>
      <w:r w:rsidRPr="008A543E">
        <w:rPr>
          <w:rFonts w:ascii="Arial" w:hAnsi="Arial" w:cs="Arial"/>
          <w:caps/>
          <w:szCs w:val="24"/>
        </w:rPr>
        <w:t xml:space="preserve">) quórum, presidente. </w:t>
      </w:r>
      <w:r w:rsidRPr="008A543E">
        <w:rPr>
          <w:rFonts w:ascii="Arial" w:hAnsi="Arial" w:cs="Arial"/>
          <w:color w:val="548DD4" w:themeColor="text2" w:themeTint="99"/>
          <w:szCs w:val="24"/>
        </w:rPr>
        <w:t>(Mínimo: 5 Vereadores)</w:t>
      </w:r>
    </w:p>
    <w:p w:rsidR="00642CB4" w:rsidRPr="00DA3993" w:rsidRDefault="00430B67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Após a </w:t>
      </w:r>
      <w:r w:rsidR="004F004D" w:rsidRPr="00DA3993">
        <w:rPr>
          <w:rFonts w:ascii="Arial" w:hAnsi="Arial" w:cs="Arial"/>
          <w:b/>
          <w:color w:val="76923C" w:themeColor="accent3" w:themeShade="BF"/>
          <w:szCs w:val="24"/>
        </w:rPr>
        <w:t>verificação de presença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, </w:t>
      </w:r>
      <w:r w:rsidR="00F668D4" w:rsidRPr="00DA3993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declara a Sessão aberta:</w:t>
      </w:r>
    </w:p>
    <w:p w:rsidR="00642CB4" w:rsidRPr="008A543E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SOB A PROTEÇÃO DE DEUS E COM O CORAÇÃO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INTEIRAMENTE VOLTADO PARA A PÁTRIA 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PARA A COMUNIDADE A QUE SERVIMOS</w:t>
      </w:r>
      <w:r w:rsidR="002C29C5" w:rsidRPr="008A543E">
        <w:rPr>
          <w:rFonts w:ascii="Arial" w:hAnsi="Arial" w:cs="Arial"/>
          <w:caps/>
          <w:szCs w:val="24"/>
        </w:rPr>
        <w:t xml:space="preserve">, </w:t>
      </w:r>
      <w:r w:rsidRPr="008A543E">
        <w:rPr>
          <w:rFonts w:ascii="Arial" w:hAnsi="Arial" w:cs="Arial"/>
          <w:caps/>
          <w:szCs w:val="24"/>
        </w:rPr>
        <w:t>DECLARO ABERTA A PRESENTE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SESSÃO ORDINÁRIA</w:t>
      </w:r>
      <w:r w:rsidR="002C29C5" w:rsidRPr="008A543E">
        <w:rPr>
          <w:rFonts w:ascii="Arial" w:hAnsi="Arial" w:cs="Arial"/>
          <w:caps/>
          <w:szCs w:val="24"/>
        </w:rPr>
        <w:t>.</w:t>
      </w:r>
    </w:p>
    <w:p w:rsidR="002C29C5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solicita a e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xecução de hino</w:t>
      </w:r>
      <w:r w:rsidR="00D65AFD">
        <w:rPr>
          <w:rFonts w:ascii="Arial" w:hAnsi="Arial" w:cs="Arial"/>
          <w:b/>
          <w:color w:val="76923C" w:themeColor="accent3" w:themeShade="BF"/>
          <w:szCs w:val="24"/>
        </w:rPr>
        <w:t>s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:rsidR="0074125B" w:rsidRPr="008A543E" w:rsidRDefault="0074125B" w:rsidP="0074125B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 xml:space="preserve">PEÇO A TODOS QUE SE LEVANTEM PARA A EXECUÇÃO DO </w:t>
      </w:r>
      <w:r w:rsidRPr="00D65AFD">
        <w:rPr>
          <w:rFonts w:ascii="Arial" w:hAnsi="Arial" w:cs="Arial"/>
          <w:caps/>
          <w:szCs w:val="24"/>
          <w:highlight w:val="yellow"/>
        </w:rPr>
        <w:t>HINO NACIONAL BRASILEIRO</w:t>
      </w:r>
      <w:r>
        <w:rPr>
          <w:rFonts w:ascii="Arial" w:hAnsi="Arial" w:cs="Arial"/>
          <w:caps/>
          <w:szCs w:val="24"/>
        </w:rPr>
        <w:t xml:space="preserve"> </w:t>
      </w:r>
      <w:r w:rsidR="00D65AFD">
        <w:rPr>
          <w:rFonts w:ascii="Arial" w:hAnsi="Arial" w:cs="Arial"/>
          <w:caps/>
          <w:szCs w:val="24"/>
        </w:rPr>
        <w:t xml:space="preserve">e do </w:t>
      </w:r>
      <w:r w:rsidR="00D65AFD" w:rsidRPr="00D65AFD">
        <w:rPr>
          <w:rFonts w:ascii="Arial" w:hAnsi="Arial" w:cs="Arial"/>
          <w:caps/>
          <w:szCs w:val="24"/>
          <w:highlight w:val="yellow"/>
        </w:rPr>
        <w:t>hino de jacareí</w:t>
      </w:r>
      <w:r w:rsidR="00D65AFD">
        <w:rPr>
          <w:rFonts w:ascii="Arial" w:hAnsi="Arial" w:cs="Arial"/>
          <w:caps/>
          <w:szCs w:val="24"/>
        </w:rPr>
        <w:t xml:space="preserve">. </w:t>
      </w:r>
      <w:r>
        <w:rPr>
          <w:rFonts w:ascii="Arial" w:hAnsi="Arial" w:cs="Arial"/>
          <w:caps/>
          <w:szCs w:val="24"/>
        </w:rPr>
        <w:t>E PEÇO AINDA</w:t>
      </w:r>
      <w:r w:rsidR="00BD7846">
        <w:rPr>
          <w:rFonts w:ascii="Arial" w:hAnsi="Arial" w:cs="Arial"/>
          <w:caps/>
          <w:szCs w:val="24"/>
        </w:rPr>
        <w:t xml:space="preserve"> QUE, APÓS A EXECUÇÃO DO</w:t>
      </w:r>
      <w:r w:rsidR="00D65AFD">
        <w:rPr>
          <w:rFonts w:ascii="Arial" w:hAnsi="Arial" w:cs="Arial"/>
          <w:caps/>
          <w:szCs w:val="24"/>
        </w:rPr>
        <w:t>s</w:t>
      </w:r>
      <w:r w:rsidR="00BD7846">
        <w:rPr>
          <w:rFonts w:ascii="Arial" w:hAnsi="Arial" w:cs="Arial"/>
          <w:caps/>
          <w:szCs w:val="24"/>
        </w:rPr>
        <w:t xml:space="preserve"> HINO</w:t>
      </w:r>
      <w:r w:rsidR="00D65AFD">
        <w:rPr>
          <w:rFonts w:ascii="Arial" w:hAnsi="Arial" w:cs="Arial"/>
          <w:caps/>
          <w:szCs w:val="24"/>
        </w:rPr>
        <w:t>s</w:t>
      </w:r>
      <w:r w:rsidR="00BD7846">
        <w:rPr>
          <w:rFonts w:ascii="Arial" w:hAnsi="Arial" w:cs="Arial"/>
          <w:caps/>
          <w:szCs w:val="24"/>
        </w:rPr>
        <w:t xml:space="preserve">, </w:t>
      </w:r>
      <w:r w:rsidR="009C0511">
        <w:rPr>
          <w:rFonts w:ascii="Arial" w:hAnsi="Arial" w:cs="Arial"/>
          <w:caps/>
          <w:szCs w:val="24"/>
        </w:rPr>
        <w:t>O</w:t>
      </w:r>
      <w:r>
        <w:rPr>
          <w:rFonts w:ascii="Arial" w:hAnsi="Arial" w:cs="Arial"/>
          <w:caps/>
          <w:szCs w:val="24"/>
        </w:rPr>
        <w:t xml:space="preserve"> VEREADOR </w:t>
      </w:r>
      <w:r w:rsidR="009C0511" w:rsidRPr="009C0511">
        <w:rPr>
          <w:rFonts w:ascii="Arial" w:hAnsi="Arial" w:cs="Arial"/>
          <w:b/>
          <w:sz w:val="23"/>
          <w:szCs w:val="23"/>
          <w:highlight w:val="yellow"/>
          <w:u w:val="single"/>
        </w:rPr>
        <w:t>RODRIGO SALOMON</w:t>
      </w:r>
      <w:r w:rsidRPr="008A543E">
        <w:rPr>
          <w:rFonts w:ascii="Arial" w:hAnsi="Arial" w:cs="Arial"/>
          <w:szCs w:val="24"/>
        </w:rPr>
        <w:t xml:space="preserve"> PROCEDA À LEITURA DE UM TRECHO DA BÍBLIA.</w:t>
      </w:r>
    </w:p>
    <w:p w:rsidR="00323490" w:rsidRDefault="00323490" w:rsidP="00323490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br w:type="page"/>
      </w:r>
    </w:p>
    <w:p w:rsidR="007C417E" w:rsidRPr="00E1006F" w:rsidRDefault="007C417E" w:rsidP="007C417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bookmarkStart w:id="1" w:name="_Ref2086457"/>
      <w:r w:rsidRPr="00E1006F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anuncia solenidade:</w:t>
      </w:r>
    </w:p>
    <w:p w:rsidR="009C0511" w:rsidRPr="009C0511" w:rsidRDefault="009C0511" w:rsidP="009C0511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286B3E">
        <w:rPr>
          <w:rFonts w:ascii="Arial" w:hAnsi="Arial" w:cs="Arial"/>
          <w:szCs w:val="24"/>
        </w:rPr>
        <w:t xml:space="preserve">SENHORES VEREADORES E TODOS AQUELES QUE NOS ASSISTEM, A PARTIR DESTE MOMENTO, PASSAREMOS À SOLENIDADE DE </w:t>
      </w:r>
      <w:r w:rsidRPr="009C0511">
        <w:rPr>
          <w:rFonts w:ascii="Arial" w:hAnsi="Arial" w:cs="Arial"/>
          <w:szCs w:val="24"/>
        </w:rPr>
        <w:t>CONCESSÃO DA LÁUREA DE HONRA AO MÉRITO - SERVIDOR PÚBLICO PADRÃO</w:t>
      </w:r>
      <w:r>
        <w:rPr>
          <w:rFonts w:ascii="Arial" w:hAnsi="Arial" w:cs="Arial"/>
          <w:szCs w:val="24"/>
        </w:rPr>
        <w:t xml:space="preserve"> 2019.</w:t>
      </w:r>
    </w:p>
    <w:p w:rsidR="007C417E" w:rsidRPr="00E1006F" w:rsidRDefault="00D65AFD" w:rsidP="007C417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>ASSIM, PEÇO AO CERIMONIAL DA CASA QUE DESEMPENHE O PROTOCOLO.</w:t>
      </w:r>
    </w:p>
    <w:p w:rsidR="007C417E" w:rsidRPr="00D3691D" w:rsidRDefault="007C417E" w:rsidP="007C417E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 w:rsidRPr="00D3691D">
        <w:rPr>
          <w:rFonts w:ascii="Arial" w:hAnsi="Arial" w:cs="Arial"/>
          <w:b/>
          <w:color w:val="548DD4" w:themeColor="text2" w:themeTint="99"/>
          <w:szCs w:val="24"/>
        </w:rPr>
        <w:t>desempenha</w:t>
      </w:r>
      <w:r>
        <w:rPr>
          <w:rFonts w:ascii="Arial" w:hAnsi="Arial" w:cs="Arial"/>
          <w:b/>
          <w:color w:val="548DD4" w:themeColor="text2" w:themeTint="99"/>
          <w:szCs w:val="24"/>
        </w:rPr>
        <w:t xml:space="preserve"> suas funções protocolares.</w:t>
      </w:r>
    </w:p>
    <w:p w:rsidR="007C417E" w:rsidRPr="00E1006F" w:rsidRDefault="007C417E" w:rsidP="007C417E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 solenidade,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:rsidR="007C417E" w:rsidRPr="00E1006F" w:rsidRDefault="007C417E" w:rsidP="007C417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E1006F">
        <w:rPr>
          <w:rFonts w:ascii="Arial" w:hAnsi="Arial" w:cs="Arial"/>
          <w:szCs w:val="24"/>
        </w:rPr>
        <w:t>AGRADEÇO</w:t>
      </w:r>
      <w:proofErr w:type="gramEnd"/>
      <w:r w:rsidRPr="00E1006F">
        <w:rPr>
          <w:rFonts w:ascii="Arial" w:hAnsi="Arial" w:cs="Arial"/>
          <w:szCs w:val="24"/>
        </w:rPr>
        <w:t xml:space="preserve"> A PRESENÇA DE TODOS...</w:t>
      </w:r>
    </w:p>
    <w:p w:rsidR="007C417E" w:rsidRPr="00E1006F" w:rsidRDefault="007C417E" w:rsidP="007C417E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:rsidR="007C417E" w:rsidRDefault="007C417E" w:rsidP="007C417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>SUSPENDO A SESSÃO POR 5 (CINCO) MINUTOS, PARA QUE POSSAMOS FAZER ALGUMAS FOTOS.</w:t>
      </w:r>
    </w:p>
    <w:p w:rsidR="00C704D1" w:rsidRDefault="00C704D1" w:rsidP="007C417E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:rsidR="00C704D1" w:rsidRPr="00E1006F" w:rsidRDefault="00C704D1" w:rsidP="00C704D1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Retornando a Sessão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solicita a verificação de 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>presença:</w:t>
      </w:r>
    </w:p>
    <w:p w:rsidR="00C704D1" w:rsidRDefault="00C704D1" w:rsidP="007C417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caps/>
          <w:szCs w:val="24"/>
        </w:rPr>
        <w:t>SOLICITO AO 1º SECRETÁRIO QUE FAÇA A VERIFICAÇÃO DE PRESENÇA.</w:t>
      </w:r>
    </w:p>
    <w:bookmarkEnd w:id="1"/>
    <w:p w:rsidR="007C417E" w:rsidRDefault="007C417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0529" w:rsidRPr="00BF05EC" w:rsidRDefault="00472765" w:rsidP="00967B7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B1188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anuncia a Fase do Expediente:</w:t>
      </w:r>
    </w:p>
    <w:p w:rsidR="002F0529" w:rsidRPr="008A543E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>PASSAREMOS</w:t>
      </w:r>
      <w:r w:rsidR="00286B3E">
        <w:rPr>
          <w:rFonts w:ascii="Arial" w:hAnsi="Arial" w:cs="Arial"/>
          <w:szCs w:val="24"/>
        </w:rPr>
        <w:t>, AGORA,</w:t>
      </w:r>
      <w:r w:rsidR="00125123" w:rsidRPr="008A543E">
        <w:rPr>
          <w:rFonts w:ascii="Arial" w:hAnsi="Arial" w:cs="Arial"/>
          <w:szCs w:val="24"/>
        </w:rPr>
        <w:t xml:space="preserve"> </w:t>
      </w:r>
      <w:r w:rsidR="002F0529" w:rsidRPr="008A543E">
        <w:rPr>
          <w:rFonts w:ascii="Arial" w:hAnsi="Arial" w:cs="Arial"/>
          <w:szCs w:val="24"/>
        </w:rPr>
        <w:t>À FASE DA SESSÃO ORDINÁRIA</w:t>
      </w:r>
      <w:r w:rsidR="00814A39" w:rsidRPr="008A543E">
        <w:rPr>
          <w:rFonts w:ascii="Arial" w:hAnsi="Arial" w:cs="Arial"/>
          <w:szCs w:val="24"/>
        </w:rPr>
        <w:t xml:space="preserve"> EM QUE</w:t>
      </w:r>
      <w:r w:rsidR="002F0529" w:rsidRPr="008A543E">
        <w:rPr>
          <w:rFonts w:ascii="Arial" w:hAnsi="Arial" w:cs="Arial"/>
          <w:szCs w:val="24"/>
        </w:rPr>
        <w:t xml:space="preserve"> SERÃO LIDOS E VOTADOS, CONFORME DISCIPLINADO, OS EXPEDIENTES DOS VEREADORES.</w:t>
      </w:r>
    </w:p>
    <w:p w:rsidR="00FA7033" w:rsidRPr="008A543E" w:rsidRDefault="00FA68BE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 xml:space="preserve">ANTES, </w:t>
      </w:r>
      <w:r w:rsidRPr="008A543E">
        <w:rPr>
          <w:rFonts w:ascii="Arial" w:hAnsi="Arial" w:cs="Arial"/>
          <w:caps/>
          <w:szCs w:val="24"/>
        </w:rPr>
        <w:t>PORÉM</w:t>
      </w:r>
      <w:r w:rsidRPr="008A543E">
        <w:rPr>
          <w:rFonts w:ascii="Arial" w:hAnsi="Arial" w:cs="Arial"/>
          <w:szCs w:val="24"/>
        </w:rPr>
        <w:t xml:space="preserve">, </w:t>
      </w:r>
      <w:r w:rsidR="007F1836" w:rsidRPr="008A543E">
        <w:rPr>
          <w:rFonts w:ascii="Arial" w:hAnsi="Arial" w:cs="Arial"/>
          <w:szCs w:val="24"/>
        </w:rPr>
        <w:t xml:space="preserve">INFORMO QUE PARA A PRESENTE SESSÃO FORAM </w:t>
      </w:r>
      <w:r w:rsidR="007F1836" w:rsidRPr="008A543E">
        <w:rPr>
          <w:rFonts w:ascii="Arial" w:hAnsi="Arial" w:cs="Arial"/>
          <w:caps/>
          <w:szCs w:val="24"/>
        </w:rPr>
        <w:t>PROTOCOLADOS</w:t>
      </w:r>
      <w:r w:rsidR="007F1836" w:rsidRPr="008A543E">
        <w:rPr>
          <w:rFonts w:ascii="Arial" w:hAnsi="Arial" w:cs="Arial"/>
          <w:szCs w:val="24"/>
        </w:rPr>
        <w:t xml:space="preserve"> </w:t>
      </w:r>
      <w:r w:rsidR="007035F8">
        <w:rPr>
          <w:rFonts w:ascii="Arial" w:hAnsi="Arial" w:cs="Arial"/>
          <w:b/>
          <w:szCs w:val="24"/>
          <w:u w:val="single"/>
        </w:rPr>
        <w:t>86</w:t>
      </w:r>
      <w:r w:rsidR="007F1836" w:rsidRPr="008A543E">
        <w:rPr>
          <w:rFonts w:ascii="Arial" w:hAnsi="Arial" w:cs="Arial"/>
          <w:szCs w:val="24"/>
        </w:rPr>
        <w:t xml:space="preserve"> TRABALHOS</w:t>
      </w:r>
      <w:r w:rsidR="00C94099" w:rsidRPr="008A543E">
        <w:rPr>
          <w:rFonts w:ascii="Arial" w:hAnsi="Arial" w:cs="Arial"/>
          <w:szCs w:val="24"/>
        </w:rPr>
        <w:t>, SENDO</w:t>
      </w:r>
      <w:r w:rsidR="007F1836" w:rsidRPr="008A543E">
        <w:rPr>
          <w:rFonts w:ascii="Arial" w:hAnsi="Arial" w:cs="Arial"/>
          <w:szCs w:val="24"/>
        </w:rPr>
        <w:t>:</w:t>
      </w:r>
    </w:p>
    <w:p w:rsidR="007F1836" w:rsidRPr="008A543E" w:rsidRDefault="004140C3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52</w:t>
      </w:r>
      <w:r w:rsidR="007F1836" w:rsidRPr="008A543E">
        <w:rPr>
          <w:rFonts w:ascii="Arial" w:hAnsi="Arial" w:cs="Arial"/>
          <w:szCs w:val="24"/>
        </w:rPr>
        <w:tab/>
      </w:r>
      <w:r w:rsidR="007F1836" w:rsidRPr="008A543E">
        <w:rPr>
          <w:rFonts w:ascii="Arial" w:hAnsi="Arial" w:cs="Arial"/>
          <w:caps/>
          <w:szCs w:val="24"/>
        </w:rPr>
        <w:t>INDICAÇÕES</w:t>
      </w:r>
    </w:p>
    <w:p w:rsidR="007F1836" w:rsidRPr="008A543E" w:rsidRDefault="004140C3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19</w:t>
      </w:r>
      <w:r w:rsidR="00323490">
        <w:rPr>
          <w:rFonts w:ascii="Arial" w:hAnsi="Arial" w:cs="Arial"/>
          <w:szCs w:val="24"/>
        </w:rPr>
        <w:tab/>
      </w:r>
      <w:r w:rsidR="007F1836" w:rsidRPr="008A543E">
        <w:rPr>
          <w:rFonts w:ascii="Arial" w:hAnsi="Arial" w:cs="Arial"/>
          <w:szCs w:val="24"/>
        </w:rPr>
        <w:t>MOÇÕES</w:t>
      </w:r>
    </w:p>
    <w:p w:rsidR="00146C11" w:rsidRPr="008A543E" w:rsidRDefault="004140C3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09</w:t>
      </w:r>
      <w:r w:rsidR="00146C11" w:rsidRPr="008A543E">
        <w:rPr>
          <w:rFonts w:ascii="Arial" w:hAnsi="Arial" w:cs="Arial"/>
          <w:szCs w:val="24"/>
        </w:rPr>
        <w:tab/>
        <w:t>REQUERIMENTOS</w:t>
      </w:r>
    </w:p>
    <w:p w:rsidR="006145DD" w:rsidRDefault="001A21C0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</w:t>
      </w:r>
      <w:r w:rsidR="004140C3">
        <w:rPr>
          <w:rFonts w:ascii="Arial" w:hAnsi="Arial" w:cs="Arial"/>
          <w:szCs w:val="24"/>
        </w:rPr>
        <w:t>6</w:t>
      </w:r>
      <w:r w:rsidR="007F1836" w:rsidRPr="008A543E">
        <w:rPr>
          <w:rFonts w:ascii="Arial" w:hAnsi="Arial" w:cs="Arial"/>
          <w:szCs w:val="24"/>
        </w:rPr>
        <w:tab/>
        <w:t>PEDIDOS DE INFORMAÇÕES</w:t>
      </w:r>
    </w:p>
    <w:p w:rsidR="0061668D" w:rsidRPr="00BF05EC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leitura das </w:t>
      </w:r>
      <w:r w:rsidR="00D0535F" w:rsidRPr="00BF05EC">
        <w:rPr>
          <w:rFonts w:ascii="Arial" w:hAnsi="Arial" w:cs="Arial"/>
          <w:b/>
          <w:color w:val="76923C" w:themeColor="accent3" w:themeShade="BF"/>
          <w:szCs w:val="24"/>
          <w:u w:val="single"/>
        </w:rPr>
        <w:t>MOÇÕES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:rsidR="002F0529" w:rsidRPr="00940241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caps/>
          <w:szCs w:val="24"/>
        </w:rPr>
        <w:t>ENTÃO</w:t>
      </w:r>
      <w:r w:rsidRPr="00940241">
        <w:rPr>
          <w:rFonts w:ascii="Arial" w:hAnsi="Arial" w:cs="Arial"/>
          <w:szCs w:val="24"/>
        </w:rPr>
        <w:t xml:space="preserve">, </w:t>
      </w:r>
      <w:r w:rsidR="00642CB4" w:rsidRPr="00940241">
        <w:rPr>
          <w:rFonts w:ascii="Arial" w:hAnsi="Arial" w:cs="Arial"/>
          <w:szCs w:val="24"/>
        </w:rPr>
        <w:t>SOLICITO AO</w:t>
      </w:r>
      <w:r w:rsidR="00014BD1" w:rsidRPr="00940241">
        <w:rPr>
          <w:rFonts w:ascii="Arial" w:hAnsi="Arial" w:cs="Arial"/>
          <w:szCs w:val="24"/>
        </w:rPr>
        <w:t xml:space="preserve"> 1º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574659" w:rsidRPr="00940241">
        <w:rPr>
          <w:rFonts w:ascii="Arial" w:hAnsi="Arial" w:cs="Arial"/>
          <w:szCs w:val="24"/>
        </w:rPr>
        <w:t>SECRETÁRIO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3E574C" w:rsidRPr="00940241">
        <w:rPr>
          <w:rFonts w:ascii="Arial" w:hAnsi="Arial" w:cs="Arial"/>
          <w:szCs w:val="24"/>
        </w:rPr>
        <w:t xml:space="preserve">QUE FAÇA </w:t>
      </w:r>
      <w:r w:rsidR="00C602BC" w:rsidRPr="00940241">
        <w:rPr>
          <w:rFonts w:ascii="Arial" w:hAnsi="Arial" w:cs="Arial"/>
          <w:szCs w:val="24"/>
        </w:rPr>
        <w:t xml:space="preserve">A LEITURA </w:t>
      </w:r>
      <w:r w:rsidR="00212E98" w:rsidRPr="00940241">
        <w:rPr>
          <w:rFonts w:ascii="Arial" w:hAnsi="Arial" w:cs="Arial"/>
          <w:szCs w:val="24"/>
        </w:rPr>
        <w:t>DAS</w:t>
      </w:r>
      <w:r w:rsidR="00212E98" w:rsidRPr="00940241">
        <w:rPr>
          <w:rFonts w:ascii="Arial" w:hAnsi="Arial" w:cs="Arial"/>
          <w:szCs w:val="24"/>
          <w:lang w:eastAsia="ko-KR"/>
        </w:rPr>
        <w:t xml:space="preserve"> </w:t>
      </w:r>
      <w:r w:rsidR="00212E98" w:rsidRPr="00940241">
        <w:rPr>
          <w:rFonts w:ascii="Arial" w:hAnsi="Arial" w:cs="Arial"/>
          <w:caps/>
          <w:szCs w:val="24"/>
        </w:rPr>
        <w:t>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DAS </w:t>
      </w:r>
      <w:r w:rsidR="002F0529" w:rsidRPr="00940241">
        <w:rPr>
          <w:rFonts w:ascii="Arial" w:hAnsi="Arial" w:cs="Arial"/>
          <w:b/>
          <w:szCs w:val="24"/>
          <w:u w:val="single"/>
        </w:rPr>
        <w:t>MOÇÕES</w:t>
      </w:r>
      <w:r w:rsidR="00706EA5"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  <w:lang w:eastAsia="ko-KR"/>
        </w:rPr>
        <w:t>PROTOCOLADAS PARA ESTA</w:t>
      </w:r>
      <w:r w:rsidR="00706EA5"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:rsidR="00F64DD4" w:rsidRPr="003058CD" w:rsidRDefault="00F64DD4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3058CD">
        <w:rPr>
          <w:rFonts w:ascii="Arial" w:hAnsi="Arial" w:cs="Arial"/>
          <w:szCs w:val="24"/>
          <w:highlight w:val="yellow"/>
        </w:rPr>
        <w:t xml:space="preserve">O </w:t>
      </w:r>
      <w:r w:rsidRPr="00DA67AF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</w:rPr>
        <w:t xml:space="preserve"> </w:t>
      </w:r>
      <w:r w:rsidR="00350ACA" w:rsidRPr="003058CD">
        <w:rPr>
          <w:rFonts w:ascii="Arial" w:hAnsi="Arial" w:cs="Arial"/>
          <w:szCs w:val="24"/>
          <w:highlight w:val="yellow"/>
        </w:rPr>
        <w:t xml:space="preserve">lê o </w:t>
      </w:r>
      <w:r w:rsidR="009C68A3" w:rsidRPr="003058CD">
        <w:rPr>
          <w:rFonts w:ascii="Arial" w:hAnsi="Arial" w:cs="Arial"/>
          <w:szCs w:val="24"/>
          <w:highlight w:val="yellow"/>
        </w:rPr>
        <w:t>Relatório</w:t>
      </w:r>
      <w:r w:rsidR="00350ACA" w:rsidRPr="003058CD">
        <w:rPr>
          <w:rFonts w:ascii="Arial" w:hAnsi="Arial" w:cs="Arial"/>
          <w:szCs w:val="24"/>
          <w:highlight w:val="yellow"/>
        </w:rPr>
        <w:t xml:space="preserve"> de Moções</w:t>
      </w:r>
      <w:r w:rsidRPr="003058CD">
        <w:rPr>
          <w:rFonts w:ascii="Arial" w:hAnsi="Arial" w:cs="Arial"/>
          <w:szCs w:val="24"/>
          <w:highlight w:val="yellow"/>
        </w:rPr>
        <w:t>.</w:t>
      </w:r>
    </w:p>
    <w:p w:rsidR="00F64DD4" w:rsidRPr="005C6EA6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Em caso de solicitação de leitura na íntegra, o </w:t>
      </w:r>
      <w:r w:rsidR="00C9225D" w:rsidRPr="005C6EA6">
        <w:rPr>
          <w:rFonts w:ascii="Arial" w:hAnsi="Arial" w:cs="Arial"/>
          <w:szCs w:val="24"/>
          <w:highlight w:val="yellow"/>
          <w:lang w:eastAsia="ko-KR"/>
        </w:rPr>
        <w:t>1º SECRETÁRIO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faz a leitura da Moção solicitada e prossegue no </w:t>
      </w:r>
      <w:r w:rsidR="009C68A3" w:rsidRPr="005C6EA6">
        <w:rPr>
          <w:rFonts w:ascii="Arial" w:hAnsi="Arial" w:cs="Arial"/>
          <w:szCs w:val="24"/>
          <w:highlight w:val="yellow"/>
          <w:lang w:eastAsia="ko-KR"/>
        </w:rPr>
        <w:t>Relatório</w:t>
      </w:r>
      <w:r w:rsidRPr="005C6EA6">
        <w:rPr>
          <w:rFonts w:ascii="Arial" w:hAnsi="Arial" w:cs="Arial"/>
          <w:szCs w:val="24"/>
          <w:highlight w:val="yellow"/>
          <w:lang w:eastAsia="ko-KR"/>
        </w:rPr>
        <w:t>.</w:t>
      </w:r>
    </w:p>
    <w:p w:rsidR="00683A23" w:rsidRPr="005C6EA6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Quando </w:t>
      </w:r>
      <w:r w:rsidRPr="005C6EA6">
        <w:rPr>
          <w:rFonts w:ascii="Arial" w:hAnsi="Arial" w:cs="Arial"/>
          <w:szCs w:val="24"/>
          <w:highlight w:val="yellow"/>
        </w:rPr>
        <w:t>acabarem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as Moções, o </w:t>
      </w:r>
      <w:r w:rsidR="00C9225D" w:rsidRPr="00DA67AF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di</w:t>
      </w:r>
      <w:r w:rsidR="00530880" w:rsidRPr="005C6EA6">
        <w:rPr>
          <w:rFonts w:ascii="Arial" w:hAnsi="Arial" w:cs="Arial"/>
          <w:szCs w:val="24"/>
          <w:highlight w:val="yellow"/>
          <w:lang w:eastAsia="ko-KR"/>
        </w:rPr>
        <w:t>z</w:t>
      </w:r>
      <w:r w:rsidRPr="005C6EA6">
        <w:rPr>
          <w:rFonts w:ascii="Arial" w:hAnsi="Arial" w:cs="Arial"/>
          <w:szCs w:val="24"/>
          <w:highlight w:val="yellow"/>
          <w:lang w:eastAsia="ko-KR"/>
        </w:rPr>
        <w:t>:</w:t>
      </w:r>
    </w:p>
    <w:p w:rsidR="0005584B" w:rsidRPr="00940241" w:rsidRDefault="00FD548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  <w:lang w:eastAsia="ko-KR"/>
        </w:rPr>
        <w:t xml:space="preserve"> MOÇÕES, </w:t>
      </w:r>
      <w:r w:rsidR="002033DA" w:rsidRPr="00940241">
        <w:rPr>
          <w:rFonts w:ascii="Arial" w:hAnsi="Arial" w:cs="Arial"/>
          <w:szCs w:val="24"/>
          <w:lang w:eastAsia="ko-KR"/>
        </w:rPr>
        <w:t>PRESIDENTE</w:t>
      </w:r>
      <w:r w:rsidRPr="00940241">
        <w:rPr>
          <w:rFonts w:ascii="Arial" w:hAnsi="Arial" w:cs="Arial"/>
          <w:szCs w:val="24"/>
          <w:lang w:eastAsia="ko-KR"/>
        </w:rPr>
        <w:t>!</w:t>
      </w:r>
      <w:r w:rsidR="0005584B" w:rsidRPr="00940241">
        <w:rPr>
          <w:rFonts w:ascii="Arial" w:hAnsi="Arial" w:cs="Arial"/>
          <w:szCs w:val="24"/>
          <w:lang w:eastAsia="ko-KR"/>
        </w:rPr>
        <w:br w:type="page"/>
      </w:r>
    </w:p>
    <w:p w:rsidR="0061668D" w:rsidRPr="00BF05EC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</w:t>
      </w:r>
      <w:r w:rsidR="00506067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leitura dos </w:t>
      </w:r>
      <w:r w:rsidR="00C35E91" w:rsidRPr="00BF05EC">
        <w:rPr>
          <w:rFonts w:ascii="Arial" w:hAnsi="Arial" w:cs="Arial"/>
          <w:b/>
          <w:color w:val="76923C" w:themeColor="accent3" w:themeShade="BF"/>
          <w:szCs w:val="24"/>
          <w:u w:val="single"/>
        </w:rPr>
        <w:t>REQUERIMENTOS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:rsidR="00706EA5" w:rsidRPr="00940241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211A24" w:rsidRPr="00940241">
        <w:rPr>
          <w:rFonts w:ascii="Arial" w:hAnsi="Arial" w:cs="Arial"/>
          <w:szCs w:val="24"/>
          <w:lang w:eastAsia="ko-KR"/>
        </w:rPr>
        <w:t>À</w:t>
      </w:r>
      <w:proofErr w:type="gramEnd"/>
      <w:r w:rsidR="00014BD1" w:rsidRPr="00940241">
        <w:rPr>
          <w:rFonts w:ascii="Arial" w:hAnsi="Arial" w:cs="Arial"/>
          <w:szCs w:val="24"/>
          <w:lang w:eastAsia="ko-KR"/>
        </w:rPr>
        <w:t xml:space="preserve"> 2ª</w:t>
      </w:r>
      <w:r w:rsidR="00211A24" w:rsidRPr="00940241">
        <w:rPr>
          <w:rFonts w:ascii="Arial" w:hAnsi="Arial" w:cs="Arial"/>
          <w:szCs w:val="24"/>
          <w:lang w:eastAsia="ko-KR"/>
        </w:rPr>
        <w:t xml:space="preserve"> </w:t>
      </w:r>
      <w:r w:rsidR="00574659" w:rsidRPr="00940241">
        <w:rPr>
          <w:rFonts w:ascii="Arial" w:hAnsi="Arial" w:cs="Arial"/>
          <w:caps/>
          <w:szCs w:val="24"/>
        </w:rPr>
        <w:t>SECRETÁRI</w:t>
      </w:r>
      <w:r w:rsidR="00211A24" w:rsidRPr="00940241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szCs w:val="24"/>
          <w:lang w:eastAsia="ko-KR"/>
        </w:rPr>
        <w:t xml:space="preserve">QUE FAÇA </w:t>
      </w:r>
      <w:r w:rsidR="00C602BC" w:rsidRPr="00940241">
        <w:rPr>
          <w:rFonts w:ascii="Arial" w:hAnsi="Arial" w:cs="Arial"/>
          <w:szCs w:val="24"/>
          <w:lang w:eastAsia="ko-KR"/>
        </w:rPr>
        <w:t xml:space="preserve">A LEITURA </w:t>
      </w:r>
      <w:r w:rsidR="00212E98" w:rsidRPr="00940241">
        <w:rPr>
          <w:rFonts w:ascii="Arial" w:hAnsi="Arial" w:cs="Arial"/>
          <w:szCs w:val="24"/>
          <w:lang w:eastAsia="ko-KR"/>
        </w:rPr>
        <w:t>DAS 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</w:rPr>
        <w:t>PROTOCOLADOS</w:t>
      </w:r>
      <w:r w:rsidR="00F90A5C" w:rsidRPr="00940241">
        <w:rPr>
          <w:rFonts w:ascii="Arial" w:hAnsi="Arial" w:cs="Arial"/>
          <w:szCs w:val="24"/>
          <w:lang w:eastAsia="ko-KR"/>
        </w:rPr>
        <w:t xml:space="preserve"> PARA ESTA</w:t>
      </w:r>
      <w:r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:rsidR="00E63DFA" w:rsidRPr="00940241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>ão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="00E62DB4"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D54A06" w:rsidRPr="00940241">
        <w:rPr>
          <w:rFonts w:ascii="Arial" w:hAnsi="Arial" w:cs="Arial"/>
          <w:color w:val="FF0000"/>
          <w:szCs w:val="24"/>
          <w:lang w:eastAsia="ko-KR"/>
        </w:rPr>
        <w:t xml:space="preserve">apenas 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9C68A3" w:rsidRPr="00940241">
        <w:rPr>
          <w:rFonts w:ascii="Arial" w:hAnsi="Arial" w:cs="Arial"/>
          <w:color w:val="FF0000"/>
          <w:szCs w:val="24"/>
          <w:lang w:eastAsia="ko-KR"/>
        </w:rPr>
        <w:t>Relatório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>. (Após</w:t>
      </w:r>
      <w:r w:rsidR="00DD1596" w:rsidRPr="00940241">
        <w:rPr>
          <w:rFonts w:ascii="Arial" w:hAnsi="Arial" w:cs="Arial"/>
          <w:color w:val="FF0000"/>
          <w:szCs w:val="24"/>
          <w:lang w:eastAsia="ko-KR"/>
        </w:rPr>
        <w:t>,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 seguir para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item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_Ref526255634 \r \h </w:instrText>
      </w:r>
      <w:r w:rsidR="00092897" w:rsidRP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444F66">
        <w:rPr>
          <w:rFonts w:ascii="Arial" w:hAnsi="Arial" w:cs="Arial"/>
          <w:color w:val="FF0000"/>
          <w:szCs w:val="24"/>
          <w:lang w:eastAsia="ko-KR"/>
        </w:rPr>
        <w:t>9.6)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C35E91" w:rsidRPr="00BF05EC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>Solicitada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o </w:t>
      </w:r>
      <w:r w:rsidR="00BF05EC" w:rsidRPr="005C6EA6">
        <w:rPr>
          <w:rFonts w:ascii="Arial" w:hAnsi="Arial" w:cs="Arial"/>
          <w:color w:val="FF0000"/>
          <w:szCs w:val="24"/>
          <w:lang w:eastAsia="ko-KR"/>
        </w:rPr>
        <w:t>Requerimento e prossegue no Relatório</w:t>
      </w:r>
      <w:r w:rsidR="00BF05EC">
        <w:rPr>
          <w:rFonts w:ascii="Arial" w:hAnsi="Arial" w:cs="Arial"/>
          <w:color w:val="FF0000"/>
          <w:szCs w:val="24"/>
          <w:lang w:eastAsia="ko-KR"/>
        </w:rPr>
        <w:t>.</w:t>
      </w:r>
    </w:p>
    <w:p w:rsidR="00C35E91" w:rsidRPr="005C6EA6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="00C35E91"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:rsidR="00B11B06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:rsidR="00C35E91" w:rsidRPr="005C6EA6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B11B06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Requerimento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</w:t>
      </w:r>
      <w:r w:rsidR="009C68A3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44F6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:rsidR="00C35E91" w:rsidRPr="00907BC6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>Solicitadas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:rsidR="00BF05EC" w:rsidRPr="00940241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2" w:name="_Ref526255980"/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:rsidR="00BF05EC" w:rsidRPr="005C6EA6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Requerimento em votação,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44F6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:rsidR="00C35E91" w:rsidRPr="00907BC6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935709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Não havendo justificativas</w:t>
      </w:r>
      <w:r w:rsidR="007C61A4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(1 minuto)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ou após elas,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  <w:bookmarkEnd w:id="3"/>
    </w:p>
    <w:p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:rsidR="00C35E91" w:rsidRPr="00940241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:rsidR="00C35E91" w:rsidRPr="00907BC6" w:rsidRDefault="00C35E91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526256135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  <w:bookmarkEnd w:id="4"/>
    </w:p>
    <w:p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:rsidR="00C35E91" w:rsidRPr="00940241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="006D7A14"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>!</w:t>
      </w:r>
    </w:p>
    <w:p w:rsidR="00C35E91" w:rsidRPr="00940241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5" w:name="_Ref526255634"/>
      <w:r w:rsidRPr="00940241">
        <w:rPr>
          <w:rFonts w:ascii="Arial" w:hAnsi="Arial" w:cs="Arial"/>
          <w:color w:val="FF0000"/>
          <w:szCs w:val="24"/>
          <w:lang w:eastAsia="ko-KR"/>
        </w:rPr>
        <w:t xml:space="preserve">Quando acabarem os Requerimentos,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5"/>
    </w:p>
    <w:p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  <w:lang w:eastAsia="ko-KR"/>
        </w:rPr>
        <w:t>REQUERIMENTOS</w:t>
      </w:r>
      <w:r w:rsidRPr="00940241">
        <w:rPr>
          <w:rFonts w:ascii="Arial" w:hAnsi="Arial" w:cs="Arial"/>
          <w:szCs w:val="24"/>
        </w:rPr>
        <w:t xml:space="preserve">, </w:t>
      </w:r>
      <w:r w:rsidR="002033DA" w:rsidRPr="00940241">
        <w:rPr>
          <w:rFonts w:ascii="Arial" w:hAnsi="Arial" w:cs="Arial"/>
          <w:szCs w:val="24"/>
        </w:rPr>
        <w:t>PRESIDENTE</w:t>
      </w:r>
      <w:r w:rsidRPr="00940241">
        <w:rPr>
          <w:rFonts w:ascii="Arial" w:hAnsi="Arial" w:cs="Arial"/>
          <w:szCs w:val="24"/>
        </w:rPr>
        <w:t>!</w:t>
      </w:r>
    </w:p>
    <w:p w:rsidR="00C35E91" w:rsidRPr="00BF05EC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Requerimentos, </w:t>
      </w:r>
      <w:r w:rsidR="00F668D4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:rsidR="006B03AF" w:rsidRPr="00092897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4"/>
        </w:rPr>
      </w:pPr>
      <w:r w:rsidRPr="00092897">
        <w:rPr>
          <w:rFonts w:ascii="Arial" w:hAnsi="Arial" w:cs="Arial"/>
          <w:b/>
          <w:szCs w:val="24"/>
        </w:rPr>
        <w:br w:type="page"/>
      </w:r>
    </w:p>
    <w:p w:rsidR="003058CD" w:rsidRPr="00BF05EC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2ª </w:t>
      </w:r>
      <w:r w:rsidRPr="00940241">
        <w:rPr>
          <w:rFonts w:ascii="Arial" w:hAnsi="Arial" w:cs="Arial"/>
          <w:caps/>
          <w:szCs w:val="24"/>
        </w:rPr>
        <w:t>SECRETÁRIA</w:t>
      </w:r>
      <w:r w:rsidRPr="00940241">
        <w:rPr>
          <w:rFonts w:ascii="Arial" w:hAnsi="Arial" w:cs="Arial"/>
          <w:szCs w:val="24"/>
          <w:lang w:eastAsia="ko-KR"/>
        </w:rPr>
        <w:t xml:space="preserve"> QUE FAÇA A LEITURA DAS SÍNTESES DOS </w:t>
      </w:r>
      <w:r w:rsidRPr="00940241">
        <w:rPr>
          <w:rFonts w:ascii="Arial" w:hAnsi="Arial" w:cs="Arial"/>
          <w:caps/>
          <w:szCs w:val="24"/>
        </w:rPr>
        <w:t>PEDIDOS DE INFORMAÇÕES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szCs w:val="24"/>
        </w:rPr>
        <w:t>PROTOCOLADOS</w:t>
      </w:r>
      <w:r w:rsidRPr="00940241">
        <w:rPr>
          <w:rFonts w:ascii="Arial" w:hAnsi="Arial" w:cs="Arial"/>
          <w:szCs w:val="24"/>
          <w:lang w:eastAsia="ko-KR"/>
        </w:rPr>
        <w:t xml:space="preserve"> PARA ESTA SESSÃO.</w:t>
      </w:r>
    </w:p>
    <w:p w:rsidR="003058CD" w:rsidRPr="00940241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 xml:space="preserve">Caso não haja solicitação de leitura na íntegra ou votação,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lê apenas o Relatório. (Após, seguir para item 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_Ref877341 \r \h </w:instrText>
      </w:r>
      <w:r w:rsid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444F66">
        <w:rPr>
          <w:rFonts w:ascii="Arial" w:hAnsi="Arial" w:cs="Arial"/>
          <w:color w:val="FF0000"/>
          <w:szCs w:val="24"/>
          <w:lang w:eastAsia="ko-KR"/>
        </w:rPr>
        <w:t>10.6)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3058CD" w:rsidRPr="00BF05EC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na íntegra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o </w:t>
      </w:r>
      <w:r w:rsidR="00834646"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e prossegue no Relatório</w:t>
      </w:r>
      <w:r>
        <w:rPr>
          <w:rFonts w:ascii="Arial" w:hAnsi="Arial" w:cs="Arial"/>
          <w:color w:val="FF0000"/>
          <w:szCs w:val="24"/>
          <w:lang w:eastAsia="ko-KR"/>
        </w:rPr>
        <w:t>.</w:t>
      </w:r>
    </w:p>
    <w:p w:rsidR="003058CD" w:rsidRPr="005C6EA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:rsidR="003058CD" w:rsidRPr="005C6EA6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44F6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 xml:space="preserve">Solicitadas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:rsidR="003058CD" w:rsidRPr="005C6EA6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44F6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6" w:name="_Ref877417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Não havendo justificativas (1 minuto), ou após elas,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6"/>
    </w:p>
    <w:p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:rsidR="003058CD" w:rsidRPr="00907BC6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</w:p>
    <w:p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>!</w:t>
      </w:r>
    </w:p>
    <w:p w:rsidR="003058CD" w:rsidRPr="00940241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7" w:name="_Ref877341"/>
      <w:r w:rsidRPr="00940241">
        <w:rPr>
          <w:rFonts w:ascii="Arial" w:hAnsi="Arial" w:cs="Arial"/>
          <w:color w:val="FF0000"/>
          <w:szCs w:val="24"/>
          <w:lang w:eastAsia="ko-KR"/>
        </w:rPr>
        <w:t xml:space="preserve">Quando acabarem os Pedidos de Informações,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7"/>
    </w:p>
    <w:p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>, PRESIDENTE!</w:t>
      </w:r>
    </w:p>
    <w:p w:rsidR="003058CD" w:rsidRPr="00BF05EC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</w:t>
      </w:r>
      <w:r w:rsidR="00AE23F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szCs w:val="24"/>
          <w:lang w:eastAsia="ko-KR"/>
        </w:rPr>
        <w:t>PEDIDO</w:t>
      </w:r>
      <w:r w:rsidR="002F73F4">
        <w:rPr>
          <w:rFonts w:ascii="Arial" w:hAnsi="Arial" w:cs="Arial"/>
          <w:szCs w:val="24"/>
          <w:lang w:eastAsia="ko-KR"/>
        </w:rPr>
        <w:t>S</w:t>
      </w:r>
      <w:r w:rsidRPr="00940241">
        <w:rPr>
          <w:rFonts w:ascii="Arial" w:hAnsi="Arial" w:cs="Arial"/>
          <w:szCs w:val="24"/>
          <w:lang w:eastAsia="ko-KR"/>
        </w:rPr>
        <w:t xml:space="preserve"> DE INFORMAÇÕES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:rsidR="00235FBB" w:rsidRPr="00092897" w:rsidRDefault="00235FBB" w:rsidP="000027DA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92897">
        <w:rPr>
          <w:rFonts w:ascii="Arial" w:hAnsi="Arial" w:cs="Arial"/>
          <w:b/>
          <w:szCs w:val="24"/>
        </w:rPr>
        <w:br w:type="page"/>
      </w:r>
    </w:p>
    <w:p w:rsidR="0074291E" w:rsidRPr="003058CD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4291E" w:rsidRPr="003058CD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Votos de Pesar:</w:t>
      </w:r>
    </w:p>
    <w:p w:rsidR="00642CB4" w:rsidRPr="00940241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SOLICITO 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AO </w:t>
      </w:r>
      <w:r w:rsidR="002F429C" w:rsidRPr="00940241">
        <w:rPr>
          <w:rFonts w:ascii="Arial" w:hAnsi="Arial" w:cs="Arial"/>
          <w:caps/>
          <w:szCs w:val="24"/>
          <w:lang w:eastAsia="ko-KR"/>
        </w:rPr>
        <w:t>1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º </w:t>
      </w:r>
      <w:r w:rsidR="00574659" w:rsidRPr="00940241">
        <w:rPr>
          <w:rFonts w:ascii="Arial" w:hAnsi="Arial" w:cs="Arial"/>
          <w:caps/>
          <w:szCs w:val="24"/>
          <w:lang w:eastAsia="ko-KR"/>
        </w:rPr>
        <w:t>SECRETÁRIO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caps/>
          <w:szCs w:val="24"/>
          <w:lang w:eastAsia="ko-KR"/>
        </w:rPr>
        <w:t xml:space="preserve">QUE FAÇA </w:t>
      </w:r>
      <w:r w:rsidRPr="00940241">
        <w:rPr>
          <w:rFonts w:ascii="Arial" w:hAnsi="Arial" w:cs="Arial"/>
          <w:caps/>
          <w:szCs w:val="24"/>
          <w:lang w:eastAsia="ko-KR"/>
        </w:rPr>
        <w:t>A LEITURA DOS VOTOS DE PESAR APRESENTADOS PELOS SENHORES VEREADORES.</w:t>
      </w:r>
    </w:p>
    <w:p w:rsidR="00E05CAA" w:rsidRPr="003058CD" w:rsidRDefault="00E05CAA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3058CD">
        <w:rPr>
          <w:rFonts w:ascii="Arial" w:hAnsi="Arial" w:cs="Arial"/>
          <w:szCs w:val="24"/>
          <w:highlight w:val="yellow"/>
        </w:rPr>
        <w:t xml:space="preserve">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</w:rPr>
        <w:t xml:space="preserve"> faz a leitura dos Votos de Pesar na ordem de protocolo.</w:t>
      </w:r>
    </w:p>
    <w:p w:rsidR="00D1131A" w:rsidRPr="00092897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3058CD">
        <w:rPr>
          <w:rFonts w:ascii="Arial" w:hAnsi="Arial" w:cs="Arial"/>
          <w:szCs w:val="24"/>
          <w:highlight w:val="yellow"/>
        </w:rPr>
        <w:t>Quando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acabarem os Votos de Pesar, 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HÁ MAIS </w:t>
      </w:r>
      <w:r w:rsidRPr="00940241">
        <w:rPr>
          <w:rFonts w:ascii="Arial" w:hAnsi="Arial" w:cs="Arial"/>
          <w:caps/>
          <w:szCs w:val="24"/>
        </w:rPr>
        <w:t>VOTOS</w:t>
      </w:r>
      <w:r w:rsidRPr="00940241">
        <w:rPr>
          <w:rFonts w:ascii="Arial" w:hAnsi="Arial" w:cs="Arial"/>
          <w:caps/>
          <w:szCs w:val="24"/>
          <w:lang w:eastAsia="ko-KR"/>
        </w:rPr>
        <w:t xml:space="preserve"> DE PESAR, </w:t>
      </w:r>
      <w:r w:rsidR="00C279C5" w:rsidRPr="00940241">
        <w:rPr>
          <w:rFonts w:ascii="Arial" w:hAnsi="Arial" w:cs="Arial"/>
          <w:caps/>
          <w:szCs w:val="24"/>
          <w:lang w:eastAsia="ko-KR"/>
        </w:rPr>
        <w:t>PRESIDENTE</w:t>
      </w:r>
      <w:r w:rsidRPr="00940241">
        <w:rPr>
          <w:rFonts w:ascii="Arial" w:hAnsi="Arial" w:cs="Arial"/>
          <w:caps/>
          <w:szCs w:val="24"/>
          <w:lang w:eastAsia="ko-KR"/>
        </w:rPr>
        <w:t>!</w:t>
      </w:r>
    </w:p>
    <w:p w:rsidR="001A4310" w:rsidRPr="003058CD" w:rsidRDefault="00472765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:rsidR="00754385" w:rsidRDefault="002F429C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EM </w:t>
      </w:r>
      <w:r w:rsidRPr="00940241">
        <w:rPr>
          <w:rFonts w:ascii="Arial" w:hAnsi="Arial" w:cs="Arial"/>
          <w:caps/>
          <w:szCs w:val="24"/>
        </w:rPr>
        <w:t>MEMÓRIA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212E98" w:rsidRPr="00940241">
        <w:rPr>
          <w:rFonts w:ascii="Arial" w:hAnsi="Arial" w:cs="Arial"/>
          <w:szCs w:val="24"/>
          <w:lang w:eastAsia="ko-KR"/>
        </w:rPr>
        <w:t>DOS ENTES QUERIDOS</w:t>
      </w:r>
      <w:r w:rsidRPr="00940241">
        <w:rPr>
          <w:rFonts w:ascii="Arial" w:hAnsi="Arial" w:cs="Arial"/>
          <w:szCs w:val="24"/>
          <w:lang w:eastAsia="ko-KR"/>
        </w:rPr>
        <w:t>, CONVIDO A TODOS PARA QUE FAÇAMOS ALGUNS INSTANTES DE SILÊNCIO.</w:t>
      </w:r>
    </w:p>
    <w:p w:rsidR="008B012B" w:rsidRDefault="00AC225C">
      <w:pPr>
        <w:rPr>
          <w:rFonts w:ascii="Arial" w:hAnsi="Arial" w:cs="Arial"/>
          <w:b/>
          <w:szCs w:val="24"/>
          <w:u w:val="wave"/>
        </w:rPr>
      </w:pPr>
      <w:r w:rsidRPr="00092897">
        <w:rPr>
          <w:rFonts w:ascii="Arial" w:hAnsi="Arial" w:cs="Arial"/>
          <w:b/>
          <w:szCs w:val="24"/>
          <w:u w:val="wave"/>
        </w:rPr>
        <w:br w:type="page"/>
      </w:r>
    </w:p>
    <w:p w:rsidR="0005004E" w:rsidRPr="003058CD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3219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</w:t>
      </w:r>
      <w:r w:rsidR="0005004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:rsidR="0073219E" w:rsidRPr="00940241" w:rsidRDefault="0073219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="009D4EBC" w:rsidRPr="00940241">
        <w:rPr>
          <w:rFonts w:ascii="Arial" w:hAnsi="Arial" w:cs="Arial"/>
          <w:szCs w:val="24"/>
          <w:lang w:eastAsia="ko-KR"/>
        </w:rPr>
        <w:t xml:space="preserve">, </w:t>
      </w:r>
      <w:r w:rsidR="009D4EBC" w:rsidRPr="00940241">
        <w:rPr>
          <w:rFonts w:ascii="Arial" w:hAnsi="Arial" w:cs="Arial"/>
          <w:caps/>
          <w:szCs w:val="24"/>
        </w:rPr>
        <w:t>NESTE</w:t>
      </w:r>
      <w:r w:rsidR="009D4EBC" w:rsidRPr="00940241">
        <w:rPr>
          <w:rFonts w:ascii="Arial" w:hAnsi="Arial" w:cs="Arial"/>
          <w:szCs w:val="24"/>
          <w:lang w:eastAsia="ko-KR"/>
        </w:rPr>
        <w:t xml:space="preserve"> INSTANTE,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Pr="00940241">
        <w:rPr>
          <w:rFonts w:ascii="Arial" w:hAnsi="Arial" w:cs="Arial"/>
          <w:caps/>
          <w:szCs w:val="24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:rsidR="00604617" w:rsidRPr="003058CD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bookmarkStart w:id="8" w:name="_Ref475712815"/>
      <w:r w:rsidRPr="003058CD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B73532">
        <w:rPr>
          <w:rFonts w:ascii="Arial" w:hAnsi="Arial" w:cs="Arial"/>
          <w:szCs w:val="24"/>
          <w:highlight w:val="yellow"/>
          <w:lang w:eastAsia="ko-KR"/>
        </w:rPr>
        <w:t xml:space="preserve">faz a leitura da ementa </w:t>
      </w:r>
      <w:r w:rsidRPr="003058CD">
        <w:rPr>
          <w:rFonts w:ascii="Arial" w:hAnsi="Arial" w:cs="Arial"/>
          <w:szCs w:val="24"/>
          <w:highlight w:val="yellow"/>
          <w:lang w:eastAsia="ko-KR"/>
        </w:rPr>
        <w:t>do Projeto</w:t>
      </w:r>
      <w:bookmarkEnd w:id="8"/>
      <w:r w:rsidR="00B73532">
        <w:rPr>
          <w:rFonts w:ascii="Arial" w:hAnsi="Arial" w:cs="Arial"/>
          <w:szCs w:val="24"/>
          <w:highlight w:val="yellow"/>
          <w:lang w:eastAsia="ko-KR"/>
        </w:rPr>
        <w:t>.</w:t>
      </w:r>
    </w:p>
    <w:p w:rsidR="00FD1652" w:rsidRPr="003058CD" w:rsidRDefault="00B73532" w:rsidP="00A4159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="00AC703C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11A31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:rsidR="001E78E3" w:rsidRPr="00940241" w:rsidRDefault="00FD1652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="007F48AE"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5F0CBC" w:rsidRPr="00940241">
        <w:rPr>
          <w:rFonts w:ascii="Arial" w:hAnsi="Arial" w:cs="Arial"/>
          <w:caps/>
          <w:szCs w:val="24"/>
          <w:lang w:eastAsia="ko-KR"/>
        </w:rPr>
        <w:t xml:space="preserve">(OU VETO) </w:t>
      </w:r>
      <w:r w:rsidRPr="00940241">
        <w:rPr>
          <w:rFonts w:ascii="Arial" w:hAnsi="Arial" w:cs="Arial"/>
          <w:caps/>
          <w:szCs w:val="24"/>
          <w:lang w:eastAsia="ko-KR"/>
        </w:rPr>
        <w:t>está em discussão.</w:t>
      </w:r>
    </w:p>
    <w:p w:rsidR="007230A3" w:rsidRPr="00B73532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 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houver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Não havendo mais nenhum Vereador desejando discutir a matéria, peço ao 1º Secretário que proceda À votação nominal do projeto, na forma regimental.</w:t>
      </w:r>
    </w:p>
    <w:p w:rsidR="00ED03D3" w:rsidRPr="00B73532" w:rsidRDefault="00ED03D3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711A3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9"/>
    </w:p>
    <w:p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(OU VETO)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:rsidR="00ED03D3" w:rsidRPr="00B73532" w:rsidRDefault="00472765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10"/>
    </w:p>
    <w:p w:rsidR="007B258B" w:rsidRPr="00092897" w:rsidRDefault="007B258B" w:rsidP="007B258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6B0D0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44F6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13)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:rsidR="00A572DB" w:rsidRPr="00B73532" w:rsidRDefault="00A572DB" w:rsidP="007064A7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B73532">
        <w:rPr>
          <w:rFonts w:ascii="Arial" w:hAnsi="Arial" w:cs="Arial"/>
          <w:szCs w:val="24"/>
          <w:highlight w:val="yellow"/>
          <w:lang w:eastAsia="ko-KR"/>
        </w:rPr>
        <w:t xml:space="preserve">Caso acabem os projetos, o </w:t>
      </w:r>
      <w:r w:rsidR="00C9225D" w:rsidRPr="00B73532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="00B73532" w:rsidRPr="00B73532">
        <w:rPr>
          <w:rFonts w:ascii="Arial" w:hAnsi="Arial" w:cs="Arial"/>
          <w:szCs w:val="24"/>
          <w:highlight w:val="yellow"/>
          <w:lang w:eastAsia="ko-KR"/>
        </w:rPr>
        <w:t xml:space="preserve"> dirá:</w:t>
      </w:r>
    </w:p>
    <w:p w:rsidR="00A572DB" w:rsidRPr="00B73532" w:rsidRDefault="00A572DB" w:rsidP="00A572DB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NÃO HÁ MAIS PROJETOS, PRESIDENTE!</w:t>
      </w:r>
      <w:r w:rsidR="00A47058">
        <w:rPr>
          <w:rFonts w:ascii="Arial" w:hAnsi="Arial" w:cs="Arial"/>
          <w:b/>
          <w:szCs w:val="24"/>
          <w:lang w:eastAsia="ko-KR"/>
        </w:rPr>
        <w:t xml:space="preserve"> </w:t>
      </w:r>
      <w:r w:rsidR="007B61BF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Seguir para item 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_Ref526262478 \r \h  \* MERGEFORMAT </w:instrTex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44F6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18)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:rsidR="0008291A" w:rsidRPr="00B73532" w:rsidRDefault="0008291A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peço ao 1º secretário que leia a síntese da emenda nº ___.</w:t>
      </w:r>
    </w:p>
    <w:p w:rsidR="0008291A" w:rsidRPr="00B73532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está em votação a emenda nº ___</w:t>
      </w:r>
    </w:p>
    <w:p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EMENDA </w:t>
      </w:r>
      <w:r w:rsidRPr="00940241">
        <w:rPr>
          <w:rFonts w:ascii="Arial" w:hAnsi="Arial" w:cs="Arial"/>
          <w:caps/>
          <w:szCs w:val="24"/>
          <w:lang w:eastAsia="ko-KR"/>
        </w:rPr>
        <w:t xml:space="preserve">nº ___ </w:t>
      </w:r>
      <w:r w:rsidRPr="00940241">
        <w:rPr>
          <w:rFonts w:ascii="Arial" w:hAnsi="Arial" w:cs="Arial"/>
          <w:szCs w:val="24"/>
        </w:rPr>
        <w:t>FOI (APROVADA/REJEITADA).</w:t>
      </w:r>
    </w:p>
    <w:p w:rsidR="0008291A" w:rsidRPr="00B73532" w:rsidRDefault="0008291A" w:rsidP="0008291A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:rsidR="0008291A" w:rsidRPr="00940241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EF5EB1" w:rsidRPr="00940241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940241"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:rsidR="0008291A" w:rsidRPr="00B73532" w:rsidRDefault="0008291A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peço ao 1º Secretário que proceda À votação nominal do projeto, na forma regimental</w:t>
      </w:r>
      <w:r w:rsidR="004C56E8" w:rsidRPr="00940241">
        <w:rPr>
          <w:rFonts w:ascii="Arial" w:hAnsi="Arial" w:cs="Arial"/>
          <w:szCs w:val="24"/>
          <w:lang w:eastAsia="ko-KR"/>
        </w:rPr>
        <w:t>.</w:t>
      </w:r>
      <w:r w:rsidR="004C56E8">
        <w:rPr>
          <w:rFonts w:ascii="Arial" w:hAnsi="Arial" w:cs="Arial"/>
          <w:b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B73532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44F6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15.1)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:rsidR="00FD1652" w:rsidRPr="00B73532" w:rsidRDefault="00FD1652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1" w:name="_Ref526262478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Encerra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ndo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Ordem do Dia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  <w:bookmarkEnd w:id="11"/>
    </w:p>
    <w:p w:rsidR="00FD1652" w:rsidRPr="00940241" w:rsidRDefault="00FD1652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:rsidR="00BB60B3" w:rsidRPr="00B73532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Chamada para Temas Livres. 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:rsidR="00BB60B3" w:rsidRPr="00940241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SOLICITO</w:t>
      </w:r>
      <w:r w:rsidR="00670193" w:rsidRPr="00940241">
        <w:rPr>
          <w:rFonts w:ascii="Arial" w:hAnsi="Arial" w:cs="Arial"/>
          <w:szCs w:val="24"/>
          <w:lang w:eastAsia="ko-KR"/>
        </w:rPr>
        <w:t>, ENTÃO,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="00574659" w:rsidRPr="00940241">
        <w:rPr>
          <w:rFonts w:ascii="Arial" w:hAnsi="Arial" w:cs="Arial"/>
          <w:szCs w:val="24"/>
          <w:lang w:eastAsia="ko-KR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FAÇA A CHAMADA DOS INSCRITOS PARA FAZER USO DA PALAVRA NOS </w:t>
      </w:r>
      <w:r w:rsidRPr="00940241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:rsidR="00BB60B3" w:rsidRPr="00940241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SERÃO </w:t>
      </w:r>
      <w:r w:rsidRPr="00940241">
        <w:rPr>
          <w:rFonts w:ascii="Arial" w:hAnsi="Arial" w:cs="Arial"/>
          <w:b/>
          <w:szCs w:val="24"/>
          <w:lang w:eastAsia="ko-KR"/>
        </w:rPr>
        <w:t>12</w:t>
      </w:r>
      <w:r w:rsidR="00BB60B3" w:rsidRPr="00940241">
        <w:rPr>
          <w:rFonts w:ascii="Arial" w:hAnsi="Arial" w:cs="Arial"/>
          <w:b/>
          <w:szCs w:val="24"/>
          <w:lang w:eastAsia="ko-KR"/>
        </w:rPr>
        <w:t xml:space="preserve"> MINUTOS</w:t>
      </w:r>
      <w:r w:rsidR="00BB60B3" w:rsidRPr="00940241">
        <w:rPr>
          <w:rFonts w:ascii="Arial" w:hAnsi="Arial" w:cs="Arial"/>
          <w:szCs w:val="24"/>
          <w:lang w:eastAsia="ko-KR"/>
        </w:rPr>
        <w:t xml:space="preserve"> PARA CADA ORADOR.</w:t>
      </w:r>
    </w:p>
    <w:p w:rsidR="00A03804" w:rsidRPr="00B73532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C02EE8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:rsidR="00A03804" w:rsidRPr="00940241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CHAMO </w:t>
      </w:r>
      <w:proofErr w:type="gramStart"/>
      <w:r w:rsidRPr="00940241">
        <w:rPr>
          <w:rFonts w:ascii="Arial" w:hAnsi="Arial" w:cs="Arial"/>
          <w:szCs w:val="24"/>
          <w:lang w:eastAsia="ko-KR"/>
        </w:rPr>
        <w:t>O(</w:t>
      </w:r>
      <w:proofErr w:type="gramEnd"/>
      <w:r w:rsidRPr="00940241">
        <w:rPr>
          <w:rFonts w:ascii="Arial" w:hAnsi="Arial" w:cs="Arial"/>
          <w:szCs w:val="24"/>
          <w:lang w:eastAsia="ko-KR"/>
        </w:rPr>
        <w:t>A) VEREADOR(A) __________ PARA OCUPAR A TRIBUNA!</w:t>
      </w:r>
    </w:p>
    <w:p w:rsidR="00BB60B3" w:rsidRPr="00C02EE8" w:rsidRDefault="00A03804" w:rsidP="00F24C4F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>(Repetir este passo até esgotar a lista)</w:t>
      </w:r>
    </w:p>
    <w:p w:rsidR="00A03804" w:rsidRPr="00C02EE8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>Esgotada a lista,</w:t>
      </w:r>
      <w:r w:rsidR="001858E8" w:rsidRPr="00C02EE8">
        <w:rPr>
          <w:rFonts w:ascii="Arial" w:hAnsi="Arial" w:cs="Arial"/>
          <w:szCs w:val="24"/>
          <w:highlight w:val="yellow"/>
          <w:lang w:eastAsia="ko-KR"/>
        </w:rPr>
        <w:t xml:space="preserve"> 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C9225D" w:rsidRPr="00C02EE8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:rsidR="00A03804" w:rsidRPr="00940241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PRESIDENTE</w:t>
      </w:r>
      <w:r w:rsidR="00A03804" w:rsidRPr="00940241">
        <w:rPr>
          <w:rFonts w:ascii="Arial" w:hAnsi="Arial" w:cs="Arial"/>
          <w:szCs w:val="24"/>
          <w:lang w:eastAsia="ko-KR"/>
        </w:rPr>
        <w:t>, NÃO HÁ MAIS INSCRITOS PARA OS TEMAS LIVRES.</w:t>
      </w:r>
    </w:p>
    <w:p w:rsidR="00626242" w:rsidRPr="00C02EE8" w:rsidRDefault="00626242" w:rsidP="0062624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Encerramento da Sessão.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:rsidR="00626242" w:rsidRPr="00940241" w:rsidRDefault="00626242" w:rsidP="00626242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NÃO HAVENDO MAIS MATÉRIA A SER TRATADA,</w:t>
      </w:r>
    </w:p>
    <w:p w:rsidR="00642CB4" w:rsidRPr="00940241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A PARTICIPAÇÃO DE TODOS OS VEREADORES,</w:t>
      </w:r>
    </w:p>
    <w:p w:rsidR="008D61D0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OS</w:t>
      </w:r>
      <w:r w:rsidR="0037099D" w:rsidRPr="00940241">
        <w:rPr>
          <w:rFonts w:ascii="Arial" w:hAnsi="Arial" w:cs="Arial"/>
          <w:szCs w:val="24"/>
          <w:lang w:eastAsia="ko-KR"/>
        </w:rPr>
        <w:t xml:space="preserve"> SERVIDORES DESTA CASA,</w:t>
      </w:r>
    </w:p>
    <w:p w:rsidR="00642CB4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O</w:t>
      </w:r>
      <w:r w:rsidR="0037099D" w:rsidRPr="00940241">
        <w:rPr>
          <w:rFonts w:ascii="Arial" w:hAnsi="Arial" w:cs="Arial"/>
          <w:szCs w:val="24"/>
          <w:lang w:eastAsia="ko-KR"/>
        </w:rPr>
        <w:t xml:space="preserve"> PÚBLICO PRESENTE NAS GALERIAS,</w:t>
      </w:r>
    </w:p>
    <w:p w:rsidR="00642CB4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AGRADEÇO, </w:t>
      </w:r>
      <w:r w:rsidR="00345B5A" w:rsidRPr="00940241">
        <w:rPr>
          <w:rFonts w:ascii="Arial" w:hAnsi="Arial" w:cs="Arial"/>
          <w:szCs w:val="24"/>
          <w:lang w:eastAsia="ko-KR"/>
        </w:rPr>
        <w:t>POR FIM</w:t>
      </w:r>
      <w:r w:rsidRPr="00940241">
        <w:rPr>
          <w:rFonts w:ascii="Arial" w:hAnsi="Arial" w:cs="Arial"/>
          <w:szCs w:val="24"/>
          <w:lang w:eastAsia="ko-KR"/>
        </w:rPr>
        <w:t xml:space="preserve">, TODOS OS QUE </w:t>
      </w:r>
      <w:r w:rsidR="00345B5A" w:rsidRPr="00940241">
        <w:rPr>
          <w:rFonts w:ascii="Arial" w:hAnsi="Arial" w:cs="Arial"/>
          <w:szCs w:val="24"/>
          <w:lang w:eastAsia="ko-KR"/>
        </w:rPr>
        <w:t xml:space="preserve">NOS </w:t>
      </w:r>
      <w:r w:rsidR="004C10F0" w:rsidRPr="00940241">
        <w:rPr>
          <w:rFonts w:ascii="Arial" w:hAnsi="Arial" w:cs="Arial"/>
          <w:szCs w:val="24"/>
          <w:lang w:eastAsia="ko-KR"/>
        </w:rPr>
        <w:t xml:space="preserve">ACOMPANHARAM </w:t>
      </w:r>
      <w:r w:rsidR="001644F6" w:rsidRPr="00940241">
        <w:rPr>
          <w:rFonts w:ascii="Arial" w:hAnsi="Arial" w:cs="Arial"/>
          <w:szCs w:val="24"/>
          <w:lang w:eastAsia="ko-KR"/>
        </w:rPr>
        <w:t>PELA TV CÂMARA E PELA INTERNET</w:t>
      </w:r>
      <w:r w:rsidR="0037099D" w:rsidRPr="00940241">
        <w:rPr>
          <w:rFonts w:ascii="Arial" w:hAnsi="Arial" w:cs="Arial"/>
          <w:szCs w:val="24"/>
          <w:lang w:eastAsia="ko-KR"/>
        </w:rPr>
        <w:t>.</w:t>
      </w:r>
    </w:p>
    <w:p w:rsidR="009D7D4B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E, ÀS </w:t>
      </w:r>
      <w:proofErr w:type="spellStart"/>
      <w:r w:rsidRPr="00940241">
        <w:rPr>
          <w:rFonts w:ascii="Arial" w:hAnsi="Arial" w:cs="Arial"/>
          <w:szCs w:val="24"/>
          <w:lang w:eastAsia="ko-KR"/>
        </w:rPr>
        <w:t>XXX</w:t>
      </w:r>
      <w:proofErr w:type="spellEnd"/>
      <w:r w:rsidRPr="00940241">
        <w:rPr>
          <w:rFonts w:ascii="Arial" w:hAnsi="Arial" w:cs="Arial"/>
          <w:szCs w:val="24"/>
          <w:lang w:eastAsia="ko-KR"/>
        </w:rPr>
        <w:t xml:space="preserve"> HORAS</w:t>
      </w:r>
      <w:r w:rsidR="00146C11" w:rsidRPr="00940241">
        <w:rPr>
          <w:rFonts w:ascii="Arial" w:hAnsi="Arial" w:cs="Arial"/>
          <w:szCs w:val="24"/>
          <w:lang w:eastAsia="ko-KR"/>
        </w:rPr>
        <w:t xml:space="preserve"> DO DIA </w:t>
      </w:r>
      <w:r w:rsidR="009C0511">
        <w:rPr>
          <w:rFonts w:ascii="Arial" w:hAnsi="Arial" w:cs="Arial"/>
          <w:szCs w:val="24"/>
          <w:lang w:eastAsia="ko-KR"/>
        </w:rPr>
        <w:t>30 DE OUTUBRO</w:t>
      </w:r>
      <w:r w:rsidRPr="00940241">
        <w:rPr>
          <w:rFonts w:ascii="Arial" w:hAnsi="Arial" w:cs="Arial"/>
          <w:szCs w:val="24"/>
          <w:lang w:eastAsia="ko-KR"/>
        </w:rPr>
        <w:t xml:space="preserve">, DECLARO ENCERRADA A </w:t>
      </w:r>
      <w:r w:rsidR="009C0511">
        <w:rPr>
          <w:rFonts w:ascii="Arial" w:hAnsi="Arial" w:cs="Arial"/>
          <w:szCs w:val="24"/>
          <w:lang w:eastAsia="ko-KR"/>
        </w:rPr>
        <w:t>34ª (TRIGÉSIMA QUARTA)</w:t>
      </w:r>
      <w:r w:rsidR="00315EFC" w:rsidRPr="00940241">
        <w:rPr>
          <w:rFonts w:ascii="Arial" w:hAnsi="Arial" w:cs="Arial"/>
          <w:szCs w:val="24"/>
          <w:lang w:eastAsia="ko-KR"/>
        </w:rPr>
        <w:t xml:space="preserve"> SESSÃO</w:t>
      </w:r>
      <w:r w:rsidRPr="00940241">
        <w:rPr>
          <w:rFonts w:ascii="Arial" w:hAnsi="Arial" w:cs="Arial"/>
          <w:szCs w:val="24"/>
          <w:lang w:eastAsia="ko-KR"/>
        </w:rPr>
        <w:t xml:space="preserve"> ORDINÁRIA DA CÂMARA MUNICIPAL DE JACAREÍ, DO ANO DE 201</w:t>
      </w:r>
      <w:r w:rsidR="00FD2C0F" w:rsidRPr="00940241">
        <w:rPr>
          <w:rFonts w:ascii="Arial" w:hAnsi="Arial" w:cs="Arial"/>
          <w:szCs w:val="24"/>
          <w:lang w:eastAsia="ko-KR"/>
        </w:rPr>
        <w:t>9</w:t>
      </w:r>
      <w:r w:rsidRPr="00940241">
        <w:rPr>
          <w:rFonts w:ascii="Arial" w:hAnsi="Arial" w:cs="Arial"/>
          <w:szCs w:val="24"/>
          <w:lang w:eastAsia="ko-KR"/>
        </w:rPr>
        <w:t>.</w:t>
      </w:r>
    </w:p>
    <w:p w:rsidR="0033190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BOA </w:t>
      </w:r>
      <w:r w:rsidR="00E34B6E">
        <w:rPr>
          <w:rFonts w:ascii="Arial" w:hAnsi="Arial" w:cs="Arial"/>
          <w:szCs w:val="24"/>
          <w:lang w:eastAsia="ko-KR"/>
        </w:rPr>
        <w:t>NOITE</w:t>
      </w:r>
      <w:r w:rsidRPr="00940241">
        <w:rPr>
          <w:rFonts w:ascii="Arial" w:hAnsi="Arial" w:cs="Arial"/>
          <w:szCs w:val="24"/>
          <w:lang w:eastAsia="ko-KR"/>
        </w:rPr>
        <w:t xml:space="preserve"> A TODOS!</w:t>
      </w:r>
    </w:p>
    <w:p w:rsidR="00331900" w:rsidRDefault="00331900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:rsidR="00B10182" w:rsidRDefault="00B10182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:rsidR="008D68AC" w:rsidRDefault="00B93430" w:rsidP="008D68A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Antes de iniciar a discussão do 1º projeto da </w:t>
      </w:r>
      <w:proofErr w:type="spellStart"/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OD</w:t>
      </w:r>
      <w:proofErr w:type="spellEnd"/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 o PRESIDENTE diz</w:t>
      </w:r>
      <w:r w:rsidR="008D68AC" w:rsidRPr="003D00E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:rsidR="008D68AC" w:rsidRPr="008D68AC" w:rsidRDefault="008D68AC" w:rsidP="008D68AC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8D68AC">
        <w:rPr>
          <w:rFonts w:ascii="Arial" w:hAnsi="Arial" w:cs="Arial"/>
          <w:szCs w:val="24"/>
          <w:lang w:eastAsia="ko-KR"/>
        </w:rPr>
        <w:t xml:space="preserve">NOS TERMOS DO § 2º DO ART. 73 DO REGIMENTO INTERNO DESTA CASA, EM NOME </w:t>
      </w:r>
      <w:r w:rsidR="00B93430">
        <w:rPr>
          <w:rFonts w:ascii="Arial" w:hAnsi="Arial" w:cs="Arial"/>
          <w:szCs w:val="24"/>
          <w:lang w:eastAsia="ko-KR"/>
        </w:rPr>
        <w:t>DOS AUTORES DO PROJETO ORA ANUNCIADO</w:t>
      </w:r>
      <w:r w:rsidRPr="008D68AC">
        <w:rPr>
          <w:rFonts w:ascii="Arial" w:hAnsi="Arial" w:cs="Arial"/>
          <w:szCs w:val="24"/>
          <w:lang w:eastAsia="ko-KR"/>
        </w:rPr>
        <w:t>, CONSULTO O PLENÁRIO QUANTO À UTILIZAÇÃO DA TRIBUNA LIVRE ANTES DA DISCUSSÃO DO PROJETO ORA ANUNCIADO.</w:t>
      </w:r>
      <w:r w:rsidR="00B93430">
        <w:rPr>
          <w:rFonts w:ascii="Arial" w:hAnsi="Arial" w:cs="Arial"/>
          <w:szCs w:val="24"/>
          <w:lang w:eastAsia="ko-KR"/>
        </w:rPr>
        <w:t xml:space="preserve"> ALGUM VEREADOR SE OPÕE?</w:t>
      </w:r>
    </w:p>
    <w:p w:rsidR="008D68AC" w:rsidRDefault="008D68AC" w:rsidP="008D68AC">
      <w:pPr>
        <w:spacing w:line="360" w:lineRule="auto"/>
        <w:ind w:left="851"/>
        <w:jc w:val="both"/>
        <w:rPr>
          <w:rFonts w:ascii="Arial" w:hAnsi="Arial" w:cs="Arial"/>
        </w:rPr>
      </w:pPr>
      <w:r w:rsidRPr="008D68AC">
        <w:rPr>
          <w:rFonts w:ascii="Arial" w:hAnsi="Arial" w:cs="Arial"/>
          <w:szCs w:val="24"/>
          <w:lang w:eastAsia="ko-KR"/>
        </w:rPr>
        <w:t xml:space="preserve">INEXISTINDO OBJEÇÕES, </w:t>
      </w:r>
      <w:r>
        <w:rPr>
          <w:rFonts w:ascii="Arial" w:hAnsi="Arial" w:cs="Arial"/>
          <w:szCs w:val="24"/>
          <w:lang w:eastAsia="ko-KR"/>
        </w:rPr>
        <w:t xml:space="preserve">CONVIDO O </w:t>
      </w:r>
      <w:r>
        <w:rPr>
          <w:rFonts w:ascii="Arial" w:hAnsi="Arial" w:cs="Arial"/>
        </w:rPr>
        <w:t xml:space="preserve">SENHOR </w:t>
      </w:r>
      <w:r w:rsidRPr="004E0F8C">
        <w:rPr>
          <w:rFonts w:ascii="Arial" w:hAnsi="Arial" w:cs="Arial"/>
        </w:rPr>
        <w:t xml:space="preserve">ENÉAS ALVES DOS SANTOS, CONSELHEIRO VITALÍCIO E HISTORIADOR DO CLUBE ATLÉTICO BOA VONTADE, </w:t>
      </w:r>
      <w:r>
        <w:rPr>
          <w:rFonts w:ascii="Arial" w:hAnsi="Arial" w:cs="Arial"/>
        </w:rPr>
        <w:t>PARA ABORDAR</w:t>
      </w:r>
      <w:r w:rsidRPr="004E0F8C">
        <w:rPr>
          <w:rFonts w:ascii="Arial" w:hAnsi="Arial" w:cs="Arial"/>
        </w:rPr>
        <w:t xml:space="preserve"> O TEMA “ORIGEM E VIDA DO CLUBE ATLÉTICO BOA VONTADE”</w:t>
      </w:r>
      <w:r>
        <w:rPr>
          <w:rFonts w:ascii="Arial" w:hAnsi="Arial" w:cs="Arial"/>
        </w:rPr>
        <w:t>.</w:t>
      </w:r>
    </w:p>
    <w:p w:rsidR="00466679" w:rsidRDefault="00466679" w:rsidP="00466679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D00E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D00ED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D00E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coloca em discussão o projeto</w:t>
      </w:r>
      <w:r w:rsidRPr="003D00E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:rsidR="00B93430" w:rsidRDefault="00B93430" w:rsidP="008D68AC">
      <w:pPr>
        <w:spacing w:line="360" w:lineRule="auto"/>
        <w:ind w:left="85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AGRADEÇO</w:t>
      </w:r>
      <w:proofErr w:type="gramEnd"/>
      <w:r>
        <w:rPr>
          <w:rFonts w:ascii="Arial" w:hAnsi="Arial" w:cs="Arial"/>
        </w:rPr>
        <w:t xml:space="preserve"> A PRESENÇA E A EXPLANAÇÃO FEITA PELO SENHOR </w:t>
      </w:r>
      <w:r w:rsidRPr="004E0F8C">
        <w:rPr>
          <w:rFonts w:ascii="Arial" w:hAnsi="Arial" w:cs="Arial"/>
        </w:rPr>
        <w:t>ENÉAS ALVES DOS SANTOS, CONSELHEIRO VITALÍCIO E HISTORIADOR DO CLUBE ATLÉTICO BOA VONTADE</w:t>
      </w:r>
      <w:r w:rsidR="00466679">
        <w:rPr>
          <w:rFonts w:ascii="Arial" w:hAnsi="Arial" w:cs="Arial"/>
        </w:rPr>
        <w:t xml:space="preserve">, E COLOCO EM DISCUSSÃO O </w:t>
      </w:r>
      <w:proofErr w:type="spellStart"/>
      <w:r w:rsidR="00466679">
        <w:rPr>
          <w:rFonts w:ascii="Arial" w:hAnsi="Arial" w:cs="Arial"/>
        </w:rPr>
        <w:t>PLL</w:t>
      </w:r>
      <w:proofErr w:type="spellEnd"/>
      <w:r w:rsidR="00466679">
        <w:rPr>
          <w:rFonts w:ascii="Arial" w:hAnsi="Arial" w:cs="Arial"/>
        </w:rPr>
        <w:t xml:space="preserve"> Nº 79/2019.</w:t>
      </w:r>
    </w:p>
    <w:sectPr w:rsidR="00B9343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DCB" w:rsidRDefault="00495DCB">
      <w:r>
        <w:separator/>
      </w:r>
    </w:p>
  </w:endnote>
  <w:endnote w:type="continuationSeparator" w:id="0">
    <w:p w:rsidR="00495DCB" w:rsidRDefault="0049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DCB" w:rsidRDefault="00495DCB">
      <w:r>
        <w:separator/>
      </w:r>
    </w:p>
  </w:footnote>
  <w:footnote w:type="continuationSeparator" w:id="0">
    <w:p w:rsidR="00495DCB" w:rsidRDefault="00495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6ECEE46" wp14:editId="0A7DBF56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ECEE46" id="Grupo 16" o:spid="_x0000_s1026" style="position:absolute;left:0;text-align:left;margin-left:26pt;margin-top:-6.25pt;width:480.85pt;height:56.6pt;z-index:251660288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:rsidR="00F10A87" w:rsidRDefault="00F10A87">
    <w:pPr>
      <w:tabs>
        <w:tab w:val="left" w:pos="2835"/>
      </w:tabs>
      <w:jc w:val="center"/>
      <w:rPr>
        <w:sz w:val="22"/>
      </w:rPr>
    </w:pPr>
  </w:p>
  <w:p w:rsidR="00F10A87" w:rsidRDefault="00F10A87">
    <w:pPr>
      <w:tabs>
        <w:tab w:val="left" w:pos="2835"/>
      </w:tabs>
      <w:jc w:val="center"/>
      <w:rPr>
        <w:sz w:val="22"/>
      </w:rPr>
    </w:pPr>
  </w:p>
  <w:p w:rsidR="00F10A87" w:rsidRDefault="00F10A87">
    <w:pPr>
      <w:tabs>
        <w:tab w:val="left" w:pos="2835"/>
      </w:tabs>
      <w:jc w:val="center"/>
      <w:rPr>
        <w:sz w:val="22"/>
      </w:rPr>
    </w:pPr>
  </w:p>
  <w:p w:rsidR="00F10A87" w:rsidRPr="00011642" w:rsidRDefault="00F10A87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 xml:space="preserve">Roteiro da </w:t>
    </w:r>
    <w:r w:rsidR="00D65AFD">
      <w:rPr>
        <w:rFonts w:ascii="Arial" w:hAnsi="Arial" w:cs="Arial"/>
        <w:b/>
        <w:sz w:val="20"/>
        <w:u w:val="single"/>
      </w:rPr>
      <w:t>3</w:t>
    </w:r>
    <w:r w:rsidR="004140C3">
      <w:rPr>
        <w:rFonts w:ascii="Arial" w:hAnsi="Arial" w:cs="Arial"/>
        <w:b/>
        <w:sz w:val="20"/>
        <w:u w:val="single"/>
      </w:rPr>
      <w:t>4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4140C3">
      <w:rPr>
        <w:rFonts w:ascii="Arial" w:hAnsi="Arial" w:cs="Arial"/>
        <w:b/>
        <w:sz w:val="20"/>
        <w:u w:val="single"/>
      </w:rPr>
      <w:t>30</w:t>
    </w:r>
    <w:r w:rsidR="00D65AFD">
      <w:rPr>
        <w:rFonts w:ascii="Arial" w:hAnsi="Arial" w:cs="Arial"/>
        <w:b/>
        <w:sz w:val="20"/>
        <w:u w:val="single"/>
      </w:rPr>
      <w:t>/10</w:t>
    </w:r>
    <w:r w:rsidR="00472765">
      <w:rPr>
        <w:rFonts w:ascii="Arial" w:hAnsi="Arial" w:cs="Arial"/>
        <w:b/>
        <w:sz w:val="20"/>
        <w:u w:val="single"/>
      </w:rPr>
      <w:t>/2019</w:t>
    </w:r>
    <w:r w:rsidRPr="00011642">
      <w:rPr>
        <w:rFonts w:ascii="Arial" w:hAnsi="Arial" w:cs="Arial"/>
        <w:b/>
        <w:sz w:val="20"/>
        <w:u w:val="single"/>
      </w:rPr>
      <w:t xml:space="preserve"> - Fls. </w:t>
    </w:r>
    <w:r w:rsidRPr="00011642">
      <w:rPr>
        <w:rFonts w:ascii="Arial" w:hAnsi="Arial" w:cs="Arial"/>
        <w:b/>
        <w:sz w:val="20"/>
        <w:u w:val="single"/>
      </w:rPr>
      <w:fldChar w:fldCharType="begin"/>
    </w:r>
    <w:r w:rsidRPr="00011642">
      <w:rPr>
        <w:rFonts w:ascii="Arial" w:hAnsi="Arial" w:cs="Arial"/>
        <w:b/>
        <w:sz w:val="20"/>
        <w:u w:val="single"/>
      </w:rPr>
      <w:instrText>PAGE   \* MERGEFORMAT</w:instrText>
    </w:r>
    <w:r w:rsidRPr="00011642">
      <w:rPr>
        <w:rFonts w:ascii="Arial" w:hAnsi="Arial" w:cs="Arial"/>
        <w:b/>
        <w:sz w:val="20"/>
        <w:u w:val="single"/>
      </w:rPr>
      <w:fldChar w:fldCharType="separate"/>
    </w:r>
    <w:r w:rsidR="00444F66">
      <w:rPr>
        <w:rFonts w:ascii="Arial" w:hAnsi="Arial" w:cs="Arial"/>
        <w:b/>
        <w:noProof/>
        <w:sz w:val="20"/>
        <w:u w:val="single"/>
      </w:rPr>
      <w:t>9</w:t>
    </w:r>
    <w:r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o 15" o:spid="_x0000_s1030" style="position:absolute;left:0;text-align:left;margin-left:21.85pt;margin-top:-6.25pt;width:480.85pt;height:56.6pt;z-index:251656192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:rsidR="00F10A87" w:rsidRDefault="00F10A87" w:rsidP="00D26FB8">
    <w:pPr>
      <w:tabs>
        <w:tab w:val="left" w:pos="2835"/>
      </w:tabs>
      <w:jc w:val="center"/>
      <w:rPr>
        <w:sz w:val="22"/>
      </w:rPr>
    </w:pPr>
  </w:p>
  <w:p w:rsidR="00F10A87" w:rsidRDefault="00F10A87" w:rsidP="00D26FB8">
    <w:pPr>
      <w:tabs>
        <w:tab w:val="left" w:pos="2835"/>
      </w:tabs>
      <w:jc w:val="center"/>
      <w:rPr>
        <w:sz w:val="22"/>
      </w:rPr>
    </w:pPr>
  </w:p>
  <w:p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F6DD23"/>
    <w:multiLevelType w:val="hybridMultilevel"/>
    <w:tmpl w:val="3E8FB8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9F453D"/>
    <w:multiLevelType w:val="hybridMultilevel"/>
    <w:tmpl w:val="575860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FD5FF"/>
    <w:multiLevelType w:val="hybridMultilevel"/>
    <w:tmpl w:val="AD5C202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168A3"/>
    <w:multiLevelType w:val="hybridMultilevel"/>
    <w:tmpl w:val="644D88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5"/>
  </w:num>
  <w:num w:numId="7">
    <w:abstractNumId w:val="7"/>
  </w:num>
  <w:num w:numId="8">
    <w:abstractNumId w:val="23"/>
  </w:num>
  <w:num w:numId="9">
    <w:abstractNumId w:val="5"/>
  </w:num>
  <w:num w:numId="10">
    <w:abstractNumId w:val="22"/>
  </w:num>
  <w:num w:numId="11">
    <w:abstractNumId w:val="15"/>
  </w:num>
  <w:num w:numId="12">
    <w:abstractNumId w:val="9"/>
  </w:num>
  <w:num w:numId="13">
    <w:abstractNumId w:val="10"/>
  </w:num>
  <w:num w:numId="14">
    <w:abstractNumId w:val="13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11"/>
  </w:num>
  <w:num w:numId="19">
    <w:abstractNumId w:val="1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0"/>
  </w:num>
  <w:num w:numId="23">
    <w:abstractNumId w:val="8"/>
  </w:num>
  <w:num w:numId="24">
    <w:abstractNumId w:val="24"/>
  </w:num>
  <w:num w:numId="25">
    <w:abstractNumId w:val="19"/>
  </w:num>
  <w:num w:numId="26">
    <w:abstractNumId w:val="21"/>
  </w:num>
  <w:num w:numId="27">
    <w:abstractNumId w:val="14"/>
  </w:num>
  <w:num w:numId="28">
    <w:abstractNumId w:val="18"/>
  </w:num>
  <w:num w:numId="29">
    <w:abstractNumId w:val="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027DA"/>
    <w:rsid w:val="00002AE0"/>
    <w:rsid w:val="000114E0"/>
    <w:rsid w:val="00011642"/>
    <w:rsid w:val="00012789"/>
    <w:rsid w:val="00014BD1"/>
    <w:rsid w:val="00016232"/>
    <w:rsid w:val="00016DA7"/>
    <w:rsid w:val="00016EB4"/>
    <w:rsid w:val="00017742"/>
    <w:rsid w:val="00023276"/>
    <w:rsid w:val="00023B81"/>
    <w:rsid w:val="000241AD"/>
    <w:rsid w:val="000264BC"/>
    <w:rsid w:val="000309F8"/>
    <w:rsid w:val="00030A08"/>
    <w:rsid w:val="00030FA6"/>
    <w:rsid w:val="00036429"/>
    <w:rsid w:val="00042FEF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0AD5"/>
    <w:rsid w:val="000726F3"/>
    <w:rsid w:val="00080B06"/>
    <w:rsid w:val="00080FFC"/>
    <w:rsid w:val="0008291A"/>
    <w:rsid w:val="000845CE"/>
    <w:rsid w:val="00084614"/>
    <w:rsid w:val="0009000D"/>
    <w:rsid w:val="00092897"/>
    <w:rsid w:val="000930D1"/>
    <w:rsid w:val="00093C52"/>
    <w:rsid w:val="00094490"/>
    <w:rsid w:val="00094C68"/>
    <w:rsid w:val="00094C78"/>
    <w:rsid w:val="000958D5"/>
    <w:rsid w:val="00095977"/>
    <w:rsid w:val="000963F0"/>
    <w:rsid w:val="00097C74"/>
    <w:rsid w:val="000A01F0"/>
    <w:rsid w:val="000A0864"/>
    <w:rsid w:val="000A0A59"/>
    <w:rsid w:val="000A741B"/>
    <w:rsid w:val="000B0649"/>
    <w:rsid w:val="000B1514"/>
    <w:rsid w:val="000B2649"/>
    <w:rsid w:val="000B3E68"/>
    <w:rsid w:val="000B47BA"/>
    <w:rsid w:val="000B5E80"/>
    <w:rsid w:val="000C029B"/>
    <w:rsid w:val="000C0848"/>
    <w:rsid w:val="000C0BEF"/>
    <w:rsid w:val="000C197C"/>
    <w:rsid w:val="000D47B0"/>
    <w:rsid w:val="000D7B7C"/>
    <w:rsid w:val="000E0826"/>
    <w:rsid w:val="000E2A45"/>
    <w:rsid w:val="000E7760"/>
    <w:rsid w:val="000F27FA"/>
    <w:rsid w:val="000F4AD7"/>
    <w:rsid w:val="000F554B"/>
    <w:rsid w:val="000F63F2"/>
    <w:rsid w:val="000F66BB"/>
    <w:rsid w:val="001024AE"/>
    <w:rsid w:val="00105220"/>
    <w:rsid w:val="00107E4B"/>
    <w:rsid w:val="001128B6"/>
    <w:rsid w:val="001147BC"/>
    <w:rsid w:val="00114C2B"/>
    <w:rsid w:val="00114D4C"/>
    <w:rsid w:val="0011536A"/>
    <w:rsid w:val="00120B5A"/>
    <w:rsid w:val="00120F7F"/>
    <w:rsid w:val="00121924"/>
    <w:rsid w:val="00121A6C"/>
    <w:rsid w:val="00121DD0"/>
    <w:rsid w:val="0012349C"/>
    <w:rsid w:val="00125123"/>
    <w:rsid w:val="00126440"/>
    <w:rsid w:val="00126E6F"/>
    <w:rsid w:val="0013216C"/>
    <w:rsid w:val="00132BF9"/>
    <w:rsid w:val="00134B95"/>
    <w:rsid w:val="001412DB"/>
    <w:rsid w:val="00141428"/>
    <w:rsid w:val="0014591F"/>
    <w:rsid w:val="001461C6"/>
    <w:rsid w:val="00146C11"/>
    <w:rsid w:val="001519C6"/>
    <w:rsid w:val="00155158"/>
    <w:rsid w:val="00155208"/>
    <w:rsid w:val="0016325B"/>
    <w:rsid w:val="001644F6"/>
    <w:rsid w:val="00165087"/>
    <w:rsid w:val="00166DB4"/>
    <w:rsid w:val="00167BA5"/>
    <w:rsid w:val="00172C0D"/>
    <w:rsid w:val="00172E81"/>
    <w:rsid w:val="00173740"/>
    <w:rsid w:val="00175B96"/>
    <w:rsid w:val="00175E05"/>
    <w:rsid w:val="001762FF"/>
    <w:rsid w:val="001803FC"/>
    <w:rsid w:val="00181CD2"/>
    <w:rsid w:val="001829F5"/>
    <w:rsid w:val="00183588"/>
    <w:rsid w:val="001858E8"/>
    <w:rsid w:val="001906AF"/>
    <w:rsid w:val="00193B0D"/>
    <w:rsid w:val="00197B42"/>
    <w:rsid w:val="001A21C0"/>
    <w:rsid w:val="001A32AD"/>
    <w:rsid w:val="001A32DA"/>
    <w:rsid w:val="001A4310"/>
    <w:rsid w:val="001A7F32"/>
    <w:rsid w:val="001B0282"/>
    <w:rsid w:val="001B02E1"/>
    <w:rsid w:val="001B1AF1"/>
    <w:rsid w:val="001B40FC"/>
    <w:rsid w:val="001B7BD6"/>
    <w:rsid w:val="001C1E94"/>
    <w:rsid w:val="001C36DF"/>
    <w:rsid w:val="001C37F1"/>
    <w:rsid w:val="001C3D4B"/>
    <w:rsid w:val="001C48AC"/>
    <w:rsid w:val="001C4DDB"/>
    <w:rsid w:val="001C629D"/>
    <w:rsid w:val="001C6B1D"/>
    <w:rsid w:val="001D16AC"/>
    <w:rsid w:val="001D368A"/>
    <w:rsid w:val="001D3BF6"/>
    <w:rsid w:val="001D51A3"/>
    <w:rsid w:val="001D63D6"/>
    <w:rsid w:val="001E1747"/>
    <w:rsid w:val="001E268E"/>
    <w:rsid w:val="001E2D11"/>
    <w:rsid w:val="001E61AB"/>
    <w:rsid w:val="001E78E3"/>
    <w:rsid w:val="001F0334"/>
    <w:rsid w:val="001F1031"/>
    <w:rsid w:val="001F13C3"/>
    <w:rsid w:val="001F18B1"/>
    <w:rsid w:val="001F3D28"/>
    <w:rsid w:val="001F3D6E"/>
    <w:rsid w:val="001F43EB"/>
    <w:rsid w:val="001F4BF1"/>
    <w:rsid w:val="001F5513"/>
    <w:rsid w:val="0020081A"/>
    <w:rsid w:val="002024F8"/>
    <w:rsid w:val="002033DA"/>
    <w:rsid w:val="00204155"/>
    <w:rsid w:val="00204BAB"/>
    <w:rsid w:val="00204C32"/>
    <w:rsid w:val="00204ED7"/>
    <w:rsid w:val="0020584A"/>
    <w:rsid w:val="0020586B"/>
    <w:rsid w:val="002106BC"/>
    <w:rsid w:val="002112AE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66B"/>
    <w:rsid w:val="00221FF8"/>
    <w:rsid w:val="002325BD"/>
    <w:rsid w:val="002338B9"/>
    <w:rsid w:val="00233C49"/>
    <w:rsid w:val="00235FBB"/>
    <w:rsid w:val="002360E6"/>
    <w:rsid w:val="00236477"/>
    <w:rsid w:val="00237365"/>
    <w:rsid w:val="00237623"/>
    <w:rsid w:val="00245043"/>
    <w:rsid w:val="00245981"/>
    <w:rsid w:val="002471F1"/>
    <w:rsid w:val="0025128A"/>
    <w:rsid w:val="00253790"/>
    <w:rsid w:val="00253C82"/>
    <w:rsid w:val="0026460B"/>
    <w:rsid w:val="00266DA8"/>
    <w:rsid w:val="00267CC3"/>
    <w:rsid w:val="00270DBA"/>
    <w:rsid w:val="00274384"/>
    <w:rsid w:val="002747DA"/>
    <w:rsid w:val="002753BD"/>
    <w:rsid w:val="00276BEC"/>
    <w:rsid w:val="0028005D"/>
    <w:rsid w:val="00280F8B"/>
    <w:rsid w:val="0028127E"/>
    <w:rsid w:val="00286B3E"/>
    <w:rsid w:val="00286C80"/>
    <w:rsid w:val="00287284"/>
    <w:rsid w:val="00290F6F"/>
    <w:rsid w:val="00291137"/>
    <w:rsid w:val="00291C78"/>
    <w:rsid w:val="0029257A"/>
    <w:rsid w:val="002932DD"/>
    <w:rsid w:val="0029478F"/>
    <w:rsid w:val="002954BB"/>
    <w:rsid w:val="00296934"/>
    <w:rsid w:val="002A0ED1"/>
    <w:rsid w:val="002A15D9"/>
    <w:rsid w:val="002A2880"/>
    <w:rsid w:val="002A7434"/>
    <w:rsid w:val="002B0FB2"/>
    <w:rsid w:val="002B12DA"/>
    <w:rsid w:val="002B5365"/>
    <w:rsid w:val="002C046E"/>
    <w:rsid w:val="002C29C5"/>
    <w:rsid w:val="002C4106"/>
    <w:rsid w:val="002C44B5"/>
    <w:rsid w:val="002C4B2B"/>
    <w:rsid w:val="002C4F8E"/>
    <w:rsid w:val="002C6342"/>
    <w:rsid w:val="002C70C5"/>
    <w:rsid w:val="002D1F1D"/>
    <w:rsid w:val="002D3AF1"/>
    <w:rsid w:val="002D41E4"/>
    <w:rsid w:val="002D4BDA"/>
    <w:rsid w:val="002D79A5"/>
    <w:rsid w:val="002D79F7"/>
    <w:rsid w:val="002E208B"/>
    <w:rsid w:val="002E3E52"/>
    <w:rsid w:val="002F02DB"/>
    <w:rsid w:val="002F0529"/>
    <w:rsid w:val="002F0DED"/>
    <w:rsid w:val="002F0E3B"/>
    <w:rsid w:val="002F1D85"/>
    <w:rsid w:val="002F2B10"/>
    <w:rsid w:val="002F340A"/>
    <w:rsid w:val="002F429C"/>
    <w:rsid w:val="002F570E"/>
    <w:rsid w:val="002F73F4"/>
    <w:rsid w:val="00300D8A"/>
    <w:rsid w:val="00303DF4"/>
    <w:rsid w:val="0030410F"/>
    <w:rsid w:val="003058CD"/>
    <w:rsid w:val="0030678B"/>
    <w:rsid w:val="00311028"/>
    <w:rsid w:val="00311425"/>
    <w:rsid w:val="00311683"/>
    <w:rsid w:val="003124A3"/>
    <w:rsid w:val="00312836"/>
    <w:rsid w:val="0031359B"/>
    <w:rsid w:val="00314F2E"/>
    <w:rsid w:val="00315B5B"/>
    <w:rsid w:val="00315EDC"/>
    <w:rsid w:val="00315EFC"/>
    <w:rsid w:val="00315F23"/>
    <w:rsid w:val="0032101F"/>
    <w:rsid w:val="00323490"/>
    <w:rsid w:val="00323F0F"/>
    <w:rsid w:val="003247ED"/>
    <w:rsid w:val="003257AB"/>
    <w:rsid w:val="00326C23"/>
    <w:rsid w:val="0033006C"/>
    <w:rsid w:val="00330A3B"/>
    <w:rsid w:val="00330A6C"/>
    <w:rsid w:val="00331900"/>
    <w:rsid w:val="00331A27"/>
    <w:rsid w:val="00334549"/>
    <w:rsid w:val="00337040"/>
    <w:rsid w:val="003370A9"/>
    <w:rsid w:val="00340832"/>
    <w:rsid w:val="003429BA"/>
    <w:rsid w:val="00342F6C"/>
    <w:rsid w:val="0034330D"/>
    <w:rsid w:val="00345B5A"/>
    <w:rsid w:val="00350203"/>
    <w:rsid w:val="00350ACA"/>
    <w:rsid w:val="0035275B"/>
    <w:rsid w:val="00353538"/>
    <w:rsid w:val="00353BE1"/>
    <w:rsid w:val="00353FB2"/>
    <w:rsid w:val="00357361"/>
    <w:rsid w:val="0036144E"/>
    <w:rsid w:val="00362E05"/>
    <w:rsid w:val="0037045B"/>
    <w:rsid w:val="0037099D"/>
    <w:rsid w:val="00373139"/>
    <w:rsid w:val="003748F0"/>
    <w:rsid w:val="0037681E"/>
    <w:rsid w:val="00376BF5"/>
    <w:rsid w:val="003818EB"/>
    <w:rsid w:val="003820CE"/>
    <w:rsid w:val="00382862"/>
    <w:rsid w:val="00385753"/>
    <w:rsid w:val="00385CDA"/>
    <w:rsid w:val="00386862"/>
    <w:rsid w:val="0038712B"/>
    <w:rsid w:val="00390FBC"/>
    <w:rsid w:val="00397FF3"/>
    <w:rsid w:val="003A1828"/>
    <w:rsid w:val="003A357E"/>
    <w:rsid w:val="003A56B2"/>
    <w:rsid w:val="003A7D96"/>
    <w:rsid w:val="003A7F53"/>
    <w:rsid w:val="003B0D72"/>
    <w:rsid w:val="003B19D2"/>
    <w:rsid w:val="003B1A3E"/>
    <w:rsid w:val="003B3420"/>
    <w:rsid w:val="003B35B9"/>
    <w:rsid w:val="003C1BBB"/>
    <w:rsid w:val="003C3306"/>
    <w:rsid w:val="003C3BE2"/>
    <w:rsid w:val="003C4452"/>
    <w:rsid w:val="003D00ED"/>
    <w:rsid w:val="003D084F"/>
    <w:rsid w:val="003D1655"/>
    <w:rsid w:val="003D180A"/>
    <w:rsid w:val="003D3AEB"/>
    <w:rsid w:val="003D6CE2"/>
    <w:rsid w:val="003E0B2A"/>
    <w:rsid w:val="003E2A93"/>
    <w:rsid w:val="003E3191"/>
    <w:rsid w:val="003E31FB"/>
    <w:rsid w:val="003E3422"/>
    <w:rsid w:val="003E3AB2"/>
    <w:rsid w:val="003E480C"/>
    <w:rsid w:val="003E574C"/>
    <w:rsid w:val="003E6EA4"/>
    <w:rsid w:val="003F087D"/>
    <w:rsid w:val="003F0CF8"/>
    <w:rsid w:val="003F4F5C"/>
    <w:rsid w:val="0040078C"/>
    <w:rsid w:val="00400A6B"/>
    <w:rsid w:val="0040486B"/>
    <w:rsid w:val="00412795"/>
    <w:rsid w:val="004140C3"/>
    <w:rsid w:val="00422062"/>
    <w:rsid w:val="00423E01"/>
    <w:rsid w:val="00430B67"/>
    <w:rsid w:val="004336B0"/>
    <w:rsid w:val="00435CA2"/>
    <w:rsid w:val="0043618B"/>
    <w:rsid w:val="0043626A"/>
    <w:rsid w:val="00437E21"/>
    <w:rsid w:val="00440831"/>
    <w:rsid w:val="004438EE"/>
    <w:rsid w:val="00444284"/>
    <w:rsid w:val="00444F66"/>
    <w:rsid w:val="0044510E"/>
    <w:rsid w:val="0045032F"/>
    <w:rsid w:val="00451E48"/>
    <w:rsid w:val="0045308F"/>
    <w:rsid w:val="00454CCE"/>
    <w:rsid w:val="00454D4A"/>
    <w:rsid w:val="00456480"/>
    <w:rsid w:val="00460E9E"/>
    <w:rsid w:val="00463BCC"/>
    <w:rsid w:val="00464459"/>
    <w:rsid w:val="00466679"/>
    <w:rsid w:val="004669CE"/>
    <w:rsid w:val="00467371"/>
    <w:rsid w:val="00472765"/>
    <w:rsid w:val="004751FD"/>
    <w:rsid w:val="004779D0"/>
    <w:rsid w:val="00481DDE"/>
    <w:rsid w:val="00481FB6"/>
    <w:rsid w:val="0048559E"/>
    <w:rsid w:val="00487D64"/>
    <w:rsid w:val="00491C9A"/>
    <w:rsid w:val="00493115"/>
    <w:rsid w:val="00493139"/>
    <w:rsid w:val="00495DCB"/>
    <w:rsid w:val="00497CDC"/>
    <w:rsid w:val="004A53F0"/>
    <w:rsid w:val="004B16DD"/>
    <w:rsid w:val="004B5392"/>
    <w:rsid w:val="004C10F0"/>
    <w:rsid w:val="004C56E8"/>
    <w:rsid w:val="004C6432"/>
    <w:rsid w:val="004C78B5"/>
    <w:rsid w:val="004D6CFE"/>
    <w:rsid w:val="004E172D"/>
    <w:rsid w:val="004E2410"/>
    <w:rsid w:val="004E2D9E"/>
    <w:rsid w:val="004E46DA"/>
    <w:rsid w:val="004E4D6F"/>
    <w:rsid w:val="004F004D"/>
    <w:rsid w:val="004F14D6"/>
    <w:rsid w:val="004F39E9"/>
    <w:rsid w:val="004F4A76"/>
    <w:rsid w:val="004F5F5E"/>
    <w:rsid w:val="004F5FD1"/>
    <w:rsid w:val="00503E8F"/>
    <w:rsid w:val="00505FD8"/>
    <w:rsid w:val="00506067"/>
    <w:rsid w:val="00507804"/>
    <w:rsid w:val="0051065A"/>
    <w:rsid w:val="00510C6C"/>
    <w:rsid w:val="0051315E"/>
    <w:rsid w:val="00514A5F"/>
    <w:rsid w:val="005215EF"/>
    <w:rsid w:val="005240C0"/>
    <w:rsid w:val="00530880"/>
    <w:rsid w:val="00531BA5"/>
    <w:rsid w:val="00535DDD"/>
    <w:rsid w:val="005440BA"/>
    <w:rsid w:val="00544BA7"/>
    <w:rsid w:val="00544BFF"/>
    <w:rsid w:val="00547E0C"/>
    <w:rsid w:val="0055297C"/>
    <w:rsid w:val="005539A6"/>
    <w:rsid w:val="00553AF7"/>
    <w:rsid w:val="0055444E"/>
    <w:rsid w:val="00564319"/>
    <w:rsid w:val="0056433F"/>
    <w:rsid w:val="00564368"/>
    <w:rsid w:val="00564C7C"/>
    <w:rsid w:val="00574659"/>
    <w:rsid w:val="00574749"/>
    <w:rsid w:val="005754CE"/>
    <w:rsid w:val="00583865"/>
    <w:rsid w:val="005847B1"/>
    <w:rsid w:val="00587D10"/>
    <w:rsid w:val="005909A1"/>
    <w:rsid w:val="005933F6"/>
    <w:rsid w:val="005938C7"/>
    <w:rsid w:val="005A010D"/>
    <w:rsid w:val="005A0B37"/>
    <w:rsid w:val="005A3419"/>
    <w:rsid w:val="005B0BD3"/>
    <w:rsid w:val="005B15D0"/>
    <w:rsid w:val="005B3D21"/>
    <w:rsid w:val="005B557E"/>
    <w:rsid w:val="005B5FD8"/>
    <w:rsid w:val="005B7F7C"/>
    <w:rsid w:val="005C26E0"/>
    <w:rsid w:val="005C2914"/>
    <w:rsid w:val="005C3938"/>
    <w:rsid w:val="005C6EA6"/>
    <w:rsid w:val="005D1FF6"/>
    <w:rsid w:val="005D24C4"/>
    <w:rsid w:val="005D29D6"/>
    <w:rsid w:val="005D33DC"/>
    <w:rsid w:val="005D6A4A"/>
    <w:rsid w:val="005D7943"/>
    <w:rsid w:val="005E0684"/>
    <w:rsid w:val="005E0872"/>
    <w:rsid w:val="005E138D"/>
    <w:rsid w:val="005E25FB"/>
    <w:rsid w:val="005E47A3"/>
    <w:rsid w:val="005E49C1"/>
    <w:rsid w:val="005E645E"/>
    <w:rsid w:val="005E6CA8"/>
    <w:rsid w:val="005F0CBC"/>
    <w:rsid w:val="005F1E1A"/>
    <w:rsid w:val="005F46C1"/>
    <w:rsid w:val="005F51A3"/>
    <w:rsid w:val="00602055"/>
    <w:rsid w:val="00604617"/>
    <w:rsid w:val="00607948"/>
    <w:rsid w:val="006145DD"/>
    <w:rsid w:val="006156F8"/>
    <w:rsid w:val="0061668D"/>
    <w:rsid w:val="006171FF"/>
    <w:rsid w:val="00617F74"/>
    <w:rsid w:val="00617FE1"/>
    <w:rsid w:val="00620453"/>
    <w:rsid w:val="00620ADA"/>
    <w:rsid w:val="00620C41"/>
    <w:rsid w:val="00622C4B"/>
    <w:rsid w:val="00624472"/>
    <w:rsid w:val="00624914"/>
    <w:rsid w:val="00626242"/>
    <w:rsid w:val="006268CC"/>
    <w:rsid w:val="00627335"/>
    <w:rsid w:val="006273E7"/>
    <w:rsid w:val="006310F4"/>
    <w:rsid w:val="00631412"/>
    <w:rsid w:val="00631F3C"/>
    <w:rsid w:val="00634AA9"/>
    <w:rsid w:val="00635754"/>
    <w:rsid w:val="006426AE"/>
    <w:rsid w:val="00642CB4"/>
    <w:rsid w:val="00646227"/>
    <w:rsid w:val="00653954"/>
    <w:rsid w:val="00663FCF"/>
    <w:rsid w:val="00664834"/>
    <w:rsid w:val="006651EE"/>
    <w:rsid w:val="00665E76"/>
    <w:rsid w:val="00666343"/>
    <w:rsid w:val="00670193"/>
    <w:rsid w:val="00670ED6"/>
    <w:rsid w:val="00674FFD"/>
    <w:rsid w:val="00675E45"/>
    <w:rsid w:val="0067642D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0D0B"/>
    <w:rsid w:val="006B1231"/>
    <w:rsid w:val="006B1F41"/>
    <w:rsid w:val="006B2F03"/>
    <w:rsid w:val="006B7145"/>
    <w:rsid w:val="006B77B0"/>
    <w:rsid w:val="006C19CF"/>
    <w:rsid w:val="006C39FE"/>
    <w:rsid w:val="006C3DD8"/>
    <w:rsid w:val="006C5A96"/>
    <w:rsid w:val="006C7BFB"/>
    <w:rsid w:val="006D1E7B"/>
    <w:rsid w:val="006D3209"/>
    <w:rsid w:val="006D5BDA"/>
    <w:rsid w:val="006D6B60"/>
    <w:rsid w:val="006D6F7D"/>
    <w:rsid w:val="006D78E8"/>
    <w:rsid w:val="006D7A14"/>
    <w:rsid w:val="006E157A"/>
    <w:rsid w:val="006E1AF9"/>
    <w:rsid w:val="006E75B5"/>
    <w:rsid w:val="006E7E66"/>
    <w:rsid w:val="006F002B"/>
    <w:rsid w:val="006F10BA"/>
    <w:rsid w:val="006F3D0F"/>
    <w:rsid w:val="006F412A"/>
    <w:rsid w:val="006F5353"/>
    <w:rsid w:val="006F5D85"/>
    <w:rsid w:val="006F75B5"/>
    <w:rsid w:val="006F7685"/>
    <w:rsid w:val="00700E67"/>
    <w:rsid w:val="00701B7C"/>
    <w:rsid w:val="00701DFF"/>
    <w:rsid w:val="007035F8"/>
    <w:rsid w:val="0070649E"/>
    <w:rsid w:val="007064A7"/>
    <w:rsid w:val="00706601"/>
    <w:rsid w:val="0070679A"/>
    <w:rsid w:val="00706EA5"/>
    <w:rsid w:val="00711A31"/>
    <w:rsid w:val="00715F74"/>
    <w:rsid w:val="007165DA"/>
    <w:rsid w:val="00717B10"/>
    <w:rsid w:val="00721450"/>
    <w:rsid w:val="0072299F"/>
    <w:rsid w:val="007230A3"/>
    <w:rsid w:val="00725B1C"/>
    <w:rsid w:val="00725E66"/>
    <w:rsid w:val="0072675B"/>
    <w:rsid w:val="00727186"/>
    <w:rsid w:val="00730AD0"/>
    <w:rsid w:val="00731DF6"/>
    <w:rsid w:val="0073219E"/>
    <w:rsid w:val="00732C23"/>
    <w:rsid w:val="0073378A"/>
    <w:rsid w:val="0073407F"/>
    <w:rsid w:val="00734BBF"/>
    <w:rsid w:val="00735155"/>
    <w:rsid w:val="00740717"/>
    <w:rsid w:val="0074125B"/>
    <w:rsid w:val="0074291E"/>
    <w:rsid w:val="00744004"/>
    <w:rsid w:val="007461FD"/>
    <w:rsid w:val="00754385"/>
    <w:rsid w:val="007613D4"/>
    <w:rsid w:val="00761495"/>
    <w:rsid w:val="00771E9F"/>
    <w:rsid w:val="00772FA1"/>
    <w:rsid w:val="00774004"/>
    <w:rsid w:val="0077446A"/>
    <w:rsid w:val="007756B1"/>
    <w:rsid w:val="00775A1B"/>
    <w:rsid w:val="00776CD2"/>
    <w:rsid w:val="0077717D"/>
    <w:rsid w:val="007811D2"/>
    <w:rsid w:val="00784EB8"/>
    <w:rsid w:val="00785E18"/>
    <w:rsid w:val="007906CE"/>
    <w:rsid w:val="007923AF"/>
    <w:rsid w:val="00792DDE"/>
    <w:rsid w:val="00793403"/>
    <w:rsid w:val="007938B9"/>
    <w:rsid w:val="00795CA1"/>
    <w:rsid w:val="00797D2F"/>
    <w:rsid w:val="007A2233"/>
    <w:rsid w:val="007A2458"/>
    <w:rsid w:val="007A5ACC"/>
    <w:rsid w:val="007A67CE"/>
    <w:rsid w:val="007B258B"/>
    <w:rsid w:val="007B61BF"/>
    <w:rsid w:val="007C0E8C"/>
    <w:rsid w:val="007C1F71"/>
    <w:rsid w:val="007C3F68"/>
    <w:rsid w:val="007C417E"/>
    <w:rsid w:val="007C44B2"/>
    <w:rsid w:val="007C4F83"/>
    <w:rsid w:val="007C50AD"/>
    <w:rsid w:val="007C61A4"/>
    <w:rsid w:val="007D3E31"/>
    <w:rsid w:val="007D5340"/>
    <w:rsid w:val="007D7BD6"/>
    <w:rsid w:val="007E7F8F"/>
    <w:rsid w:val="007F1836"/>
    <w:rsid w:val="007F44BA"/>
    <w:rsid w:val="007F48AE"/>
    <w:rsid w:val="007F5D6A"/>
    <w:rsid w:val="007F6C4D"/>
    <w:rsid w:val="007F75CA"/>
    <w:rsid w:val="007F77AC"/>
    <w:rsid w:val="0080061A"/>
    <w:rsid w:val="00801469"/>
    <w:rsid w:val="00801847"/>
    <w:rsid w:val="0080197E"/>
    <w:rsid w:val="008059C0"/>
    <w:rsid w:val="008059E6"/>
    <w:rsid w:val="00806DAE"/>
    <w:rsid w:val="00807EA6"/>
    <w:rsid w:val="00811477"/>
    <w:rsid w:val="00811A05"/>
    <w:rsid w:val="008123F3"/>
    <w:rsid w:val="00813998"/>
    <w:rsid w:val="0081487A"/>
    <w:rsid w:val="00814A39"/>
    <w:rsid w:val="00817B15"/>
    <w:rsid w:val="00823F91"/>
    <w:rsid w:val="00824DAA"/>
    <w:rsid w:val="008256C8"/>
    <w:rsid w:val="0082660F"/>
    <w:rsid w:val="008328DD"/>
    <w:rsid w:val="00833478"/>
    <w:rsid w:val="00834646"/>
    <w:rsid w:val="00836C42"/>
    <w:rsid w:val="00836FB2"/>
    <w:rsid w:val="00837321"/>
    <w:rsid w:val="00841EBA"/>
    <w:rsid w:val="00842127"/>
    <w:rsid w:val="00842FDE"/>
    <w:rsid w:val="00843BC6"/>
    <w:rsid w:val="00850C2F"/>
    <w:rsid w:val="00852719"/>
    <w:rsid w:val="00853030"/>
    <w:rsid w:val="008603E4"/>
    <w:rsid w:val="00861833"/>
    <w:rsid w:val="008657FE"/>
    <w:rsid w:val="00866C1E"/>
    <w:rsid w:val="008726DC"/>
    <w:rsid w:val="0087290C"/>
    <w:rsid w:val="00872CAD"/>
    <w:rsid w:val="00875C8E"/>
    <w:rsid w:val="00877E50"/>
    <w:rsid w:val="00880D15"/>
    <w:rsid w:val="00882C30"/>
    <w:rsid w:val="00882C34"/>
    <w:rsid w:val="00883162"/>
    <w:rsid w:val="00885D4D"/>
    <w:rsid w:val="00886C56"/>
    <w:rsid w:val="008909A4"/>
    <w:rsid w:val="00892C08"/>
    <w:rsid w:val="0089382E"/>
    <w:rsid w:val="008968F5"/>
    <w:rsid w:val="0089785C"/>
    <w:rsid w:val="00897B30"/>
    <w:rsid w:val="008A0BF8"/>
    <w:rsid w:val="008A0EB2"/>
    <w:rsid w:val="008A4E5B"/>
    <w:rsid w:val="008A543E"/>
    <w:rsid w:val="008B012B"/>
    <w:rsid w:val="008B13D6"/>
    <w:rsid w:val="008B1DB2"/>
    <w:rsid w:val="008B1FFC"/>
    <w:rsid w:val="008B313E"/>
    <w:rsid w:val="008B559D"/>
    <w:rsid w:val="008B5E79"/>
    <w:rsid w:val="008C3C88"/>
    <w:rsid w:val="008D0AF3"/>
    <w:rsid w:val="008D606C"/>
    <w:rsid w:val="008D61D0"/>
    <w:rsid w:val="008D65AB"/>
    <w:rsid w:val="008D68AC"/>
    <w:rsid w:val="008E0610"/>
    <w:rsid w:val="008E67C5"/>
    <w:rsid w:val="008E724D"/>
    <w:rsid w:val="008F05B6"/>
    <w:rsid w:val="008F1EDD"/>
    <w:rsid w:val="008F2690"/>
    <w:rsid w:val="008F67BE"/>
    <w:rsid w:val="00900037"/>
    <w:rsid w:val="0090156C"/>
    <w:rsid w:val="009018B6"/>
    <w:rsid w:val="009020B5"/>
    <w:rsid w:val="0090437C"/>
    <w:rsid w:val="00906EED"/>
    <w:rsid w:val="00907BC6"/>
    <w:rsid w:val="00907C98"/>
    <w:rsid w:val="00913797"/>
    <w:rsid w:val="00921D43"/>
    <w:rsid w:val="00930F08"/>
    <w:rsid w:val="00931430"/>
    <w:rsid w:val="00932660"/>
    <w:rsid w:val="00933C0B"/>
    <w:rsid w:val="00934B61"/>
    <w:rsid w:val="00935376"/>
    <w:rsid w:val="00935B74"/>
    <w:rsid w:val="00935CDE"/>
    <w:rsid w:val="00940241"/>
    <w:rsid w:val="00942101"/>
    <w:rsid w:val="00943607"/>
    <w:rsid w:val="00943ADB"/>
    <w:rsid w:val="009474DD"/>
    <w:rsid w:val="009477A0"/>
    <w:rsid w:val="0095500B"/>
    <w:rsid w:val="0096018D"/>
    <w:rsid w:val="00961248"/>
    <w:rsid w:val="0096572A"/>
    <w:rsid w:val="00967B79"/>
    <w:rsid w:val="009768E6"/>
    <w:rsid w:val="0098181C"/>
    <w:rsid w:val="00981C18"/>
    <w:rsid w:val="00982765"/>
    <w:rsid w:val="009847DC"/>
    <w:rsid w:val="009857BF"/>
    <w:rsid w:val="00986AF6"/>
    <w:rsid w:val="00987FF5"/>
    <w:rsid w:val="0099015A"/>
    <w:rsid w:val="00990E43"/>
    <w:rsid w:val="0099264F"/>
    <w:rsid w:val="00993594"/>
    <w:rsid w:val="00993CF0"/>
    <w:rsid w:val="0099749F"/>
    <w:rsid w:val="009A2ABD"/>
    <w:rsid w:val="009A3E42"/>
    <w:rsid w:val="009A7DEC"/>
    <w:rsid w:val="009B207E"/>
    <w:rsid w:val="009B280B"/>
    <w:rsid w:val="009B2915"/>
    <w:rsid w:val="009B32F8"/>
    <w:rsid w:val="009B3803"/>
    <w:rsid w:val="009B5A95"/>
    <w:rsid w:val="009B6332"/>
    <w:rsid w:val="009C0511"/>
    <w:rsid w:val="009C10CD"/>
    <w:rsid w:val="009C2379"/>
    <w:rsid w:val="009C47E8"/>
    <w:rsid w:val="009C68A3"/>
    <w:rsid w:val="009D003A"/>
    <w:rsid w:val="009D2C8C"/>
    <w:rsid w:val="009D48BB"/>
    <w:rsid w:val="009D4B96"/>
    <w:rsid w:val="009D4EBC"/>
    <w:rsid w:val="009D50D4"/>
    <w:rsid w:val="009D5C4D"/>
    <w:rsid w:val="009D7212"/>
    <w:rsid w:val="009D7D4B"/>
    <w:rsid w:val="009E1F05"/>
    <w:rsid w:val="009E2484"/>
    <w:rsid w:val="009E3732"/>
    <w:rsid w:val="009F1A26"/>
    <w:rsid w:val="009F220B"/>
    <w:rsid w:val="009F4533"/>
    <w:rsid w:val="009F49FC"/>
    <w:rsid w:val="00A03804"/>
    <w:rsid w:val="00A042E9"/>
    <w:rsid w:val="00A0789A"/>
    <w:rsid w:val="00A120AB"/>
    <w:rsid w:val="00A127A7"/>
    <w:rsid w:val="00A14AB5"/>
    <w:rsid w:val="00A17CA7"/>
    <w:rsid w:val="00A17D7D"/>
    <w:rsid w:val="00A207B1"/>
    <w:rsid w:val="00A23F3D"/>
    <w:rsid w:val="00A2439D"/>
    <w:rsid w:val="00A248AC"/>
    <w:rsid w:val="00A25194"/>
    <w:rsid w:val="00A27569"/>
    <w:rsid w:val="00A30354"/>
    <w:rsid w:val="00A30E7E"/>
    <w:rsid w:val="00A336FF"/>
    <w:rsid w:val="00A37842"/>
    <w:rsid w:val="00A4159F"/>
    <w:rsid w:val="00A431AB"/>
    <w:rsid w:val="00A46085"/>
    <w:rsid w:val="00A469CE"/>
    <w:rsid w:val="00A46B01"/>
    <w:rsid w:val="00A47058"/>
    <w:rsid w:val="00A4757B"/>
    <w:rsid w:val="00A510B9"/>
    <w:rsid w:val="00A5114B"/>
    <w:rsid w:val="00A520E2"/>
    <w:rsid w:val="00A523ED"/>
    <w:rsid w:val="00A52F20"/>
    <w:rsid w:val="00A56D55"/>
    <w:rsid w:val="00A572DB"/>
    <w:rsid w:val="00A600CF"/>
    <w:rsid w:val="00A60EA5"/>
    <w:rsid w:val="00A657BB"/>
    <w:rsid w:val="00A75743"/>
    <w:rsid w:val="00A762D5"/>
    <w:rsid w:val="00A77D44"/>
    <w:rsid w:val="00A839A6"/>
    <w:rsid w:val="00A84A23"/>
    <w:rsid w:val="00A85F52"/>
    <w:rsid w:val="00A90605"/>
    <w:rsid w:val="00A92CB9"/>
    <w:rsid w:val="00A93326"/>
    <w:rsid w:val="00A9383B"/>
    <w:rsid w:val="00A95134"/>
    <w:rsid w:val="00AA1713"/>
    <w:rsid w:val="00AA3E3B"/>
    <w:rsid w:val="00AA3F5C"/>
    <w:rsid w:val="00AA5745"/>
    <w:rsid w:val="00AA5DCF"/>
    <w:rsid w:val="00AA65E3"/>
    <w:rsid w:val="00AA7347"/>
    <w:rsid w:val="00AB1B97"/>
    <w:rsid w:val="00AB3250"/>
    <w:rsid w:val="00AB4C24"/>
    <w:rsid w:val="00AB4FA4"/>
    <w:rsid w:val="00AB4FF6"/>
    <w:rsid w:val="00AC225C"/>
    <w:rsid w:val="00AC23F0"/>
    <w:rsid w:val="00AC2A2D"/>
    <w:rsid w:val="00AC3775"/>
    <w:rsid w:val="00AC4262"/>
    <w:rsid w:val="00AC703C"/>
    <w:rsid w:val="00AC712C"/>
    <w:rsid w:val="00AC7401"/>
    <w:rsid w:val="00AD0F88"/>
    <w:rsid w:val="00AD161D"/>
    <w:rsid w:val="00AD170E"/>
    <w:rsid w:val="00AD235D"/>
    <w:rsid w:val="00AD43C2"/>
    <w:rsid w:val="00AD6C34"/>
    <w:rsid w:val="00AD6CF9"/>
    <w:rsid w:val="00AD799B"/>
    <w:rsid w:val="00AD7E4F"/>
    <w:rsid w:val="00AE23F2"/>
    <w:rsid w:val="00AE43E3"/>
    <w:rsid w:val="00AE4DFD"/>
    <w:rsid w:val="00AF1668"/>
    <w:rsid w:val="00AF2639"/>
    <w:rsid w:val="00AF69E4"/>
    <w:rsid w:val="00B00633"/>
    <w:rsid w:val="00B0438C"/>
    <w:rsid w:val="00B0555C"/>
    <w:rsid w:val="00B10182"/>
    <w:rsid w:val="00B10FD8"/>
    <w:rsid w:val="00B11B06"/>
    <w:rsid w:val="00B20CBF"/>
    <w:rsid w:val="00B20D4F"/>
    <w:rsid w:val="00B2111F"/>
    <w:rsid w:val="00B21159"/>
    <w:rsid w:val="00B22284"/>
    <w:rsid w:val="00B22EFE"/>
    <w:rsid w:val="00B325A6"/>
    <w:rsid w:val="00B32748"/>
    <w:rsid w:val="00B32905"/>
    <w:rsid w:val="00B33AA3"/>
    <w:rsid w:val="00B33BE5"/>
    <w:rsid w:val="00B3597A"/>
    <w:rsid w:val="00B35B35"/>
    <w:rsid w:val="00B363A5"/>
    <w:rsid w:val="00B36B39"/>
    <w:rsid w:val="00B47947"/>
    <w:rsid w:val="00B518DF"/>
    <w:rsid w:val="00B53CEB"/>
    <w:rsid w:val="00B53DFA"/>
    <w:rsid w:val="00B55438"/>
    <w:rsid w:val="00B57C81"/>
    <w:rsid w:val="00B62022"/>
    <w:rsid w:val="00B626FD"/>
    <w:rsid w:val="00B63C97"/>
    <w:rsid w:val="00B645DA"/>
    <w:rsid w:val="00B65970"/>
    <w:rsid w:val="00B666FA"/>
    <w:rsid w:val="00B66CBE"/>
    <w:rsid w:val="00B716AE"/>
    <w:rsid w:val="00B71C88"/>
    <w:rsid w:val="00B73532"/>
    <w:rsid w:val="00B73F1D"/>
    <w:rsid w:val="00B75435"/>
    <w:rsid w:val="00B823CA"/>
    <w:rsid w:val="00B85388"/>
    <w:rsid w:val="00B87BAE"/>
    <w:rsid w:val="00B87D7C"/>
    <w:rsid w:val="00B90A7B"/>
    <w:rsid w:val="00B92E47"/>
    <w:rsid w:val="00B93430"/>
    <w:rsid w:val="00B93D15"/>
    <w:rsid w:val="00B967E7"/>
    <w:rsid w:val="00B96933"/>
    <w:rsid w:val="00BA0BA5"/>
    <w:rsid w:val="00BA108C"/>
    <w:rsid w:val="00BA1565"/>
    <w:rsid w:val="00BA2A5F"/>
    <w:rsid w:val="00BA3710"/>
    <w:rsid w:val="00BA510C"/>
    <w:rsid w:val="00BB0DEF"/>
    <w:rsid w:val="00BB2678"/>
    <w:rsid w:val="00BB2AE1"/>
    <w:rsid w:val="00BB60B3"/>
    <w:rsid w:val="00BB74D6"/>
    <w:rsid w:val="00BC0601"/>
    <w:rsid w:val="00BC0A5A"/>
    <w:rsid w:val="00BC5217"/>
    <w:rsid w:val="00BC544B"/>
    <w:rsid w:val="00BC7B49"/>
    <w:rsid w:val="00BD1BAA"/>
    <w:rsid w:val="00BD3C47"/>
    <w:rsid w:val="00BD401E"/>
    <w:rsid w:val="00BD533C"/>
    <w:rsid w:val="00BD5416"/>
    <w:rsid w:val="00BD7846"/>
    <w:rsid w:val="00BE138C"/>
    <w:rsid w:val="00BE5A42"/>
    <w:rsid w:val="00BF05EC"/>
    <w:rsid w:val="00BF1821"/>
    <w:rsid w:val="00BF3879"/>
    <w:rsid w:val="00BF7C01"/>
    <w:rsid w:val="00C0069B"/>
    <w:rsid w:val="00C008B9"/>
    <w:rsid w:val="00C01505"/>
    <w:rsid w:val="00C02EE8"/>
    <w:rsid w:val="00C036B3"/>
    <w:rsid w:val="00C04999"/>
    <w:rsid w:val="00C04A5E"/>
    <w:rsid w:val="00C06BEA"/>
    <w:rsid w:val="00C10926"/>
    <w:rsid w:val="00C109F3"/>
    <w:rsid w:val="00C10BBF"/>
    <w:rsid w:val="00C12E6C"/>
    <w:rsid w:val="00C17092"/>
    <w:rsid w:val="00C23488"/>
    <w:rsid w:val="00C24140"/>
    <w:rsid w:val="00C248A1"/>
    <w:rsid w:val="00C259B2"/>
    <w:rsid w:val="00C279C5"/>
    <w:rsid w:val="00C3265B"/>
    <w:rsid w:val="00C33601"/>
    <w:rsid w:val="00C33E63"/>
    <w:rsid w:val="00C34FA0"/>
    <w:rsid w:val="00C35ACC"/>
    <w:rsid w:val="00C35E91"/>
    <w:rsid w:val="00C36E68"/>
    <w:rsid w:val="00C36EFF"/>
    <w:rsid w:val="00C41984"/>
    <w:rsid w:val="00C4198B"/>
    <w:rsid w:val="00C4353A"/>
    <w:rsid w:val="00C44D39"/>
    <w:rsid w:val="00C45C91"/>
    <w:rsid w:val="00C51149"/>
    <w:rsid w:val="00C51C40"/>
    <w:rsid w:val="00C523F8"/>
    <w:rsid w:val="00C53367"/>
    <w:rsid w:val="00C5459E"/>
    <w:rsid w:val="00C54FDB"/>
    <w:rsid w:val="00C5531B"/>
    <w:rsid w:val="00C602BC"/>
    <w:rsid w:val="00C60FC4"/>
    <w:rsid w:val="00C623F9"/>
    <w:rsid w:val="00C704D1"/>
    <w:rsid w:val="00C77B38"/>
    <w:rsid w:val="00C8435A"/>
    <w:rsid w:val="00C85746"/>
    <w:rsid w:val="00C869DB"/>
    <w:rsid w:val="00C9225D"/>
    <w:rsid w:val="00C94099"/>
    <w:rsid w:val="00C94FAD"/>
    <w:rsid w:val="00C9513D"/>
    <w:rsid w:val="00CA079E"/>
    <w:rsid w:val="00CA1AFB"/>
    <w:rsid w:val="00CA26E3"/>
    <w:rsid w:val="00CA5ADB"/>
    <w:rsid w:val="00CA6A0C"/>
    <w:rsid w:val="00CA759E"/>
    <w:rsid w:val="00CB0FB2"/>
    <w:rsid w:val="00CB1611"/>
    <w:rsid w:val="00CB1D19"/>
    <w:rsid w:val="00CB27D6"/>
    <w:rsid w:val="00CB2BAB"/>
    <w:rsid w:val="00CB33F9"/>
    <w:rsid w:val="00CB7B39"/>
    <w:rsid w:val="00CC0E67"/>
    <w:rsid w:val="00CC29EC"/>
    <w:rsid w:val="00CC2A7A"/>
    <w:rsid w:val="00CC374C"/>
    <w:rsid w:val="00CC474F"/>
    <w:rsid w:val="00CC4762"/>
    <w:rsid w:val="00CC69FD"/>
    <w:rsid w:val="00CD46F7"/>
    <w:rsid w:val="00CE0869"/>
    <w:rsid w:val="00CE1745"/>
    <w:rsid w:val="00CE2A78"/>
    <w:rsid w:val="00CE32BA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535F"/>
    <w:rsid w:val="00D06271"/>
    <w:rsid w:val="00D065B8"/>
    <w:rsid w:val="00D1067B"/>
    <w:rsid w:val="00D1131A"/>
    <w:rsid w:val="00D14EB1"/>
    <w:rsid w:val="00D156C0"/>
    <w:rsid w:val="00D15B00"/>
    <w:rsid w:val="00D17B68"/>
    <w:rsid w:val="00D2071C"/>
    <w:rsid w:val="00D2072E"/>
    <w:rsid w:val="00D209AE"/>
    <w:rsid w:val="00D20BE6"/>
    <w:rsid w:val="00D230EF"/>
    <w:rsid w:val="00D26FB8"/>
    <w:rsid w:val="00D277EF"/>
    <w:rsid w:val="00D301D7"/>
    <w:rsid w:val="00D316BE"/>
    <w:rsid w:val="00D34991"/>
    <w:rsid w:val="00D368A6"/>
    <w:rsid w:val="00D404C7"/>
    <w:rsid w:val="00D40743"/>
    <w:rsid w:val="00D44E4A"/>
    <w:rsid w:val="00D45996"/>
    <w:rsid w:val="00D46512"/>
    <w:rsid w:val="00D46F0D"/>
    <w:rsid w:val="00D46FCF"/>
    <w:rsid w:val="00D50EAC"/>
    <w:rsid w:val="00D52488"/>
    <w:rsid w:val="00D5435D"/>
    <w:rsid w:val="00D54836"/>
    <w:rsid w:val="00D54A06"/>
    <w:rsid w:val="00D54BBC"/>
    <w:rsid w:val="00D5521D"/>
    <w:rsid w:val="00D6040B"/>
    <w:rsid w:val="00D64D15"/>
    <w:rsid w:val="00D65AFD"/>
    <w:rsid w:val="00D65FFF"/>
    <w:rsid w:val="00D66A08"/>
    <w:rsid w:val="00D7133C"/>
    <w:rsid w:val="00D7169B"/>
    <w:rsid w:val="00D811CB"/>
    <w:rsid w:val="00D83430"/>
    <w:rsid w:val="00D8372D"/>
    <w:rsid w:val="00D841C0"/>
    <w:rsid w:val="00D90929"/>
    <w:rsid w:val="00D948CF"/>
    <w:rsid w:val="00D94CA8"/>
    <w:rsid w:val="00D97710"/>
    <w:rsid w:val="00D97B97"/>
    <w:rsid w:val="00DA170F"/>
    <w:rsid w:val="00DA3993"/>
    <w:rsid w:val="00DA67AF"/>
    <w:rsid w:val="00DA7687"/>
    <w:rsid w:val="00DA7AF9"/>
    <w:rsid w:val="00DB049B"/>
    <w:rsid w:val="00DB228A"/>
    <w:rsid w:val="00DB4805"/>
    <w:rsid w:val="00DB48F6"/>
    <w:rsid w:val="00DB7B95"/>
    <w:rsid w:val="00DC16EC"/>
    <w:rsid w:val="00DC2C50"/>
    <w:rsid w:val="00DD09E0"/>
    <w:rsid w:val="00DD09F9"/>
    <w:rsid w:val="00DD1596"/>
    <w:rsid w:val="00DD200D"/>
    <w:rsid w:val="00DD2442"/>
    <w:rsid w:val="00DE4A23"/>
    <w:rsid w:val="00DE5122"/>
    <w:rsid w:val="00DE6F49"/>
    <w:rsid w:val="00DE7A5E"/>
    <w:rsid w:val="00DE7C73"/>
    <w:rsid w:val="00DF08ED"/>
    <w:rsid w:val="00DF1FF0"/>
    <w:rsid w:val="00DF47AC"/>
    <w:rsid w:val="00DF69B9"/>
    <w:rsid w:val="00DF7D77"/>
    <w:rsid w:val="00E000AA"/>
    <w:rsid w:val="00E01941"/>
    <w:rsid w:val="00E0353B"/>
    <w:rsid w:val="00E05CAA"/>
    <w:rsid w:val="00E074CE"/>
    <w:rsid w:val="00E07E21"/>
    <w:rsid w:val="00E10341"/>
    <w:rsid w:val="00E11F92"/>
    <w:rsid w:val="00E12189"/>
    <w:rsid w:val="00E1275F"/>
    <w:rsid w:val="00E14F37"/>
    <w:rsid w:val="00E3022D"/>
    <w:rsid w:val="00E30D36"/>
    <w:rsid w:val="00E32572"/>
    <w:rsid w:val="00E34B6E"/>
    <w:rsid w:val="00E35931"/>
    <w:rsid w:val="00E36457"/>
    <w:rsid w:val="00E41261"/>
    <w:rsid w:val="00E46903"/>
    <w:rsid w:val="00E46C5B"/>
    <w:rsid w:val="00E5025F"/>
    <w:rsid w:val="00E52108"/>
    <w:rsid w:val="00E53063"/>
    <w:rsid w:val="00E56115"/>
    <w:rsid w:val="00E603C2"/>
    <w:rsid w:val="00E62DB4"/>
    <w:rsid w:val="00E63DFA"/>
    <w:rsid w:val="00E64CC5"/>
    <w:rsid w:val="00E65B84"/>
    <w:rsid w:val="00E66884"/>
    <w:rsid w:val="00E66F1E"/>
    <w:rsid w:val="00E6784B"/>
    <w:rsid w:val="00E71E81"/>
    <w:rsid w:val="00E76A02"/>
    <w:rsid w:val="00E80DC4"/>
    <w:rsid w:val="00E82D66"/>
    <w:rsid w:val="00E86C30"/>
    <w:rsid w:val="00E90C30"/>
    <w:rsid w:val="00E91396"/>
    <w:rsid w:val="00E91990"/>
    <w:rsid w:val="00E91C42"/>
    <w:rsid w:val="00E944F8"/>
    <w:rsid w:val="00E94C86"/>
    <w:rsid w:val="00E97887"/>
    <w:rsid w:val="00EA159D"/>
    <w:rsid w:val="00EA59B3"/>
    <w:rsid w:val="00EA6952"/>
    <w:rsid w:val="00EA726F"/>
    <w:rsid w:val="00EA7910"/>
    <w:rsid w:val="00EB1188"/>
    <w:rsid w:val="00EB1A8A"/>
    <w:rsid w:val="00EB5391"/>
    <w:rsid w:val="00EB57D4"/>
    <w:rsid w:val="00EB6516"/>
    <w:rsid w:val="00EC1B84"/>
    <w:rsid w:val="00EC5CF3"/>
    <w:rsid w:val="00ED03D3"/>
    <w:rsid w:val="00ED0937"/>
    <w:rsid w:val="00ED0DB4"/>
    <w:rsid w:val="00ED2065"/>
    <w:rsid w:val="00ED7922"/>
    <w:rsid w:val="00EE7D9F"/>
    <w:rsid w:val="00EF1868"/>
    <w:rsid w:val="00EF1C45"/>
    <w:rsid w:val="00EF378D"/>
    <w:rsid w:val="00EF5EB1"/>
    <w:rsid w:val="00EF6553"/>
    <w:rsid w:val="00EF6C3C"/>
    <w:rsid w:val="00F02802"/>
    <w:rsid w:val="00F10A87"/>
    <w:rsid w:val="00F10B77"/>
    <w:rsid w:val="00F113AE"/>
    <w:rsid w:val="00F1386A"/>
    <w:rsid w:val="00F178DF"/>
    <w:rsid w:val="00F219AA"/>
    <w:rsid w:val="00F227EF"/>
    <w:rsid w:val="00F23ED1"/>
    <w:rsid w:val="00F24475"/>
    <w:rsid w:val="00F24C4F"/>
    <w:rsid w:val="00F27895"/>
    <w:rsid w:val="00F27A87"/>
    <w:rsid w:val="00F30A04"/>
    <w:rsid w:val="00F31DF1"/>
    <w:rsid w:val="00F33404"/>
    <w:rsid w:val="00F36A30"/>
    <w:rsid w:val="00F36C37"/>
    <w:rsid w:val="00F40EEB"/>
    <w:rsid w:val="00F420E5"/>
    <w:rsid w:val="00F46A84"/>
    <w:rsid w:val="00F470BD"/>
    <w:rsid w:val="00F47623"/>
    <w:rsid w:val="00F522BE"/>
    <w:rsid w:val="00F53053"/>
    <w:rsid w:val="00F54EC5"/>
    <w:rsid w:val="00F61243"/>
    <w:rsid w:val="00F619F1"/>
    <w:rsid w:val="00F62B2B"/>
    <w:rsid w:val="00F645D9"/>
    <w:rsid w:val="00F64DD4"/>
    <w:rsid w:val="00F668D4"/>
    <w:rsid w:val="00F726CE"/>
    <w:rsid w:val="00F739F6"/>
    <w:rsid w:val="00F73DA3"/>
    <w:rsid w:val="00F74F67"/>
    <w:rsid w:val="00F800C2"/>
    <w:rsid w:val="00F8080C"/>
    <w:rsid w:val="00F80906"/>
    <w:rsid w:val="00F815F7"/>
    <w:rsid w:val="00F81873"/>
    <w:rsid w:val="00F834DC"/>
    <w:rsid w:val="00F84046"/>
    <w:rsid w:val="00F90A5C"/>
    <w:rsid w:val="00F90BDF"/>
    <w:rsid w:val="00F925DB"/>
    <w:rsid w:val="00F9392A"/>
    <w:rsid w:val="00F9677A"/>
    <w:rsid w:val="00FA0E8F"/>
    <w:rsid w:val="00FA2F33"/>
    <w:rsid w:val="00FA3CFC"/>
    <w:rsid w:val="00FA68BE"/>
    <w:rsid w:val="00FA7033"/>
    <w:rsid w:val="00FA7762"/>
    <w:rsid w:val="00FB31EC"/>
    <w:rsid w:val="00FB4AA5"/>
    <w:rsid w:val="00FD122A"/>
    <w:rsid w:val="00FD1652"/>
    <w:rsid w:val="00FD2C0F"/>
    <w:rsid w:val="00FD548E"/>
    <w:rsid w:val="00FE5D89"/>
    <w:rsid w:val="00FE603E"/>
    <w:rsid w:val="00FF32B9"/>
    <w:rsid w:val="00FF330C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FD509-CAA5-465B-9C34-F2757C87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612</TotalTime>
  <Pages>1</Pages>
  <Words>1404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77</cp:revision>
  <cp:lastPrinted>2019-10-29T19:48:00Z</cp:lastPrinted>
  <dcterms:created xsi:type="dcterms:W3CDTF">2019-06-25T17:59:00Z</dcterms:created>
  <dcterms:modified xsi:type="dcterms:W3CDTF">2019-10-29T19:48:00Z</dcterms:modified>
</cp:coreProperties>
</file>