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C743F">
        <w:rPr>
          <w:rFonts w:ascii="Arial" w:hAnsi="Arial" w:cs="Arial"/>
          <w:b/>
          <w:caps/>
          <w:sz w:val="28"/>
          <w:szCs w:val="28"/>
        </w:rPr>
        <w:t>3</w:t>
      </w:r>
      <w:r w:rsidR="00945D0E">
        <w:rPr>
          <w:rFonts w:ascii="Arial" w:hAnsi="Arial" w:cs="Arial"/>
          <w:b/>
          <w:caps/>
          <w:sz w:val="28"/>
          <w:szCs w:val="28"/>
        </w:rPr>
        <w:t>94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945D0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630917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945D0E">
              <w:rPr>
                <w:rFonts w:ascii="Arial" w:hAnsi="Arial" w:cs="Arial"/>
                <w:sz w:val="20"/>
                <w:szCs w:val="20"/>
              </w:rPr>
              <w:t xml:space="preserve">construção de duas faixas para a travessia de pedestres ou de lombadas na Avenida Pereira Campos, entre os </w:t>
            </w:r>
            <w:proofErr w:type="spellStart"/>
            <w:r w:rsidR="00945D0E">
              <w:rPr>
                <w:rFonts w:ascii="Arial" w:hAnsi="Arial" w:cs="Arial"/>
                <w:sz w:val="20"/>
                <w:szCs w:val="20"/>
              </w:rPr>
              <w:t>nºs</w:t>
            </w:r>
            <w:proofErr w:type="spellEnd"/>
            <w:r w:rsidR="00945D0E">
              <w:rPr>
                <w:rFonts w:ascii="Arial" w:hAnsi="Arial" w:cs="Arial"/>
                <w:sz w:val="20"/>
                <w:szCs w:val="20"/>
              </w:rPr>
              <w:t xml:space="preserve"> 201 e 222, no Jardim Didinha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A541D5">
        <w:rPr>
          <w:rFonts w:ascii="Arial" w:hAnsi="Arial" w:cs="Arial"/>
        </w:rPr>
        <w:t xml:space="preserve">à </w:t>
      </w:r>
      <w:r w:rsidR="00186BA5" w:rsidRPr="00186BA5">
        <w:rPr>
          <w:rFonts w:ascii="Arial" w:hAnsi="Arial" w:cs="Arial"/>
        </w:rPr>
        <w:t xml:space="preserve">construção de duas faixas para a travessia de pedestres ou de lombadas na Avenida Pereira Campos, entre os </w:t>
      </w:r>
      <w:proofErr w:type="spellStart"/>
      <w:r w:rsidR="00186BA5" w:rsidRPr="00186BA5">
        <w:rPr>
          <w:rFonts w:ascii="Arial" w:hAnsi="Arial" w:cs="Arial"/>
        </w:rPr>
        <w:t>nºs</w:t>
      </w:r>
      <w:proofErr w:type="spellEnd"/>
      <w:r w:rsidR="00186BA5" w:rsidRPr="00186BA5">
        <w:rPr>
          <w:rFonts w:ascii="Arial" w:hAnsi="Arial" w:cs="Arial"/>
        </w:rPr>
        <w:t xml:space="preserve"> 201 e 222, no Jardim Didinha</w:t>
      </w:r>
      <w:r w:rsidR="00BF184D">
        <w:rPr>
          <w:rFonts w:ascii="Arial" w:hAnsi="Arial" w:cs="Arial"/>
        </w:rPr>
        <w:t>.</w:t>
      </w:r>
    </w:p>
    <w:p w:rsidR="00215DCD" w:rsidRDefault="004D0603" w:rsidP="008623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D0603">
        <w:rPr>
          <w:rFonts w:ascii="Arial" w:hAnsi="Arial" w:cs="Arial"/>
        </w:rPr>
        <w:t>Ressalt</w:t>
      </w:r>
      <w:r>
        <w:rPr>
          <w:rFonts w:ascii="Arial" w:hAnsi="Arial" w:cs="Arial"/>
        </w:rPr>
        <w:t xml:space="preserve">amos </w:t>
      </w:r>
      <w:r w:rsidRPr="004D0603">
        <w:rPr>
          <w:rFonts w:ascii="Arial" w:hAnsi="Arial" w:cs="Arial"/>
        </w:rPr>
        <w:t>que est</w:t>
      </w:r>
      <w:r>
        <w:rPr>
          <w:rFonts w:ascii="Arial" w:hAnsi="Arial" w:cs="Arial"/>
        </w:rPr>
        <w:t xml:space="preserve">ão </w:t>
      </w:r>
      <w:r w:rsidRPr="004D0603">
        <w:rPr>
          <w:rFonts w:ascii="Arial" w:hAnsi="Arial" w:cs="Arial"/>
        </w:rPr>
        <w:t xml:space="preserve">acontecendo muitos acidentes no </w:t>
      </w:r>
      <w:r w:rsidR="0059316D">
        <w:rPr>
          <w:rFonts w:ascii="Arial" w:hAnsi="Arial" w:cs="Arial"/>
        </w:rPr>
        <w:t xml:space="preserve">referido </w:t>
      </w:r>
      <w:r w:rsidRPr="004D0603">
        <w:rPr>
          <w:rFonts w:ascii="Arial" w:hAnsi="Arial" w:cs="Arial"/>
        </w:rPr>
        <w:t xml:space="preserve">local, pois entre </w:t>
      </w:r>
      <w:r>
        <w:rPr>
          <w:rFonts w:ascii="Arial" w:hAnsi="Arial" w:cs="Arial"/>
        </w:rPr>
        <w:t xml:space="preserve">os </w:t>
      </w:r>
      <w:r w:rsidRPr="004D0603">
        <w:rPr>
          <w:rFonts w:ascii="Arial" w:hAnsi="Arial" w:cs="Arial"/>
        </w:rPr>
        <w:t xml:space="preserve">números </w:t>
      </w:r>
      <w:r>
        <w:rPr>
          <w:rFonts w:ascii="Arial" w:hAnsi="Arial" w:cs="Arial"/>
        </w:rPr>
        <w:t xml:space="preserve">citados fica a entrada que dá acesso à Avenida </w:t>
      </w:r>
      <w:r w:rsidRPr="004D0603">
        <w:rPr>
          <w:rFonts w:ascii="Arial" w:hAnsi="Arial" w:cs="Arial"/>
        </w:rPr>
        <w:t>São João</w:t>
      </w:r>
      <w:r w:rsidR="001E2285">
        <w:rPr>
          <w:rFonts w:ascii="Arial" w:hAnsi="Arial" w:cs="Arial"/>
        </w:rPr>
        <w:t xml:space="preserve"> e</w:t>
      </w:r>
      <w:r w:rsidRPr="004D060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Rodovia Presidente </w:t>
      </w:r>
      <w:r w:rsidRPr="004D0603">
        <w:rPr>
          <w:rFonts w:ascii="Arial" w:hAnsi="Arial" w:cs="Arial"/>
        </w:rPr>
        <w:t>Dutra, e</w:t>
      </w:r>
      <w:r w:rsidR="001E2285">
        <w:rPr>
          <w:rFonts w:ascii="Arial" w:hAnsi="Arial" w:cs="Arial"/>
        </w:rPr>
        <w:t>ntre outros.</w:t>
      </w:r>
      <w:r w:rsidR="0027086D">
        <w:rPr>
          <w:rFonts w:ascii="Arial" w:hAnsi="Arial" w:cs="Arial"/>
        </w:rPr>
        <w:t xml:space="preserve"> Fotos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</w:t>
      </w:r>
      <w:proofErr w:type="spellStart"/>
      <w:r w:rsidR="005A0EDA" w:rsidRPr="005A0EDA">
        <w:rPr>
          <w:rFonts w:ascii="Arial" w:hAnsi="Arial" w:cs="Arial"/>
        </w:rPr>
        <w:t>Izaías</w:t>
      </w:r>
      <w:proofErr w:type="spellEnd"/>
      <w:r w:rsidR="005A0EDA" w:rsidRPr="005A0EDA">
        <w:rPr>
          <w:rFonts w:ascii="Arial" w:hAnsi="Arial" w:cs="Arial"/>
        </w:rPr>
        <w:t xml:space="preserve">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94894">
        <w:rPr>
          <w:rFonts w:ascii="Arial" w:hAnsi="Arial" w:cs="Arial"/>
        </w:rPr>
        <w:t>28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D97184">
        <w:rPr>
          <w:rFonts w:ascii="Arial" w:hAnsi="Arial" w:cs="Arial"/>
        </w:rPr>
        <w:t>fevereiro</w:t>
      </w:r>
      <w:r w:rsidR="00CB7B72">
        <w:rPr>
          <w:rFonts w:ascii="Arial" w:hAnsi="Arial" w:cs="Arial"/>
        </w:rPr>
        <w:t xml:space="preserve">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B94894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PAULINHO DO ESPORTE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344C58" w:rsidRDefault="004D0603">
      <w:pPr>
        <w:jc w:val="center"/>
        <w:rPr>
          <w:rFonts w:ascii="Arial" w:hAnsi="Arial" w:cs="Arial"/>
          <w:sz w:val="14"/>
          <w:szCs w:val="14"/>
        </w:rPr>
      </w:pPr>
      <w:bookmarkStart w:id="0" w:name="_GoBack"/>
      <w:r>
        <w:rPr>
          <w:noProof/>
          <w:sz w:val="28"/>
          <w:szCs w:val="28"/>
        </w:rPr>
        <w:drawing>
          <wp:inline distT="0" distB="0" distL="0" distR="0">
            <wp:extent cx="5238750" cy="4010025"/>
            <wp:effectExtent l="0" t="0" r="0" b="9525"/>
            <wp:docPr id="5" name="Imagem 5" descr="IMG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G_0004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B7520" w:rsidRDefault="001B7520">
      <w:pPr>
        <w:jc w:val="center"/>
        <w:rPr>
          <w:rFonts w:ascii="Arial" w:hAnsi="Arial" w:cs="Arial"/>
          <w:sz w:val="14"/>
          <w:szCs w:val="14"/>
        </w:rPr>
      </w:pPr>
    </w:p>
    <w:p w:rsidR="00344C58" w:rsidRPr="00BA09D2" w:rsidRDefault="004D0603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  <w:sz w:val="28"/>
          <w:szCs w:val="28"/>
        </w:rPr>
        <w:drawing>
          <wp:inline distT="0" distB="0" distL="0" distR="0">
            <wp:extent cx="5238000" cy="3927600"/>
            <wp:effectExtent l="0" t="0" r="1270" b="0"/>
            <wp:docPr id="8" name="Imagem 8" descr="IMG_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IMG_0002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000" cy="392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44C58" w:rsidRPr="00BA09D2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27E1" w:rsidRDefault="009427E1">
      <w:r>
        <w:separator/>
      </w:r>
    </w:p>
  </w:endnote>
  <w:endnote w:type="continuationSeparator" w:id="0">
    <w:p w:rsidR="009427E1" w:rsidRDefault="00942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27E1" w:rsidRDefault="009427E1">
      <w:r>
        <w:separator/>
      </w:r>
    </w:p>
  </w:footnote>
  <w:footnote w:type="continuationSeparator" w:id="0">
    <w:p w:rsidR="009427E1" w:rsidRDefault="009427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2E2A">
      <w:rPr>
        <w:rFonts w:ascii="Arial" w:hAnsi="Arial" w:cs="Arial"/>
        <w:b/>
        <w:sz w:val="20"/>
        <w:szCs w:val="20"/>
        <w:u w:val="single"/>
      </w:rPr>
      <w:t>3</w:t>
    </w:r>
    <w:r w:rsidR="00EF5F73">
      <w:rPr>
        <w:rFonts w:ascii="Arial" w:hAnsi="Arial" w:cs="Arial"/>
        <w:b/>
        <w:sz w:val="20"/>
        <w:szCs w:val="20"/>
        <w:u w:val="single"/>
      </w:rPr>
      <w:t>94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</w:t>
    </w:r>
    <w:r w:rsidR="00A12DEA">
      <w:rPr>
        <w:rFonts w:ascii="Arial" w:hAnsi="Arial" w:cs="Arial"/>
        <w:b/>
        <w:sz w:val="20"/>
        <w:szCs w:val="20"/>
        <w:u w:val="single"/>
      </w:rPr>
      <w:t>Paulinho do Esporte</w:t>
    </w:r>
    <w:r w:rsidR="006B21E2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F5F7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F5F7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4BE0"/>
    <w:rsid w:val="00005F37"/>
    <w:rsid w:val="00006AD7"/>
    <w:rsid w:val="00006D6F"/>
    <w:rsid w:val="00007F28"/>
    <w:rsid w:val="000112B8"/>
    <w:rsid w:val="00012789"/>
    <w:rsid w:val="00014DF5"/>
    <w:rsid w:val="0002053E"/>
    <w:rsid w:val="00020790"/>
    <w:rsid w:val="00023BC3"/>
    <w:rsid w:val="00023EE7"/>
    <w:rsid w:val="00024FD3"/>
    <w:rsid w:val="000329AE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288"/>
    <w:rsid w:val="0005722F"/>
    <w:rsid w:val="00060462"/>
    <w:rsid w:val="0006285A"/>
    <w:rsid w:val="0006363A"/>
    <w:rsid w:val="00064613"/>
    <w:rsid w:val="000647F4"/>
    <w:rsid w:val="0006775C"/>
    <w:rsid w:val="000704C3"/>
    <w:rsid w:val="00072117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4915"/>
    <w:rsid w:val="000A6C04"/>
    <w:rsid w:val="000B0673"/>
    <w:rsid w:val="000B35DC"/>
    <w:rsid w:val="000B39AA"/>
    <w:rsid w:val="000B5257"/>
    <w:rsid w:val="000B5695"/>
    <w:rsid w:val="000B6418"/>
    <w:rsid w:val="000C5E3A"/>
    <w:rsid w:val="000D177C"/>
    <w:rsid w:val="000D4391"/>
    <w:rsid w:val="000D49DB"/>
    <w:rsid w:val="000D4DEE"/>
    <w:rsid w:val="000D7790"/>
    <w:rsid w:val="000E0042"/>
    <w:rsid w:val="000E19DE"/>
    <w:rsid w:val="000E1F4F"/>
    <w:rsid w:val="000E387C"/>
    <w:rsid w:val="000E7B41"/>
    <w:rsid w:val="000F5947"/>
    <w:rsid w:val="000F5F27"/>
    <w:rsid w:val="000F6251"/>
    <w:rsid w:val="00100244"/>
    <w:rsid w:val="00100F43"/>
    <w:rsid w:val="00102B3E"/>
    <w:rsid w:val="00103E03"/>
    <w:rsid w:val="00104E81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4467"/>
    <w:rsid w:val="0013542F"/>
    <w:rsid w:val="001420DE"/>
    <w:rsid w:val="00142767"/>
    <w:rsid w:val="0014591F"/>
    <w:rsid w:val="00147D65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03FA"/>
    <w:rsid w:val="00171082"/>
    <w:rsid w:val="00172E81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C6F"/>
    <w:rsid w:val="00183D5C"/>
    <w:rsid w:val="00184DC5"/>
    <w:rsid w:val="0018544C"/>
    <w:rsid w:val="0018623B"/>
    <w:rsid w:val="00186BA5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24BB"/>
    <w:rsid w:val="001B5067"/>
    <w:rsid w:val="001B5092"/>
    <w:rsid w:val="001B6781"/>
    <w:rsid w:val="001B7520"/>
    <w:rsid w:val="001C0F3C"/>
    <w:rsid w:val="001C1E2F"/>
    <w:rsid w:val="001C477B"/>
    <w:rsid w:val="001C6A7E"/>
    <w:rsid w:val="001C73CC"/>
    <w:rsid w:val="001C743F"/>
    <w:rsid w:val="001C76A5"/>
    <w:rsid w:val="001C7B6B"/>
    <w:rsid w:val="001D1A55"/>
    <w:rsid w:val="001D308C"/>
    <w:rsid w:val="001D47FF"/>
    <w:rsid w:val="001D5BF5"/>
    <w:rsid w:val="001D663F"/>
    <w:rsid w:val="001E013F"/>
    <w:rsid w:val="001E02FD"/>
    <w:rsid w:val="001E1A3F"/>
    <w:rsid w:val="001E2285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20069E"/>
    <w:rsid w:val="002018C2"/>
    <w:rsid w:val="0020306B"/>
    <w:rsid w:val="00203E33"/>
    <w:rsid w:val="00204ED7"/>
    <w:rsid w:val="0020743F"/>
    <w:rsid w:val="00207EBA"/>
    <w:rsid w:val="00210B5C"/>
    <w:rsid w:val="00213FB4"/>
    <w:rsid w:val="00215DCD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2182"/>
    <w:rsid w:val="00262AB2"/>
    <w:rsid w:val="00264BF8"/>
    <w:rsid w:val="00266752"/>
    <w:rsid w:val="0027086D"/>
    <w:rsid w:val="00270DC6"/>
    <w:rsid w:val="002729A7"/>
    <w:rsid w:val="00272E4D"/>
    <w:rsid w:val="00274AC8"/>
    <w:rsid w:val="0027636F"/>
    <w:rsid w:val="0029186D"/>
    <w:rsid w:val="00291D0D"/>
    <w:rsid w:val="00291FE9"/>
    <w:rsid w:val="00295D7A"/>
    <w:rsid w:val="002A00A2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4CC"/>
    <w:rsid w:val="002F1FD4"/>
    <w:rsid w:val="002F4A70"/>
    <w:rsid w:val="002F56C9"/>
    <w:rsid w:val="002F5C1F"/>
    <w:rsid w:val="002F68E4"/>
    <w:rsid w:val="002F79A0"/>
    <w:rsid w:val="0030159B"/>
    <w:rsid w:val="0030168E"/>
    <w:rsid w:val="00311F37"/>
    <w:rsid w:val="00314F8C"/>
    <w:rsid w:val="00317C1A"/>
    <w:rsid w:val="00320E78"/>
    <w:rsid w:val="00322548"/>
    <w:rsid w:val="00322EEB"/>
    <w:rsid w:val="00323BDC"/>
    <w:rsid w:val="00323F0F"/>
    <w:rsid w:val="00337754"/>
    <w:rsid w:val="00337940"/>
    <w:rsid w:val="00340DE4"/>
    <w:rsid w:val="00341775"/>
    <w:rsid w:val="00343838"/>
    <w:rsid w:val="00343EA6"/>
    <w:rsid w:val="00344C58"/>
    <w:rsid w:val="0034690A"/>
    <w:rsid w:val="0034768C"/>
    <w:rsid w:val="00347D5E"/>
    <w:rsid w:val="0035013A"/>
    <w:rsid w:val="003502D9"/>
    <w:rsid w:val="003506C6"/>
    <w:rsid w:val="003518CC"/>
    <w:rsid w:val="0035381A"/>
    <w:rsid w:val="00353BC7"/>
    <w:rsid w:val="00353E88"/>
    <w:rsid w:val="003559FB"/>
    <w:rsid w:val="00355C81"/>
    <w:rsid w:val="00356E73"/>
    <w:rsid w:val="00357971"/>
    <w:rsid w:val="00357BE2"/>
    <w:rsid w:val="0036051F"/>
    <w:rsid w:val="00362F11"/>
    <w:rsid w:val="00364828"/>
    <w:rsid w:val="00372E2A"/>
    <w:rsid w:val="00372E89"/>
    <w:rsid w:val="00374483"/>
    <w:rsid w:val="003758F7"/>
    <w:rsid w:val="00375CA1"/>
    <w:rsid w:val="00381697"/>
    <w:rsid w:val="003816C3"/>
    <w:rsid w:val="0038176D"/>
    <w:rsid w:val="00381797"/>
    <w:rsid w:val="00382700"/>
    <w:rsid w:val="0038324B"/>
    <w:rsid w:val="003848C4"/>
    <w:rsid w:val="00384D0E"/>
    <w:rsid w:val="00387751"/>
    <w:rsid w:val="00392E4E"/>
    <w:rsid w:val="003939FF"/>
    <w:rsid w:val="0039653F"/>
    <w:rsid w:val="00397FF3"/>
    <w:rsid w:val="003A0DA2"/>
    <w:rsid w:val="003A328B"/>
    <w:rsid w:val="003A4504"/>
    <w:rsid w:val="003A5205"/>
    <w:rsid w:val="003A627F"/>
    <w:rsid w:val="003A77BE"/>
    <w:rsid w:val="003B3075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51108"/>
    <w:rsid w:val="00452B49"/>
    <w:rsid w:val="00457769"/>
    <w:rsid w:val="0046197C"/>
    <w:rsid w:val="004664B9"/>
    <w:rsid w:val="0046685F"/>
    <w:rsid w:val="004674ED"/>
    <w:rsid w:val="0047122B"/>
    <w:rsid w:val="00473BB8"/>
    <w:rsid w:val="00473F85"/>
    <w:rsid w:val="004750A7"/>
    <w:rsid w:val="004760BB"/>
    <w:rsid w:val="00477BDB"/>
    <w:rsid w:val="00483569"/>
    <w:rsid w:val="00484612"/>
    <w:rsid w:val="004846E6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0603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1215D"/>
    <w:rsid w:val="005135DA"/>
    <w:rsid w:val="0051432A"/>
    <w:rsid w:val="005153FA"/>
    <w:rsid w:val="00515698"/>
    <w:rsid w:val="00520CEA"/>
    <w:rsid w:val="00522590"/>
    <w:rsid w:val="00524669"/>
    <w:rsid w:val="005269C2"/>
    <w:rsid w:val="00526E64"/>
    <w:rsid w:val="00527F45"/>
    <w:rsid w:val="0053045B"/>
    <w:rsid w:val="0053290A"/>
    <w:rsid w:val="00533725"/>
    <w:rsid w:val="005337AD"/>
    <w:rsid w:val="00533862"/>
    <w:rsid w:val="0053391F"/>
    <w:rsid w:val="00534083"/>
    <w:rsid w:val="005342AC"/>
    <w:rsid w:val="00534482"/>
    <w:rsid w:val="00535A48"/>
    <w:rsid w:val="00535C9C"/>
    <w:rsid w:val="005362F5"/>
    <w:rsid w:val="00537F09"/>
    <w:rsid w:val="00540876"/>
    <w:rsid w:val="00541FDE"/>
    <w:rsid w:val="0054284E"/>
    <w:rsid w:val="005440BF"/>
    <w:rsid w:val="0054589F"/>
    <w:rsid w:val="00551A2D"/>
    <w:rsid w:val="00552227"/>
    <w:rsid w:val="005539DC"/>
    <w:rsid w:val="00555949"/>
    <w:rsid w:val="00560264"/>
    <w:rsid w:val="00560AB1"/>
    <w:rsid w:val="005627F2"/>
    <w:rsid w:val="0056415A"/>
    <w:rsid w:val="00564368"/>
    <w:rsid w:val="005662B1"/>
    <w:rsid w:val="0057063E"/>
    <w:rsid w:val="0057168F"/>
    <w:rsid w:val="005716D8"/>
    <w:rsid w:val="0057183E"/>
    <w:rsid w:val="005720B7"/>
    <w:rsid w:val="00574147"/>
    <w:rsid w:val="0057676B"/>
    <w:rsid w:val="00576D3A"/>
    <w:rsid w:val="005775DC"/>
    <w:rsid w:val="005801D9"/>
    <w:rsid w:val="0058109A"/>
    <w:rsid w:val="00584548"/>
    <w:rsid w:val="00585EC9"/>
    <w:rsid w:val="00586103"/>
    <w:rsid w:val="00586605"/>
    <w:rsid w:val="005868AE"/>
    <w:rsid w:val="00587026"/>
    <w:rsid w:val="005916CB"/>
    <w:rsid w:val="0059316D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38B"/>
    <w:rsid w:val="005B7F65"/>
    <w:rsid w:val="005C174C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E68FC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4E72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E6"/>
    <w:rsid w:val="00624472"/>
    <w:rsid w:val="00624BCF"/>
    <w:rsid w:val="0062641E"/>
    <w:rsid w:val="00626AF6"/>
    <w:rsid w:val="00630917"/>
    <w:rsid w:val="0063608C"/>
    <w:rsid w:val="00640B18"/>
    <w:rsid w:val="006412EB"/>
    <w:rsid w:val="006426AE"/>
    <w:rsid w:val="006443D7"/>
    <w:rsid w:val="00644CA7"/>
    <w:rsid w:val="006504AF"/>
    <w:rsid w:val="00651679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1AA5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5C5B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E66"/>
    <w:rsid w:val="006F4E64"/>
    <w:rsid w:val="006F5870"/>
    <w:rsid w:val="006F67EE"/>
    <w:rsid w:val="006F7B0A"/>
    <w:rsid w:val="006F7CF7"/>
    <w:rsid w:val="00700014"/>
    <w:rsid w:val="00700781"/>
    <w:rsid w:val="00701F57"/>
    <w:rsid w:val="00702231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37500"/>
    <w:rsid w:val="00740C32"/>
    <w:rsid w:val="00740F13"/>
    <w:rsid w:val="00743044"/>
    <w:rsid w:val="00745312"/>
    <w:rsid w:val="00746484"/>
    <w:rsid w:val="007506C7"/>
    <w:rsid w:val="0075284B"/>
    <w:rsid w:val="007546E9"/>
    <w:rsid w:val="0075545C"/>
    <w:rsid w:val="00755D6A"/>
    <w:rsid w:val="00756EF2"/>
    <w:rsid w:val="007616AD"/>
    <w:rsid w:val="007649E1"/>
    <w:rsid w:val="007669B9"/>
    <w:rsid w:val="00767F85"/>
    <w:rsid w:val="00771286"/>
    <w:rsid w:val="00774010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45F8"/>
    <w:rsid w:val="00787434"/>
    <w:rsid w:val="0078790C"/>
    <w:rsid w:val="00790911"/>
    <w:rsid w:val="00791886"/>
    <w:rsid w:val="00791915"/>
    <w:rsid w:val="007923E6"/>
    <w:rsid w:val="00794212"/>
    <w:rsid w:val="00796264"/>
    <w:rsid w:val="00796EFC"/>
    <w:rsid w:val="007A0F01"/>
    <w:rsid w:val="007A20D0"/>
    <w:rsid w:val="007A4058"/>
    <w:rsid w:val="007A42AF"/>
    <w:rsid w:val="007A4B82"/>
    <w:rsid w:val="007A4D3B"/>
    <w:rsid w:val="007B0D61"/>
    <w:rsid w:val="007B2E3C"/>
    <w:rsid w:val="007B3F9C"/>
    <w:rsid w:val="007B401B"/>
    <w:rsid w:val="007B65E3"/>
    <w:rsid w:val="007B6CA9"/>
    <w:rsid w:val="007B6F15"/>
    <w:rsid w:val="007B7345"/>
    <w:rsid w:val="007C2E60"/>
    <w:rsid w:val="007C34F2"/>
    <w:rsid w:val="007C485A"/>
    <w:rsid w:val="007C565A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05F"/>
    <w:rsid w:val="00820C13"/>
    <w:rsid w:val="00821ACF"/>
    <w:rsid w:val="00822D38"/>
    <w:rsid w:val="00824AAF"/>
    <w:rsid w:val="00826A92"/>
    <w:rsid w:val="0082703F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EEE"/>
    <w:rsid w:val="00856FD1"/>
    <w:rsid w:val="00860258"/>
    <w:rsid w:val="008615F6"/>
    <w:rsid w:val="00862389"/>
    <w:rsid w:val="0086330E"/>
    <w:rsid w:val="00863E69"/>
    <w:rsid w:val="00870972"/>
    <w:rsid w:val="0087330C"/>
    <w:rsid w:val="00876A14"/>
    <w:rsid w:val="00877E50"/>
    <w:rsid w:val="00880F44"/>
    <w:rsid w:val="008812D4"/>
    <w:rsid w:val="008828AC"/>
    <w:rsid w:val="00883D95"/>
    <w:rsid w:val="008842C1"/>
    <w:rsid w:val="00884864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6616"/>
    <w:rsid w:val="008A75BC"/>
    <w:rsid w:val="008B0110"/>
    <w:rsid w:val="008B2488"/>
    <w:rsid w:val="008B3DE4"/>
    <w:rsid w:val="008B4F5C"/>
    <w:rsid w:val="008C11DF"/>
    <w:rsid w:val="008C2581"/>
    <w:rsid w:val="008C33AB"/>
    <w:rsid w:val="008C5444"/>
    <w:rsid w:val="008C68AB"/>
    <w:rsid w:val="008D204E"/>
    <w:rsid w:val="008D27B6"/>
    <w:rsid w:val="008D63BD"/>
    <w:rsid w:val="008D7A16"/>
    <w:rsid w:val="008E0B68"/>
    <w:rsid w:val="008E162B"/>
    <w:rsid w:val="008E1700"/>
    <w:rsid w:val="008E3F3F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17EB4"/>
    <w:rsid w:val="0092010D"/>
    <w:rsid w:val="00921E97"/>
    <w:rsid w:val="00922964"/>
    <w:rsid w:val="009317D0"/>
    <w:rsid w:val="0093255A"/>
    <w:rsid w:val="009335F2"/>
    <w:rsid w:val="00935A82"/>
    <w:rsid w:val="009364CD"/>
    <w:rsid w:val="009367AD"/>
    <w:rsid w:val="0093754F"/>
    <w:rsid w:val="009427E1"/>
    <w:rsid w:val="00945D0E"/>
    <w:rsid w:val="00947A09"/>
    <w:rsid w:val="009509D5"/>
    <w:rsid w:val="00951025"/>
    <w:rsid w:val="00951D86"/>
    <w:rsid w:val="009520FA"/>
    <w:rsid w:val="00953478"/>
    <w:rsid w:val="00953AAB"/>
    <w:rsid w:val="0095431C"/>
    <w:rsid w:val="00955A40"/>
    <w:rsid w:val="00956154"/>
    <w:rsid w:val="00960518"/>
    <w:rsid w:val="00960AA9"/>
    <w:rsid w:val="009644B1"/>
    <w:rsid w:val="009649E8"/>
    <w:rsid w:val="00966853"/>
    <w:rsid w:val="00966B70"/>
    <w:rsid w:val="00970F60"/>
    <w:rsid w:val="00971F42"/>
    <w:rsid w:val="00972499"/>
    <w:rsid w:val="009742DF"/>
    <w:rsid w:val="009768E6"/>
    <w:rsid w:val="0098016A"/>
    <w:rsid w:val="00982A86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B4281"/>
    <w:rsid w:val="009C0C27"/>
    <w:rsid w:val="009C0F4F"/>
    <w:rsid w:val="009C472E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B3F"/>
    <w:rsid w:val="009E71BD"/>
    <w:rsid w:val="009F2063"/>
    <w:rsid w:val="009F30B5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2DEA"/>
    <w:rsid w:val="00A155FC"/>
    <w:rsid w:val="00A178E0"/>
    <w:rsid w:val="00A17F37"/>
    <w:rsid w:val="00A21825"/>
    <w:rsid w:val="00A21A8C"/>
    <w:rsid w:val="00A22680"/>
    <w:rsid w:val="00A22A8D"/>
    <w:rsid w:val="00A24911"/>
    <w:rsid w:val="00A26D8E"/>
    <w:rsid w:val="00A304DC"/>
    <w:rsid w:val="00A32497"/>
    <w:rsid w:val="00A32A0B"/>
    <w:rsid w:val="00A349F1"/>
    <w:rsid w:val="00A35B9B"/>
    <w:rsid w:val="00A36FB6"/>
    <w:rsid w:val="00A376FC"/>
    <w:rsid w:val="00A37FEA"/>
    <w:rsid w:val="00A401AE"/>
    <w:rsid w:val="00A4193C"/>
    <w:rsid w:val="00A435D2"/>
    <w:rsid w:val="00A45029"/>
    <w:rsid w:val="00A456F0"/>
    <w:rsid w:val="00A46B01"/>
    <w:rsid w:val="00A46F8C"/>
    <w:rsid w:val="00A50CC5"/>
    <w:rsid w:val="00A52B57"/>
    <w:rsid w:val="00A541D5"/>
    <w:rsid w:val="00A54705"/>
    <w:rsid w:val="00A5503E"/>
    <w:rsid w:val="00A606E2"/>
    <w:rsid w:val="00A60AB7"/>
    <w:rsid w:val="00A64AC0"/>
    <w:rsid w:val="00A65476"/>
    <w:rsid w:val="00A65D67"/>
    <w:rsid w:val="00A70FAA"/>
    <w:rsid w:val="00A73641"/>
    <w:rsid w:val="00A74977"/>
    <w:rsid w:val="00A77B09"/>
    <w:rsid w:val="00A817D1"/>
    <w:rsid w:val="00A83270"/>
    <w:rsid w:val="00A862EC"/>
    <w:rsid w:val="00A8753B"/>
    <w:rsid w:val="00A919D8"/>
    <w:rsid w:val="00A91BFC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170A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2FCB"/>
    <w:rsid w:val="00AC6587"/>
    <w:rsid w:val="00AC712C"/>
    <w:rsid w:val="00AD00A2"/>
    <w:rsid w:val="00AD56C1"/>
    <w:rsid w:val="00AD5757"/>
    <w:rsid w:val="00AD58A1"/>
    <w:rsid w:val="00AD63CA"/>
    <w:rsid w:val="00AD6B47"/>
    <w:rsid w:val="00AE0ACF"/>
    <w:rsid w:val="00AE59BD"/>
    <w:rsid w:val="00AE6EE6"/>
    <w:rsid w:val="00AF0425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3B1B"/>
    <w:rsid w:val="00B04ED9"/>
    <w:rsid w:val="00B06C57"/>
    <w:rsid w:val="00B10E9F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3650"/>
    <w:rsid w:val="00B34ADF"/>
    <w:rsid w:val="00B45B94"/>
    <w:rsid w:val="00B4723C"/>
    <w:rsid w:val="00B47E8F"/>
    <w:rsid w:val="00B543AA"/>
    <w:rsid w:val="00B57E0F"/>
    <w:rsid w:val="00B63883"/>
    <w:rsid w:val="00B64BA1"/>
    <w:rsid w:val="00B6596D"/>
    <w:rsid w:val="00B70CF8"/>
    <w:rsid w:val="00B70DDF"/>
    <w:rsid w:val="00B71F5F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40ED"/>
    <w:rsid w:val="00B86BD1"/>
    <w:rsid w:val="00B86DDF"/>
    <w:rsid w:val="00B87A9C"/>
    <w:rsid w:val="00B901CC"/>
    <w:rsid w:val="00B92329"/>
    <w:rsid w:val="00B932CE"/>
    <w:rsid w:val="00B94894"/>
    <w:rsid w:val="00B9638F"/>
    <w:rsid w:val="00B97721"/>
    <w:rsid w:val="00B97C4A"/>
    <w:rsid w:val="00BA09D2"/>
    <w:rsid w:val="00BA1565"/>
    <w:rsid w:val="00BA2AC7"/>
    <w:rsid w:val="00BA2B54"/>
    <w:rsid w:val="00BA52FB"/>
    <w:rsid w:val="00BA57B1"/>
    <w:rsid w:val="00BA6B84"/>
    <w:rsid w:val="00BB3F3E"/>
    <w:rsid w:val="00BB523F"/>
    <w:rsid w:val="00BB7387"/>
    <w:rsid w:val="00BC2A66"/>
    <w:rsid w:val="00BC3CF6"/>
    <w:rsid w:val="00BC44DF"/>
    <w:rsid w:val="00BD1B93"/>
    <w:rsid w:val="00BD1F36"/>
    <w:rsid w:val="00BD217F"/>
    <w:rsid w:val="00BD36E8"/>
    <w:rsid w:val="00BD3C47"/>
    <w:rsid w:val="00BD3DB5"/>
    <w:rsid w:val="00BD5E21"/>
    <w:rsid w:val="00BD7855"/>
    <w:rsid w:val="00BE0315"/>
    <w:rsid w:val="00BE07DE"/>
    <w:rsid w:val="00BE1B39"/>
    <w:rsid w:val="00BE4D29"/>
    <w:rsid w:val="00BE50A5"/>
    <w:rsid w:val="00BE554C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26DE"/>
    <w:rsid w:val="00BF3F3A"/>
    <w:rsid w:val="00BF44CD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2366"/>
    <w:rsid w:val="00C34E6B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4E21"/>
    <w:rsid w:val="00C54F01"/>
    <w:rsid w:val="00C56DEA"/>
    <w:rsid w:val="00C5702A"/>
    <w:rsid w:val="00C574D3"/>
    <w:rsid w:val="00C57E11"/>
    <w:rsid w:val="00C60A94"/>
    <w:rsid w:val="00C60FF6"/>
    <w:rsid w:val="00C6205B"/>
    <w:rsid w:val="00C62931"/>
    <w:rsid w:val="00C63FE2"/>
    <w:rsid w:val="00C712E5"/>
    <w:rsid w:val="00C71A8C"/>
    <w:rsid w:val="00C76263"/>
    <w:rsid w:val="00C778AB"/>
    <w:rsid w:val="00C83B2C"/>
    <w:rsid w:val="00C84793"/>
    <w:rsid w:val="00C856F6"/>
    <w:rsid w:val="00C85B4C"/>
    <w:rsid w:val="00C85C88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6C7A"/>
    <w:rsid w:val="00CC75A1"/>
    <w:rsid w:val="00CC79A0"/>
    <w:rsid w:val="00CD0C1D"/>
    <w:rsid w:val="00CD142B"/>
    <w:rsid w:val="00CE166C"/>
    <w:rsid w:val="00CE20F4"/>
    <w:rsid w:val="00CE432C"/>
    <w:rsid w:val="00CE47AE"/>
    <w:rsid w:val="00CF02A3"/>
    <w:rsid w:val="00CF0FBD"/>
    <w:rsid w:val="00CF159A"/>
    <w:rsid w:val="00CF31DE"/>
    <w:rsid w:val="00CF4A52"/>
    <w:rsid w:val="00CF6F02"/>
    <w:rsid w:val="00D0017B"/>
    <w:rsid w:val="00D002DC"/>
    <w:rsid w:val="00D010AE"/>
    <w:rsid w:val="00D021B4"/>
    <w:rsid w:val="00D0476B"/>
    <w:rsid w:val="00D07240"/>
    <w:rsid w:val="00D114A4"/>
    <w:rsid w:val="00D14EB1"/>
    <w:rsid w:val="00D153F7"/>
    <w:rsid w:val="00D16CA1"/>
    <w:rsid w:val="00D1723D"/>
    <w:rsid w:val="00D1791E"/>
    <w:rsid w:val="00D2072E"/>
    <w:rsid w:val="00D22EAF"/>
    <w:rsid w:val="00D233C7"/>
    <w:rsid w:val="00D24C2A"/>
    <w:rsid w:val="00D2647C"/>
    <w:rsid w:val="00D33CA1"/>
    <w:rsid w:val="00D33E3A"/>
    <w:rsid w:val="00D361C1"/>
    <w:rsid w:val="00D36AFB"/>
    <w:rsid w:val="00D403A5"/>
    <w:rsid w:val="00D40B40"/>
    <w:rsid w:val="00D422DC"/>
    <w:rsid w:val="00D4479E"/>
    <w:rsid w:val="00D44C34"/>
    <w:rsid w:val="00D45EE4"/>
    <w:rsid w:val="00D46BAF"/>
    <w:rsid w:val="00D50480"/>
    <w:rsid w:val="00D507D5"/>
    <w:rsid w:val="00D5430F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2D49"/>
    <w:rsid w:val="00D73889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9302A"/>
    <w:rsid w:val="00D94AC7"/>
    <w:rsid w:val="00D97184"/>
    <w:rsid w:val="00DA1613"/>
    <w:rsid w:val="00DA22C0"/>
    <w:rsid w:val="00DA427B"/>
    <w:rsid w:val="00DA514E"/>
    <w:rsid w:val="00DB13D0"/>
    <w:rsid w:val="00DB23E5"/>
    <w:rsid w:val="00DB4181"/>
    <w:rsid w:val="00DB48F6"/>
    <w:rsid w:val="00DB7B31"/>
    <w:rsid w:val="00DC0C5D"/>
    <w:rsid w:val="00DC4E87"/>
    <w:rsid w:val="00DC5113"/>
    <w:rsid w:val="00DD3D9B"/>
    <w:rsid w:val="00DD54E0"/>
    <w:rsid w:val="00DD7A18"/>
    <w:rsid w:val="00DE3B4B"/>
    <w:rsid w:val="00DE4DF1"/>
    <w:rsid w:val="00DE50DD"/>
    <w:rsid w:val="00DF3391"/>
    <w:rsid w:val="00DF6D0E"/>
    <w:rsid w:val="00E0249F"/>
    <w:rsid w:val="00E03142"/>
    <w:rsid w:val="00E03D0D"/>
    <w:rsid w:val="00E07978"/>
    <w:rsid w:val="00E079AC"/>
    <w:rsid w:val="00E11F92"/>
    <w:rsid w:val="00E123B8"/>
    <w:rsid w:val="00E14D1A"/>
    <w:rsid w:val="00E14F37"/>
    <w:rsid w:val="00E17B16"/>
    <w:rsid w:val="00E21056"/>
    <w:rsid w:val="00E228D2"/>
    <w:rsid w:val="00E24517"/>
    <w:rsid w:val="00E25723"/>
    <w:rsid w:val="00E25CE7"/>
    <w:rsid w:val="00E25F79"/>
    <w:rsid w:val="00E2693E"/>
    <w:rsid w:val="00E26C5A"/>
    <w:rsid w:val="00E27DBE"/>
    <w:rsid w:val="00E3022D"/>
    <w:rsid w:val="00E315D2"/>
    <w:rsid w:val="00E32C8A"/>
    <w:rsid w:val="00E3563A"/>
    <w:rsid w:val="00E36B08"/>
    <w:rsid w:val="00E37724"/>
    <w:rsid w:val="00E402F4"/>
    <w:rsid w:val="00E41568"/>
    <w:rsid w:val="00E45A3E"/>
    <w:rsid w:val="00E47547"/>
    <w:rsid w:val="00E5100B"/>
    <w:rsid w:val="00E51448"/>
    <w:rsid w:val="00E51A73"/>
    <w:rsid w:val="00E53706"/>
    <w:rsid w:val="00E541BC"/>
    <w:rsid w:val="00E554EC"/>
    <w:rsid w:val="00E57446"/>
    <w:rsid w:val="00E63203"/>
    <w:rsid w:val="00E64415"/>
    <w:rsid w:val="00E66CFD"/>
    <w:rsid w:val="00E7194E"/>
    <w:rsid w:val="00E721EC"/>
    <w:rsid w:val="00E7332B"/>
    <w:rsid w:val="00E743C7"/>
    <w:rsid w:val="00E74A79"/>
    <w:rsid w:val="00E75823"/>
    <w:rsid w:val="00E76821"/>
    <w:rsid w:val="00E80078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96D33"/>
    <w:rsid w:val="00EA1CE5"/>
    <w:rsid w:val="00EA295F"/>
    <w:rsid w:val="00EB04D6"/>
    <w:rsid w:val="00EB069F"/>
    <w:rsid w:val="00EB11B5"/>
    <w:rsid w:val="00EB14B7"/>
    <w:rsid w:val="00EB1AB8"/>
    <w:rsid w:val="00EB2D5B"/>
    <w:rsid w:val="00EB35E7"/>
    <w:rsid w:val="00EB407B"/>
    <w:rsid w:val="00EB756A"/>
    <w:rsid w:val="00EB7632"/>
    <w:rsid w:val="00EC1643"/>
    <w:rsid w:val="00EC2667"/>
    <w:rsid w:val="00EC55B5"/>
    <w:rsid w:val="00EC7A15"/>
    <w:rsid w:val="00ED1C03"/>
    <w:rsid w:val="00ED2065"/>
    <w:rsid w:val="00ED329E"/>
    <w:rsid w:val="00ED4AC1"/>
    <w:rsid w:val="00ED5FCC"/>
    <w:rsid w:val="00EE01B8"/>
    <w:rsid w:val="00EE0231"/>
    <w:rsid w:val="00EE0D1C"/>
    <w:rsid w:val="00EE287C"/>
    <w:rsid w:val="00EE47D8"/>
    <w:rsid w:val="00EE56A5"/>
    <w:rsid w:val="00EE5FB9"/>
    <w:rsid w:val="00EE64DB"/>
    <w:rsid w:val="00EF25D7"/>
    <w:rsid w:val="00EF281C"/>
    <w:rsid w:val="00EF378E"/>
    <w:rsid w:val="00EF3F2E"/>
    <w:rsid w:val="00EF5F73"/>
    <w:rsid w:val="00EF7A42"/>
    <w:rsid w:val="00EF7BE5"/>
    <w:rsid w:val="00F002CC"/>
    <w:rsid w:val="00F01938"/>
    <w:rsid w:val="00F021E7"/>
    <w:rsid w:val="00F04102"/>
    <w:rsid w:val="00F05C10"/>
    <w:rsid w:val="00F0727B"/>
    <w:rsid w:val="00F17D59"/>
    <w:rsid w:val="00F22B01"/>
    <w:rsid w:val="00F27895"/>
    <w:rsid w:val="00F306DD"/>
    <w:rsid w:val="00F32683"/>
    <w:rsid w:val="00F3648F"/>
    <w:rsid w:val="00F4019E"/>
    <w:rsid w:val="00F40EB9"/>
    <w:rsid w:val="00F414F3"/>
    <w:rsid w:val="00F4196E"/>
    <w:rsid w:val="00F420E5"/>
    <w:rsid w:val="00F442E5"/>
    <w:rsid w:val="00F4573B"/>
    <w:rsid w:val="00F46E0B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57B8C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302F"/>
    <w:rsid w:val="00F84079"/>
    <w:rsid w:val="00F85C98"/>
    <w:rsid w:val="00F91BFF"/>
    <w:rsid w:val="00F94485"/>
    <w:rsid w:val="00FA126D"/>
    <w:rsid w:val="00FA191A"/>
    <w:rsid w:val="00FA37B9"/>
    <w:rsid w:val="00FA3CFC"/>
    <w:rsid w:val="00FA4174"/>
    <w:rsid w:val="00FA4D45"/>
    <w:rsid w:val="00FB00FA"/>
    <w:rsid w:val="00FB34E3"/>
    <w:rsid w:val="00FB4162"/>
    <w:rsid w:val="00FB4662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28D8"/>
    <w:rsid w:val="00FD4E77"/>
    <w:rsid w:val="00FD5082"/>
    <w:rsid w:val="00FD5387"/>
    <w:rsid w:val="00FD5E62"/>
    <w:rsid w:val="00FD6617"/>
    <w:rsid w:val="00FD6CD6"/>
    <w:rsid w:val="00FD6FD0"/>
    <w:rsid w:val="00FD7286"/>
    <w:rsid w:val="00FE1072"/>
    <w:rsid w:val="00FE171C"/>
    <w:rsid w:val="00FE28F8"/>
    <w:rsid w:val="00FE3B6B"/>
    <w:rsid w:val="00FE50A7"/>
    <w:rsid w:val="00FE7C6D"/>
    <w:rsid w:val="00FF1362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2.jpg@01D3AB20.A8ABC95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cid:image001.jpg@01D3AB20.A8ABC950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25BA2-FA59-411F-AB3C-27EABBDA9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151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10</cp:revision>
  <cp:lastPrinted>2017-10-24T11:47:00Z</cp:lastPrinted>
  <dcterms:created xsi:type="dcterms:W3CDTF">2018-02-26T12:56:00Z</dcterms:created>
  <dcterms:modified xsi:type="dcterms:W3CDTF">2018-02-27T14:56:00Z</dcterms:modified>
</cp:coreProperties>
</file>