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3102">
        <w:rPr>
          <w:rFonts w:ascii="Arial" w:hAnsi="Arial" w:cs="Arial"/>
          <w:b/>
          <w:caps/>
          <w:sz w:val="28"/>
          <w:szCs w:val="28"/>
        </w:rPr>
        <w:t>398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531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3102">
              <w:rPr>
                <w:rFonts w:ascii="Arial" w:hAnsi="Arial" w:cs="Arial"/>
                <w:sz w:val="20"/>
                <w:szCs w:val="20"/>
              </w:rPr>
              <w:t xml:space="preserve">À EDP, solicitando a substituição de poste de </w:t>
            </w:r>
            <w:r w:rsidR="00307E65">
              <w:rPr>
                <w:rFonts w:ascii="Arial" w:hAnsi="Arial" w:cs="Arial"/>
                <w:sz w:val="20"/>
                <w:szCs w:val="20"/>
              </w:rPr>
              <w:t>madeira, por outro de concreto,</w:t>
            </w:r>
            <w:r w:rsidRPr="00B53102">
              <w:rPr>
                <w:rFonts w:ascii="Arial" w:hAnsi="Arial" w:cs="Arial"/>
                <w:sz w:val="20"/>
                <w:szCs w:val="20"/>
              </w:rPr>
              <w:t xml:space="preserve"> defronte do nº 73 da Rua Miguel Francisco, no Jardim Emília,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3102" w:rsidRDefault="00B5310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307E6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53102">
        <w:rPr>
          <w:rFonts w:ascii="Arial" w:hAnsi="Arial" w:cs="Arial"/>
        </w:rPr>
        <w:t>à EDP</w:t>
      </w:r>
      <w:r w:rsidR="00B53102" w:rsidRPr="00B53102">
        <w:rPr>
          <w:rFonts w:ascii="Arial" w:hAnsi="Arial" w:cs="Arial"/>
        </w:rPr>
        <w:t xml:space="preserve"> solicitando a substituição de poste de m</w:t>
      </w:r>
      <w:r w:rsidR="00B53102">
        <w:rPr>
          <w:rFonts w:ascii="Arial" w:hAnsi="Arial" w:cs="Arial"/>
        </w:rPr>
        <w:t xml:space="preserve">adeira, por outro de concreto, </w:t>
      </w:r>
      <w:r w:rsidR="00B53102" w:rsidRPr="00B53102">
        <w:rPr>
          <w:rFonts w:ascii="Arial" w:hAnsi="Arial" w:cs="Arial"/>
        </w:rPr>
        <w:t>defronte do nº 73 da Rua Miguel Francisco, no</w:t>
      </w:r>
      <w:r w:rsidR="00307E65">
        <w:rPr>
          <w:rFonts w:ascii="Arial" w:hAnsi="Arial" w:cs="Arial"/>
        </w:rPr>
        <w:t xml:space="preserve"> Jardim Emília, neste Município</w:t>
      </w:r>
      <w:r w:rsidR="00B72AC6">
        <w:rPr>
          <w:rFonts w:ascii="Arial" w:hAnsi="Arial" w:cs="Arial"/>
        </w:rPr>
        <w:t>.</w:t>
      </w:r>
    </w:p>
    <w:p w:rsidR="00B53102" w:rsidRDefault="00B72AC6" w:rsidP="00307E65">
      <w:pPr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Trata-se de </w:t>
      </w:r>
      <w:r w:rsidR="00B53102">
        <w:rPr>
          <w:rFonts w:ascii="Arial" w:hAnsi="Arial" w:cs="Arial"/>
        </w:rPr>
        <w:t>justa solicitação</w:t>
      </w:r>
      <w:r>
        <w:rPr>
          <w:rFonts w:ascii="Arial" w:hAnsi="Arial" w:cs="Arial"/>
        </w:rPr>
        <w:t xml:space="preserve"> dos moradores da região,</w:t>
      </w:r>
      <w:r w:rsidR="00B53102">
        <w:rPr>
          <w:rFonts w:ascii="Arial" w:hAnsi="Arial" w:cs="Arial"/>
        </w:rPr>
        <w:t xml:space="preserve"> te</w:t>
      </w:r>
      <w:r w:rsidR="00307E65">
        <w:rPr>
          <w:rFonts w:ascii="Arial" w:hAnsi="Arial" w:cs="Arial"/>
        </w:rPr>
        <w:t xml:space="preserve">ndo em vista que o atual poste de madeira se </w:t>
      </w:r>
      <w:r w:rsidR="00B53102">
        <w:rPr>
          <w:rFonts w:ascii="Arial" w:hAnsi="Arial" w:cs="Arial"/>
        </w:rPr>
        <w:t>encontra avariado pela ação do tempo, motivo pelo qual deve ser substituído em caráter de u</w:t>
      </w:r>
      <w:bookmarkStart w:id="0" w:name="_GoBack"/>
      <w:bookmarkEnd w:id="0"/>
      <w:r w:rsidR="00B53102">
        <w:rPr>
          <w:rFonts w:ascii="Arial" w:hAnsi="Arial" w:cs="Arial"/>
        </w:rPr>
        <w:t>rgência por poste de concreto.</w:t>
      </w:r>
    </w:p>
    <w:p w:rsidR="00B53102" w:rsidRDefault="00307E65" w:rsidP="00307E65">
      <w:pPr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="00B53102">
        <w:rPr>
          <w:rFonts w:ascii="Arial" w:hAnsi="Arial" w:cs="Arial"/>
        </w:rPr>
        <w:t xml:space="preserve">também a realização de estudos objetivando </w:t>
      </w:r>
      <w:r>
        <w:rPr>
          <w:rFonts w:ascii="Arial" w:hAnsi="Arial" w:cs="Arial"/>
        </w:rPr>
        <w:t xml:space="preserve">o reposicionamento do poste, </w:t>
      </w:r>
      <w:r w:rsidR="00B53102">
        <w:rPr>
          <w:rFonts w:ascii="Arial" w:hAnsi="Arial" w:cs="Arial"/>
        </w:rPr>
        <w:t xml:space="preserve">instalando o novo em outro local, visto que </w:t>
      </w:r>
      <w:r>
        <w:rPr>
          <w:rFonts w:ascii="Arial" w:hAnsi="Arial" w:cs="Arial"/>
        </w:rPr>
        <w:t xml:space="preserve">se </w:t>
      </w:r>
      <w:r w:rsidR="00B53102">
        <w:rPr>
          <w:rFonts w:ascii="Arial" w:hAnsi="Arial" w:cs="Arial"/>
        </w:rPr>
        <w:t>encontra em frente à garagem</w:t>
      </w:r>
      <w:r w:rsidR="00B72AC6">
        <w:rPr>
          <w:rFonts w:ascii="Arial" w:hAnsi="Arial" w:cs="Arial"/>
        </w:rPr>
        <w:t xml:space="preserve"> de uma casa</w:t>
      </w:r>
      <w:r w:rsidR="00B53102">
        <w:rPr>
          <w:rFonts w:ascii="Arial" w:hAnsi="Arial" w:cs="Arial"/>
        </w:rPr>
        <w:t>, causando transtorno ao morador.</w:t>
      </w:r>
    </w:p>
    <w:p w:rsidR="00307E65" w:rsidRDefault="00307E65" w:rsidP="00307E65">
      <w:pPr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53102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53102" w:rsidRDefault="00B531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53102">
        <w:rPr>
          <w:rFonts w:ascii="Arial" w:hAnsi="Arial" w:cs="Arial"/>
        </w:rPr>
        <w:t>6 de novembro de 2019.</w:t>
      </w:r>
    </w:p>
    <w:p w:rsidR="00B53102" w:rsidRDefault="00B531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3102" w:rsidRDefault="00B531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3102" w:rsidRPr="00B53102" w:rsidRDefault="00B53102" w:rsidP="00B53102">
      <w:pPr>
        <w:jc w:val="center"/>
        <w:rPr>
          <w:rFonts w:ascii="Arial" w:eastAsia="Calibri" w:hAnsi="Arial" w:cs="Arial"/>
          <w:b/>
          <w:lang w:eastAsia="en-US"/>
        </w:rPr>
      </w:pPr>
      <w:r w:rsidRPr="00B53102">
        <w:rPr>
          <w:rFonts w:ascii="Arial" w:eastAsia="Calibri" w:hAnsi="Arial" w:cs="Arial"/>
          <w:b/>
          <w:lang w:eastAsia="en-US"/>
        </w:rPr>
        <w:t>ARILDO BATISTA</w:t>
      </w:r>
    </w:p>
    <w:p w:rsidR="00B53102" w:rsidRPr="00B53102" w:rsidRDefault="00B53102" w:rsidP="00B53102">
      <w:pPr>
        <w:jc w:val="center"/>
        <w:rPr>
          <w:rFonts w:ascii="Arial" w:eastAsia="Calibri" w:hAnsi="Arial" w:cs="Arial"/>
          <w:lang w:eastAsia="en-US"/>
        </w:rPr>
      </w:pPr>
      <w:r w:rsidRPr="00B53102">
        <w:rPr>
          <w:rFonts w:ascii="Arial" w:eastAsia="Calibri" w:hAnsi="Arial" w:cs="Arial"/>
          <w:lang w:eastAsia="en-US"/>
        </w:rPr>
        <w:t xml:space="preserve">Vereador - Líder do PT </w:t>
      </w:r>
    </w:p>
    <w:p w:rsidR="00B53102" w:rsidRDefault="00B531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7E65" w:rsidRDefault="00307E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7E65" w:rsidRDefault="00307E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7E65" w:rsidRDefault="00307E65" w:rsidP="00307E6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FB7A1C1">
            <wp:extent cx="3009900" cy="40081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00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7E65" w:rsidRDefault="00307E65" w:rsidP="00307E6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5D97AB0">
            <wp:extent cx="2979420" cy="39700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397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7E6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FBA" w:rsidRDefault="00233FBA">
      <w:r>
        <w:separator/>
      </w:r>
    </w:p>
  </w:endnote>
  <w:endnote w:type="continuationSeparator" w:id="0">
    <w:p w:rsidR="00233FBA" w:rsidRDefault="0023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FBA" w:rsidRDefault="00233FBA">
      <w:r>
        <w:separator/>
      </w:r>
    </w:p>
  </w:footnote>
  <w:footnote w:type="continuationSeparator" w:id="0">
    <w:p w:rsidR="00233FBA" w:rsidRDefault="00233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7E65">
      <w:rPr>
        <w:rFonts w:ascii="Arial" w:hAnsi="Arial" w:cs="Arial"/>
        <w:b/>
        <w:sz w:val="20"/>
        <w:szCs w:val="20"/>
        <w:u w:val="single"/>
      </w:rPr>
      <w:t>398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307E65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2A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2A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3FBA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07E65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35C11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64E"/>
    <w:rsid w:val="00A349F1"/>
    <w:rsid w:val="00A46B01"/>
    <w:rsid w:val="00A92CB9"/>
    <w:rsid w:val="00AC24F9"/>
    <w:rsid w:val="00AC712C"/>
    <w:rsid w:val="00AD6B47"/>
    <w:rsid w:val="00AE232A"/>
    <w:rsid w:val="00B10E9F"/>
    <w:rsid w:val="00B53102"/>
    <w:rsid w:val="00B57E0F"/>
    <w:rsid w:val="00B72AC6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1FD4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BEA13-FF35-45EC-A9E7-48FD66A2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2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2019-11-01T17:20:00Z</dcterms:created>
  <dcterms:modified xsi:type="dcterms:W3CDTF">2019-11-05T13:18:00Z</dcterms:modified>
</cp:coreProperties>
</file>