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A951" w14:textId="68257C54" w:rsidR="00642CB4" w:rsidRPr="00092897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92897">
        <w:rPr>
          <w:rFonts w:ascii="Arial" w:hAnsi="Arial" w:cs="Arial"/>
          <w:b/>
          <w:szCs w:val="24"/>
          <w:u w:val="single"/>
        </w:rPr>
        <w:t xml:space="preserve">ROTEIRO DA </w:t>
      </w:r>
      <w:r w:rsidR="00124192">
        <w:rPr>
          <w:rFonts w:ascii="Arial" w:hAnsi="Arial" w:cs="Arial"/>
          <w:b/>
          <w:szCs w:val="24"/>
          <w:u w:val="single"/>
        </w:rPr>
        <w:t>40</w:t>
      </w:r>
      <w:r w:rsidR="00323490">
        <w:rPr>
          <w:rFonts w:ascii="Arial" w:hAnsi="Arial" w:cs="Arial"/>
          <w:b/>
          <w:szCs w:val="24"/>
          <w:u w:val="single"/>
        </w:rPr>
        <w:t>ª SESSÃO</w:t>
      </w:r>
      <w:r w:rsidRPr="00092897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43998495" w14:textId="53AC27C9" w:rsidR="00642CB4" w:rsidRPr="00092897" w:rsidRDefault="00E63B1C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11 DE </w:t>
      </w:r>
      <w:proofErr w:type="gramStart"/>
      <w:r>
        <w:rPr>
          <w:rFonts w:ascii="Arial" w:hAnsi="Arial" w:cs="Arial"/>
          <w:b/>
          <w:szCs w:val="24"/>
          <w:u w:val="single"/>
        </w:rPr>
        <w:t>DEZEMBRO</w:t>
      </w:r>
      <w:proofErr w:type="gramEnd"/>
      <w:r w:rsidR="00472765">
        <w:rPr>
          <w:rFonts w:ascii="Arial" w:hAnsi="Arial" w:cs="Arial"/>
          <w:b/>
          <w:szCs w:val="24"/>
          <w:u w:val="single"/>
        </w:rPr>
        <w:t xml:space="preserve"> DE 2019</w:t>
      </w:r>
    </w:p>
    <w:p w14:paraId="73802124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5845A31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Membros da Mesa,</w:t>
      </w:r>
    </w:p>
    <w:p w14:paraId="1184C3E0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Vereadores,</w:t>
      </w:r>
    </w:p>
    <w:p w14:paraId="2D5B1316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SERVIDORES,</w:t>
      </w:r>
    </w:p>
    <w:p w14:paraId="19F7FB00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Público presente,</w:t>
      </w:r>
    </w:p>
    <w:p w14:paraId="5964F7D4" w14:textId="77777777" w:rsidR="001644F6" w:rsidRPr="008A543E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TELESPECTADORES,</w:t>
      </w:r>
    </w:p>
    <w:p w14:paraId="11846F23" w14:textId="77777777" w:rsidR="00642CB4" w:rsidRPr="008A543E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Internautas,</w:t>
      </w:r>
      <w:r w:rsidR="005E49C1" w:rsidRPr="008A543E">
        <w:rPr>
          <w:rFonts w:ascii="Arial" w:hAnsi="Arial" w:cs="Arial"/>
          <w:caps/>
          <w:szCs w:val="24"/>
        </w:rPr>
        <w:t xml:space="preserve"> EM ESPECIAL AQUELES QUE NOS ASSISTEM AO VIVO PELA PÁGINA DA CÂMARA NO </w:t>
      </w:r>
      <w:proofErr w:type="spellStart"/>
      <w:r w:rsidR="005E49C1" w:rsidRPr="008A543E">
        <w:rPr>
          <w:rFonts w:ascii="Arial" w:hAnsi="Arial" w:cs="Arial"/>
          <w:caps/>
          <w:szCs w:val="24"/>
        </w:rPr>
        <w:t>FACEBOOK</w:t>
      </w:r>
      <w:proofErr w:type="spellEnd"/>
      <w:r w:rsidR="005E49C1" w:rsidRPr="008A543E">
        <w:rPr>
          <w:rFonts w:ascii="Arial" w:hAnsi="Arial" w:cs="Arial"/>
          <w:caps/>
          <w:szCs w:val="24"/>
        </w:rPr>
        <w:t>,</w:t>
      </w:r>
    </w:p>
    <w:p w14:paraId="20A85381" w14:textId="66B5A11F" w:rsidR="00642CB4" w:rsidRPr="008A543E" w:rsidRDefault="006013C9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BOA NOITE</w:t>
      </w:r>
      <w:r w:rsidR="00642CB4" w:rsidRPr="008A543E">
        <w:rPr>
          <w:rFonts w:ascii="Arial" w:hAnsi="Arial" w:cs="Arial"/>
          <w:caps/>
          <w:szCs w:val="24"/>
        </w:rPr>
        <w:t>!</w:t>
      </w:r>
    </w:p>
    <w:p w14:paraId="749841C5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10200E77" w14:textId="79E7389B" w:rsidR="00642CB4" w:rsidRPr="008A543E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 xml:space="preserve">NA PRESENTE DATA DE </w:t>
      </w:r>
      <w:r w:rsidR="00E63B1C">
        <w:rPr>
          <w:rFonts w:ascii="Arial" w:hAnsi="Arial" w:cs="Arial"/>
          <w:caps/>
          <w:szCs w:val="24"/>
        </w:rPr>
        <w:t>11 DE DEZEMBRO</w:t>
      </w:r>
      <w:r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</w:t>
      </w:r>
      <w:r w:rsidR="0030678B" w:rsidRPr="008A543E">
        <w:rPr>
          <w:rFonts w:ascii="Arial" w:hAnsi="Arial" w:cs="Arial"/>
          <w:caps/>
          <w:szCs w:val="24"/>
        </w:rPr>
        <w:t xml:space="preserve">ÀS </w:t>
      </w:r>
      <w:proofErr w:type="spellStart"/>
      <w:r w:rsidR="0030678B" w:rsidRPr="008A543E">
        <w:rPr>
          <w:rFonts w:ascii="Arial" w:hAnsi="Arial" w:cs="Arial"/>
          <w:caps/>
          <w:szCs w:val="24"/>
        </w:rPr>
        <w:t>XXXX</w:t>
      </w:r>
      <w:proofErr w:type="spellEnd"/>
      <w:r w:rsidR="0030678B" w:rsidRPr="008A543E">
        <w:rPr>
          <w:rFonts w:ascii="Arial" w:hAnsi="Arial" w:cs="Arial"/>
          <w:caps/>
          <w:szCs w:val="24"/>
        </w:rPr>
        <w:t xml:space="preserve"> HORAS, </w:t>
      </w:r>
      <w:r w:rsidR="006E75B5" w:rsidRPr="008A543E">
        <w:rPr>
          <w:rFonts w:ascii="Arial" w:hAnsi="Arial" w:cs="Arial"/>
          <w:caps/>
          <w:szCs w:val="24"/>
        </w:rPr>
        <w:t xml:space="preserve">Para </w:t>
      </w:r>
      <w:r w:rsidR="00642CB4" w:rsidRPr="008A543E">
        <w:rPr>
          <w:rFonts w:ascii="Arial" w:hAnsi="Arial" w:cs="Arial"/>
          <w:caps/>
          <w:szCs w:val="24"/>
        </w:rPr>
        <w:t xml:space="preserve">darmos início à </w:t>
      </w:r>
      <w:r w:rsidR="00E63B1C">
        <w:rPr>
          <w:rFonts w:ascii="Arial" w:hAnsi="Arial" w:cs="Arial"/>
          <w:caps/>
          <w:szCs w:val="24"/>
        </w:rPr>
        <w:t>40ª (QUADRAGÉSIMA)</w:t>
      </w:r>
      <w:r w:rsidR="00315EFC" w:rsidRPr="008A543E">
        <w:rPr>
          <w:rFonts w:ascii="Arial" w:hAnsi="Arial" w:cs="Arial"/>
          <w:caps/>
          <w:szCs w:val="24"/>
        </w:rPr>
        <w:t xml:space="preserve"> SESSÃO</w:t>
      </w:r>
      <w:r w:rsidR="00642CB4" w:rsidRPr="008A543E">
        <w:rPr>
          <w:rFonts w:ascii="Arial" w:hAnsi="Arial" w:cs="Arial"/>
          <w:caps/>
          <w:szCs w:val="24"/>
        </w:rPr>
        <w:t xml:space="preserve"> Ordinária</w:t>
      </w:r>
      <w:r w:rsidR="00E76A02" w:rsidRPr="008A543E">
        <w:rPr>
          <w:rFonts w:ascii="Arial" w:hAnsi="Arial" w:cs="Arial"/>
          <w:caps/>
          <w:szCs w:val="24"/>
        </w:rPr>
        <w:t xml:space="preserve"> DO ANO</w:t>
      </w:r>
      <w:r w:rsidR="002164AF" w:rsidRPr="008A543E">
        <w:rPr>
          <w:rFonts w:ascii="Arial" w:hAnsi="Arial" w:cs="Arial"/>
          <w:caps/>
          <w:szCs w:val="24"/>
        </w:rPr>
        <w:t xml:space="preserve"> DE 201</w:t>
      </w:r>
      <w:r w:rsidR="00FD2C0F" w:rsidRPr="008A543E">
        <w:rPr>
          <w:rFonts w:ascii="Arial" w:hAnsi="Arial" w:cs="Arial"/>
          <w:caps/>
          <w:szCs w:val="24"/>
        </w:rPr>
        <w:t>9</w:t>
      </w:r>
      <w:r w:rsidR="00E76A02"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SOLICITO AO 1º </w:t>
      </w:r>
      <w:r w:rsidR="00574659" w:rsidRPr="008A543E">
        <w:rPr>
          <w:rFonts w:ascii="Arial" w:hAnsi="Arial" w:cs="Arial"/>
          <w:caps/>
          <w:szCs w:val="24"/>
        </w:rPr>
        <w:t>SECRETÁRIO</w:t>
      </w:r>
      <w:r w:rsidR="00642CB4" w:rsidRPr="008A543E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38D7B449" w14:textId="77777777" w:rsidR="00472765" w:rsidRPr="00DA3993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907BC6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>
        <w:rPr>
          <w:rFonts w:ascii="Arial" w:hAnsi="Arial" w:cs="Arial"/>
          <w:b/>
          <w:szCs w:val="24"/>
          <w:highlight w:val="yellow"/>
        </w:rPr>
        <w:t>faz a</w:t>
      </w:r>
      <w:r w:rsidRPr="00907BC6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462C322E" w14:textId="77777777" w:rsidR="00472765" w:rsidRPr="008A543E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há (</w:t>
      </w:r>
      <w:r w:rsidRPr="008A543E">
        <w:rPr>
          <w:rFonts w:ascii="Arial" w:hAnsi="Arial" w:cs="Arial"/>
          <w:color w:val="548DD4" w:themeColor="text2" w:themeTint="99"/>
          <w:szCs w:val="24"/>
        </w:rPr>
        <w:t>não há</w:t>
      </w:r>
      <w:r w:rsidRPr="008A543E">
        <w:rPr>
          <w:rFonts w:ascii="Arial" w:hAnsi="Arial" w:cs="Arial"/>
          <w:caps/>
          <w:szCs w:val="24"/>
        </w:rPr>
        <w:t xml:space="preserve">) quórum, presidente. </w:t>
      </w:r>
      <w:r w:rsidRPr="008A543E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288DEA80" w14:textId="77777777" w:rsidR="00642CB4" w:rsidRPr="00DA3993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DA3993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6769F788" w14:textId="77777777"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SOB A PROTEÇÃO DE DEUS E COM O CORAÇÃO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INTEIRAMENTE VOLTADO PARA A PÁTRIA 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PARA A COMUNIDADE A QUE SERVIMOS</w:t>
      </w:r>
      <w:r w:rsidR="002C29C5" w:rsidRPr="008A543E">
        <w:rPr>
          <w:rFonts w:ascii="Arial" w:hAnsi="Arial" w:cs="Arial"/>
          <w:caps/>
          <w:szCs w:val="24"/>
        </w:rPr>
        <w:t xml:space="preserve">, </w:t>
      </w:r>
      <w:r w:rsidRPr="008A543E">
        <w:rPr>
          <w:rFonts w:ascii="Arial" w:hAnsi="Arial" w:cs="Arial"/>
          <w:caps/>
          <w:szCs w:val="24"/>
        </w:rPr>
        <w:t>DECLARO ABERTA A PRESENTE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SESSÃO ORDINÁRIA</w:t>
      </w:r>
      <w:r w:rsidR="002C29C5" w:rsidRPr="008A543E">
        <w:rPr>
          <w:rFonts w:ascii="Arial" w:hAnsi="Arial" w:cs="Arial"/>
          <w:caps/>
          <w:szCs w:val="24"/>
        </w:rPr>
        <w:t>.</w:t>
      </w:r>
    </w:p>
    <w:p w14:paraId="6749FDBC" w14:textId="74FE0132" w:rsidR="002C29C5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2C5CE0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FF32B9">
        <w:rPr>
          <w:rFonts w:ascii="Arial" w:hAnsi="Arial" w:cs="Arial"/>
          <w:b/>
          <w:color w:val="76923C" w:themeColor="accent3" w:themeShade="BF"/>
          <w:szCs w:val="24"/>
        </w:rPr>
        <w:t xml:space="preserve"> e leitura da Bíblia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C9813A1" w14:textId="31ADD7C9"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PEÇO A TODOS QUE SE LEVANTEM PARA A EXECUÇÃO DO HINO NACIONAL BRASILEIRO</w:t>
      </w:r>
      <w:r w:rsidR="00FF32B9">
        <w:rPr>
          <w:rFonts w:ascii="Arial" w:hAnsi="Arial" w:cs="Arial"/>
          <w:caps/>
          <w:szCs w:val="24"/>
        </w:rPr>
        <w:t xml:space="preserve"> </w:t>
      </w:r>
      <w:r w:rsidR="002C5CE0">
        <w:rPr>
          <w:rFonts w:ascii="Arial" w:hAnsi="Arial" w:cs="Arial"/>
          <w:caps/>
          <w:szCs w:val="24"/>
        </w:rPr>
        <w:t xml:space="preserve">e do hino de jacareí. E PEÇO AINDA QUE, APÓS A EXECUÇÃO DOs HINOs, </w:t>
      </w:r>
      <w:r w:rsidR="0000139E">
        <w:rPr>
          <w:rFonts w:ascii="Arial" w:hAnsi="Arial" w:cs="Arial"/>
          <w:caps/>
          <w:szCs w:val="24"/>
        </w:rPr>
        <w:t>A</w:t>
      </w:r>
      <w:r w:rsidR="002C5CE0">
        <w:rPr>
          <w:rFonts w:ascii="Arial" w:hAnsi="Arial" w:cs="Arial"/>
          <w:caps/>
          <w:szCs w:val="24"/>
        </w:rPr>
        <w:t xml:space="preserve"> </w:t>
      </w:r>
      <w:r w:rsidR="00BF7C01">
        <w:rPr>
          <w:rFonts w:ascii="Arial" w:hAnsi="Arial" w:cs="Arial"/>
          <w:caps/>
          <w:szCs w:val="24"/>
        </w:rPr>
        <w:t>VEREADOR</w:t>
      </w:r>
      <w:r w:rsidR="0000139E">
        <w:rPr>
          <w:rFonts w:ascii="Arial" w:hAnsi="Arial" w:cs="Arial"/>
          <w:caps/>
          <w:szCs w:val="24"/>
        </w:rPr>
        <w:t>A</w:t>
      </w:r>
      <w:r w:rsidR="00FF32B9">
        <w:rPr>
          <w:rFonts w:ascii="Arial" w:hAnsi="Arial" w:cs="Arial"/>
          <w:caps/>
          <w:szCs w:val="24"/>
        </w:rPr>
        <w:t xml:space="preserve"> </w:t>
      </w:r>
      <w:r w:rsidR="0000139E" w:rsidRPr="0000139E">
        <w:rPr>
          <w:rFonts w:ascii="Arial" w:hAnsi="Arial" w:cs="Arial"/>
          <w:b/>
          <w:szCs w:val="24"/>
          <w:highlight w:val="yellow"/>
          <w:u w:val="single"/>
        </w:rPr>
        <w:t>LUCIMAR PONCIANO</w:t>
      </w:r>
      <w:r w:rsidR="00FF32B9" w:rsidRPr="008A543E">
        <w:rPr>
          <w:rFonts w:ascii="Arial" w:hAnsi="Arial" w:cs="Arial"/>
          <w:szCs w:val="24"/>
        </w:rPr>
        <w:t xml:space="preserve"> PROCEDA À LEITURA DE UM TRECHO DA BÍBLIA.</w:t>
      </w:r>
    </w:p>
    <w:p w14:paraId="1135C468" w14:textId="0CE32702" w:rsidR="00323490" w:rsidRDefault="00323490" w:rsidP="00323490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br w:type="page"/>
      </w:r>
    </w:p>
    <w:p w14:paraId="51BA7A2F" w14:textId="77777777" w:rsidR="00ED4769" w:rsidRPr="00E1006F" w:rsidRDefault="00ED4769" w:rsidP="00ED476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anuncia solenidade:</w:t>
      </w:r>
    </w:p>
    <w:p w14:paraId="79EE4CF0" w14:textId="54FCA407" w:rsidR="00ED4769" w:rsidRPr="00E1006F" w:rsidRDefault="00840235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SENHORES VEREADORES E TODOS AQUELES QUE NOS ASSISTEM, A PARTIR DESTE MOMENTO PASSAREMOS À </w:t>
      </w:r>
      <w:r w:rsidRPr="00840235">
        <w:rPr>
          <w:rFonts w:ascii="Arial" w:hAnsi="Arial" w:cs="Arial"/>
          <w:szCs w:val="24"/>
        </w:rPr>
        <w:t>SOLENIDADE DE ENTREGA DO DIPLOMA POLICIAL DESTAQUE</w:t>
      </w:r>
      <w:r>
        <w:rPr>
          <w:rFonts w:ascii="Arial" w:hAnsi="Arial" w:cs="Arial"/>
          <w:szCs w:val="24"/>
        </w:rPr>
        <w:t xml:space="preserve"> DO ANO </w:t>
      </w:r>
      <w:r w:rsidRPr="00840235">
        <w:rPr>
          <w:rFonts w:ascii="Arial" w:hAnsi="Arial" w:cs="Arial"/>
          <w:szCs w:val="24"/>
        </w:rPr>
        <w:t>E DA LÁUREA DE MÉRITO PROFISSIONAL AOS GUARDAS CIVIS E AOS AGENTES DA DEFESA CIVIL DO MUNICÍPIO DE JACAREÍ</w:t>
      </w:r>
      <w:r>
        <w:rPr>
          <w:rFonts w:ascii="Arial" w:hAnsi="Arial" w:cs="Arial"/>
          <w:szCs w:val="24"/>
        </w:rPr>
        <w:t>.</w:t>
      </w:r>
    </w:p>
    <w:p w14:paraId="460A9AA8" w14:textId="355BA345" w:rsidR="00ED4769" w:rsidRPr="00E1006F" w:rsidRDefault="00840235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ASSIM, PEÇO AO CERIMONIAL DA CASA QUE DESEMPENHE O PROTOCOLO.</w:t>
      </w:r>
    </w:p>
    <w:p w14:paraId="1FDC0875" w14:textId="77777777" w:rsidR="00ED4769" w:rsidRPr="00D3691D" w:rsidRDefault="00ED4769" w:rsidP="00ED4769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573D39C8" w14:textId="77777777" w:rsidR="00ED4769" w:rsidRPr="00E1006F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62DEA038" w14:textId="77777777" w:rsidR="00ED4769" w:rsidRPr="00E1006F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11B57A22" w14:textId="77777777" w:rsidR="00ED4769" w:rsidRPr="00E1006F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7A1B3281" w14:textId="77777777" w:rsidR="00ED4769" w:rsidRPr="00E1006F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SUSPENDO A SESSÃO POR 5 (CINCO) MINUTOS, PARA QUE POSSAMOS FAZER ALGUMAS FOTOS.</w:t>
      </w:r>
    </w:p>
    <w:p w14:paraId="006D7BFF" w14:textId="77777777" w:rsidR="00ED4769" w:rsidRPr="00E1006F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33AA64E" w14:textId="6CD2322F" w:rsidR="00ED4769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RETOMANDO A SESSÃO, PEÇO AO 1º SECRETÁRIO QUE PROCEDA À VERIFICAÇÃO DE PRESENÇA.</w:t>
      </w:r>
    </w:p>
    <w:p w14:paraId="27620FD9" w14:textId="77777777" w:rsidR="00ED4769" w:rsidRPr="005C26E0" w:rsidRDefault="00ED4769" w:rsidP="00ED476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bookmarkStart w:id="0" w:name="_Ref2086457"/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  <w:bookmarkEnd w:id="0"/>
    </w:p>
    <w:p w14:paraId="7806C66E" w14:textId="77777777" w:rsidR="00ED4769" w:rsidRPr="008A543E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>PROSSEGUINDO OS TRABALHOS, CONSULTO O PLENÁRIO SE HÁ ALGUMA OBJEÇÃO DE PASSARMOS AO USO DA TRIBUNA LIVRE A PARTIR DESTE MOMENTO.</w:t>
      </w:r>
    </w:p>
    <w:p w14:paraId="36F7588E" w14:textId="77777777" w:rsidR="00ED4769" w:rsidRPr="006E1AF9" w:rsidRDefault="00ED4769" w:rsidP="00ED4769">
      <w:pPr>
        <w:spacing w:line="360" w:lineRule="auto"/>
        <w:ind w:left="851"/>
        <w:jc w:val="both"/>
        <w:rPr>
          <w:rFonts w:ascii="Arial" w:hAnsi="Arial" w:cs="Arial"/>
          <w:color w:val="365F91" w:themeColor="accent1" w:themeShade="BF"/>
          <w:sz w:val="23"/>
          <w:szCs w:val="23"/>
        </w:rPr>
      </w:pPr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>(</w:t>
      </w:r>
      <w:proofErr w:type="gramStart"/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>aguardar</w:t>
      </w:r>
      <w:proofErr w:type="gramEnd"/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 xml:space="preserve"> um instante e prosseguir)...</w:t>
      </w:r>
    </w:p>
    <w:p w14:paraId="4A0D1D52" w14:textId="4B6B711D" w:rsidR="00ED4769" w:rsidRPr="008A543E" w:rsidRDefault="00B55F73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NÃO HAVENDO QUALQUER OBJEÇÃO, CONVIDO A OCUPAR A TRIBUNA DESTA CASA LEGISLATIVA </w:t>
      </w:r>
      <w:r>
        <w:rPr>
          <w:rFonts w:ascii="Arial" w:hAnsi="Arial" w:cs="Arial"/>
          <w:szCs w:val="24"/>
        </w:rPr>
        <w:t xml:space="preserve">O </w:t>
      </w:r>
      <w:r w:rsidRPr="00B55F73">
        <w:rPr>
          <w:rFonts w:ascii="Arial" w:hAnsi="Arial" w:cs="Arial"/>
          <w:szCs w:val="24"/>
        </w:rPr>
        <w:t xml:space="preserve">SENHOR JOAQUIM ARISTEU BENEDITO DA SILVA, DIRETOR EXECUTIVO DA </w:t>
      </w:r>
      <w:proofErr w:type="spellStart"/>
      <w:r w:rsidRPr="00B55F73">
        <w:rPr>
          <w:rFonts w:ascii="Arial" w:hAnsi="Arial" w:cs="Arial"/>
          <w:szCs w:val="24"/>
        </w:rPr>
        <w:t>ADMAP</w:t>
      </w:r>
      <w:proofErr w:type="spellEnd"/>
      <w:r w:rsidRPr="00B55F73">
        <w:rPr>
          <w:rFonts w:ascii="Arial" w:hAnsi="Arial" w:cs="Arial"/>
          <w:szCs w:val="24"/>
        </w:rPr>
        <w:t xml:space="preserve"> – ASSOCIAÇÃO DEMOCRÁTICA DOS APOSENTADOS E PENSIONISTAS DO VALE DO PARAÍBA, LITORAL NORTE E REGIÃO SERRANA, QUE ABORDARÁ O TEMA “ATENDIMENTO NO INSS E NO SUS”</w:t>
      </w:r>
      <w:r>
        <w:rPr>
          <w:rFonts w:ascii="Arial" w:hAnsi="Arial" w:cs="Arial"/>
          <w:szCs w:val="24"/>
        </w:rPr>
        <w:t>.</w:t>
      </w:r>
    </w:p>
    <w:p w14:paraId="742AB58B" w14:textId="77777777" w:rsidR="00ED4769" w:rsidRPr="005C26E0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25837EC6" w14:textId="1043521F" w:rsidR="00ED4769" w:rsidRPr="008A543E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 w:rsidRPr="008A543E">
        <w:rPr>
          <w:rFonts w:ascii="Arial" w:hAnsi="Arial" w:cs="Arial"/>
          <w:szCs w:val="24"/>
        </w:rPr>
        <w:t xml:space="preserve"> A PRESENÇA E A EXPOSIÇÃO FEITA </w:t>
      </w:r>
      <w:r w:rsidR="00B55F73">
        <w:rPr>
          <w:rFonts w:ascii="Arial" w:hAnsi="Arial" w:cs="Arial"/>
          <w:szCs w:val="24"/>
        </w:rPr>
        <w:t xml:space="preserve">PELO SENHOR </w:t>
      </w:r>
      <w:r w:rsidR="00B55F73" w:rsidRPr="00B55F73">
        <w:rPr>
          <w:rFonts w:ascii="Arial" w:hAnsi="Arial" w:cs="Arial"/>
          <w:szCs w:val="24"/>
        </w:rPr>
        <w:t xml:space="preserve">JOAQUIM ARISTEU BENEDITO DA SILVA, DIRETOR EXECUTIVO DA </w:t>
      </w:r>
      <w:proofErr w:type="spellStart"/>
      <w:r w:rsidR="00B55F73" w:rsidRPr="00B55F73">
        <w:rPr>
          <w:rFonts w:ascii="Arial" w:hAnsi="Arial" w:cs="Arial"/>
          <w:szCs w:val="24"/>
        </w:rPr>
        <w:t>ADMAP</w:t>
      </w:r>
      <w:proofErr w:type="spellEnd"/>
      <w:r w:rsidR="00B55F73" w:rsidRPr="00B55F73">
        <w:rPr>
          <w:rFonts w:ascii="Arial" w:hAnsi="Arial" w:cs="Arial"/>
          <w:szCs w:val="24"/>
        </w:rPr>
        <w:t xml:space="preserve"> – ASSOCIAÇÃO DEMOCRÁTICA DOS APOSENTADOS E PENSIONISTAS DO VALE DO PARAÍBA, LITORAL NORTE E REGIÃO SERRANA</w:t>
      </w:r>
      <w:r w:rsidR="00B55F73">
        <w:rPr>
          <w:rFonts w:ascii="Arial" w:hAnsi="Arial" w:cs="Arial"/>
          <w:szCs w:val="24"/>
        </w:rPr>
        <w:t>.</w:t>
      </w:r>
    </w:p>
    <w:p w14:paraId="5936D3A4" w14:textId="77777777" w:rsidR="00ED4769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6DC3700" w14:textId="77777777" w:rsidR="00ED4769" w:rsidRDefault="00ED476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1FB9D66" w14:textId="77777777" w:rsidR="00ED4769" w:rsidRPr="00E1006F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6BC971B" w14:textId="77777777" w:rsidR="002F0529" w:rsidRPr="00BF05EC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</w:p>
    <w:p w14:paraId="1BFDD209" w14:textId="77777777" w:rsidR="002F0529" w:rsidRPr="008A543E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PASSAREMOS</w:t>
      </w:r>
      <w:r w:rsidR="00125123" w:rsidRPr="008A543E">
        <w:rPr>
          <w:rFonts w:ascii="Arial" w:hAnsi="Arial" w:cs="Arial"/>
          <w:szCs w:val="24"/>
        </w:rPr>
        <w:t xml:space="preserve"> </w:t>
      </w:r>
      <w:r w:rsidR="002F0529" w:rsidRPr="008A543E">
        <w:rPr>
          <w:rFonts w:ascii="Arial" w:hAnsi="Arial" w:cs="Arial"/>
          <w:szCs w:val="24"/>
        </w:rPr>
        <w:t>À</w:t>
      </w:r>
      <w:proofErr w:type="gramEnd"/>
      <w:r w:rsidR="002F0529" w:rsidRPr="008A543E">
        <w:rPr>
          <w:rFonts w:ascii="Arial" w:hAnsi="Arial" w:cs="Arial"/>
          <w:szCs w:val="24"/>
        </w:rPr>
        <w:t xml:space="preserve"> FASE DA SESSÃO ORDINÁRIA</w:t>
      </w:r>
      <w:r w:rsidR="00814A39" w:rsidRPr="008A543E">
        <w:rPr>
          <w:rFonts w:ascii="Arial" w:hAnsi="Arial" w:cs="Arial"/>
          <w:szCs w:val="24"/>
        </w:rPr>
        <w:t xml:space="preserve"> EM QUE</w:t>
      </w:r>
      <w:r w:rsidR="002F0529" w:rsidRPr="008A543E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736F53F8" w14:textId="7BA77A2C" w:rsidR="00FA7033" w:rsidRPr="008A543E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ANTES, </w:t>
      </w:r>
      <w:r w:rsidRPr="008A543E">
        <w:rPr>
          <w:rFonts w:ascii="Arial" w:hAnsi="Arial" w:cs="Arial"/>
          <w:caps/>
          <w:szCs w:val="24"/>
        </w:rPr>
        <w:t>PORÉM</w:t>
      </w:r>
      <w:r w:rsidRPr="008A543E">
        <w:rPr>
          <w:rFonts w:ascii="Arial" w:hAnsi="Arial" w:cs="Arial"/>
          <w:szCs w:val="24"/>
        </w:rPr>
        <w:t xml:space="preserve">, </w:t>
      </w:r>
      <w:r w:rsidR="007F1836" w:rsidRPr="008A543E">
        <w:rPr>
          <w:rFonts w:ascii="Arial" w:hAnsi="Arial" w:cs="Arial"/>
          <w:szCs w:val="24"/>
        </w:rPr>
        <w:t xml:space="preserve">INFORMO QUE PARA A PRESENTE SESSÃO FORAM </w:t>
      </w:r>
      <w:r w:rsidR="007F1836" w:rsidRPr="008A543E">
        <w:rPr>
          <w:rFonts w:ascii="Arial" w:hAnsi="Arial" w:cs="Arial"/>
          <w:caps/>
          <w:szCs w:val="24"/>
        </w:rPr>
        <w:t>PROTOCOLADOS</w:t>
      </w:r>
      <w:r w:rsidR="007F1836" w:rsidRPr="008A543E">
        <w:rPr>
          <w:rFonts w:ascii="Arial" w:hAnsi="Arial" w:cs="Arial"/>
          <w:szCs w:val="24"/>
        </w:rPr>
        <w:t xml:space="preserve"> </w:t>
      </w:r>
      <w:r w:rsidR="004D4627">
        <w:rPr>
          <w:rFonts w:ascii="Arial" w:hAnsi="Arial" w:cs="Arial"/>
          <w:szCs w:val="24"/>
          <w:u w:val="single"/>
        </w:rPr>
        <w:t>10</w:t>
      </w:r>
      <w:r w:rsidR="002C0ED2">
        <w:rPr>
          <w:rFonts w:ascii="Arial" w:hAnsi="Arial" w:cs="Arial"/>
          <w:szCs w:val="24"/>
          <w:u w:val="single"/>
        </w:rPr>
        <w:t>1</w:t>
      </w:r>
      <w:r w:rsidR="007F1836" w:rsidRPr="008A543E">
        <w:rPr>
          <w:rFonts w:ascii="Arial" w:hAnsi="Arial" w:cs="Arial"/>
          <w:szCs w:val="24"/>
        </w:rPr>
        <w:t xml:space="preserve"> TRABALHOS</w:t>
      </w:r>
      <w:r w:rsidR="00C94099" w:rsidRPr="008A543E">
        <w:rPr>
          <w:rFonts w:ascii="Arial" w:hAnsi="Arial" w:cs="Arial"/>
          <w:szCs w:val="24"/>
        </w:rPr>
        <w:t>, SENDO</w:t>
      </w:r>
      <w:r w:rsidR="007F1836" w:rsidRPr="008A543E">
        <w:rPr>
          <w:rFonts w:ascii="Arial" w:hAnsi="Arial" w:cs="Arial"/>
          <w:szCs w:val="24"/>
        </w:rPr>
        <w:t>:</w:t>
      </w:r>
    </w:p>
    <w:p w14:paraId="10F553D9" w14:textId="1C848F61" w:rsidR="007F1836" w:rsidRPr="008A543E" w:rsidRDefault="00ED4769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4D4627">
        <w:rPr>
          <w:rFonts w:ascii="Arial" w:hAnsi="Arial" w:cs="Arial"/>
          <w:szCs w:val="24"/>
        </w:rPr>
        <w:t>1</w:t>
      </w:r>
      <w:r w:rsidR="007F1836" w:rsidRPr="008A543E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caps/>
          <w:szCs w:val="24"/>
        </w:rPr>
        <w:t>INDICAÇÕES</w:t>
      </w:r>
    </w:p>
    <w:p w14:paraId="2E9E5DF6" w14:textId="7D35A20A" w:rsidR="007F1836" w:rsidRPr="008A543E" w:rsidRDefault="004D4627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21</w:t>
      </w:r>
      <w:r w:rsidR="00323490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szCs w:val="24"/>
        </w:rPr>
        <w:t>MOÇÕES</w:t>
      </w:r>
    </w:p>
    <w:p w14:paraId="0C876DB4" w14:textId="7AE06823" w:rsidR="00146C11" w:rsidRPr="008A543E" w:rsidRDefault="004D4627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05</w:t>
      </w:r>
      <w:r w:rsidR="00146C11" w:rsidRPr="008A543E">
        <w:rPr>
          <w:rFonts w:ascii="Arial" w:hAnsi="Arial" w:cs="Arial"/>
          <w:szCs w:val="24"/>
        </w:rPr>
        <w:tab/>
        <w:t>REQUERIMENTOS</w:t>
      </w:r>
    </w:p>
    <w:p w14:paraId="428842DF" w14:textId="77A38B1A" w:rsidR="006145DD" w:rsidRDefault="004D4627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02</w:t>
      </w:r>
      <w:r w:rsidR="007F1836" w:rsidRPr="008A543E">
        <w:rPr>
          <w:rFonts w:ascii="Arial" w:hAnsi="Arial" w:cs="Arial"/>
          <w:szCs w:val="24"/>
        </w:rPr>
        <w:tab/>
        <w:t>PEDIDOS DE INFORMAÇÕES</w:t>
      </w:r>
    </w:p>
    <w:p w14:paraId="581C54C3" w14:textId="726BDE9A" w:rsidR="004D4627" w:rsidRDefault="002C0ED2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02</w:t>
      </w:r>
      <w:r w:rsidR="004D4627">
        <w:rPr>
          <w:rFonts w:ascii="Arial" w:hAnsi="Arial" w:cs="Arial"/>
          <w:szCs w:val="24"/>
        </w:rPr>
        <w:tab/>
        <w:t>REQUERIMENTO</w:t>
      </w:r>
      <w:r>
        <w:rPr>
          <w:rFonts w:ascii="Arial" w:hAnsi="Arial" w:cs="Arial"/>
          <w:szCs w:val="24"/>
        </w:rPr>
        <w:t>S</w:t>
      </w:r>
      <w:r w:rsidR="004D4627">
        <w:rPr>
          <w:rFonts w:ascii="Arial" w:hAnsi="Arial" w:cs="Arial"/>
          <w:szCs w:val="24"/>
        </w:rPr>
        <w:t xml:space="preserve"> DE INCLUSÃO EXTRAORDINÁRIA.</w:t>
      </w:r>
    </w:p>
    <w:p w14:paraId="007A2C7F" w14:textId="77777777"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le</w:t>
      </w:r>
      <w:bookmarkStart w:id="1" w:name="_GoBack"/>
      <w:bookmarkEnd w:id="1"/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itura das </w:t>
      </w:r>
      <w:r w:rsidR="00D0535F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A09C28D" w14:textId="77777777" w:rsidR="002F0529" w:rsidRPr="00940241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caps/>
          <w:szCs w:val="24"/>
        </w:rPr>
        <w:t>ENTÃO</w:t>
      </w:r>
      <w:r w:rsidRPr="00940241">
        <w:rPr>
          <w:rFonts w:ascii="Arial" w:hAnsi="Arial" w:cs="Arial"/>
          <w:szCs w:val="24"/>
        </w:rPr>
        <w:t xml:space="preserve">, </w:t>
      </w:r>
      <w:r w:rsidR="00642CB4" w:rsidRPr="00940241">
        <w:rPr>
          <w:rFonts w:ascii="Arial" w:hAnsi="Arial" w:cs="Arial"/>
          <w:szCs w:val="24"/>
        </w:rPr>
        <w:t>SOLICITO AO</w:t>
      </w:r>
      <w:r w:rsidR="00014BD1" w:rsidRPr="00940241">
        <w:rPr>
          <w:rFonts w:ascii="Arial" w:hAnsi="Arial" w:cs="Arial"/>
          <w:szCs w:val="24"/>
        </w:rPr>
        <w:t xml:space="preserve"> 1º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574659" w:rsidRPr="00940241">
        <w:rPr>
          <w:rFonts w:ascii="Arial" w:hAnsi="Arial" w:cs="Arial"/>
          <w:szCs w:val="24"/>
        </w:rPr>
        <w:t>SECRETÁRIO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3E574C" w:rsidRPr="00940241">
        <w:rPr>
          <w:rFonts w:ascii="Arial" w:hAnsi="Arial" w:cs="Arial"/>
          <w:szCs w:val="24"/>
        </w:rPr>
        <w:t xml:space="preserve">QUE FAÇA </w:t>
      </w:r>
      <w:r w:rsidR="00C602BC" w:rsidRPr="00940241">
        <w:rPr>
          <w:rFonts w:ascii="Arial" w:hAnsi="Arial" w:cs="Arial"/>
          <w:szCs w:val="24"/>
        </w:rPr>
        <w:t xml:space="preserve">A LEITURA </w:t>
      </w:r>
      <w:r w:rsidR="00212E98" w:rsidRPr="00940241">
        <w:rPr>
          <w:rFonts w:ascii="Arial" w:hAnsi="Arial" w:cs="Arial"/>
          <w:szCs w:val="24"/>
        </w:rPr>
        <w:t>DAS</w:t>
      </w:r>
      <w:r w:rsidR="00212E98"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caps/>
          <w:szCs w:val="24"/>
        </w:rPr>
        <w:t>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DAS </w:t>
      </w:r>
      <w:r w:rsidR="002F0529" w:rsidRPr="00940241">
        <w:rPr>
          <w:rFonts w:ascii="Arial" w:hAnsi="Arial" w:cs="Arial"/>
          <w:b/>
          <w:szCs w:val="24"/>
          <w:u w:val="single"/>
        </w:rPr>
        <w:t>MOÇÕES</w:t>
      </w:r>
      <w:r w:rsidR="00706EA5"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  <w:lang w:eastAsia="ko-KR"/>
        </w:rPr>
        <w:t>PROTOCOLADAS PARA ESTA</w:t>
      </w:r>
      <w:r w:rsidR="00706EA5"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137980D4" w14:textId="77777777" w:rsidR="00F64DD4" w:rsidRPr="003058CD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</w:t>
      </w:r>
      <w:r w:rsidR="00350ACA" w:rsidRPr="003058CD">
        <w:rPr>
          <w:rFonts w:ascii="Arial" w:hAnsi="Arial" w:cs="Arial"/>
          <w:szCs w:val="24"/>
          <w:highlight w:val="yellow"/>
        </w:rPr>
        <w:t xml:space="preserve">lê o </w:t>
      </w:r>
      <w:r w:rsidR="009C68A3" w:rsidRPr="003058CD">
        <w:rPr>
          <w:rFonts w:ascii="Arial" w:hAnsi="Arial" w:cs="Arial"/>
          <w:szCs w:val="24"/>
          <w:highlight w:val="yellow"/>
        </w:rPr>
        <w:t>Relatório</w:t>
      </w:r>
      <w:r w:rsidR="00350ACA" w:rsidRPr="003058CD">
        <w:rPr>
          <w:rFonts w:ascii="Arial" w:hAnsi="Arial" w:cs="Arial"/>
          <w:szCs w:val="24"/>
          <w:highlight w:val="yellow"/>
        </w:rPr>
        <w:t xml:space="preserve"> de Moções</w:t>
      </w:r>
      <w:r w:rsidRPr="003058CD">
        <w:rPr>
          <w:rFonts w:ascii="Arial" w:hAnsi="Arial" w:cs="Arial"/>
          <w:szCs w:val="24"/>
          <w:highlight w:val="yellow"/>
        </w:rPr>
        <w:t>.</w:t>
      </w:r>
    </w:p>
    <w:p w14:paraId="37500FA5" w14:textId="77777777" w:rsidR="00F64DD4" w:rsidRPr="005C6EA6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5C6EA6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5C6EA6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5C6EA6">
        <w:rPr>
          <w:rFonts w:ascii="Arial" w:hAnsi="Arial" w:cs="Arial"/>
          <w:szCs w:val="24"/>
          <w:highlight w:val="yellow"/>
          <w:lang w:eastAsia="ko-KR"/>
        </w:rPr>
        <w:t>.</w:t>
      </w:r>
    </w:p>
    <w:p w14:paraId="1575037D" w14:textId="77777777" w:rsidR="00683A23" w:rsidRPr="005C6EA6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5C6EA6">
        <w:rPr>
          <w:rFonts w:ascii="Arial" w:hAnsi="Arial" w:cs="Arial"/>
          <w:szCs w:val="24"/>
          <w:highlight w:val="yellow"/>
        </w:rPr>
        <w:t>acabarem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5C6EA6">
        <w:rPr>
          <w:rFonts w:ascii="Arial" w:hAnsi="Arial" w:cs="Arial"/>
          <w:szCs w:val="24"/>
          <w:highlight w:val="yellow"/>
          <w:lang w:eastAsia="ko-KR"/>
        </w:rPr>
        <w:t>z</w:t>
      </w:r>
      <w:r w:rsidRPr="005C6EA6">
        <w:rPr>
          <w:rFonts w:ascii="Arial" w:hAnsi="Arial" w:cs="Arial"/>
          <w:szCs w:val="24"/>
          <w:highlight w:val="yellow"/>
          <w:lang w:eastAsia="ko-KR"/>
        </w:rPr>
        <w:t>:</w:t>
      </w:r>
    </w:p>
    <w:p w14:paraId="45137E05" w14:textId="77777777" w:rsidR="0005584B" w:rsidRPr="00940241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940241">
        <w:rPr>
          <w:rFonts w:ascii="Arial" w:hAnsi="Arial" w:cs="Arial"/>
          <w:szCs w:val="24"/>
          <w:lang w:eastAsia="ko-KR"/>
        </w:rPr>
        <w:t>PRESIDENTE</w:t>
      </w:r>
      <w:r w:rsidRPr="00940241">
        <w:rPr>
          <w:rFonts w:ascii="Arial" w:hAnsi="Arial" w:cs="Arial"/>
          <w:szCs w:val="24"/>
          <w:lang w:eastAsia="ko-KR"/>
        </w:rPr>
        <w:t>!</w:t>
      </w:r>
      <w:r w:rsidR="0005584B" w:rsidRPr="00940241">
        <w:rPr>
          <w:rFonts w:ascii="Arial" w:hAnsi="Arial" w:cs="Arial"/>
          <w:szCs w:val="24"/>
          <w:lang w:eastAsia="ko-KR"/>
        </w:rPr>
        <w:br w:type="page"/>
      </w:r>
    </w:p>
    <w:p w14:paraId="17D654B8" w14:textId="77777777"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47CD496" w14:textId="77777777" w:rsidR="00706EA5" w:rsidRPr="00940241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1A24" w:rsidRPr="00940241">
        <w:rPr>
          <w:rFonts w:ascii="Arial" w:hAnsi="Arial" w:cs="Arial"/>
          <w:szCs w:val="24"/>
          <w:lang w:eastAsia="ko-KR"/>
        </w:rPr>
        <w:t>À</w:t>
      </w:r>
      <w:proofErr w:type="gramEnd"/>
      <w:r w:rsidR="00014BD1" w:rsidRPr="00940241">
        <w:rPr>
          <w:rFonts w:ascii="Arial" w:hAnsi="Arial" w:cs="Arial"/>
          <w:szCs w:val="24"/>
          <w:lang w:eastAsia="ko-KR"/>
        </w:rPr>
        <w:t xml:space="preserve"> 2ª</w:t>
      </w:r>
      <w:r w:rsidR="00211A24" w:rsidRPr="00940241">
        <w:rPr>
          <w:rFonts w:ascii="Arial" w:hAnsi="Arial" w:cs="Arial"/>
          <w:szCs w:val="24"/>
          <w:lang w:eastAsia="ko-KR"/>
        </w:rPr>
        <w:t xml:space="preserve"> </w:t>
      </w:r>
      <w:r w:rsidR="00574659" w:rsidRPr="00940241">
        <w:rPr>
          <w:rFonts w:ascii="Arial" w:hAnsi="Arial" w:cs="Arial"/>
          <w:caps/>
          <w:szCs w:val="24"/>
        </w:rPr>
        <w:t>SECRETÁRI</w:t>
      </w:r>
      <w:r w:rsidR="00211A24" w:rsidRPr="00940241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940241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940241">
        <w:rPr>
          <w:rFonts w:ascii="Arial" w:hAnsi="Arial" w:cs="Arial"/>
          <w:szCs w:val="24"/>
          <w:lang w:eastAsia="ko-KR"/>
        </w:rPr>
        <w:t>DAS 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</w:rPr>
        <w:t>PROTOCOLADOS</w:t>
      </w:r>
      <w:r w:rsidR="00F90A5C" w:rsidRPr="00940241">
        <w:rPr>
          <w:rFonts w:ascii="Arial" w:hAnsi="Arial" w:cs="Arial"/>
          <w:szCs w:val="24"/>
          <w:lang w:eastAsia="ko-KR"/>
        </w:rPr>
        <w:t xml:space="preserve"> PARA ESTA</w:t>
      </w:r>
      <w:r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13F44BBF" w14:textId="77777777" w:rsidR="00E63DFA" w:rsidRPr="00940241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>ão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940241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940241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940241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2E69C7">
        <w:rPr>
          <w:rFonts w:ascii="Arial" w:hAnsi="Arial" w:cs="Arial"/>
          <w:color w:val="FF0000"/>
          <w:szCs w:val="24"/>
          <w:lang w:eastAsia="ko-KR"/>
        </w:rPr>
        <w:t>10.6)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1E0A9C48" w14:textId="77777777" w:rsidR="00C35E91" w:rsidRPr="00BF05EC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BF05EC" w:rsidRPr="005C6EA6">
        <w:rPr>
          <w:rFonts w:ascii="Arial" w:hAnsi="Arial" w:cs="Arial"/>
          <w:color w:val="FF0000"/>
          <w:szCs w:val="24"/>
          <w:lang w:eastAsia="ko-KR"/>
        </w:rPr>
        <w:t>Requerimento e prossegue no Relatório</w:t>
      </w:r>
      <w:r w:rsidR="00BF05EC">
        <w:rPr>
          <w:rFonts w:ascii="Arial" w:hAnsi="Arial" w:cs="Arial"/>
          <w:color w:val="FF0000"/>
          <w:szCs w:val="24"/>
          <w:lang w:eastAsia="ko-KR"/>
        </w:rPr>
        <w:t>.</w:t>
      </w:r>
    </w:p>
    <w:p w14:paraId="181A2AFC" w14:textId="77777777" w:rsidR="00C35E91" w:rsidRPr="005C6EA6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3EEFBB32" w14:textId="77777777" w:rsidR="00B11B06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0DED491B" w14:textId="77777777" w:rsidR="00C35E91" w:rsidRPr="005C6EA6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69C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31A3F6A" w14:textId="77777777" w:rsidR="00C35E91" w:rsidRPr="00907BC6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00FF9E9A" w14:textId="77777777" w:rsidR="00BF05EC" w:rsidRPr="00940241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2" w:name="_Ref526255980"/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69742C4C" w14:textId="77777777" w:rsidR="00BF05EC" w:rsidRPr="005C6EA6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69C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8D43BD9" w14:textId="77777777" w:rsidR="00C35E91" w:rsidRPr="00907BC6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935709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  <w:bookmarkEnd w:id="3"/>
    </w:p>
    <w:p w14:paraId="7108C9C6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793197E1" w14:textId="77777777"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E9C82C1" w14:textId="77777777" w:rsidR="00C35E91" w:rsidRPr="00907BC6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526256135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4"/>
    </w:p>
    <w:p w14:paraId="5551153B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22A860A9" w14:textId="77777777"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="006D7A14"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>!</w:t>
      </w:r>
    </w:p>
    <w:p w14:paraId="30910046" w14:textId="77777777" w:rsidR="00C35E91" w:rsidRPr="00940241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5" w:name="_Ref526255634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5"/>
    </w:p>
    <w:p w14:paraId="45C43ED8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REQUERIMENTOS</w:t>
      </w:r>
      <w:r w:rsidRPr="00940241">
        <w:rPr>
          <w:rFonts w:ascii="Arial" w:hAnsi="Arial" w:cs="Arial"/>
          <w:szCs w:val="24"/>
        </w:rPr>
        <w:t xml:space="preserve">, </w:t>
      </w:r>
      <w:r w:rsidR="002033DA" w:rsidRPr="00940241">
        <w:rPr>
          <w:rFonts w:ascii="Arial" w:hAnsi="Arial" w:cs="Arial"/>
          <w:szCs w:val="24"/>
        </w:rPr>
        <w:t>PRESIDENTE</w:t>
      </w:r>
      <w:r w:rsidRPr="00940241">
        <w:rPr>
          <w:rFonts w:ascii="Arial" w:hAnsi="Arial" w:cs="Arial"/>
          <w:szCs w:val="24"/>
        </w:rPr>
        <w:t>!</w:t>
      </w:r>
    </w:p>
    <w:p w14:paraId="14ABADE7" w14:textId="77777777" w:rsidR="00C35E91" w:rsidRPr="00BF05EC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93B2AB2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0DE1B5D9" w14:textId="77777777" w:rsidR="006B03AF" w:rsidRPr="00092897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14:paraId="270A0EBD" w14:textId="77777777" w:rsidR="003058CD" w:rsidRPr="00BF05EC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E4386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2ª </w:t>
      </w:r>
      <w:r w:rsidRPr="00940241">
        <w:rPr>
          <w:rFonts w:ascii="Arial" w:hAnsi="Arial" w:cs="Arial"/>
          <w:caps/>
          <w:szCs w:val="24"/>
        </w:rPr>
        <w:t>SECRETÁRIA</w:t>
      </w:r>
      <w:r w:rsidRPr="00940241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940241">
        <w:rPr>
          <w:rFonts w:ascii="Arial" w:hAnsi="Arial" w:cs="Arial"/>
          <w:caps/>
          <w:szCs w:val="24"/>
        </w:rPr>
        <w:t>PEDIDOS DE INFORMAÇÕES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szCs w:val="24"/>
        </w:rPr>
        <w:t>PROTOCOLADOS</w:t>
      </w:r>
      <w:r w:rsidRPr="00940241">
        <w:rPr>
          <w:rFonts w:ascii="Arial" w:hAnsi="Arial" w:cs="Arial"/>
          <w:szCs w:val="24"/>
          <w:lang w:eastAsia="ko-KR"/>
        </w:rPr>
        <w:t xml:space="preserve"> PARA ESTA SESSÃO.</w:t>
      </w:r>
    </w:p>
    <w:p w14:paraId="1953EBA2" w14:textId="77777777" w:rsidR="003058CD" w:rsidRPr="00940241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2E69C7">
        <w:rPr>
          <w:rFonts w:ascii="Arial" w:hAnsi="Arial" w:cs="Arial"/>
          <w:color w:val="FF0000"/>
          <w:szCs w:val="24"/>
          <w:lang w:eastAsia="ko-KR"/>
        </w:rPr>
        <w:t>11.6)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43836C22" w14:textId="77777777" w:rsidR="003058CD" w:rsidRPr="00BF05EC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na íntegra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834646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e prossegue no Relatório</w:t>
      </w:r>
      <w:r>
        <w:rPr>
          <w:rFonts w:ascii="Arial" w:hAnsi="Arial" w:cs="Arial"/>
          <w:color w:val="FF0000"/>
          <w:szCs w:val="24"/>
          <w:lang w:eastAsia="ko-KR"/>
        </w:rPr>
        <w:t>.</w:t>
      </w:r>
    </w:p>
    <w:p w14:paraId="23D83CBB" w14:textId="77777777" w:rsidR="003058CD" w:rsidRPr="005C6EA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399E866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11963D23" w14:textId="77777777"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69C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B431E5" w14:textId="77777777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5AEAF149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02376839" w14:textId="77777777"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69C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2A5F8FF" w14:textId="77777777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6" w:name="_Ref877417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6"/>
    </w:p>
    <w:p w14:paraId="544E218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4686506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3F86721" w14:textId="77777777" w:rsidR="003058CD" w:rsidRPr="00907BC6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B992F90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2EC2613C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!</w:t>
      </w:r>
    </w:p>
    <w:p w14:paraId="7218FDEE" w14:textId="77777777" w:rsidR="003058CD" w:rsidRPr="00940241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7" w:name="_Ref877341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7"/>
    </w:p>
    <w:p w14:paraId="43D28A13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, PRESIDENTE!</w:t>
      </w:r>
    </w:p>
    <w:p w14:paraId="7F07C30E" w14:textId="77777777" w:rsidR="003058CD" w:rsidRPr="00BF05EC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7D2ED37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szCs w:val="24"/>
          <w:lang w:eastAsia="ko-KR"/>
        </w:rPr>
        <w:t>PEDIDO</w:t>
      </w:r>
      <w:r w:rsidR="002F73F4">
        <w:rPr>
          <w:rFonts w:ascii="Arial" w:hAnsi="Arial" w:cs="Arial"/>
          <w:szCs w:val="24"/>
          <w:lang w:eastAsia="ko-KR"/>
        </w:rPr>
        <w:t>S</w:t>
      </w:r>
      <w:r w:rsidRPr="00940241">
        <w:rPr>
          <w:rFonts w:ascii="Arial" w:hAnsi="Arial" w:cs="Arial"/>
          <w:szCs w:val="24"/>
          <w:lang w:eastAsia="ko-KR"/>
        </w:rPr>
        <w:t xml:space="preserve"> DE INFORMAÇÕES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21E33E02" w14:textId="77777777" w:rsidR="00235FBB" w:rsidRPr="00092897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14:paraId="25CEA334" w14:textId="77777777" w:rsidR="0074291E" w:rsidRPr="003058CD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3058CD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0357B884" w14:textId="77777777" w:rsidR="00642CB4" w:rsidRPr="00940241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940241">
        <w:rPr>
          <w:rFonts w:ascii="Arial" w:hAnsi="Arial" w:cs="Arial"/>
          <w:caps/>
          <w:szCs w:val="24"/>
          <w:lang w:eastAsia="ko-KR"/>
        </w:rPr>
        <w:t>1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940241">
        <w:rPr>
          <w:rFonts w:ascii="Arial" w:hAnsi="Arial" w:cs="Arial"/>
          <w:caps/>
          <w:szCs w:val="24"/>
          <w:lang w:eastAsia="ko-KR"/>
        </w:rPr>
        <w:t>SECRETÁRIO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940241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574E6363" w14:textId="77777777" w:rsidR="00E05CAA" w:rsidRPr="003058CD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14:paraId="7547B915" w14:textId="77777777" w:rsidR="00D1131A" w:rsidRPr="00092897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3058CD">
        <w:rPr>
          <w:rFonts w:ascii="Arial" w:hAnsi="Arial" w:cs="Arial"/>
          <w:szCs w:val="24"/>
          <w:highlight w:val="yellow"/>
        </w:rPr>
        <w:t>Quando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5B945EF3" w14:textId="77777777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940241">
        <w:rPr>
          <w:rFonts w:ascii="Arial" w:hAnsi="Arial" w:cs="Arial"/>
          <w:caps/>
          <w:szCs w:val="24"/>
        </w:rPr>
        <w:t>VOTOS</w:t>
      </w:r>
      <w:r w:rsidRPr="00940241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940241">
        <w:rPr>
          <w:rFonts w:ascii="Arial" w:hAnsi="Arial" w:cs="Arial"/>
          <w:caps/>
          <w:szCs w:val="24"/>
          <w:lang w:eastAsia="ko-KR"/>
        </w:rPr>
        <w:t>PRESIDENTE</w:t>
      </w:r>
      <w:r w:rsidRPr="00940241">
        <w:rPr>
          <w:rFonts w:ascii="Arial" w:hAnsi="Arial" w:cs="Arial"/>
          <w:caps/>
          <w:szCs w:val="24"/>
          <w:lang w:eastAsia="ko-KR"/>
        </w:rPr>
        <w:t>!</w:t>
      </w:r>
    </w:p>
    <w:p w14:paraId="660B8816" w14:textId="77777777" w:rsidR="001A4310" w:rsidRPr="003058CD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3709ED7" w14:textId="77777777" w:rsidR="00754385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EM </w:t>
      </w:r>
      <w:r w:rsidRPr="00940241">
        <w:rPr>
          <w:rFonts w:ascii="Arial" w:hAnsi="Arial" w:cs="Arial"/>
          <w:caps/>
          <w:szCs w:val="24"/>
        </w:rPr>
        <w:t>MEMÓRIA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szCs w:val="24"/>
          <w:lang w:eastAsia="ko-KR"/>
        </w:rPr>
        <w:t>DOS ENTES QUERIDOS</w:t>
      </w:r>
      <w:r w:rsidRPr="00940241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14:paraId="7D5733C6" w14:textId="77777777" w:rsidR="00C52C08" w:rsidRDefault="00C52C08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3A90E96" w14:textId="43F03A23" w:rsidR="00C52C08" w:rsidRPr="00E01941" w:rsidRDefault="00C52C08" w:rsidP="00C52C0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highlight w:val="yellow"/>
        </w:rPr>
      </w:pPr>
      <w:r w:rsidRPr="00E01941">
        <w:rPr>
          <w:rFonts w:ascii="Arial" w:hAnsi="Arial" w:cs="Arial"/>
          <w:color w:val="FF0000"/>
          <w:szCs w:val="24"/>
          <w:highlight w:val="yellow"/>
        </w:rPr>
        <w:t xml:space="preserve">Após votos de pesar, </w:t>
      </w:r>
      <w:r w:rsidR="00DB518F">
        <w:rPr>
          <w:rFonts w:ascii="Arial" w:hAnsi="Arial" w:cs="Arial"/>
          <w:color w:val="FF0000"/>
          <w:szCs w:val="24"/>
          <w:highlight w:val="yellow"/>
        </w:rPr>
        <w:t>o</w:t>
      </w:r>
      <w:r w:rsidRPr="00E01941">
        <w:rPr>
          <w:rFonts w:ascii="Arial" w:hAnsi="Arial" w:cs="Arial"/>
          <w:color w:val="FF0000"/>
          <w:szCs w:val="24"/>
          <w:highlight w:val="yellow"/>
        </w:rPr>
        <w:t xml:space="preserve"> </w:t>
      </w:r>
      <w:r w:rsidR="00194F3E" w:rsidRPr="00194F3E">
        <w:rPr>
          <w:rFonts w:ascii="Arial" w:hAnsi="Arial" w:cs="Arial"/>
          <w:color w:val="FF0000"/>
          <w:szCs w:val="24"/>
          <w:highlight w:val="yellow"/>
          <w:u w:val="double"/>
        </w:rPr>
        <w:t>PRESIDENTE</w:t>
      </w:r>
      <w:r w:rsidRPr="00E01941">
        <w:rPr>
          <w:rFonts w:ascii="Arial" w:hAnsi="Arial" w:cs="Arial"/>
          <w:color w:val="FF0000"/>
          <w:szCs w:val="24"/>
          <w:highlight w:val="yellow"/>
        </w:rPr>
        <w:t xml:space="preserve"> </w:t>
      </w:r>
      <w:r w:rsidR="001A0C70">
        <w:rPr>
          <w:rFonts w:ascii="Arial" w:hAnsi="Arial" w:cs="Arial"/>
          <w:color w:val="FF0000"/>
          <w:szCs w:val="24"/>
          <w:highlight w:val="yellow"/>
        </w:rPr>
        <w:t>comunica período de férias do Prefeito</w:t>
      </w:r>
      <w:r w:rsidRPr="00E01941">
        <w:rPr>
          <w:rFonts w:ascii="Arial" w:hAnsi="Arial" w:cs="Arial"/>
          <w:color w:val="FF0000"/>
          <w:szCs w:val="24"/>
          <w:highlight w:val="yellow"/>
        </w:rPr>
        <w:t>:</w:t>
      </w:r>
    </w:p>
    <w:p w14:paraId="156A220D" w14:textId="648396A1" w:rsidR="00C52C08" w:rsidRPr="00C52C08" w:rsidRDefault="001A0C70" w:rsidP="00C52C08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</w:rPr>
        <w:t xml:space="preserve">SENHORES VEREADORES, ANTES DE PASSARMOS À ORDEM DO DIA DA PRESENTE SESSÃO, FAREI A LEITURA </w:t>
      </w:r>
      <w:r w:rsidR="007B36F4">
        <w:rPr>
          <w:rFonts w:ascii="Arial" w:hAnsi="Arial" w:cs="Arial"/>
          <w:szCs w:val="24"/>
        </w:rPr>
        <w:t>DO</w:t>
      </w:r>
      <w:r>
        <w:rPr>
          <w:rFonts w:ascii="Arial" w:hAnsi="Arial" w:cs="Arial"/>
          <w:szCs w:val="24"/>
        </w:rPr>
        <w:t xml:space="preserve"> OFÍCIO </w:t>
      </w:r>
      <w:r w:rsidR="007B36F4">
        <w:rPr>
          <w:rFonts w:ascii="Arial" w:hAnsi="Arial" w:cs="Arial"/>
          <w:szCs w:val="24"/>
        </w:rPr>
        <w:t>Nº 556/2019-GP, POR INTERMÉDIO DO QUAL O EXCELENTÍSSIMO PREFEITO MUNICIPAL DE JACAREÍ, O SENHOR IZAIAS JOSÉ DE SANTANA, COMUNICA PERÍODO DE FÉRIAS.</w:t>
      </w:r>
    </w:p>
    <w:p w14:paraId="056886CB" w14:textId="4A9ED1B7" w:rsidR="002E7CE7" w:rsidRDefault="002E7CE7">
      <w:pPr>
        <w:rPr>
          <w:rFonts w:ascii="Arial" w:hAnsi="Arial" w:cs="Arial"/>
          <w:b/>
          <w:szCs w:val="24"/>
          <w:u w:val="wave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14:paraId="1607C55B" w14:textId="77777777" w:rsidR="0005004E" w:rsidRPr="003058CD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32B02F5" w14:textId="77777777" w:rsidR="0073219E" w:rsidRPr="00940241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="009D4EBC" w:rsidRPr="00940241">
        <w:rPr>
          <w:rFonts w:ascii="Arial" w:hAnsi="Arial" w:cs="Arial"/>
          <w:szCs w:val="24"/>
          <w:lang w:eastAsia="ko-KR"/>
        </w:rPr>
        <w:t xml:space="preserve">, </w:t>
      </w:r>
      <w:r w:rsidR="009D4EBC" w:rsidRPr="00940241">
        <w:rPr>
          <w:rFonts w:ascii="Arial" w:hAnsi="Arial" w:cs="Arial"/>
          <w:caps/>
          <w:szCs w:val="24"/>
        </w:rPr>
        <w:t>NESTE</w:t>
      </w:r>
      <w:r w:rsidR="009D4EBC" w:rsidRPr="00940241">
        <w:rPr>
          <w:rFonts w:ascii="Arial" w:hAnsi="Arial" w:cs="Arial"/>
          <w:szCs w:val="24"/>
          <w:lang w:eastAsia="ko-KR"/>
        </w:rPr>
        <w:t xml:space="preserve"> INSTANTE,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641D551B" w14:textId="1338391D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Pr="00940241">
        <w:rPr>
          <w:rFonts w:ascii="Arial" w:hAnsi="Arial" w:cs="Arial"/>
          <w:caps/>
          <w:szCs w:val="24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  <w:r w:rsidR="007C4DC1">
        <w:rPr>
          <w:rFonts w:ascii="Arial" w:hAnsi="Arial" w:cs="Arial"/>
          <w:szCs w:val="24"/>
          <w:lang w:eastAsia="ko-KR"/>
        </w:rPr>
        <w:t xml:space="preserve"> </w:t>
      </w:r>
      <w:r w:rsidR="007C4DC1" w:rsidRPr="007C4DC1">
        <w:rPr>
          <w:rFonts w:ascii="Arial" w:hAnsi="Arial" w:cs="Arial"/>
          <w:b/>
          <w:color w:val="FF0000"/>
          <w:szCs w:val="24"/>
          <w:highlight w:val="yellow"/>
          <w:lang w:eastAsia="ko-KR"/>
        </w:rPr>
        <w:t>(HÁ REQUERIMENTO DE INCLUSÃO!)</w:t>
      </w:r>
    </w:p>
    <w:p w14:paraId="5456E06C" w14:textId="77777777" w:rsidR="00604617" w:rsidRPr="003058CD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8" w:name="_Ref475712815"/>
      <w:r w:rsidRPr="003058CD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3058CD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8"/>
      <w:r w:rsidR="00B73532">
        <w:rPr>
          <w:rFonts w:ascii="Arial" w:hAnsi="Arial" w:cs="Arial"/>
          <w:szCs w:val="24"/>
          <w:highlight w:val="yellow"/>
          <w:lang w:eastAsia="ko-KR"/>
        </w:rPr>
        <w:t>.</w:t>
      </w:r>
    </w:p>
    <w:p w14:paraId="23EC737E" w14:textId="73F719BB" w:rsidR="00FD1652" w:rsidRPr="003058CD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r w:rsidR="00B65C6A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B65C6A" w:rsidRPr="00B65C6A">
        <w:rPr>
          <w:rFonts w:ascii="Arial" w:hAnsi="Arial" w:cs="Arial"/>
          <w:color w:val="FF0000"/>
          <w:szCs w:val="24"/>
          <w:lang w:eastAsia="ko-KR"/>
        </w:rPr>
        <w:t>(título</w:t>
      </w:r>
      <w:r w:rsidR="00B65C6A">
        <w:rPr>
          <w:rFonts w:ascii="Arial" w:hAnsi="Arial" w:cs="Arial"/>
          <w:color w:val="FF0000"/>
          <w:szCs w:val="24"/>
          <w:lang w:eastAsia="ko-KR"/>
        </w:rPr>
        <w:t>:</w:t>
      </w:r>
      <w:r w:rsidR="00B65C6A" w:rsidRPr="00B65C6A">
        <w:rPr>
          <w:rFonts w:ascii="Arial" w:hAnsi="Arial" w:cs="Arial"/>
          <w:color w:val="FF0000"/>
          <w:szCs w:val="24"/>
          <w:lang w:eastAsia="ko-KR"/>
        </w:rPr>
        <w:t xml:space="preserve"> ver última página)</w:t>
      </w:r>
    </w:p>
    <w:p w14:paraId="41175D99" w14:textId="77777777" w:rsidR="001E78E3" w:rsidRPr="00940241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940241">
        <w:rPr>
          <w:rFonts w:ascii="Arial" w:hAnsi="Arial" w:cs="Arial"/>
          <w:caps/>
          <w:szCs w:val="24"/>
          <w:lang w:eastAsia="ko-KR"/>
        </w:rPr>
        <w:t xml:space="preserve">(OU VETO) </w:t>
      </w:r>
      <w:r w:rsidRPr="00940241">
        <w:rPr>
          <w:rFonts w:ascii="Arial" w:hAnsi="Arial" w:cs="Arial"/>
          <w:caps/>
          <w:szCs w:val="24"/>
          <w:lang w:eastAsia="ko-KR"/>
        </w:rPr>
        <w:t>está em discussão.</w:t>
      </w:r>
    </w:p>
    <w:p w14:paraId="386E9298" w14:textId="77777777" w:rsidR="007230A3" w:rsidRPr="00B73532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4FAAD29" w14:textId="77777777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14:paraId="1FD1AC81" w14:textId="77777777" w:rsidR="00ED03D3" w:rsidRPr="00B73532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9"/>
    </w:p>
    <w:p w14:paraId="49D38397" w14:textId="77777777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526C1092" w14:textId="77777777" w:rsidR="00ED03D3" w:rsidRPr="00B73532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10"/>
    </w:p>
    <w:p w14:paraId="16C48D47" w14:textId="77777777" w:rsidR="007B258B" w:rsidRPr="00092897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6B0D0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69C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D6CA746" w14:textId="77777777" w:rsidR="00A572DB" w:rsidRPr="00B73532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B73532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B73532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B73532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14:paraId="1C59F10A" w14:textId="77777777" w:rsidR="00A572DB" w:rsidRPr="00B73532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HÁ MAIS PROJETOS, PRESIDENTE!</w:t>
      </w:r>
      <w:r w:rsidR="00A47058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69C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20)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80C07C" w14:textId="77777777" w:rsidR="0008291A" w:rsidRPr="00B73532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3652333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14:paraId="5A04204F" w14:textId="77777777" w:rsidR="0008291A" w:rsidRPr="00B73532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B586D29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14:paraId="3A609E67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27A9AD76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EMENDA </w:t>
      </w:r>
      <w:r w:rsidRPr="00940241">
        <w:rPr>
          <w:rFonts w:ascii="Arial" w:hAnsi="Arial" w:cs="Arial"/>
          <w:caps/>
          <w:szCs w:val="24"/>
          <w:lang w:eastAsia="ko-KR"/>
        </w:rPr>
        <w:t xml:space="preserve">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33704BC1" w14:textId="77777777" w:rsidR="0008291A" w:rsidRPr="00B73532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7616F451" w14:textId="77777777" w:rsidR="0008291A" w:rsidRPr="00940241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940241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69A7B305" w14:textId="77777777" w:rsidR="0008291A" w:rsidRPr="00B73532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940241">
        <w:rPr>
          <w:rFonts w:ascii="Arial" w:hAnsi="Arial" w:cs="Arial"/>
          <w:szCs w:val="24"/>
          <w:lang w:eastAsia="ko-KR"/>
        </w:rPr>
        <w:t>.</w:t>
      </w:r>
      <w:r w:rsidR="004C56E8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69C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17.1)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18BC0B9" w14:textId="77777777" w:rsidR="00FD1652" w:rsidRPr="00B73532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1" w:name="_Ref526262478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1"/>
    </w:p>
    <w:p w14:paraId="496D675A" w14:textId="77777777" w:rsidR="00FD1652" w:rsidRPr="00940241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0522C1FD" w14:textId="77777777" w:rsidR="00BB60B3" w:rsidRPr="00B73532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2178B5AB" w14:textId="77777777" w:rsidR="00BB60B3" w:rsidRPr="00940241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SOLICITO</w:t>
      </w:r>
      <w:r w:rsidR="00670193" w:rsidRPr="00940241">
        <w:rPr>
          <w:rFonts w:ascii="Arial" w:hAnsi="Arial" w:cs="Arial"/>
          <w:szCs w:val="24"/>
          <w:lang w:eastAsia="ko-KR"/>
        </w:rPr>
        <w:t>, ENTÃO,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="00574659" w:rsidRPr="00940241">
        <w:rPr>
          <w:rFonts w:ascii="Arial" w:hAnsi="Arial" w:cs="Arial"/>
          <w:szCs w:val="24"/>
          <w:lang w:eastAsia="ko-KR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940241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EDE21C9" w14:textId="77777777" w:rsidR="00BB60B3" w:rsidRPr="00940241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SERÃO </w:t>
      </w:r>
      <w:r w:rsidRPr="00940241">
        <w:rPr>
          <w:rFonts w:ascii="Arial" w:hAnsi="Arial" w:cs="Arial"/>
          <w:b/>
          <w:szCs w:val="24"/>
          <w:lang w:eastAsia="ko-KR"/>
        </w:rPr>
        <w:t>12</w:t>
      </w:r>
      <w:r w:rsidR="00BB60B3" w:rsidRPr="00940241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940241">
        <w:rPr>
          <w:rFonts w:ascii="Arial" w:hAnsi="Arial" w:cs="Arial"/>
          <w:szCs w:val="24"/>
          <w:lang w:eastAsia="ko-KR"/>
        </w:rPr>
        <w:t xml:space="preserve"> PARA CADA ORADOR.</w:t>
      </w:r>
    </w:p>
    <w:p w14:paraId="1AC2EC7F" w14:textId="77777777" w:rsidR="00A03804" w:rsidRPr="00B73532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42F77AC2" w14:textId="77777777" w:rsidR="00A03804" w:rsidRPr="00940241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CHAMO </w:t>
      </w:r>
      <w:proofErr w:type="gramStart"/>
      <w:r w:rsidRPr="00940241">
        <w:rPr>
          <w:rFonts w:ascii="Arial" w:hAnsi="Arial" w:cs="Arial"/>
          <w:szCs w:val="24"/>
          <w:lang w:eastAsia="ko-KR"/>
        </w:rPr>
        <w:t>O(</w:t>
      </w:r>
      <w:proofErr w:type="gramEnd"/>
      <w:r w:rsidRPr="00940241">
        <w:rPr>
          <w:rFonts w:ascii="Arial" w:hAnsi="Arial" w:cs="Arial"/>
          <w:szCs w:val="24"/>
          <w:lang w:eastAsia="ko-KR"/>
        </w:rPr>
        <w:t>A) VEREADOR(A) __________ PARA OCUPAR A TRIBUNA!</w:t>
      </w:r>
    </w:p>
    <w:p w14:paraId="2B2D4E47" w14:textId="77777777" w:rsidR="00BB60B3" w:rsidRPr="00C02EE8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14:paraId="0420BF8E" w14:textId="77777777" w:rsidR="00A03804" w:rsidRPr="00C02EE8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C02EE8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7761622E" w14:textId="77777777" w:rsidR="00A03804" w:rsidRPr="00940241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PRESIDENTE</w:t>
      </w:r>
      <w:r w:rsidR="00A03804" w:rsidRPr="00940241">
        <w:rPr>
          <w:rFonts w:ascii="Arial" w:hAnsi="Arial" w:cs="Arial"/>
          <w:szCs w:val="24"/>
          <w:lang w:eastAsia="ko-KR"/>
        </w:rPr>
        <w:t>, NÃO HÁ MAIS INSCRITOS PARA OS TEMAS LIVRES.</w:t>
      </w:r>
    </w:p>
    <w:p w14:paraId="6E00765E" w14:textId="77777777" w:rsidR="00642CB4" w:rsidRPr="00C02EE8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C02EE8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2C9F780" w14:textId="77777777" w:rsidR="00CE1745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HAVENDO MAIS MATÉRIA A SER TRATADA,</w:t>
      </w:r>
    </w:p>
    <w:p w14:paraId="3928AD03" w14:textId="77777777" w:rsidR="00642CB4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14:paraId="688218D0" w14:textId="77777777" w:rsidR="008D61D0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OS</w:t>
      </w:r>
      <w:r w:rsidR="0037099D" w:rsidRPr="00940241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61FEE3C3" w14:textId="77777777" w:rsidR="00642CB4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</w:t>
      </w:r>
      <w:r w:rsidR="0037099D" w:rsidRPr="00940241">
        <w:rPr>
          <w:rFonts w:ascii="Arial" w:hAnsi="Arial" w:cs="Arial"/>
          <w:szCs w:val="24"/>
          <w:lang w:eastAsia="ko-KR"/>
        </w:rPr>
        <w:t xml:space="preserve"> PÚBLICO PRESENTE NAS GALERIAS,</w:t>
      </w:r>
    </w:p>
    <w:p w14:paraId="0A74A7E1" w14:textId="77777777" w:rsidR="00642CB4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940241">
        <w:rPr>
          <w:rFonts w:ascii="Arial" w:hAnsi="Arial" w:cs="Arial"/>
          <w:szCs w:val="24"/>
          <w:lang w:eastAsia="ko-KR"/>
        </w:rPr>
        <w:t>POR FIM</w:t>
      </w:r>
      <w:r w:rsidRPr="00940241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940241">
        <w:rPr>
          <w:rFonts w:ascii="Arial" w:hAnsi="Arial" w:cs="Arial"/>
          <w:szCs w:val="24"/>
          <w:lang w:eastAsia="ko-KR"/>
        </w:rPr>
        <w:t xml:space="preserve">NOS </w:t>
      </w:r>
      <w:r w:rsidR="004C10F0" w:rsidRPr="00940241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940241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940241">
        <w:rPr>
          <w:rFonts w:ascii="Arial" w:hAnsi="Arial" w:cs="Arial"/>
          <w:szCs w:val="24"/>
          <w:lang w:eastAsia="ko-KR"/>
        </w:rPr>
        <w:t>.</w:t>
      </w:r>
    </w:p>
    <w:p w14:paraId="7B73EDBB" w14:textId="32864DE7" w:rsidR="00556D10" w:rsidRPr="005C77FE" w:rsidRDefault="00556D10" w:rsidP="00940241">
      <w:pPr>
        <w:spacing w:line="360" w:lineRule="auto"/>
        <w:ind w:left="851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77FE">
        <w:rPr>
          <w:rFonts w:ascii="Arial" w:hAnsi="Arial" w:cs="Arial"/>
          <w:color w:val="FF0000"/>
          <w:szCs w:val="24"/>
          <w:lang w:eastAsia="ko-KR"/>
        </w:rPr>
        <w:t xml:space="preserve">(ESTA É A ÚLTIMA SESSÃO ORDINÁRIA DE 2019, ENTÃO DESEJAR BOAS FESTAS </w:t>
      </w:r>
      <w:r w:rsidR="005C77FE" w:rsidRPr="005C77FE">
        <w:rPr>
          <w:rFonts w:ascii="Arial" w:hAnsi="Arial" w:cs="Arial"/>
          <w:color w:val="FF0000"/>
          <w:szCs w:val="24"/>
          <w:lang w:eastAsia="ko-KR"/>
        </w:rPr>
        <w:t>ETC.</w:t>
      </w:r>
      <w:r w:rsidRPr="005C77FE">
        <w:rPr>
          <w:rFonts w:ascii="Arial" w:hAnsi="Arial" w:cs="Arial"/>
          <w:color w:val="FF0000"/>
          <w:szCs w:val="24"/>
          <w:lang w:eastAsia="ko-KR"/>
        </w:rPr>
        <w:t xml:space="preserve"> E LEMBRAR QUE AS SESSÕES ORDINÁRIAS RETORNARÃO EM 05/02/2020)</w:t>
      </w:r>
    </w:p>
    <w:p w14:paraId="385915C4" w14:textId="33F28F65" w:rsidR="009D7D4B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E, ÀS </w:t>
      </w:r>
      <w:proofErr w:type="spellStart"/>
      <w:r w:rsidRPr="00940241">
        <w:rPr>
          <w:rFonts w:ascii="Arial" w:hAnsi="Arial" w:cs="Arial"/>
          <w:szCs w:val="24"/>
          <w:lang w:eastAsia="ko-KR"/>
        </w:rPr>
        <w:t>XXX</w:t>
      </w:r>
      <w:proofErr w:type="spellEnd"/>
      <w:r w:rsidRPr="00940241">
        <w:rPr>
          <w:rFonts w:ascii="Arial" w:hAnsi="Arial" w:cs="Arial"/>
          <w:szCs w:val="24"/>
          <w:lang w:eastAsia="ko-KR"/>
        </w:rPr>
        <w:t xml:space="preserve"> HORAS</w:t>
      </w:r>
      <w:r w:rsidR="00146C11" w:rsidRPr="00940241">
        <w:rPr>
          <w:rFonts w:ascii="Arial" w:hAnsi="Arial" w:cs="Arial"/>
          <w:szCs w:val="24"/>
          <w:lang w:eastAsia="ko-KR"/>
        </w:rPr>
        <w:t xml:space="preserve"> DO DIA </w:t>
      </w:r>
      <w:proofErr w:type="spellStart"/>
      <w:r w:rsidR="00E63B1C">
        <w:rPr>
          <w:rFonts w:ascii="Arial" w:hAnsi="Arial" w:cs="Arial"/>
          <w:szCs w:val="24"/>
          <w:lang w:eastAsia="ko-KR"/>
        </w:rPr>
        <w:t>XXX</w:t>
      </w:r>
      <w:proofErr w:type="spellEnd"/>
      <w:r w:rsidR="00E63B1C">
        <w:rPr>
          <w:rFonts w:ascii="Arial" w:hAnsi="Arial" w:cs="Arial"/>
          <w:szCs w:val="24"/>
          <w:lang w:eastAsia="ko-KR"/>
        </w:rPr>
        <w:t xml:space="preserve"> DE </w:t>
      </w:r>
      <w:proofErr w:type="gramStart"/>
      <w:r w:rsidR="00E63B1C">
        <w:rPr>
          <w:rFonts w:ascii="Arial" w:hAnsi="Arial" w:cs="Arial"/>
          <w:szCs w:val="24"/>
          <w:lang w:eastAsia="ko-KR"/>
        </w:rPr>
        <w:t>DEZEMBRO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, DECLARO ENCERRADA A </w:t>
      </w:r>
      <w:r w:rsidR="00E63B1C">
        <w:rPr>
          <w:rFonts w:ascii="Arial" w:hAnsi="Arial" w:cs="Arial"/>
          <w:szCs w:val="24"/>
          <w:lang w:eastAsia="ko-KR"/>
        </w:rPr>
        <w:t>40ª (QUADRAGÉSIMA)</w:t>
      </w:r>
      <w:r w:rsidR="00315EFC" w:rsidRPr="00940241">
        <w:rPr>
          <w:rFonts w:ascii="Arial" w:hAnsi="Arial" w:cs="Arial"/>
          <w:szCs w:val="24"/>
          <w:lang w:eastAsia="ko-KR"/>
        </w:rPr>
        <w:t xml:space="preserve"> SESSÃO</w:t>
      </w:r>
      <w:r w:rsidRPr="00940241">
        <w:rPr>
          <w:rFonts w:ascii="Arial" w:hAnsi="Arial" w:cs="Arial"/>
          <w:szCs w:val="24"/>
          <w:lang w:eastAsia="ko-KR"/>
        </w:rPr>
        <w:t xml:space="preserve"> ORDINÁRIA DA CÂMARA MUNICIPAL DE JACAREÍ,</w:t>
      </w:r>
      <w:r w:rsidR="00556D10">
        <w:rPr>
          <w:rFonts w:ascii="Arial" w:hAnsi="Arial" w:cs="Arial"/>
          <w:szCs w:val="24"/>
          <w:lang w:eastAsia="ko-KR"/>
        </w:rPr>
        <w:t xml:space="preserve"> DO</w:t>
      </w:r>
      <w:r w:rsidRPr="00940241">
        <w:rPr>
          <w:rFonts w:ascii="Arial" w:hAnsi="Arial" w:cs="Arial"/>
          <w:szCs w:val="24"/>
          <w:lang w:eastAsia="ko-KR"/>
        </w:rPr>
        <w:t xml:space="preserve"> ANO DE 201</w:t>
      </w:r>
      <w:r w:rsidR="00FD2C0F" w:rsidRPr="00940241">
        <w:rPr>
          <w:rFonts w:ascii="Arial" w:hAnsi="Arial" w:cs="Arial"/>
          <w:szCs w:val="24"/>
          <w:lang w:eastAsia="ko-KR"/>
        </w:rPr>
        <w:t>9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4CA4CE6E" w14:textId="5174C28E" w:rsidR="006E7C5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BOA </w:t>
      </w:r>
      <w:r w:rsidR="006013C9">
        <w:rPr>
          <w:rFonts w:ascii="Arial" w:hAnsi="Arial" w:cs="Arial"/>
          <w:szCs w:val="24"/>
          <w:lang w:eastAsia="ko-KR"/>
        </w:rPr>
        <w:t>NOITE</w:t>
      </w:r>
      <w:r w:rsidRPr="00940241">
        <w:rPr>
          <w:rFonts w:ascii="Arial" w:hAnsi="Arial" w:cs="Arial"/>
          <w:szCs w:val="24"/>
          <w:lang w:eastAsia="ko-KR"/>
        </w:rPr>
        <w:t xml:space="preserve"> A TODOS!</w:t>
      </w:r>
    </w:p>
    <w:p w14:paraId="07589D60" w14:textId="77777777" w:rsidR="006E7C59" w:rsidRDefault="006E7C59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6D9A32E8" w14:textId="77777777" w:rsidR="006E7C59" w:rsidRDefault="006E7C59" w:rsidP="006E7C59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2" w:name="_Ref526261847"/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No caso de votação secreta,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2"/>
    </w:p>
    <w:p w14:paraId="4F9FCF9D" w14:textId="77777777" w:rsidR="006E7C59" w:rsidRDefault="006E7C59" w:rsidP="006E7C59">
      <w:pPr>
        <w:spacing w:line="360" w:lineRule="auto"/>
        <w:ind w:left="85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CONFORMIDADE DO REGIMENTO INTERNO, PROCEDEREMOS À VOTAÇÃO SECRETA DESTE PROJETO. PEÇO QUE SEJAM DISTRIBUÍDAS AS CÉDULAS DE VOTAÇÃO.</w:t>
      </w:r>
    </w:p>
    <w:p w14:paraId="40EC9213" w14:textId="77777777" w:rsidR="006E7C59" w:rsidRDefault="006E7C59" w:rsidP="006E7C59">
      <w:pPr>
        <w:pStyle w:val="PargrafodaLista"/>
        <w:numPr>
          <w:ilvl w:val="0"/>
          <w:numId w:val="23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4EACCD26" w14:textId="77777777" w:rsidR="006E7C59" w:rsidRDefault="006E7C59" w:rsidP="006E7C59">
      <w:pPr>
        <w:spacing w:line="360" w:lineRule="auto"/>
        <w:ind w:left="85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PEÇO QUE AS CÉDULAS SEJAM RECOLHIDAS.</w:t>
      </w:r>
    </w:p>
    <w:p w14:paraId="56471A5F" w14:textId="77777777" w:rsidR="006E7C59" w:rsidRDefault="006E7C59" w:rsidP="006E7C59">
      <w:pPr>
        <w:pStyle w:val="PargrafodaLista"/>
        <w:numPr>
          <w:ilvl w:val="0"/>
          <w:numId w:val="23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resultado, revelando o nome do agraciado, caso haja aprovação, ou sem revelar o nome, no caso de rejeição.)</w:t>
      </w:r>
    </w:p>
    <w:p w14:paraId="1DE3F7B8" w14:textId="0D214CF3" w:rsidR="006E7C59" w:rsidRPr="00314489" w:rsidRDefault="006E7C59" w:rsidP="006E7C59">
      <w:pPr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o </w:t>
      </w:r>
      <w:r w:rsidRPr="00314489">
        <w:rPr>
          <w:rFonts w:ascii="Arial" w:hAnsi="Arial" w:cs="Arial"/>
          <w:caps/>
          <w:szCs w:val="24"/>
          <w:lang w:eastAsia="ko-KR"/>
        </w:rPr>
        <w:t>PRO</w:t>
      </w:r>
      <w:r>
        <w:rPr>
          <w:rFonts w:ascii="Arial" w:hAnsi="Arial" w:cs="Arial"/>
          <w:caps/>
          <w:szCs w:val="24"/>
          <w:lang w:eastAsia="ko-KR"/>
        </w:rPr>
        <w:t>JETO DE DECRETO LEGISLATIVO Nº 9</w:t>
      </w:r>
      <w:r w:rsidRPr="00314489">
        <w:rPr>
          <w:rFonts w:ascii="Arial" w:hAnsi="Arial" w:cs="Arial"/>
          <w:caps/>
          <w:szCs w:val="24"/>
          <w:lang w:eastAsia="ko-KR"/>
        </w:rPr>
        <w:t>/2019</w:t>
      </w:r>
      <w:r>
        <w:rPr>
          <w:rFonts w:ascii="Arial" w:hAnsi="Arial" w:cs="Arial"/>
          <w:caps/>
          <w:szCs w:val="24"/>
          <w:lang w:eastAsia="ko-KR"/>
        </w:rPr>
        <w:t>, que</w:t>
      </w:r>
      <w:r w:rsidR="00125A5C">
        <w:rPr>
          <w:rFonts w:ascii="Arial" w:hAnsi="Arial" w:cs="Arial"/>
          <w:caps/>
          <w:szCs w:val="24"/>
          <w:lang w:eastAsia="ko-KR"/>
        </w:rPr>
        <w:t xml:space="preserve"> </w:t>
      </w:r>
      <w:r w:rsidRPr="00314489">
        <w:rPr>
          <w:rFonts w:ascii="Arial" w:hAnsi="Arial" w:cs="Arial"/>
          <w:caps/>
          <w:szCs w:val="24"/>
          <w:lang w:eastAsia="ko-KR"/>
        </w:rPr>
        <w:t xml:space="preserve">CONCEDE TÍTULO DE CIDADÃO </w:t>
      </w:r>
      <w:r>
        <w:rPr>
          <w:rFonts w:ascii="Arial" w:hAnsi="Arial" w:cs="Arial"/>
          <w:caps/>
          <w:szCs w:val="24"/>
          <w:lang w:eastAsia="ko-KR"/>
        </w:rPr>
        <w:t>jacareiense (</w:t>
      </w:r>
      <w:r w:rsidRPr="006E7C59">
        <w:rPr>
          <w:rFonts w:ascii="Arial" w:hAnsi="Arial" w:cs="Arial"/>
          <w:caps/>
          <w:szCs w:val="24"/>
          <w:highlight w:val="yellow"/>
          <w:lang w:eastAsia="ko-KR"/>
        </w:rPr>
        <w:t>ao senhor deputado federal eduardo pedrosa cury</w:t>
      </w:r>
      <w:r w:rsidR="00E3493A">
        <w:rPr>
          <w:rFonts w:ascii="Arial" w:hAnsi="Arial" w:cs="Arial"/>
          <w:caps/>
          <w:szCs w:val="24"/>
          <w:lang w:eastAsia="ko-KR"/>
        </w:rPr>
        <w:t>)</w:t>
      </w:r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314489">
        <w:rPr>
          <w:rFonts w:ascii="Arial" w:hAnsi="Arial" w:cs="Arial"/>
          <w:color w:val="FF0000"/>
          <w:szCs w:val="24"/>
          <w:lang w:eastAsia="ko-KR"/>
        </w:rPr>
        <w:t xml:space="preserve">(*** </w:t>
      </w:r>
      <w:r>
        <w:rPr>
          <w:rFonts w:ascii="Arial" w:hAnsi="Arial" w:cs="Arial"/>
          <w:color w:val="FF0000"/>
          <w:szCs w:val="24"/>
          <w:lang w:eastAsia="ko-KR"/>
        </w:rPr>
        <w:t>R</w:t>
      </w:r>
      <w:r w:rsidRPr="00314489">
        <w:rPr>
          <w:rFonts w:ascii="Arial" w:hAnsi="Arial" w:cs="Arial"/>
          <w:color w:val="FF0000"/>
          <w:szCs w:val="24"/>
          <w:lang w:eastAsia="ko-KR"/>
        </w:rPr>
        <w:t>evelar o nome apenas se o projeto for aprovado)</w:t>
      </w:r>
      <w:r w:rsidRPr="00314489">
        <w:rPr>
          <w:rFonts w:ascii="Arial" w:hAnsi="Arial" w:cs="Arial"/>
          <w:caps/>
          <w:szCs w:val="24"/>
          <w:lang w:eastAsia="ko-KR"/>
        </w:rPr>
        <w:t>.</w:t>
      </w:r>
    </w:p>
    <w:p w14:paraId="4DA315A0" w14:textId="793348D2" w:rsidR="006E7C59" w:rsidRPr="00314489" w:rsidRDefault="006E7C59" w:rsidP="006E7C59">
      <w:pPr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de </w:t>
      </w:r>
      <w:r w:rsidRPr="00314489">
        <w:rPr>
          <w:rFonts w:ascii="Arial" w:hAnsi="Arial" w:cs="Arial"/>
          <w:caps/>
          <w:szCs w:val="24"/>
          <w:lang w:eastAsia="ko-KR"/>
        </w:rPr>
        <w:t>AUTORIA</w:t>
      </w:r>
      <w:r w:rsidR="00E3493A">
        <w:rPr>
          <w:rFonts w:ascii="Arial" w:hAnsi="Arial" w:cs="Arial"/>
          <w:caps/>
          <w:szCs w:val="24"/>
          <w:lang w:eastAsia="ko-KR"/>
        </w:rPr>
        <w:t xml:space="preserve"> da</w:t>
      </w:r>
      <w:r w:rsidRPr="00314489">
        <w:rPr>
          <w:rFonts w:ascii="Arial" w:hAnsi="Arial" w:cs="Arial"/>
          <w:caps/>
          <w:szCs w:val="24"/>
          <w:lang w:eastAsia="ko-KR"/>
        </w:rPr>
        <w:t xml:space="preserve"> VEREADOR</w:t>
      </w:r>
      <w:r w:rsidR="00E3493A">
        <w:rPr>
          <w:rFonts w:ascii="Arial" w:hAnsi="Arial" w:cs="Arial"/>
          <w:caps/>
          <w:szCs w:val="24"/>
          <w:lang w:eastAsia="ko-KR"/>
        </w:rPr>
        <w:t>a</w:t>
      </w:r>
      <w:r w:rsidRPr="00314489">
        <w:rPr>
          <w:rFonts w:ascii="Arial" w:hAnsi="Arial" w:cs="Arial"/>
          <w:caps/>
          <w:szCs w:val="24"/>
          <w:lang w:eastAsia="ko-KR"/>
        </w:rPr>
        <w:t xml:space="preserve"> </w:t>
      </w:r>
      <w:r w:rsidR="00E3493A">
        <w:rPr>
          <w:rFonts w:ascii="Arial" w:hAnsi="Arial" w:cs="Arial"/>
          <w:caps/>
          <w:szCs w:val="24"/>
          <w:lang w:eastAsia="ko-KR"/>
        </w:rPr>
        <w:t>lucimar ponciano</w:t>
      </w:r>
      <w:r w:rsidRPr="00314489">
        <w:rPr>
          <w:rFonts w:ascii="Arial" w:hAnsi="Arial" w:cs="Arial"/>
          <w:caps/>
          <w:szCs w:val="24"/>
          <w:lang w:eastAsia="ko-KR"/>
        </w:rPr>
        <w:t>.</w:t>
      </w:r>
    </w:p>
    <w:p w14:paraId="2E4CC029" w14:textId="3F7D8811" w:rsidR="002932DD" w:rsidRDefault="006E7C59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FOI (APROVADO/REJEITADO), POR (X) VOTOS </w:t>
      </w:r>
      <w:r>
        <w:rPr>
          <w:rFonts w:ascii="Arial" w:hAnsi="Arial" w:cs="Arial"/>
          <w:szCs w:val="24"/>
          <w:lang w:eastAsia="ko-KR"/>
        </w:rPr>
        <w:t>FAVORÁVEIS</w:t>
      </w:r>
      <w:r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sectPr w:rsidR="002932DD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8C94E" w14:textId="77777777" w:rsidR="00C81140" w:rsidRDefault="00C81140">
      <w:r>
        <w:separator/>
      </w:r>
    </w:p>
  </w:endnote>
  <w:endnote w:type="continuationSeparator" w:id="0">
    <w:p w14:paraId="780F8C45" w14:textId="77777777" w:rsidR="00C81140" w:rsidRDefault="00C8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528B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0FCF5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9B37B" w14:textId="77777777" w:rsidR="00C81140" w:rsidRDefault="00C81140">
      <w:r>
        <w:separator/>
      </w:r>
    </w:p>
  </w:footnote>
  <w:footnote w:type="continuationSeparator" w:id="0">
    <w:p w14:paraId="43AB583F" w14:textId="77777777" w:rsidR="00C81140" w:rsidRDefault="00C81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97A7C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C75444" wp14:editId="02F87A18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52865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13EB95FE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642E" w14:textId="77777777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C75444" id="Grupo 16" o:spid="_x0000_s1026" style="position:absolute;left:0;text-align:left;margin-left:26pt;margin-top:-6.25pt;width:480.85pt;height:56.6pt;z-index:25166336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F052865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13EB95FE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226642E" w14:textId="77777777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CECAD2F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EBC9826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425CCDC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930F2DB" w14:textId="4EBE59FE"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840235">
      <w:rPr>
        <w:rFonts w:ascii="Arial" w:hAnsi="Arial" w:cs="Arial"/>
        <w:b/>
        <w:sz w:val="20"/>
        <w:u w:val="single"/>
      </w:rPr>
      <w:t>40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840235">
      <w:rPr>
        <w:rFonts w:ascii="Arial" w:hAnsi="Arial" w:cs="Arial"/>
        <w:b/>
        <w:sz w:val="20"/>
        <w:u w:val="single"/>
      </w:rPr>
      <w:t>11</w:t>
    </w:r>
    <w:r w:rsidR="00ED4769">
      <w:rPr>
        <w:rFonts w:ascii="Arial" w:hAnsi="Arial" w:cs="Arial"/>
        <w:b/>
        <w:sz w:val="20"/>
        <w:u w:val="single"/>
      </w:rPr>
      <w:t>/12</w:t>
    </w:r>
    <w:r w:rsidR="00472765">
      <w:rPr>
        <w:rFonts w:ascii="Arial" w:hAnsi="Arial" w:cs="Arial"/>
        <w:b/>
        <w:sz w:val="20"/>
        <w:u w:val="single"/>
      </w:rPr>
      <w:t>/2019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2C0ED2">
      <w:rPr>
        <w:rFonts w:ascii="Arial" w:hAnsi="Arial" w:cs="Arial"/>
        <w:b/>
        <w:noProof/>
        <w:sz w:val="20"/>
        <w:u w:val="single"/>
      </w:rPr>
      <w:t>9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BF4EF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70967B" wp14:editId="2749A32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3EB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53C6C1D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67A6" w14:textId="77777777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0967B" id="Grupo 15" o:spid="_x0000_s1030" style="position:absolute;left:0;text-align:left;margin-left:21.85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3523EB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53C6C1D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076C67A6" w14:textId="77777777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55405601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203054C2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9305BA2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4F3848C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275EA"/>
    <w:multiLevelType w:val="hybridMultilevel"/>
    <w:tmpl w:val="E85A5430"/>
    <w:lvl w:ilvl="0" w:tplc="AE22E1F0">
      <w:start w:val="1"/>
      <w:numFmt w:val="upperRoman"/>
      <w:lvlText w:val="%1.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575860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52EB"/>
    <w:multiLevelType w:val="hybridMultilevel"/>
    <w:tmpl w:val="887EE74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8"/>
  </w:num>
  <w:num w:numId="8">
    <w:abstractNumId w:val="22"/>
  </w:num>
  <w:num w:numId="9">
    <w:abstractNumId w:val="5"/>
  </w:num>
  <w:num w:numId="10">
    <w:abstractNumId w:val="21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2"/>
  </w:num>
  <w:num w:numId="19">
    <w:abstractNumId w:val="1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19"/>
  </w:num>
  <w:num w:numId="26">
    <w:abstractNumId w:val="20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139E"/>
    <w:rsid w:val="000015E2"/>
    <w:rsid w:val="000027DA"/>
    <w:rsid w:val="00003323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77C7D"/>
    <w:rsid w:val="00080B06"/>
    <w:rsid w:val="00080FFC"/>
    <w:rsid w:val="0008291A"/>
    <w:rsid w:val="00083D94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7C74"/>
    <w:rsid w:val="000A01F0"/>
    <w:rsid w:val="000A0864"/>
    <w:rsid w:val="000A0A59"/>
    <w:rsid w:val="000A741B"/>
    <w:rsid w:val="000B0649"/>
    <w:rsid w:val="000B1514"/>
    <w:rsid w:val="000B2649"/>
    <w:rsid w:val="000B3E68"/>
    <w:rsid w:val="000B47BA"/>
    <w:rsid w:val="000B5E80"/>
    <w:rsid w:val="000C029B"/>
    <w:rsid w:val="000C0BEF"/>
    <w:rsid w:val="000C197C"/>
    <w:rsid w:val="000D47B0"/>
    <w:rsid w:val="000D7B7C"/>
    <w:rsid w:val="000E0826"/>
    <w:rsid w:val="000E2A45"/>
    <w:rsid w:val="000E7760"/>
    <w:rsid w:val="000F27FA"/>
    <w:rsid w:val="000F4AD7"/>
    <w:rsid w:val="000F554B"/>
    <w:rsid w:val="000F63F2"/>
    <w:rsid w:val="000F66BB"/>
    <w:rsid w:val="00100392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4192"/>
    <w:rsid w:val="00125123"/>
    <w:rsid w:val="00125A5C"/>
    <w:rsid w:val="00126440"/>
    <w:rsid w:val="00126E6F"/>
    <w:rsid w:val="0013216C"/>
    <w:rsid w:val="00132BF9"/>
    <w:rsid w:val="001347B0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1CD2"/>
    <w:rsid w:val="001825AC"/>
    <w:rsid w:val="00183588"/>
    <w:rsid w:val="001858E8"/>
    <w:rsid w:val="001906AF"/>
    <w:rsid w:val="00193B0D"/>
    <w:rsid w:val="00194F3E"/>
    <w:rsid w:val="00197B42"/>
    <w:rsid w:val="001A0C70"/>
    <w:rsid w:val="001A32AD"/>
    <w:rsid w:val="001A32DA"/>
    <w:rsid w:val="001A4310"/>
    <w:rsid w:val="001A7F32"/>
    <w:rsid w:val="001B02E1"/>
    <w:rsid w:val="001B1AF1"/>
    <w:rsid w:val="001B1C41"/>
    <w:rsid w:val="001B40FC"/>
    <w:rsid w:val="001B7BD6"/>
    <w:rsid w:val="001C1E94"/>
    <w:rsid w:val="001C36DF"/>
    <w:rsid w:val="001C37F1"/>
    <w:rsid w:val="001C3D4B"/>
    <w:rsid w:val="001C48AC"/>
    <w:rsid w:val="001C4DDB"/>
    <w:rsid w:val="001C629D"/>
    <w:rsid w:val="001C6B1D"/>
    <w:rsid w:val="001D16AC"/>
    <w:rsid w:val="001D368A"/>
    <w:rsid w:val="001D3BF6"/>
    <w:rsid w:val="001D51A3"/>
    <w:rsid w:val="001D63D6"/>
    <w:rsid w:val="001E1747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24F8"/>
    <w:rsid w:val="002033DA"/>
    <w:rsid w:val="00204155"/>
    <w:rsid w:val="00204BAB"/>
    <w:rsid w:val="00204C32"/>
    <w:rsid w:val="00204ED7"/>
    <w:rsid w:val="002057E5"/>
    <w:rsid w:val="0020584A"/>
    <w:rsid w:val="0020586B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8AE"/>
    <w:rsid w:val="00276BEC"/>
    <w:rsid w:val="0028005D"/>
    <w:rsid w:val="00280F8B"/>
    <w:rsid w:val="00286C80"/>
    <w:rsid w:val="00287284"/>
    <w:rsid w:val="00290F6F"/>
    <w:rsid w:val="00291137"/>
    <w:rsid w:val="00291C78"/>
    <w:rsid w:val="0029257A"/>
    <w:rsid w:val="002932DD"/>
    <w:rsid w:val="0029478F"/>
    <w:rsid w:val="00296934"/>
    <w:rsid w:val="002A0ED1"/>
    <w:rsid w:val="002A15D9"/>
    <w:rsid w:val="002A7434"/>
    <w:rsid w:val="002B0FB2"/>
    <w:rsid w:val="002B12DA"/>
    <w:rsid w:val="002B5365"/>
    <w:rsid w:val="002B5E17"/>
    <w:rsid w:val="002C046E"/>
    <w:rsid w:val="002C05C7"/>
    <w:rsid w:val="002C0ED2"/>
    <w:rsid w:val="002C29C5"/>
    <w:rsid w:val="002C4106"/>
    <w:rsid w:val="002C44B5"/>
    <w:rsid w:val="002C4B2B"/>
    <w:rsid w:val="002C4F8E"/>
    <w:rsid w:val="002C5CE0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E69C7"/>
    <w:rsid w:val="002E7CE7"/>
    <w:rsid w:val="002F02DB"/>
    <w:rsid w:val="002F0529"/>
    <w:rsid w:val="002F0DED"/>
    <w:rsid w:val="002F0E3B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57AB"/>
    <w:rsid w:val="00326C23"/>
    <w:rsid w:val="0033006C"/>
    <w:rsid w:val="00330A3B"/>
    <w:rsid w:val="00330A6C"/>
    <w:rsid w:val="00331A27"/>
    <w:rsid w:val="00334549"/>
    <w:rsid w:val="00337040"/>
    <w:rsid w:val="003370A9"/>
    <w:rsid w:val="0034018C"/>
    <w:rsid w:val="00340832"/>
    <w:rsid w:val="003429BA"/>
    <w:rsid w:val="0034330D"/>
    <w:rsid w:val="00345B5A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681E"/>
    <w:rsid w:val="00376BF5"/>
    <w:rsid w:val="003818EB"/>
    <w:rsid w:val="003820CE"/>
    <w:rsid w:val="00382862"/>
    <w:rsid w:val="00385753"/>
    <w:rsid w:val="00385CDA"/>
    <w:rsid w:val="00386862"/>
    <w:rsid w:val="0038712B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7E"/>
    <w:rsid w:val="003D00ED"/>
    <w:rsid w:val="003D084F"/>
    <w:rsid w:val="003D1655"/>
    <w:rsid w:val="003D3AEB"/>
    <w:rsid w:val="003D6CE2"/>
    <w:rsid w:val="003D7032"/>
    <w:rsid w:val="003E0B2A"/>
    <w:rsid w:val="003E1882"/>
    <w:rsid w:val="003E2A93"/>
    <w:rsid w:val="003E3191"/>
    <w:rsid w:val="003E31FB"/>
    <w:rsid w:val="003E3422"/>
    <w:rsid w:val="003E3AB2"/>
    <w:rsid w:val="003E480C"/>
    <w:rsid w:val="003E574C"/>
    <w:rsid w:val="003E6EA4"/>
    <w:rsid w:val="003F0CF8"/>
    <w:rsid w:val="003F4F5C"/>
    <w:rsid w:val="0040078C"/>
    <w:rsid w:val="00400A6B"/>
    <w:rsid w:val="0040486B"/>
    <w:rsid w:val="00412795"/>
    <w:rsid w:val="00422062"/>
    <w:rsid w:val="00423E01"/>
    <w:rsid w:val="00430B67"/>
    <w:rsid w:val="004336B0"/>
    <w:rsid w:val="00435CA2"/>
    <w:rsid w:val="0043618B"/>
    <w:rsid w:val="0043626A"/>
    <w:rsid w:val="00437E21"/>
    <w:rsid w:val="00440831"/>
    <w:rsid w:val="0044510E"/>
    <w:rsid w:val="0045032F"/>
    <w:rsid w:val="00451E48"/>
    <w:rsid w:val="00451F84"/>
    <w:rsid w:val="0045308F"/>
    <w:rsid w:val="00454CCE"/>
    <w:rsid w:val="00454D4A"/>
    <w:rsid w:val="00456480"/>
    <w:rsid w:val="00460E9E"/>
    <w:rsid w:val="00463BCC"/>
    <w:rsid w:val="00464459"/>
    <w:rsid w:val="004669CE"/>
    <w:rsid w:val="00467371"/>
    <w:rsid w:val="00472765"/>
    <w:rsid w:val="004767DD"/>
    <w:rsid w:val="004779D0"/>
    <w:rsid w:val="00481DDE"/>
    <w:rsid w:val="00481FB6"/>
    <w:rsid w:val="0048559E"/>
    <w:rsid w:val="00487D64"/>
    <w:rsid w:val="00491C9A"/>
    <w:rsid w:val="00493115"/>
    <w:rsid w:val="00493139"/>
    <w:rsid w:val="00497CDC"/>
    <w:rsid w:val="004A53F0"/>
    <w:rsid w:val="004B16DD"/>
    <w:rsid w:val="004B5392"/>
    <w:rsid w:val="004C10F0"/>
    <w:rsid w:val="004C56E8"/>
    <w:rsid w:val="004C6432"/>
    <w:rsid w:val="004C78B5"/>
    <w:rsid w:val="004D4627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FD1"/>
    <w:rsid w:val="00503E8F"/>
    <w:rsid w:val="00505FD8"/>
    <w:rsid w:val="00506067"/>
    <w:rsid w:val="00507804"/>
    <w:rsid w:val="0051065A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AF7"/>
    <w:rsid w:val="0055444E"/>
    <w:rsid w:val="00556D10"/>
    <w:rsid w:val="00564319"/>
    <w:rsid w:val="0056433F"/>
    <w:rsid w:val="00564368"/>
    <w:rsid w:val="00564C7C"/>
    <w:rsid w:val="00574659"/>
    <w:rsid w:val="00574749"/>
    <w:rsid w:val="005754CE"/>
    <w:rsid w:val="00577FB3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C77FE"/>
    <w:rsid w:val="005D1FF6"/>
    <w:rsid w:val="005D24C4"/>
    <w:rsid w:val="005D29D6"/>
    <w:rsid w:val="005D33DC"/>
    <w:rsid w:val="005D6A4A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6A3B"/>
    <w:rsid w:val="005F6F2D"/>
    <w:rsid w:val="006013C9"/>
    <w:rsid w:val="00602055"/>
    <w:rsid w:val="00604617"/>
    <w:rsid w:val="00607948"/>
    <w:rsid w:val="00612D2F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8CC"/>
    <w:rsid w:val="00627335"/>
    <w:rsid w:val="006273E7"/>
    <w:rsid w:val="006310F4"/>
    <w:rsid w:val="00631412"/>
    <w:rsid w:val="00631F3C"/>
    <w:rsid w:val="00634AA9"/>
    <w:rsid w:val="00635754"/>
    <w:rsid w:val="006426AE"/>
    <w:rsid w:val="00642CB4"/>
    <w:rsid w:val="00646227"/>
    <w:rsid w:val="00653954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33BC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5BDA"/>
    <w:rsid w:val="006D6B60"/>
    <w:rsid w:val="006D6F7D"/>
    <w:rsid w:val="006D78E8"/>
    <w:rsid w:val="006D7A14"/>
    <w:rsid w:val="006E157A"/>
    <w:rsid w:val="006E1AF9"/>
    <w:rsid w:val="006E75B5"/>
    <w:rsid w:val="006E7C59"/>
    <w:rsid w:val="006E7E66"/>
    <w:rsid w:val="006F002B"/>
    <w:rsid w:val="006F10BA"/>
    <w:rsid w:val="006F3D0F"/>
    <w:rsid w:val="006F412A"/>
    <w:rsid w:val="006F5D85"/>
    <w:rsid w:val="006F75B5"/>
    <w:rsid w:val="006F7685"/>
    <w:rsid w:val="00700E67"/>
    <w:rsid w:val="00701B7C"/>
    <w:rsid w:val="00701DFF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17F79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291E"/>
    <w:rsid w:val="00744004"/>
    <w:rsid w:val="007461FD"/>
    <w:rsid w:val="00754385"/>
    <w:rsid w:val="007613D4"/>
    <w:rsid w:val="00772FA1"/>
    <w:rsid w:val="00774004"/>
    <w:rsid w:val="007756B1"/>
    <w:rsid w:val="00775A1B"/>
    <w:rsid w:val="00776CD2"/>
    <w:rsid w:val="0077717D"/>
    <w:rsid w:val="007811D2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36F4"/>
    <w:rsid w:val="007B61BF"/>
    <w:rsid w:val="007C0E8C"/>
    <w:rsid w:val="007C1F71"/>
    <w:rsid w:val="007C3F68"/>
    <w:rsid w:val="007C44B2"/>
    <w:rsid w:val="007C4DC1"/>
    <w:rsid w:val="007C4F83"/>
    <w:rsid w:val="007C50AD"/>
    <w:rsid w:val="007C61A4"/>
    <w:rsid w:val="007D3E31"/>
    <w:rsid w:val="007D7BD6"/>
    <w:rsid w:val="007E7F8F"/>
    <w:rsid w:val="007F1836"/>
    <w:rsid w:val="007F44BA"/>
    <w:rsid w:val="007F48AE"/>
    <w:rsid w:val="007F5D6A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12D2"/>
    <w:rsid w:val="00823F91"/>
    <w:rsid w:val="00824DAA"/>
    <w:rsid w:val="008256C8"/>
    <w:rsid w:val="0082649C"/>
    <w:rsid w:val="0082660F"/>
    <w:rsid w:val="008328DD"/>
    <w:rsid w:val="00834646"/>
    <w:rsid w:val="00836C42"/>
    <w:rsid w:val="00836FB2"/>
    <w:rsid w:val="00837321"/>
    <w:rsid w:val="00840235"/>
    <w:rsid w:val="00841EBA"/>
    <w:rsid w:val="00842127"/>
    <w:rsid w:val="00842FDE"/>
    <w:rsid w:val="00843BC6"/>
    <w:rsid w:val="00850C2F"/>
    <w:rsid w:val="00852719"/>
    <w:rsid w:val="00853030"/>
    <w:rsid w:val="008603E4"/>
    <w:rsid w:val="00861833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6949"/>
    <w:rsid w:val="0089785C"/>
    <w:rsid w:val="00897B30"/>
    <w:rsid w:val="008A0BF8"/>
    <w:rsid w:val="008A0EB2"/>
    <w:rsid w:val="008A4E5B"/>
    <w:rsid w:val="008A543E"/>
    <w:rsid w:val="008B012B"/>
    <w:rsid w:val="008B13D6"/>
    <w:rsid w:val="008B1DB2"/>
    <w:rsid w:val="008B313E"/>
    <w:rsid w:val="008B559D"/>
    <w:rsid w:val="008B5E79"/>
    <w:rsid w:val="008C3C88"/>
    <w:rsid w:val="008D0AF3"/>
    <w:rsid w:val="008D606C"/>
    <w:rsid w:val="008D61D0"/>
    <w:rsid w:val="008D65AB"/>
    <w:rsid w:val="008E0610"/>
    <w:rsid w:val="008E67C5"/>
    <w:rsid w:val="008E724D"/>
    <w:rsid w:val="008F05B6"/>
    <w:rsid w:val="008F2690"/>
    <w:rsid w:val="00900037"/>
    <w:rsid w:val="0090156C"/>
    <w:rsid w:val="009018B6"/>
    <w:rsid w:val="009020B5"/>
    <w:rsid w:val="0090437C"/>
    <w:rsid w:val="00906EED"/>
    <w:rsid w:val="00907BC6"/>
    <w:rsid w:val="00907C98"/>
    <w:rsid w:val="00913797"/>
    <w:rsid w:val="00921D43"/>
    <w:rsid w:val="00930F08"/>
    <w:rsid w:val="00931430"/>
    <w:rsid w:val="00932660"/>
    <w:rsid w:val="00934B61"/>
    <w:rsid w:val="00935376"/>
    <w:rsid w:val="00935B74"/>
    <w:rsid w:val="00935CDE"/>
    <w:rsid w:val="00940241"/>
    <w:rsid w:val="00942101"/>
    <w:rsid w:val="00943607"/>
    <w:rsid w:val="00943ADB"/>
    <w:rsid w:val="00946FC1"/>
    <w:rsid w:val="009474DD"/>
    <w:rsid w:val="009477A0"/>
    <w:rsid w:val="0095500B"/>
    <w:rsid w:val="0096018D"/>
    <w:rsid w:val="00961248"/>
    <w:rsid w:val="0096572A"/>
    <w:rsid w:val="00967B79"/>
    <w:rsid w:val="009765D0"/>
    <w:rsid w:val="009768E6"/>
    <w:rsid w:val="0098181C"/>
    <w:rsid w:val="00981C18"/>
    <w:rsid w:val="00982765"/>
    <w:rsid w:val="009847DC"/>
    <w:rsid w:val="009857BF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5A95"/>
    <w:rsid w:val="009B6332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7A7"/>
    <w:rsid w:val="00A14AB5"/>
    <w:rsid w:val="00A17CA7"/>
    <w:rsid w:val="00A17D7D"/>
    <w:rsid w:val="00A207B1"/>
    <w:rsid w:val="00A23F3D"/>
    <w:rsid w:val="00A2439D"/>
    <w:rsid w:val="00A248AC"/>
    <w:rsid w:val="00A25194"/>
    <w:rsid w:val="00A30354"/>
    <w:rsid w:val="00A336FF"/>
    <w:rsid w:val="00A37842"/>
    <w:rsid w:val="00A37F47"/>
    <w:rsid w:val="00A4159F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F20"/>
    <w:rsid w:val="00A56D55"/>
    <w:rsid w:val="00A572DB"/>
    <w:rsid w:val="00A600CF"/>
    <w:rsid w:val="00A60EA5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3A5"/>
    <w:rsid w:val="00B36B39"/>
    <w:rsid w:val="00B4439C"/>
    <w:rsid w:val="00B47947"/>
    <w:rsid w:val="00B518DF"/>
    <w:rsid w:val="00B5356A"/>
    <w:rsid w:val="00B53CEB"/>
    <w:rsid w:val="00B53DFA"/>
    <w:rsid w:val="00B55438"/>
    <w:rsid w:val="00B55F73"/>
    <w:rsid w:val="00B57C81"/>
    <w:rsid w:val="00B57F38"/>
    <w:rsid w:val="00B62022"/>
    <w:rsid w:val="00B626FD"/>
    <w:rsid w:val="00B63C97"/>
    <w:rsid w:val="00B645DA"/>
    <w:rsid w:val="00B65970"/>
    <w:rsid w:val="00B65C6A"/>
    <w:rsid w:val="00B66459"/>
    <w:rsid w:val="00B666FA"/>
    <w:rsid w:val="00B66CBE"/>
    <w:rsid w:val="00B716AE"/>
    <w:rsid w:val="00B71C88"/>
    <w:rsid w:val="00B73532"/>
    <w:rsid w:val="00B73F1D"/>
    <w:rsid w:val="00B75435"/>
    <w:rsid w:val="00B823CA"/>
    <w:rsid w:val="00B85388"/>
    <w:rsid w:val="00B87BAE"/>
    <w:rsid w:val="00B87D7C"/>
    <w:rsid w:val="00B90A7B"/>
    <w:rsid w:val="00B92E47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295C"/>
    <w:rsid w:val="00BC5217"/>
    <w:rsid w:val="00BC7B49"/>
    <w:rsid w:val="00BD1BAA"/>
    <w:rsid w:val="00BD3C47"/>
    <w:rsid w:val="00BD401E"/>
    <w:rsid w:val="00BD533C"/>
    <w:rsid w:val="00BD5416"/>
    <w:rsid w:val="00BE138C"/>
    <w:rsid w:val="00BE5A42"/>
    <w:rsid w:val="00BF05EC"/>
    <w:rsid w:val="00BF1821"/>
    <w:rsid w:val="00BF3879"/>
    <w:rsid w:val="00BF7C01"/>
    <w:rsid w:val="00C0069B"/>
    <w:rsid w:val="00C008B9"/>
    <w:rsid w:val="00C01505"/>
    <w:rsid w:val="00C02EE8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C91"/>
    <w:rsid w:val="00C51149"/>
    <w:rsid w:val="00C51C40"/>
    <w:rsid w:val="00C523F8"/>
    <w:rsid w:val="00C52C08"/>
    <w:rsid w:val="00C53367"/>
    <w:rsid w:val="00C5459E"/>
    <w:rsid w:val="00C54FDB"/>
    <w:rsid w:val="00C5531B"/>
    <w:rsid w:val="00C602BC"/>
    <w:rsid w:val="00C60FC4"/>
    <w:rsid w:val="00C623F9"/>
    <w:rsid w:val="00C77B38"/>
    <w:rsid w:val="00C81140"/>
    <w:rsid w:val="00C8435A"/>
    <w:rsid w:val="00C85746"/>
    <w:rsid w:val="00C869DB"/>
    <w:rsid w:val="00C9139F"/>
    <w:rsid w:val="00C9225D"/>
    <w:rsid w:val="00C94099"/>
    <w:rsid w:val="00C9513D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7B39"/>
    <w:rsid w:val="00CC0E67"/>
    <w:rsid w:val="00CC29EC"/>
    <w:rsid w:val="00CC2A7A"/>
    <w:rsid w:val="00CC374C"/>
    <w:rsid w:val="00CC474F"/>
    <w:rsid w:val="00CC4762"/>
    <w:rsid w:val="00CC69FD"/>
    <w:rsid w:val="00CE15D4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2DF8"/>
    <w:rsid w:val="00D14EB1"/>
    <w:rsid w:val="00D156C0"/>
    <w:rsid w:val="00D15B00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5FFF"/>
    <w:rsid w:val="00D66A08"/>
    <w:rsid w:val="00D7133C"/>
    <w:rsid w:val="00D7169B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518F"/>
    <w:rsid w:val="00DB7B95"/>
    <w:rsid w:val="00DC16EC"/>
    <w:rsid w:val="00DC2C50"/>
    <w:rsid w:val="00DD09E0"/>
    <w:rsid w:val="00DD09F9"/>
    <w:rsid w:val="00DD1596"/>
    <w:rsid w:val="00DD200D"/>
    <w:rsid w:val="00DD2442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3022D"/>
    <w:rsid w:val="00E30D36"/>
    <w:rsid w:val="00E32572"/>
    <w:rsid w:val="00E33B30"/>
    <w:rsid w:val="00E3493A"/>
    <w:rsid w:val="00E35931"/>
    <w:rsid w:val="00E36457"/>
    <w:rsid w:val="00E41261"/>
    <w:rsid w:val="00E46903"/>
    <w:rsid w:val="00E46C5B"/>
    <w:rsid w:val="00E5025F"/>
    <w:rsid w:val="00E53063"/>
    <w:rsid w:val="00E56115"/>
    <w:rsid w:val="00E603C2"/>
    <w:rsid w:val="00E62DB4"/>
    <w:rsid w:val="00E63B1C"/>
    <w:rsid w:val="00E63DFA"/>
    <w:rsid w:val="00E64CC5"/>
    <w:rsid w:val="00E65B84"/>
    <w:rsid w:val="00E66884"/>
    <w:rsid w:val="00E66F1E"/>
    <w:rsid w:val="00E71E81"/>
    <w:rsid w:val="00E76A02"/>
    <w:rsid w:val="00E80DC4"/>
    <w:rsid w:val="00E82D66"/>
    <w:rsid w:val="00E86C30"/>
    <w:rsid w:val="00E90C30"/>
    <w:rsid w:val="00E91990"/>
    <w:rsid w:val="00E91C42"/>
    <w:rsid w:val="00E944F8"/>
    <w:rsid w:val="00E94C86"/>
    <w:rsid w:val="00E97887"/>
    <w:rsid w:val="00EA159D"/>
    <w:rsid w:val="00EA59B3"/>
    <w:rsid w:val="00EA6952"/>
    <w:rsid w:val="00EA726F"/>
    <w:rsid w:val="00EA7910"/>
    <w:rsid w:val="00EB1188"/>
    <w:rsid w:val="00EB1A8A"/>
    <w:rsid w:val="00EB5391"/>
    <w:rsid w:val="00EB57D4"/>
    <w:rsid w:val="00EB6516"/>
    <w:rsid w:val="00EC1B84"/>
    <w:rsid w:val="00EC5CF3"/>
    <w:rsid w:val="00ED03D3"/>
    <w:rsid w:val="00ED0DB4"/>
    <w:rsid w:val="00ED2065"/>
    <w:rsid w:val="00ED4769"/>
    <w:rsid w:val="00ED7922"/>
    <w:rsid w:val="00EE7D9F"/>
    <w:rsid w:val="00EF1C45"/>
    <w:rsid w:val="00EF5EB1"/>
    <w:rsid w:val="00EF6553"/>
    <w:rsid w:val="00EF6C3C"/>
    <w:rsid w:val="00F02802"/>
    <w:rsid w:val="00F10A87"/>
    <w:rsid w:val="00F10B77"/>
    <w:rsid w:val="00F113AE"/>
    <w:rsid w:val="00F117D6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5B02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122A"/>
    <w:rsid w:val="00FD1652"/>
    <w:rsid w:val="00FD2C0F"/>
    <w:rsid w:val="00FD548E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BD5ED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CD0B3-0831-49E0-8430-1B1D3C31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87</TotalTime>
  <Pages>9</Pages>
  <Words>1627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24</cp:revision>
  <cp:lastPrinted>2019-12-03T19:24:00Z</cp:lastPrinted>
  <dcterms:created xsi:type="dcterms:W3CDTF">2019-12-03T18:12:00Z</dcterms:created>
  <dcterms:modified xsi:type="dcterms:W3CDTF">2019-12-11T16:17:00Z</dcterms:modified>
</cp:coreProperties>
</file>