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5264">
        <w:rPr>
          <w:rFonts w:ascii="Arial" w:hAnsi="Arial" w:cs="Arial"/>
          <w:b/>
          <w:caps/>
          <w:sz w:val="28"/>
          <w:szCs w:val="28"/>
        </w:rPr>
        <w:t>693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A526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5264">
              <w:rPr>
                <w:rFonts w:ascii="Arial" w:hAnsi="Arial" w:cs="Arial"/>
                <w:sz w:val="20"/>
                <w:szCs w:val="20"/>
              </w:rPr>
              <w:t>Solicita a construção de faixas elevadas para a travessia de pedestres na Praça Charles Gates, defronte do Supermercado Tenda Atacado e na região do início da Rodovia Geraldo Scavone.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4A5264" w:rsidRPr="004A5264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4A5264">
        <w:rPr>
          <w:rFonts w:ascii="Arial" w:hAnsi="Arial" w:cs="Arial"/>
        </w:rPr>
        <w:t>à</w:t>
      </w:r>
      <w:r w:rsidR="004A5264" w:rsidRPr="004A5264">
        <w:rPr>
          <w:rFonts w:ascii="Arial" w:hAnsi="Arial" w:cs="Arial"/>
        </w:rPr>
        <w:t xml:space="preserve"> construção de faixas elevadas para a travessia de pedestres na Praça Charles Gates, defronte do Supermercado Tenda Atacado e na região do início da Rodovia Geraldo Scavone.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A526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A5264">
        <w:rPr>
          <w:rFonts w:ascii="Arial" w:hAnsi="Arial" w:cs="Arial"/>
        </w:rPr>
        <w:t>21 de março de 2018.</w:t>
      </w:r>
    </w:p>
    <w:p w:rsidR="004A5264" w:rsidRDefault="004A526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5264" w:rsidRDefault="004A526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5264" w:rsidRDefault="004A526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5264" w:rsidRPr="00A34F2C" w:rsidRDefault="004A5264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A5264" w:rsidRDefault="004A5264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4A5264" w:rsidRPr="00A34F2C" w:rsidRDefault="004A5264" w:rsidP="00301FE7">
      <w:pPr>
        <w:jc w:val="center"/>
        <w:rPr>
          <w:rFonts w:ascii="Arial" w:hAnsi="Arial" w:cs="Arial"/>
        </w:rPr>
      </w:pPr>
    </w:p>
    <w:sectPr w:rsidR="004A526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F9" w:rsidRDefault="00AE37F9">
      <w:r>
        <w:separator/>
      </w:r>
    </w:p>
  </w:endnote>
  <w:endnote w:type="continuationSeparator" w:id="0">
    <w:p w:rsidR="00AE37F9" w:rsidRDefault="00A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F9" w:rsidRDefault="00AE37F9">
      <w:r>
        <w:separator/>
      </w:r>
    </w:p>
  </w:footnote>
  <w:footnote w:type="continuationSeparator" w:id="0">
    <w:p w:rsidR="00AE37F9" w:rsidRDefault="00AE3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E2E6F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75F3"/>
    <w:rsid w:val="00412795"/>
    <w:rsid w:val="0043610D"/>
    <w:rsid w:val="00487D64"/>
    <w:rsid w:val="00493115"/>
    <w:rsid w:val="004A5264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37F9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AE5C-7F1D-42E0-B4AC-F4B8BD0D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2018-03-19T18:50:00Z</cp:lastPrinted>
  <dcterms:created xsi:type="dcterms:W3CDTF">2018-03-19T18:33:00Z</dcterms:created>
  <dcterms:modified xsi:type="dcterms:W3CDTF">2018-03-19T18:50:00Z</dcterms:modified>
</cp:coreProperties>
</file>