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222515" w14:textId="454A2786" w:rsidR="001B4DAC" w:rsidRPr="00F17248" w:rsidRDefault="001B4DAC" w:rsidP="003E7222">
      <w:pPr>
        <w:numPr>
          <w:ilvl w:val="0"/>
          <w:numId w:val="20"/>
        </w:numPr>
        <w:spacing w:line="312" w:lineRule="auto"/>
        <w:ind w:left="426" w:hanging="426"/>
        <w:jc w:val="both"/>
        <w:rPr>
          <w:rFonts w:ascii="Arial" w:hAnsi="Arial" w:cs="Arial"/>
          <w:b/>
          <w:bCs/>
          <w:sz w:val="23"/>
          <w:szCs w:val="23"/>
          <w:u w:val="single"/>
        </w:rPr>
      </w:pPr>
      <w:r w:rsidRPr="00F17248">
        <w:rPr>
          <w:rFonts w:ascii="Arial" w:hAnsi="Arial" w:cs="Arial"/>
          <w:b/>
          <w:bCs/>
          <w:sz w:val="23"/>
          <w:szCs w:val="23"/>
          <w:u w:val="single"/>
        </w:rPr>
        <w:t>ORDEM PARA VOTAÇÃO NOMINAL E PARA TEMAS LIVRES</w:t>
      </w:r>
      <w:r w:rsidR="00135A24">
        <w:rPr>
          <w:rFonts w:ascii="Arial" w:hAnsi="Arial" w:cs="Arial"/>
          <w:b/>
          <w:bCs/>
          <w:sz w:val="23"/>
          <w:szCs w:val="23"/>
          <w:u w:val="single"/>
        </w:rPr>
        <w:t xml:space="preserve"> (SO 06/05/2020)</w:t>
      </w:r>
    </w:p>
    <w:p w14:paraId="38BBCC6C" w14:textId="77777777" w:rsidR="00B66C94" w:rsidRPr="00F17248" w:rsidRDefault="00B66C94" w:rsidP="00A778AD">
      <w:pPr>
        <w:spacing w:line="312" w:lineRule="auto"/>
        <w:jc w:val="both"/>
        <w:rPr>
          <w:rFonts w:ascii="Arial" w:hAnsi="Arial" w:cs="Arial"/>
          <w:b/>
          <w:bCs/>
          <w:sz w:val="23"/>
          <w:szCs w:val="23"/>
        </w:rPr>
      </w:pPr>
    </w:p>
    <w:p w14:paraId="0A966229" w14:textId="3F37DA52" w:rsidR="001567E6" w:rsidRPr="00C60F36" w:rsidRDefault="001567E6" w:rsidP="00C60F36">
      <w:pPr>
        <w:numPr>
          <w:ilvl w:val="0"/>
          <w:numId w:val="7"/>
        </w:numPr>
        <w:tabs>
          <w:tab w:val="left" w:leader="dot" w:pos="709"/>
          <w:tab w:val="right" w:leader="dot" w:pos="6663"/>
          <w:tab w:val="left" w:pos="7088"/>
        </w:tabs>
        <w:spacing w:line="360" w:lineRule="auto"/>
        <w:ind w:left="0" w:firstLine="0"/>
        <w:jc w:val="both"/>
        <w:rPr>
          <w:rFonts w:ascii="Arial" w:hAnsi="Arial" w:cs="Arial"/>
          <w:sz w:val="23"/>
          <w:szCs w:val="23"/>
        </w:rPr>
      </w:pPr>
      <w:r w:rsidRPr="00C60F36">
        <w:rPr>
          <w:rFonts w:ascii="Arial" w:hAnsi="Arial" w:cs="Arial"/>
          <w:sz w:val="23"/>
          <w:szCs w:val="23"/>
        </w:rPr>
        <w:t>FERNANDO DA ÓTICA ORIGINAL</w:t>
      </w:r>
      <w:r w:rsidRPr="00C60F36">
        <w:rPr>
          <w:rFonts w:ascii="Arial" w:hAnsi="Arial" w:cs="Arial"/>
          <w:sz w:val="23"/>
          <w:szCs w:val="23"/>
        </w:rPr>
        <w:tab/>
      </w:r>
      <w:r w:rsidR="00C23982" w:rsidRPr="00C60F36">
        <w:rPr>
          <w:rFonts w:ascii="Arial" w:hAnsi="Arial" w:cs="Arial"/>
          <w:sz w:val="23"/>
          <w:szCs w:val="23"/>
        </w:rPr>
        <w:t>REPUBLICANOS</w:t>
      </w:r>
      <w:r w:rsidR="00C60F36">
        <w:rPr>
          <w:rFonts w:ascii="Arial" w:hAnsi="Arial" w:cs="Arial"/>
          <w:sz w:val="23"/>
          <w:szCs w:val="23"/>
        </w:rPr>
        <w:tab/>
        <w:t>(Leitura da Bíblia)</w:t>
      </w:r>
    </w:p>
    <w:p w14:paraId="46406808" w14:textId="77777777" w:rsidR="001567E6" w:rsidRPr="00C60F36" w:rsidRDefault="001567E6" w:rsidP="00C60F36">
      <w:pPr>
        <w:numPr>
          <w:ilvl w:val="0"/>
          <w:numId w:val="7"/>
        </w:numPr>
        <w:tabs>
          <w:tab w:val="left" w:leader="dot" w:pos="709"/>
          <w:tab w:val="right" w:leader="dot" w:pos="6663"/>
          <w:tab w:val="left" w:leader="dot" w:pos="7513"/>
        </w:tabs>
        <w:spacing w:line="360" w:lineRule="auto"/>
        <w:ind w:left="0" w:firstLine="0"/>
        <w:jc w:val="both"/>
        <w:rPr>
          <w:rFonts w:ascii="Arial" w:hAnsi="Arial" w:cs="Arial"/>
          <w:sz w:val="23"/>
          <w:szCs w:val="23"/>
        </w:rPr>
      </w:pPr>
      <w:r w:rsidRPr="00C60F36">
        <w:rPr>
          <w:rFonts w:ascii="Arial" w:hAnsi="Arial" w:cs="Arial"/>
          <w:sz w:val="23"/>
          <w:szCs w:val="23"/>
        </w:rPr>
        <w:t>JUAREZ ARAÚJO</w:t>
      </w:r>
      <w:r w:rsidRPr="00C60F36">
        <w:rPr>
          <w:rFonts w:ascii="Arial" w:hAnsi="Arial" w:cs="Arial"/>
          <w:sz w:val="23"/>
          <w:szCs w:val="23"/>
        </w:rPr>
        <w:tab/>
        <w:t>PSD</w:t>
      </w:r>
    </w:p>
    <w:p w14:paraId="2FE3CA08" w14:textId="77777777" w:rsidR="001567E6" w:rsidRPr="00C60F36" w:rsidRDefault="001567E6" w:rsidP="00C60F36">
      <w:pPr>
        <w:numPr>
          <w:ilvl w:val="0"/>
          <w:numId w:val="7"/>
        </w:numPr>
        <w:tabs>
          <w:tab w:val="left" w:leader="dot" w:pos="709"/>
          <w:tab w:val="right" w:leader="dot" w:pos="6663"/>
          <w:tab w:val="left" w:leader="dot" w:pos="7513"/>
        </w:tabs>
        <w:spacing w:line="360" w:lineRule="auto"/>
        <w:ind w:left="0" w:firstLine="0"/>
        <w:jc w:val="both"/>
        <w:rPr>
          <w:rFonts w:ascii="Arial" w:hAnsi="Arial" w:cs="Arial"/>
          <w:sz w:val="23"/>
          <w:szCs w:val="23"/>
        </w:rPr>
      </w:pPr>
      <w:r w:rsidRPr="00C60F36">
        <w:rPr>
          <w:rFonts w:ascii="Arial" w:hAnsi="Arial" w:cs="Arial"/>
          <w:sz w:val="23"/>
          <w:szCs w:val="23"/>
        </w:rPr>
        <w:t>LUCIMAR PONCIANO</w:t>
      </w:r>
      <w:r w:rsidRPr="00C60F36">
        <w:rPr>
          <w:rFonts w:ascii="Arial" w:hAnsi="Arial" w:cs="Arial"/>
          <w:sz w:val="23"/>
          <w:szCs w:val="23"/>
        </w:rPr>
        <w:tab/>
        <w:t>MDB</w:t>
      </w:r>
    </w:p>
    <w:p w14:paraId="50CA678D" w14:textId="77777777" w:rsidR="001567E6" w:rsidRPr="00C60F36" w:rsidRDefault="001567E6" w:rsidP="00C60F36">
      <w:pPr>
        <w:numPr>
          <w:ilvl w:val="0"/>
          <w:numId w:val="7"/>
        </w:numPr>
        <w:tabs>
          <w:tab w:val="left" w:leader="dot" w:pos="709"/>
          <w:tab w:val="right" w:leader="dot" w:pos="6663"/>
          <w:tab w:val="left" w:leader="dot" w:pos="7513"/>
        </w:tabs>
        <w:spacing w:line="360" w:lineRule="auto"/>
        <w:ind w:left="0" w:firstLine="0"/>
        <w:jc w:val="both"/>
        <w:rPr>
          <w:rFonts w:ascii="Arial" w:hAnsi="Arial" w:cs="Arial"/>
          <w:sz w:val="23"/>
          <w:szCs w:val="23"/>
        </w:rPr>
      </w:pPr>
      <w:r w:rsidRPr="00C60F36">
        <w:rPr>
          <w:rFonts w:ascii="Arial" w:hAnsi="Arial" w:cs="Arial"/>
          <w:sz w:val="23"/>
          <w:szCs w:val="23"/>
        </w:rPr>
        <w:t>LUÍS FLÁVIO</w:t>
      </w:r>
      <w:r w:rsidRPr="00C60F36">
        <w:rPr>
          <w:rFonts w:ascii="Arial" w:hAnsi="Arial" w:cs="Arial"/>
          <w:sz w:val="23"/>
          <w:szCs w:val="23"/>
        </w:rPr>
        <w:tab/>
        <w:t>PT</w:t>
      </w:r>
    </w:p>
    <w:p w14:paraId="7FF37378" w14:textId="77777777" w:rsidR="001567E6" w:rsidRPr="00C60F36" w:rsidRDefault="001567E6" w:rsidP="00C60F36">
      <w:pPr>
        <w:numPr>
          <w:ilvl w:val="0"/>
          <w:numId w:val="7"/>
        </w:numPr>
        <w:tabs>
          <w:tab w:val="left" w:leader="dot" w:pos="709"/>
          <w:tab w:val="right" w:leader="dot" w:pos="6663"/>
          <w:tab w:val="left" w:leader="dot" w:pos="7513"/>
        </w:tabs>
        <w:spacing w:line="360" w:lineRule="auto"/>
        <w:ind w:left="0" w:firstLine="0"/>
        <w:jc w:val="both"/>
        <w:rPr>
          <w:rFonts w:ascii="Arial" w:hAnsi="Arial" w:cs="Arial"/>
          <w:sz w:val="23"/>
          <w:szCs w:val="23"/>
        </w:rPr>
      </w:pPr>
      <w:r w:rsidRPr="00C60F36">
        <w:rPr>
          <w:rFonts w:ascii="Arial" w:hAnsi="Arial" w:cs="Arial"/>
          <w:sz w:val="23"/>
          <w:szCs w:val="23"/>
        </w:rPr>
        <w:t>MÁRCIA SANTOS.</w:t>
      </w:r>
      <w:bookmarkStart w:id="0" w:name="_GoBack"/>
      <w:bookmarkEnd w:id="0"/>
      <w:r w:rsidRPr="00C60F36">
        <w:rPr>
          <w:rFonts w:ascii="Arial" w:hAnsi="Arial" w:cs="Arial"/>
          <w:sz w:val="23"/>
          <w:szCs w:val="23"/>
        </w:rPr>
        <w:tab/>
        <w:t>PL</w:t>
      </w:r>
    </w:p>
    <w:p w14:paraId="39A1CE56" w14:textId="77777777" w:rsidR="001567E6" w:rsidRPr="00C60F36" w:rsidRDefault="001567E6" w:rsidP="00C60F36">
      <w:pPr>
        <w:numPr>
          <w:ilvl w:val="0"/>
          <w:numId w:val="7"/>
        </w:numPr>
        <w:tabs>
          <w:tab w:val="left" w:leader="dot" w:pos="709"/>
          <w:tab w:val="right" w:leader="dot" w:pos="6663"/>
          <w:tab w:val="left" w:leader="dot" w:pos="7513"/>
        </w:tabs>
        <w:spacing w:line="360" w:lineRule="auto"/>
        <w:ind w:left="0" w:firstLine="0"/>
        <w:jc w:val="both"/>
        <w:rPr>
          <w:rFonts w:ascii="Arial" w:hAnsi="Arial" w:cs="Arial"/>
          <w:sz w:val="23"/>
          <w:szCs w:val="23"/>
        </w:rPr>
      </w:pPr>
      <w:r w:rsidRPr="00C60F36">
        <w:rPr>
          <w:rFonts w:ascii="Arial" w:hAnsi="Arial" w:cs="Arial"/>
          <w:sz w:val="23"/>
          <w:szCs w:val="23"/>
        </w:rPr>
        <w:t>PATRÍCIA JULIANI</w:t>
      </w:r>
      <w:r w:rsidRPr="00C60F36">
        <w:rPr>
          <w:rFonts w:ascii="Arial" w:hAnsi="Arial" w:cs="Arial"/>
          <w:sz w:val="23"/>
          <w:szCs w:val="23"/>
        </w:rPr>
        <w:tab/>
        <w:t>PSDB</w:t>
      </w:r>
    </w:p>
    <w:p w14:paraId="0F7589F1" w14:textId="77777777" w:rsidR="001567E6" w:rsidRPr="00C60F36" w:rsidRDefault="001567E6" w:rsidP="00C60F36">
      <w:pPr>
        <w:numPr>
          <w:ilvl w:val="0"/>
          <w:numId w:val="7"/>
        </w:numPr>
        <w:tabs>
          <w:tab w:val="left" w:leader="dot" w:pos="709"/>
          <w:tab w:val="right" w:leader="dot" w:pos="6663"/>
          <w:tab w:val="left" w:leader="dot" w:pos="7513"/>
        </w:tabs>
        <w:spacing w:line="360" w:lineRule="auto"/>
        <w:ind w:left="0" w:firstLine="0"/>
        <w:jc w:val="both"/>
        <w:rPr>
          <w:rFonts w:ascii="Arial" w:hAnsi="Arial" w:cs="Arial"/>
          <w:sz w:val="23"/>
          <w:szCs w:val="23"/>
        </w:rPr>
      </w:pPr>
      <w:r w:rsidRPr="00C60F36">
        <w:rPr>
          <w:rFonts w:ascii="Arial" w:hAnsi="Arial" w:cs="Arial"/>
          <w:sz w:val="23"/>
          <w:szCs w:val="23"/>
        </w:rPr>
        <w:t>PAULINHO DO ESPORTE</w:t>
      </w:r>
      <w:r w:rsidRPr="00C60F36">
        <w:rPr>
          <w:rFonts w:ascii="Arial" w:hAnsi="Arial" w:cs="Arial"/>
          <w:sz w:val="23"/>
          <w:szCs w:val="23"/>
        </w:rPr>
        <w:tab/>
        <w:t>PSD</w:t>
      </w:r>
    </w:p>
    <w:p w14:paraId="2B39AE15" w14:textId="77777777" w:rsidR="001567E6" w:rsidRPr="00C60F36" w:rsidRDefault="001567E6" w:rsidP="00C60F36">
      <w:pPr>
        <w:numPr>
          <w:ilvl w:val="0"/>
          <w:numId w:val="7"/>
        </w:numPr>
        <w:tabs>
          <w:tab w:val="left" w:leader="dot" w:pos="709"/>
          <w:tab w:val="right" w:leader="dot" w:pos="6663"/>
          <w:tab w:val="left" w:leader="dot" w:pos="7513"/>
        </w:tabs>
        <w:spacing w:line="360" w:lineRule="auto"/>
        <w:ind w:left="0" w:firstLine="0"/>
        <w:jc w:val="both"/>
        <w:rPr>
          <w:rFonts w:ascii="Arial" w:hAnsi="Arial" w:cs="Arial"/>
          <w:sz w:val="23"/>
          <w:szCs w:val="23"/>
        </w:rPr>
      </w:pPr>
      <w:r w:rsidRPr="00C60F36">
        <w:rPr>
          <w:rFonts w:ascii="Arial" w:hAnsi="Arial" w:cs="Arial"/>
          <w:sz w:val="23"/>
          <w:szCs w:val="23"/>
        </w:rPr>
        <w:t>PAULINHO DOS CONDUTORES</w:t>
      </w:r>
      <w:r w:rsidRPr="00C60F36">
        <w:rPr>
          <w:rFonts w:ascii="Arial" w:hAnsi="Arial" w:cs="Arial"/>
          <w:sz w:val="23"/>
          <w:szCs w:val="23"/>
        </w:rPr>
        <w:tab/>
        <w:t>PL</w:t>
      </w:r>
    </w:p>
    <w:p w14:paraId="5ED812B3" w14:textId="77777777" w:rsidR="001567E6" w:rsidRPr="00C60F36" w:rsidRDefault="001567E6" w:rsidP="00C60F36">
      <w:pPr>
        <w:numPr>
          <w:ilvl w:val="0"/>
          <w:numId w:val="7"/>
        </w:numPr>
        <w:tabs>
          <w:tab w:val="left" w:leader="dot" w:pos="709"/>
          <w:tab w:val="right" w:leader="dot" w:pos="6663"/>
          <w:tab w:val="left" w:leader="dot" w:pos="7513"/>
        </w:tabs>
        <w:spacing w:line="360" w:lineRule="auto"/>
        <w:ind w:left="0" w:firstLine="0"/>
        <w:jc w:val="both"/>
        <w:rPr>
          <w:rFonts w:ascii="Arial" w:hAnsi="Arial" w:cs="Arial"/>
          <w:sz w:val="23"/>
          <w:szCs w:val="23"/>
        </w:rPr>
      </w:pPr>
      <w:r w:rsidRPr="00C60F36">
        <w:rPr>
          <w:rFonts w:ascii="Arial" w:hAnsi="Arial" w:cs="Arial"/>
          <w:sz w:val="23"/>
          <w:szCs w:val="23"/>
        </w:rPr>
        <w:t>RODRIGO SALOMON.</w:t>
      </w:r>
      <w:r w:rsidRPr="00C60F36">
        <w:rPr>
          <w:rFonts w:ascii="Arial" w:hAnsi="Arial" w:cs="Arial"/>
          <w:sz w:val="23"/>
          <w:szCs w:val="23"/>
        </w:rPr>
        <w:tab/>
        <w:t>PSDB</w:t>
      </w:r>
    </w:p>
    <w:p w14:paraId="22524A46" w14:textId="29795452" w:rsidR="001567E6" w:rsidRPr="00C60F36" w:rsidRDefault="001567E6" w:rsidP="00C60F36">
      <w:pPr>
        <w:numPr>
          <w:ilvl w:val="0"/>
          <w:numId w:val="7"/>
        </w:numPr>
        <w:tabs>
          <w:tab w:val="left" w:leader="dot" w:pos="709"/>
          <w:tab w:val="right" w:leader="dot" w:pos="6663"/>
          <w:tab w:val="left" w:leader="dot" w:pos="7513"/>
        </w:tabs>
        <w:spacing w:line="360" w:lineRule="auto"/>
        <w:ind w:left="0" w:firstLine="0"/>
        <w:jc w:val="both"/>
        <w:rPr>
          <w:rFonts w:ascii="Arial" w:hAnsi="Arial" w:cs="Arial"/>
          <w:sz w:val="23"/>
          <w:szCs w:val="23"/>
        </w:rPr>
      </w:pPr>
      <w:r w:rsidRPr="00C60F36">
        <w:rPr>
          <w:rFonts w:ascii="Arial" w:hAnsi="Arial" w:cs="Arial"/>
          <w:sz w:val="23"/>
          <w:szCs w:val="23"/>
        </w:rPr>
        <w:t>SÔNIA PATAS DA AMIZADE</w:t>
      </w:r>
      <w:r w:rsidRPr="00C60F36">
        <w:rPr>
          <w:rFonts w:ascii="Arial" w:hAnsi="Arial" w:cs="Arial"/>
          <w:sz w:val="23"/>
          <w:szCs w:val="23"/>
        </w:rPr>
        <w:tab/>
        <w:t>PL</w:t>
      </w:r>
    </w:p>
    <w:p w14:paraId="49F832D3" w14:textId="039FD415" w:rsidR="001567E6" w:rsidRPr="00C60F36" w:rsidRDefault="001567E6" w:rsidP="00C60F36">
      <w:pPr>
        <w:numPr>
          <w:ilvl w:val="0"/>
          <w:numId w:val="7"/>
        </w:numPr>
        <w:tabs>
          <w:tab w:val="left" w:leader="dot" w:pos="709"/>
          <w:tab w:val="right" w:leader="dot" w:pos="6663"/>
          <w:tab w:val="left" w:leader="dot" w:pos="7513"/>
        </w:tabs>
        <w:spacing w:line="360" w:lineRule="auto"/>
        <w:ind w:left="0" w:firstLine="0"/>
        <w:jc w:val="both"/>
        <w:rPr>
          <w:rFonts w:ascii="Arial" w:hAnsi="Arial" w:cs="Arial"/>
          <w:sz w:val="23"/>
          <w:szCs w:val="23"/>
        </w:rPr>
      </w:pPr>
      <w:r w:rsidRPr="00C60F36">
        <w:rPr>
          <w:rFonts w:ascii="Arial" w:hAnsi="Arial" w:cs="Arial"/>
          <w:sz w:val="23"/>
          <w:szCs w:val="23"/>
        </w:rPr>
        <w:t>VALMIR DO PARQUE MEIA LUA</w:t>
      </w:r>
      <w:r w:rsidRPr="00C60F36">
        <w:rPr>
          <w:rFonts w:ascii="Arial" w:hAnsi="Arial" w:cs="Arial"/>
          <w:sz w:val="23"/>
          <w:szCs w:val="23"/>
        </w:rPr>
        <w:tab/>
      </w:r>
      <w:r w:rsidR="00177B78" w:rsidRPr="00C60F36">
        <w:rPr>
          <w:rFonts w:ascii="Arial" w:hAnsi="Arial" w:cs="Arial"/>
          <w:sz w:val="23"/>
          <w:szCs w:val="23"/>
        </w:rPr>
        <w:t>DEM</w:t>
      </w:r>
    </w:p>
    <w:p w14:paraId="6CB30ED1" w14:textId="77777777" w:rsidR="00C60F36" w:rsidRPr="00C60F36" w:rsidRDefault="00C60F36" w:rsidP="00C60F36">
      <w:pPr>
        <w:numPr>
          <w:ilvl w:val="0"/>
          <w:numId w:val="7"/>
        </w:numPr>
        <w:tabs>
          <w:tab w:val="left" w:leader="dot" w:pos="709"/>
          <w:tab w:val="right" w:leader="dot" w:pos="6663"/>
          <w:tab w:val="left" w:leader="dot" w:pos="7513"/>
        </w:tabs>
        <w:spacing w:line="360" w:lineRule="auto"/>
        <w:ind w:left="0" w:firstLine="0"/>
        <w:jc w:val="both"/>
        <w:rPr>
          <w:rFonts w:ascii="Arial" w:hAnsi="Arial" w:cs="Arial"/>
          <w:sz w:val="23"/>
          <w:szCs w:val="23"/>
        </w:rPr>
      </w:pPr>
      <w:r w:rsidRPr="00C60F36">
        <w:rPr>
          <w:rFonts w:ascii="Arial" w:hAnsi="Arial" w:cs="Arial"/>
          <w:sz w:val="23"/>
          <w:szCs w:val="23"/>
        </w:rPr>
        <w:t>ABNER DE MADUREIRA</w:t>
      </w:r>
      <w:r w:rsidRPr="00C60F36">
        <w:rPr>
          <w:rFonts w:ascii="Arial" w:hAnsi="Arial" w:cs="Arial"/>
          <w:sz w:val="23"/>
          <w:szCs w:val="23"/>
        </w:rPr>
        <w:tab/>
        <w:t>PSDB</w:t>
      </w:r>
    </w:p>
    <w:p w14:paraId="2C4C5F70" w14:textId="77777777" w:rsidR="00C60F36" w:rsidRPr="00C60F36" w:rsidRDefault="00C60F36" w:rsidP="00C60F36">
      <w:pPr>
        <w:numPr>
          <w:ilvl w:val="0"/>
          <w:numId w:val="7"/>
        </w:numPr>
        <w:tabs>
          <w:tab w:val="left" w:leader="dot" w:pos="709"/>
          <w:tab w:val="right" w:leader="dot" w:pos="6663"/>
          <w:tab w:val="left" w:leader="dot" w:pos="7513"/>
        </w:tabs>
        <w:spacing w:line="360" w:lineRule="auto"/>
        <w:ind w:left="0" w:firstLine="0"/>
        <w:jc w:val="both"/>
        <w:rPr>
          <w:rFonts w:ascii="Arial" w:hAnsi="Arial" w:cs="Arial"/>
          <w:sz w:val="23"/>
          <w:szCs w:val="23"/>
        </w:rPr>
      </w:pPr>
      <w:r w:rsidRPr="00C60F36">
        <w:rPr>
          <w:rFonts w:ascii="Arial" w:hAnsi="Arial" w:cs="Arial"/>
          <w:sz w:val="23"/>
          <w:szCs w:val="23"/>
        </w:rPr>
        <w:t>ARILDO BATISTA</w:t>
      </w:r>
      <w:r w:rsidRPr="00C60F36">
        <w:rPr>
          <w:rFonts w:ascii="Arial" w:hAnsi="Arial" w:cs="Arial"/>
          <w:sz w:val="23"/>
          <w:szCs w:val="23"/>
        </w:rPr>
        <w:tab/>
        <w:t>PTB</w:t>
      </w:r>
    </w:p>
    <w:p w14:paraId="2597CF05" w14:textId="4BEDBECB" w:rsidR="00973944" w:rsidRDefault="00973944" w:rsidP="00973944">
      <w:pPr>
        <w:tabs>
          <w:tab w:val="left" w:leader="dot" w:pos="709"/>
          <w:tab w:val="right" w:leader="dot" w:pos="5529"/>
          <w:tab w:val="left" w:leader="dot" w:pos="5812"/>
        </w:tabs>
        <w:spacing w:line="360" w:lineRule="auto"/>
        <w:jc w:val="both"/>
        <w:rPr>
          <w:rFonts w:ascii="Arial" w:hAnsi="Arial" w:cs="Arial"/>
          <w:sz w:val="23"/>
          <w:szCs w:val="23"/>
        </w:rPr>
      </w:pPr>
    </w:p>
    <w:tbl>
      <w:tblPr>
        <w:tblStyle w:val="Tabelacomgrade"/>
        <w:tblW w:w="10265" w:type="dxa"/>
        <w:tblInd w:w="-5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4"/>
        <w:gridCol w:w="3490"/>
        <w:gridCol w:w="3231"/>
      </w:tblGrid>
      <w:tr w:rsidR="00973944" w14:paraId="0B9DBE81" w14:textId="77777777" w:rsidTr="00A06B44">
        <w:tc>
          <w:tcPr>
            <w:tcW w:w="3544" w:type="dxa"/>
          </w:tcPr>
          <w:p w14:paraId="3F0E1AB8" w14:textId="77777777" w:rsidR="00973944" w:rsidRDefault="00973944" w:rsidP="00A06B44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  <w:p w14:paraId="1B23D924" w14:textId="77777777" w:rsidR="00973944" w:rsidRDefault="00973944" w:rsidP="00A06B44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  <w:p w14:paraId="494DFAD1" w14:textId="77777777" w:rsidR="00973944" w:rsidRPr="00B528F8" w:rsidRDefault="00973944" w:rsidP="00A06B44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  <w:r w:rsidRPr="00B528F8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>PAULINHO DO ESPORTE</w:t>
            </w:r>
          </w:p>
          <w:p w14:paraId="4F9BFB5E" w14:textId="77777777" w:rsidR="00973944" w:rsidRPr="00084C80" w:rsidRDefault="00973944" w:rsidP="00A06B44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084C80">
              <w:rPr>
                <w:rFonts w:ascii="Arial" w:eastAsia="Calibri" w:hAnsi="Arial" w:cs="Arial"/>
                <w:sz w:val="18"/>
                <w:szCs w:val="18"/>
                <w:lang w:eastAsia="en-US"/>
              </w:rPr>
              <w:t>Vereador - PSD</w:t>
            </w:r>
          </w:p>
          <w:p w14:paraId="2E071E04" w14:textId="77777777" w:rsidR="00973944" w:rsidRDefault="00973944" w:rsidP="00A06B44">
            <w:pPr>
              <w:jc w:val="center"/>
              <w:rPr>
                <w:rFonts w:ascii="Arial" w:eastAsia="Calibri" w:hAnsi="Arial" w:cs="Arial"/>
                <w:sz w:val="23"/>
                <w:szCs w:val="23"/>
                <w:lang w:eastAsia="en-US"/>
              </w:rPr>
            </w:pPr>
            <w:r w:rsidRPr="00084C80">
              <w:rPr>
                <w:rFonts w:ascii="Arial" w:eastAsia="Calibri" w:hAnsi="Arial" w:cs="Arial"/>
                <w:sz w:val="18"/>
                <w:szCs w:val="18"/>
                <w:lang w:eastAsia="en-US"/>
              </w:rPr>
              <w:t>1º Secretário</w:t>
            </w:r>
          </w:p>
        </w:tc>
        <w:tc>
          <w:tcPr>
            <w:tcW w:w="3490" w:type="dxa"/>
          </w:tcPr>
          <w:p w14:paraId="62174343" w14:textId="77777777" w:rsidR="00973944" w:rsidRPr="00B528F8" w:rsidRDefault="00973944" w:rsidP="00A06B44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  <w:r w:rsidRPr="00B528F8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>ABNER DE MADUREIRA</w:t>
            </w:r>
          </w:p>
          <w:p w14:paraId="317C49F1" w14:textId="77777777" w:rsidR="00973944" w:rsidRPr="00084C80" w:rsidRDefault="00973944" w:rsidP="00A06B44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084C80">
              <w:rPr>
                <w:rFonts w:ascii="Arial" w:eastAsia="Calibri" w:hAnsi="Arial" w:cs="Arial"/>
                <w:sz w:val="18"/>
                <w:szCs w:val="18"/>
                <w:lang w:eastAsia="en-US"/>
              </w:rPr>
              <w:t>Vereador - PSDB</w:t>
            </w:r>
          </w:p>
          <w:p w14:paraId="082D6BE9" w14:textId="77777777" w:rsidR="00973944" w:rsidRDefault="00973944" w:rsidP="00A06B44">
            <w:pPr>
              <w:jc w:val="center"/>
              <w:rPr>
                <w:rFonts w:ascii="Arial" w:eastAsia="Calibri" w:hAnsi="Arial" w:cs="Arial"/>
                <w:sz w:val="23"/>
                <w:szCs w:val="23"/>
                <w:lang w:eastAsia="en-US"/>
              </w:rPr>
            </w:pPr>
            <w:r w:rsidRPr="00084C80">
              <w:rPr>
                <w:rFonts w:ascii="Arial" w:eastAsia="Calibri" w:hAnsi="Arial" w:cs="Arial"/>
                <w:sz w:val="18"/>
                <w:szCs w:val="18"/>
                <w:lang w:eastAsia="en-US"/>
              </w:rPr>
              <w:t>Presidente</w:t>
            </w:r>
          </w:p>
        </w:tc>
        <w:tc>
          <w:tcPr>
            <w:tcW w:w="3231" w:type="dxa"/>
          </w:tcPr>
          <w:p w14:paraId="51917673" w14:textId="77777777" w:rsidR="00973944" w:rsidRDefault="00973944" w:rsidP="00A06B44">
            <w:pPr>
              <w:tabs>
                <w:tab w:val="left" w:pos="6480"/>
              </w:tabs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  <w:p w14:paraId="547A0B71" w14:textId="77777777" w:rsidR="00973944" w:rsidRDefault="00973944" w:rsidP="00A06B44">
            <w:pPr>
              <w:tabs>
                <w:tab w:val="left" w:pos="6480"/>
              </w:tabs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  <w:p w14:paraId="6915DCF1" w14:textId="77777777" w:rsidR="00973944" w:rsidRPr="00B528F8" w:rsidRDefault="00973944" w:rsidP="00A06B44">
            <w:pPr>
              <w:tabs>
                <w:tab w:val="left" w:pos="6480"/>
              </w:tabs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  <w:r w:rsidRPr="00B528F8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>SÔNIA REGINA GONÇALVES</w:t>
            </w:r>
          </w:p>
          <w:p w14:paraId="06CA032A" w14:textId="77777777" w:rsidR="00973944" w:rsidRPr="00084C80" w:rsidRDefault="00973944" w:rsidP="00A06B44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084C80">
              <w:rPr>
                <w:rFonts w:ascii="Arial" w:eastAsia="Calibri" w:hAnsi="Arial" w:cs="Arial"/>
                <w:sz w:val="18"/>
                <w:szCs w:val="18"/>
                <w:lang w:eastAsia="en-US"/>
              </w:rPr>
              <w:t>(Sônia Patas da Amizade)</w:t>
            </w:r>
          </w:p>
          <w:p w14:paraId="0EE80E2B" w14:textId="77777777" w:rsidR="00973944" w:rsidRPr="00084C80" w:rsidRDefault="00973944" w:rsidP="00A06B44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084C80">
              <w:rPr>
                <w:rFonts w:ascii="Arial" w:eastAsia="Calibri" w:hAnsi="Arial" w:cs="Arial"/>
                <w:sz w:val="18"/>
                <w:szCs w:val="18"/>
                <w:lang w:eastAsia="en-US"/>
              </w:rPr>
              <w:t>Vereadora - PL</w:t>
            </w:r>
          </w:p>
          <w:p w14:paraId="77744C07" w14:textId="77777777" w:rsidR="00973944" w:rsidRPr="00084C80" w:rsidRDefault="00973944" w:rsidP="00A06B44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084C80">
              <w:rPr>
                <w:rFonts w:ascii="Arial" w:eastAsia="Calibri" w:hAnsi="Arial" w:cs="Arial"/>
                <w:sz w:val="18"/>
                <w:szCs w:val="18"/>
                <w:lang w:eastAsia="en-US"/>
              </w:rPr>
              <w:t>2ª Secretária</w:t>
            </w:r>
          </w:p>
          <w:p w14:paraId="4395A287" w14:textId="77777777" w:rsidR="00973944" w:rsidRDefault="00973944" w:rsidP="00A06B44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14:paraId="5E88E3CB" w14:textId="77777777" w:rsidR="00973944" w:rsidRDefault="00973944" w:rsidP="00A06B44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14:paraId="4497B8EA" w14:textId="77777777" w:rsidR="00973944" w:rsidRDefault="00973944" w:rsidP="00A06B44">
            <w:pPr>
              <w:jc w:val="center"/>
              <w:rPr>
                <w:rFonts w:ascii="Arial" w:eastAsia="Calibri" w:hAnsi="Arial" w:cs="Arial"/>
                <w:sz w:val="23"/>
                <w:szCs w:val="23"/>
                <w:lang w:eastAsia="en-US"/>
              </w:rPr>
            </w:pPr>
          </w:p>
        </w:tc>
      </w:tr>
      <w:tr w:rsidR="00973944" w14:paraId="3C3624DA" w14:textId="77777777" w:rsidTr="00A06B44">
        <w:tc>
          <w:tcPr>
            <w:tcW w:w="3544" w:type="dxa"/>
          </w:tcPr>
          <w:p w14:paraId="3DA21801" w14:textId="77777777" w:rsidR="00973944" w:rsidRPr="00B528F8" w:rsidRDefault="00973944" w:rsidP="00A06B44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  <w:r w:rsidRPr="00B528F8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>ARILDO BATISTA</w:t>
            </w:r>
          </w:p>
          <w:p w14:paraId="0E7FC099" w14:textId="77777777" w:rsidR="00973944" w:rsidRPr="00084C80" w:rsidRDefault="00973944" w:rsidP="00A06B44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084C80">
              <w:rPr>
                <w:rFonts w:ascii="Arial" w:eastAsia="Calibri" w:hAnsi="Arial" w:cs="Arial"/>
                <w:sz w:val="18"/>
                <w:szCs w:val="18"/>
                <w:lang w:eastAsia="en-US"/>
              </w:rPr>
              <w:t>Vereador</w:t>
            </w: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 - </w:t>
            </w:r>
            <w:r w:rsidRPr="00084C80">
              <w:rPr>
                <w:rFonts w:ascii="Arial" w:eastAsia="Calibri" w:hAnsi="Arial" w:cs="Arial"/>
                <w:sz w:val="18"/>
                <w:szCs w:val="18"/>
                <w:lang w:eastAsia="en-US"/>
              </w:rPr>
              <w:t>PTB</w:t>
            </w:r>
          </w:p>
          <w:p w14:paraId="560C6614" w14:textId="77777777" w:rsidR="00973944" w:rsidRDefault="00973944" w:rsidP="00A06B44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14:paraId="34B4E575" w14:textId="77777777" w:rsidR="00973944" w:rsidRDefault="00973944" w:rsidP="00A06B44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14:paraId="1AD38B54" w14:textId="77777777" w:rsidR="00973944" w:rsidRDefault="00973944" w:rsidP="00A06B44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14:paraId="4094D67B" w14:textId="77777777" w:rsidR="00973944" w:rsidRPr="00B528F8" w:rsidRDefault="00973944" w:rsidP="00A06B44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3490" w:type="dxa"/>
          </w:tcPr>
          <w:p w14:paraId="28F4F2AB" w14:textId="77777777" w:rsidR="00973944" w:rsidRPr="00B528F8" w:rsidRDefault="00973944" w:rsidP="00A06B44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  <w:r w:rsidRPr="00B528F8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>FERNANDO DA ÓTICA ORIGINAL</w:t>
            </w:r>
          </w:p>
          <w:p w14:paraId="580E569F" w14:textId="77777777" w:rsidR="00973944" w:rsidRPr="00B528F8" w:rsidRDefault="00973944" w:rsidP="00A06B44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  <w:r w:rsidRPr="00084C80">
              <w:rPr>
                <w:rFonts w:ascii="Arial" w:eastAsia="Calibri" w:hAnsi="Arial" w:cs="Arial"/>
                <w:sz w:val="18"/>
                <w:szCs w:val="18"/>
                <w:lang w:eastAsia="en-US"/>
              </w:rPr>
              <w:t>Vereador - Republicanos</w:t>
            </w:r>
          </w:p>
        </w:tc>
        <w:tc>
          <w:tcPr>
            <w:tcW w:w="3231" w:type="dxa"/>
          </w:tcPr>
          <w:p w14:paraId="391DFD0F" w14:textId="77777777" w:rsidR="00973944" w:rsidRPr="00B528F8" w:rsidRDefault="00973944" w:rsidP="00A06B44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  <w:r w:rsidRPr="00B528F8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>JUAREZ ARAÚJO</w:t>
            </w:r>
          </w:p>
          <w:p w14:paraId="4E82067C" w14:textId="77777777" w:rsidR="00973944" w:rsidRPr="00084C80" w:rsidRDefault="00973944" w:rsidP="00A06B44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084C80">
              <w:rPr>
                <w:rFonts w:ascii="Arial" w:eastAsia="Calibri" w:hAnsi="Arial" w:cs="Arial"/>
                <w:sz w:val="18"/>
                <w:szCs w:val="18"/>
                <w:lang w:eastAsia="en-US"/>
              </w:rPr>
              <w:t>Vereador - Líder do PSD</w:t>
            </w:r>
          </w:p>
          <w:p w14:paraId="6D3F9B4F" w14:textId="77777777" w:rsidR="00973944" w:rsidRPr="00B528F8" w:rsidRDefault="00973944" w:rsidP="00A06B44">
            <w:pPr>
              <w:tabs>
                <w:tab w:val="left" w:pos="6480"/>
              </w:tabs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</w:tr>
      <w:tr w:rsidR="00973944" w14:paraId="5F9B92A0" w14:textId="77777777" w:rsidTr="00A06B44">
        <w:tc>
          <w:tcPr>
            <w:tcW w:w="3544" w:type="dxa"/>
          </w:tcPr>
          <w:p w14:paraId="0430A27B" w14:textId="77777777" w:rsidR="00973944" w:rsidRPr="00B528F8" w:rsidRDefault="00973944" w:rsidP="00A06B44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  <w:r w:rsidRPr="00B528F8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>LUCIMAR PONCIANO</w:t>
            </w:r>
          </w:p>
          <w:p w14:paraId="58D5EFA5" w14:textId="77777777" w:rsidR="00973944" w:rsidRPr="00084C80" w:rsidRDefault="00973944" w:rsidP="00A06B44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084C80">
              <w:rPr>
                <w:rFonts w:ascii="Arial" w:eastAsia="Calibri" w:hAnsi="Arial" w:cs="Arial"/>
                <w:sz w:val="18"/>
                <w:szCs w:val="18"/>
                <w:lang w:eastAsia="en-US"/>
              </w:rPr>
              <w:t>Vereadora</w:t>
            </w: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 - </w:t>
            </w:r>
            <w:r w:rsidRPr="00084C80">
              <w:rPr>
                <w:rFonts w:ascii="Arial" w:eastAsia="Calibri" w:hAnsi="Arial" w:cs="Arial"/>
                <w:sz w:val="18"/>
                <w:szCs w:val="18"/>
                <w:lang w:eastAsia="en-US"/>
              </w:rPr>
              <w:t>MDB</w:t>
            </w:r>
          </w:p>
          <w:p w14:paraId="2257782A" w14:textId="77777777" w:rsidR="00973944" w:rsidRDefault="00973944" w:rsidP="00A06B44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14:paraId="10A9BA54" w14:textId="77777777" w:rsidR="00973944" w:rsidRDefault="00973944" w:rsidP="00A06B44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14:paraId="5A5DDE8A" w14:textId="77777777" w:rsidR="00973944" w:rsidRPr="00B528F8" w:rsidRDefault="00973944" w:rsidP="00A06B44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14:paraId="5E2F2C8C" w14:textId="77777777" w:rsidR="00973944" w:rsidRPr="00B528F8" w:rsidRDefault="00973944" w:rsidP="00A06B44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3490" w:type="dxa"/>
          </w:tcPr>
          <w:p w14:paraId="52CCDD96" w14:textId="77777777" w:rsidR="00973944" w:rsidRPr="00B528F8" w:rsidRDefault="00973944" w:rsidP="00A06B44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  <w:r w:rsidRPr="00B528F8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>LUÍS FLAVIO (FLAVINHO)</w:t>
            </w:r>
          </w:p>
          <w:p w14:paraId="185D9E75" w14:textId="77777777" w:rsidR="00973944" w:rsidRPr="00B528F8" w:rsidRDefault="00973944" w:rsidP="00A06B44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  <w:r w:rsidRPr="00084C80">
              <w:rPr>
                <w:rFonts w:ascii="Arial" w:eastAsia="Calibri" w:hAnsi="Arial" w:cs="Arial"/>
                <w:sz w:val="18"/>
                <w:szCs w:val="18"/>
                <w:lang w:eastAsia="en-US"/>
              </w:rPr>
              <w:t>Vereador - PT</w:t>
            </w:r>
          </w:p>
        </w:tc>
        <w:tc>
          <w:tcPr>
            <w:tcW w:w="3231" w:type="dxa"/>
          </w:tcPr>
          <w:p w14:paraId="5A94B59C" w14:textId="77777777" w:rsidR="00973944" w:rsidRPr="00B528F8" w:rsidRDefault="00973944" w:rsidP="00A06B44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  <w:r w:rsidRPr="00B528F8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>DRA. MÁRCIA SANTOS</w:t>
            </w:r>
          </w:p>
          <w:p w14:paraId="160809FA" w14:textId="77777777" w:rsidR="00973944" w:rsidRPr="00084C80" w:rsidRDefault="00973944" w:rsidP="00A06B44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084C80">
              <w:rPr>
                <w:rFonts w:ascii="Arial" w:eastAsia="Calibri" w:hAnsi="Arial" w:cs="Arial"/>
                <w:sz w:val="18"/>
                <w:szCs w:val="18"/>
                <w:lang w:eastAsia="en-US"/>
              </w:rPr>
              <w:t>Vereadora - PL</w:t>
            </w:r>
          </w:p>
          <w:p w14:paraId="4D73694D" w14:textId="77777777" w:rsidR="00973944" w:rsidRPr="00B528F8" w:rsidRDefault="00973944" w:rsidP="00A06B44">
            <w:pPr>
              <w:tabs>
                <w:tab w:val="left" w:pos="6480"/>
              </w:tabs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</w:tr>
      <w:tr w:rsidR="00973944" w14:paraId="06A8B353" w14:textId="77777777" w:rsidTr="00A06B44">
        <w:tc>
          <w:tcPr>
            <w:tcW w:w="3544" w:type="dxa"/>
          </w:tcPr>
          <w:p w14:paraId="6E54F44A" w14:textId="77777777" w:rsidR="00973944" w:rsidRPr="00B528F8" w:rsidRDefault="00973944" w:rsidP="00A06B44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  <w:r w:rsidRPr="00B528F8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>PATRÍCIA JULIANI</w:t>
            </w:r>
          </w:p>
          <w:p w14:paraId="4C2CB7DD" w14:textId="77777777" w:rsidR="00973944" w:rsidRPr="00084C80" w:rsidRDefault="00973944" w:rsidP="00A06B44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084C80">
              <w:rPr>
                <w:rFonts w:ascii="Arial" w:eastAsia="Calibri" w:hAnsi="Arial" w:cs="Arial"/>
                <w:sz w:val="18"/>
                <w:szCs w:val="18"/>
                <w:lang w:eastAsia="en-US"/>
              </w:rPr>
              <w:t>Vereadora - PSDB</w:t>
            </w:r>
          </w:p>
          <w:p w14:paraId="6A967239" w14:textId="77777777" w:rsidR="00973944" w:rsidRPr="00084C80" w:rsidRDefault="00973944" w:rsidP="00A06B44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084C80">
              <w:rPr>
                <w:rFonts w:ascii="Arial" w:eastAsia="Calibri" w:hAnsi="Arial" w:cs="Arial"/>
                <w:sz w:val="18"/>
                <w:szCs w:val="18"/>
                <w:lang w:eastAsia="en-US"/>
              </w:rPr>
              <w:t>Líder do Governo</w:t>
            </w:r>
          </w:p>
          <w:p w14:paraId="28A8E5DA" w14:textId="77777777" w:rsidR="00973944" w:rsidRDefault="00973944" w:rsidP="00A06B44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14:paraId="72869A4F" w14:textId="77777777" w:rsidR="00973944" w:rsidRDefault="00973944" w:rsidP="00A06B44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14:paraId="30DAB8CB" w14:textId="77777777" w:rsidR="00973944" w:rsidRPr="00B528F8" w:rsidRDefault="00973944" w:rsidP="00A06B44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14:paraId="51F01365" w14:textId="77777777" w:rsidR="00973944" w:rsidRPr="00B528F8" w:rsidRDefault="00973944" w:rsidP="00A06B44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3490" w:type="dxa"/>
          </w:tcPr>
          <w:p w14:paraId="0224E6C2" w14:textId="77777777" w:rsidR="00973944" w:rsidRPr="00B528F8" w:rsidRDefault="00973944" w:rsidP="00A06B44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3231" w:type="dxa"/>
          </w:tcPr>
          <w:p w14:paraId="5CB54484" w14:textId="77777777" w:rsidR="00973944" w:rsidRPr="00B528F8" w:rsidRDefault="00973944" w:rsidP="00A06B44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  <w:r w:rsidRPr="00B528F8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>PAULINHO DOS CONDUTORES</w:t>
            </w:r>
          </w:p>
          <w:p w14:paraId="311263F5" w14:textId="77777777" w:rsidR="00973944" w:rsidRPr="00084C80" w:rsidRDefault="00973944" w:rsidP="00A06B44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084C80">
              <w:rPr>
                <w:rFonts w:ascii="Arial" w:eastAsia="Calibri" w:hAnsi="Arial" w:cs="Arial"/>
                <w:sz w:val="18"/>
                <w:szCs w:val="18"/>
                <w:lang w:eastAsia="en-US"/>
              </w:rPr>
              <w:t>Vereador - Líder do PL</w:t>
            </w:r>
          </w:p>
          <w:p w14:paraId="29917CFB" w14:textId="77777777" w:rsidR="00973944" w:rsidRPr="00084C80" w:rsidRDefault="00973944" w:rsidP="00A06B44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084C80">
              <w:rPr>
                <w:rFonts w:ascii="Arial" w:eastAsia="Calibri" w:hAnsi="Arial" w:cs="Arial"/>
                <w:sz w:val="18"/>
                <w:szCs w:val="18"/>
                <w:lang w:eastAsia="en-US"/>
              </w:rPr>
              <w:t>Vice-Presidente</w:t>
            </w:r>
          </w:p>
          <w:p w14:paraId="4D746DE4" w14:textId="77777777" w:rsidR="00973944" w:rsidRPr="00B528F8" w:rsidRDefault="00973944" w:rsidP="00A06B44">
            <w:pPr>
              <w:tabs>
                <w:tab w:val="left" w:pos="6480"/>
              </w:tabs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</w:tr>
      <w:tr w:rsidR="00973944" w14:paraId="72A94AA8" w14:textId="77777777" w:rsidTr="00A06B44">
        <w:tc>
          <w:tcPr>
            <w:tcW w:w="3544" w:type="dxa"/>
          </w:tcPr>
          <w:p w14:paraId="10F4356C" w14:textId="77777777" w:rsidR="00973944" w:rsidRPr="00B528F8" w:rsidRDefault="00973944" w:rsidP="00A06B44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  <w:r w:rsidRPr="00B528F8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>DR. RODRIGO SALOMON</w:t>
            </w:r>
          </w:p>
          <w:p w14:paraId="03B2218B" w14:textId="77777777" w:rsidR="00973944" w:rsidRPr="00B528F8" w:rsidRDefault="00973944" w:rsidP="00A06B44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  <w:r w:rsidRPr="00084C80">
              <w:rPr>
                <w:rFonts w:ascii="Arial" w:eastAsia="Calibri" w:hAnsi="Arial" w:cs="Arial"/>
                <w:sz w:val="18"/>
                <w:szCs w:val="18"/>
                <w:lang w:eastAsia="en-US"/>
              </w:rPr>
              <w:t>Vereador - Líder do PSDB</w:t>
            </w:r>
          </w:p>
        </w:tc>
        <w:tc>
          <w:tcPr>
            <w:tcW w:w="3490" w:type="dxa"/>
          </w:tcPr>
          <w:p w14:paraId="63BD728A" w14:textId="77777777" w:rsidR="00973944" w:rsidRPr="00B528F8" w:rsidRDefault="00973944" w:rsidP="00A06B44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3231" w:type="dxa"/>
          </w:tcPr>
          <w:p w14:paraId="75DFF5F1" w14:textId="77777777" w:rsidR="00973944" w:rsidRPr="00B528F8" w:rsidRDefault="00973944" w:rsidP="00A06B44">
            <w:pPr>
              <w:jc w:val="center"/>
              <w:rPr>
                <w:rFonts w:ascii="Arial" w:eastAsia="Calibri" w:hAnsi="Arial" w:cs="Arial"/>
                <w:b/>
                <w:smallCaps/>
                <w:sz w:val="20"/>
                <w:szCs w:val="20"/>
                <w:lang w:eastAsia="en-US"/>
              </w:rPr>
            </w:pPr>
            <w:r w:rsidRPr="00B528F8">
              <w:rPr>
                <w:rFonts w:ascii="Arial" w:eastAsia="Calibri" w:hAnsi="Arial" w:cs="Arial"/>
                <w:b/>
                <w:smallCaps/>
                <w:sz w:val="20"/>
                <w:szCs w:val="20"/>
                <w:lang w:eastAsia="en-US"/>
              </w:rPr>
              <w:t>VALMIR DO PARQUE MEIA LUA</w:t>
            </w:r>
          </w:p>
          <w:p w14:paraId="2BEB0847" w14:textId="77777777" w:rsidR="00973944" w:rsidRPr="00B528F8" w:rsidRDefault="00973944" w:rsidP="00A06B44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  <w:r w:rsidRPr="00084C80">
              <w:rPr>
                <w:rFonts w:ascii="Arial" w:eastAsia="Calibri" w:hAnsi="Arial" w:cs="Arial"/>
                <w:sz w:val="18"/>
                <w:szCs w:val="18"/>
                <w:lang w:eastAsia="en-US"/>
              </w:rPr>
              <w:t>Vereador - DEM</w:t>
            </w:r>
          </w:p>
        </w:tc>
      </w:tr>
    </w:tbl>
    <w:p w14:paraId="7ABD52A0" w14:textId="77777777" w:rsidR="00973944" w:rsidRPr="00C60F36" w:rsidRDefault="00973944" w:rsidP="00973944">
      <w:pPr>
        <w:tabs>
          <w:tab w:val="left" w:leader="dot" w:pos="709"/>
          <w:tab w:val="right" w:leader="dot" w:pos="5529"/>
          <w:tab w:val="left" w:leader="dot" w:pos="5812"/>
        </w:tabs>
        <w:spacing w:line="360" w:lineRule="auto"/>
        <w:jc w:val="both"/>
        <w:rPr>
          <w:rFonts w:ascii="Arial" w:hAnsi="Arial" w:cs="Arial"/>
          <w:sz w:val="2"/>
          <w:szCs w:val="2"/>
        </w:rPr>
      </w:pPr>
    </w:p>
    <w:sectPr w:rsidR="00973944" w:rsidRPr="00C60F36" w:rsidSect="00CC7F61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7" w:h="16840" w:code="9"/>
      <w:pgMar w:top="2268" w:right="709" w:bottom="1134" w:left="1134" w:header="851" w:footer="907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C1C11F6" w14:textId="77777777" w:rsidR="00BA289F" w:rsidRDefault="00BA289F">
      <w:r>
        <w:separator/>
      </w:r>
    </w:p>
  </w:endnote>
  <w:endnote w:type="continuationSeparator" w:id="0">
    <w:p w14:paraId="063AFE8F" w14:textId="77777777" w:rsidR="00BA289F" w:rsidRDefault="00BA28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8201A3" w14:textId="77777777"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62E9A3" w14:textId="77777777" w:rsidR="004F1BDA" w:rsidRDefault="004F1BDA" w:rsidP="004F1BD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A0D63CF" w14:textId="77777777" w:rsidR="00BA289F" w:rsidRDefault="00BA289F">
      <w:r>
        <w:separator/>
      </w:r>
    </w:p>
  </w:footnote>
  <w:footnote w:type="continuationSeparator" w:id="0">
    <w:p w14:paraId="1A0F3BBD" w14:textId="77777777" w:rsidR="00BA289F" w:rsidRDefault="00BA28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292FF2" w14:textId="68CA91C5" w:rsidR="00CA6856" w:rsidRDefault="0072102A" w:rsidP="00CA6856">
    <w:pPr>
      <w:tabs>
        <w:tab w:val="left" w:pos="2835"/>
      </w:tabs>
      <w:jc w:val="right"/>
      <w:rPr>
        <w:rFonts w:ascii="Arial" w:hAnsi="Arial" w:cs="Arial"/>
        <w:b/>
        <w:bCs/>
        <w:sz w:val="22"/>
        <w:szCs w:val="22"/>
      </w:rPr>
    </w:pPr>
    <w:r>
      <w:rPr>
        <w:rFonts w:ascii="Arial" w:hAnsi="Arial" w:cs="Arial"/>
        <w:b/>
        <w:bCs/>
        <w:sz w:val="22"/>
        <w:szCs w:val="22"/>
      </w:rPr>
      <w:t xml:space="preserve">PAUTA RESUMIDA </w:t>
    </w:r>
    <w:r w:rsidR="00200FC4" w:rsidRPr="009F7D1A">
      <w:rPr>
        <w:rFonts w:ascii="Arial" w:hAnsi="Arial" w:cs="Arial"/>
        <w:b/>
        <w:bCs/>
        <w:sz w:val="22"/>
        <w:szCs w:val="22"/>
      </w:rPr>
      <w:t xml:space="preserve">DA </w:t>
    </w:r>
    <w:r w:rsidR="00997691">
      <w:rPr>
        <w:rFonts w:ascii="Arial" w:hAnsi="Arial" w:cs="Arial"/>
        <w:b/>
        <w:bCs/>
        <w:sz w:val="22"/>
        <w:szCs w:val="22"/>
      </w:rPr>
      <w:t>7</w:t>
    </w:r>
    <w:r w:rsidR="00AA7FB7">
      <w:rPr>
        <w:rFonts w:ascii="Arial" w:hAnsi="Arial" w:cs="Arial"/>
        <w:b/>
        <w:bCs/>
        <w:sz w:val="22"/>
        <w:szCs w:val="22"/>
      </w:rPr>
      <w:t>ª</w:t>
    </w:r>
    <w:r w:rsidR="00200FC4" w:rsidRPr="009F7D1A">
      <w:rPr>
        <w:rFonts w:ascii="Arial" w:hAnsi="Arial" w:cs="Arial"/>
        <w:b/>
        <w:bCs/>
        <w:sz w:val="22"/>
        <w:szCs w:val="22"/>
      </w:rPr>
      <w:t xml:space="preserve"> S</w:t>
    </w:r>
    <w:r w:rsidR="005A1E96">
      <w:rPr>
        <w:rFonts w:ascii="Arial" w:hAnsi="Arial" w:cs="Arial"/>
        <w:b/>
        <w:bCs/>
        <w:sz w:val="22"/>
        <w:szCs w:val="22"/>
      </w:rPr>
      <w:t>.</w:t>
    </w:r>
    <w:r w:rsidR="00200FC4" w:rsidRPr="009F7D1A">
      <w:rPr>
        <w:rFonts w:ascii="Arial" w:hAnsi="Arial" w:cs="Arial"/>
        <w:b/>
        <w:bCs/>
        <w:sz w:val="22"/>
        <w:szCs w:val="22"/>
      </w:rPr>
      <w:t>O</w:t>
    </w:r>
    <w:r w:rsidR="005A1E96">
      <w:rPr>
        <w:rFonts w:ascii="Arial" w:hAnsi="Arial" w:cs="Arial"/>
        <w:b/>
        <w:bCs/>
        <w:sz w:val="22"/>
        <w:szCs w:val="22"/>
      </w:rPr>
      <w:t xml:space="preserve">. </w:t>
    </w:r>
    <w:r w:rsidR="00094490" w:rsidRPr="00CA6856">
      <w:rPr>
        <w:rFonts w:ascii="Arial" w:hAnsi="Arial" w:cs="Arial"/>
        <w:b/>
        <w:noProof/>
        <w:sz w:val="40"/>
        <w:u w:val="single"/>
      </w:rPr>
      <mc:AlternateContent>
        <mc:Choice Requires="wps">
          <w:drawing>
            <wp:anchor distT="0" distB="0" distL="114300" distR="114300" simplePos="0" relativeHeight="251657728" behindDoc="0" locked="0" layoutInCell="0" allowOverlap="1" wp14:anchorId="68B0B72C" wp14:editId="07777777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CFAB48D" w14:textId="77777777" w:rsidR="00D2072E" w:rsidRPr="00EB04D6" w:rsidRDefault="00D33691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68B0B72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436.1pt;margin-top:27.5pt;width:41.95pt;height:9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" o:allowincell="f" filled="f" stroked="f">
              <v:textbox inset="0,0,0,0">
                <w:txbxContent>
                  <w:p w14:paraId="7CFAB48D" w14:textId="77777777" w:rsidR="00D2072E" w:rsidRPr="00EB04D6" w:rsidRDefault="00D33691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SL</w:t>
                    </w:r>
                  </w:p>
                </w:txbxContent>
              </v:textbox>
            </v:shape>
          </w:pict>
        </mc:Fallback>
      </mc:AlternateContent>
    </w:r>
    <w:r w:rsidR="00094490" w:rsidRPr="00CA6856">
      <w:rPr>
        <w:rFonts w:ascii="Arial" w:hAnsi="Arial" w:cs="Arial"/>
        <w:b/>
        <w:noProof/>
        <w:u w:val="single"/>
      </w:rPr>
      <mc:AlternateContent>
        <mc:Choice Requires="wps">
          <w:drawing>
            <wp:anchor distT="0" distB="0" distL="114300" distR="114300" simplePos="0" relativeHeight="251656704" behindDoc="0" locked="0" layoutInCell="0" allowOverlap="1" wp14:anchorId="3BC8EE49" wp14:editId="0777777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EED9553" w14:textId="77777777"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14:paraId="4F42D03F" w14:textId="77777777"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w14:anchorId="3BC8EE49" id="Text Box 1" o:spid="_x0000_s1027" type="#_x0000_t202" style="position:absolute;left:0;text-align:left;margin-left:80.8pt;margin-top:7.65pt;width:394pt;height:43.9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" o:allowincell="f" filled="f" stroked="f">
              <v:textbox inset="0,0,0,0">
                <w:txbxContent>
                  <w:p w14:paraId="2EED9553" w14:textId="77777777"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14:paraId="4F42D03F" w14:textId="77777777"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 w:rsidR="00094490" w:rsidRPr="00CA6856">
      <w:rPr>
        <w:rFonts w:ascii="Arial" w:hAnsi="Arial" w:cs="Arial"/>
        <w:b/>
        <w:noProof/>
        <w:u w:val="single"/>
      </w:rPr>
      <w:drawing>
        <wp:anchor distT="0" distB="0" distL="114300" distR="114300" simplePos="0" relativeHeight="251658752" behindDoc="0" locked="0" layoutInCell="0" allowOverlap="1" wp14:anchorId="3566F32F" wp14:editId="07777777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8" name="Imagem 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42CEA">
      <w:rPr>
        <w:rFonts w:ascii="Arial" w:hAnsi="Arial" w:cs="Arial"/>
        <w:b/>
        <w:bCs/>
        <w:sz w:val="22"/>
        <w:szCs w:val="22"/>
      </w:rPr>
      <w:t>–</w:t>
    </w:r>
    <w:r w:rsidR="00AA7FB7">
      <w:rPr>
        <w:rFonts w:ascii="Arial" w:hAnsi="Arial" w:cs="Arial"/>
        <w:b/>
        <w:bCs/>
        <w:sz w:val="22"/>
        <w:szCs w:val="22"/>
      </w:rPr>
      <w:t xml:space="preserve"> </w:t>
    </w:r>
    <w:r w:rsidR="00997691">
      <w:rPr>
        <w:rFonts w:ascii="Arial" w:hAnsi="Arial" w:cs="Arial"/>
        <w:b/>
        <w:bCs/>
        <w:sz w:val="22"/>
        <w:szCs w:val="22"/>
      </w:rPr>
      <w:t>18</w:t>
    </w:r>
    <w:r w:rsidR="000D2386">
      <w:rPr>
        <w:rFonts w:ascii="Arial" w:hAnsi="Arial" w:cs="Arial"/>
        <w:b/>
        <w:bCs/>
        <w:sz w:val="22"/>
        <w:szCs w:val="22"/>
      </w:rPr>
      <w:t>/03</w:t>
    </w:r>
    <w:r w:rsidR="00D9332A">
      <w:rPr>
        <w:rFonts w:ascii="Arial" w:hAnsi="Arial" w:cs="Arial"/>
        <w:b/>
        <w:bCs/>
        <w:sz w:val="22"/>
        <w:szCs w:val="22"/>
      </w:rPr>
      <w:t>/2020</w:t>
    </w:r>
    <w:r w:rsidR="00AA7FB7">
      <w:rPr>
        <w:rFonts w:ascii="Arial" w:hAnsi="Arial" w:cs="Arial"/>
        <w:b/>
        <w:bCs/>
        <w:sz w:val="22"/>
        <w:szCs w:val="22"/>
      </w:rPr>
      <w:t xml:space="preserve"> -</w:t>
    </w:r>
    <w:r w:rsidR="00EC7F07">
      <w:rPr>
        <w:rFonts w:ascii="Arial" w:hAnsi="Arial" w:cs="Arial"/>
        <w:b/>
        <w:bCs/>
        <w:sz w:val="22"/>
        <w:szCs w:val="22"/>
      </w:rPr>
      <w:t xml:space="preserve"> </w:t>
    </w:r>
    <w:proofErr w:type="spellStart"/>
    <w:r w:rsidR="00EC7F07">
      <w:rPr>
        <w:rFonts w:ascii="Arial" w:hAnsi="Arial" w:cs="Arial"/>
        <w:b/>
        <w:bCs/>
        <w:sz w:val="22"/>
        <w:szCs w:val="22"/>
      </w:rPr>
      <w:t>fls</w:t>
    </w:r>
    <w:proofErr w:type="spellEnd"/>
    <w:r w:rsidR="00EC7F07">
      <w:rPr>
        <w:rFonts w:ascii="Arial" w:hAnsi="Arial" w:cs="Arial"/>
        <w:b/>
        <w:bCs/>
        <w:sz w:val="22"/>
        <w:szCs w:val="22"/>
      </w:rPr>
      <w:t xml:space="preserve"> </w:t>
    </w:r>
    <w:r w:rsidR="00D012BE" w:rsidRPr="00D012BE">
      <w:rPr>
        <w:rFonts w:ascii="Arial" w:hAnsi="Arial" w:cs="Arial"/>
        <w:b/>
        <w:bCs/>
        <w:sz w:val="22"/>
        <w:szCs w:val="22"/>
      </w:rPr>
      <w:fldChar w:fldCharType="begin"/>
    </w:r>
    <w:r w:rsidR="00D012BE" w:rsidRPr="00D012BE">
      <w:rPr>
        <w:rFonts w:ascii="Arial" w:hAnsi="Arial" w:cs="Arial"/>
        <w:b/>
        <w:bCs/>
        <w:sz w:val="22"/>
        <w:szCs w:val="22"/>
      </w:rPr>
      <w:instrText>PAGE   \* MERGEFORMAT</w:instrText>
    </w:r>
    <w:r w:rsidR="00D012BE" w:rsidRPr="00D012BE">
      <w:rPr>
        <w:rFonts w:ascii="Arial" w:hAnsi="Arial" w:cs="Arial"/>
        <w:b/>
        <w:bCs/>
        <w:sz w:val="22"/>
        <w:szCs w:val="22"/>
      </w:rPr>
      <w:fldChar w:fldCharType="separate"/>
    </w:r>
    <w:r w:rsidR="001567E6">
      <w:rPr>
        <w:rFonts w:ascii="Arial" w:hAnsi="Arial" w:cs="Arial"/>
        <w:b/>
        <w:bCs/>
        <w:noProof/>
        <w:sz w:val="22"/>
        <w:szCs w:val="22"/>
      </w:rPr>
      <w:t>2</w:t>
    </w:r>
    <w:r w:rsidR="00D012BE" w:rsidRPr="00D012BE">
      <w:rPr>
        <w:rFonts w:ascii="Arial" w:hAnsi="Arial" w:cs="Arial"/>
        <w:b/>
        <w:bCs/>
        <w:sz w:val="22"/>
        <w:szCs w:val="22"/>
      </w:rPr>
      <w:fldChar w:fldCharType="end"/>
    </w:r>
  </w:p>
  <w:p w14:paraId="4DDBEF00" w14:textId="77777777" w:rsidR="00E82574" w:rsidRDefault="00E82574" w:rsidP="00CA6856">
    <w:pPr>
      <w:tabs>
        <w:tab w:val="left" w:pos="2835"/>
      </w:tabs>
      <w:jc w:val="right"/>
      <w:rPr>
        <w:rFonts w:ascii="Arial" w:hAnsi="Arial" w:cs="Arial"/>
        <w:b/>
        <w:bCs/>
        <w:sz w:val="22"/>
        <w:szCs w:val="22"/>
      </w:rPr>
    </w:pPr>
  </w:p>
  <w:p w14:paraId="3461D779" w14:textId="77777777" w:rsidR="00E82574" w:rsidRPr="00CA6856" w:rsidRDefault="00E82574" w:rsidP="00CA6856">
    <w:pPr>
      <w:tabs>
        <w:tab w:val="left" w:pos="2835"/>
      </w:tabs>
      <w:jc w:val="right"/>
      <w:rPr>
        <w:rFonts w:ascii="Arial" w:hAnsi="Arial" w:cs="Arial"/>
        <w:b/>
        <w:sz w:val="22"/>
        <w:u w:val="single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2950DF" w14:textId="77777777" w:rsidR="00E82574" w:rsidRPr="00CA6856" w:rsidRDefault="00E82574" w:rsidP="00E82574">
    <w:pPr>
      <w:tabs>
        <w:tab w:val="left" w:pos="2835"/>
      </w:tabs>
      <w:jc w:val="right"/>
      <w:rPr>
        <w:rFonts w:ascii="Arial" w:hAnsi="Arial" w:cs="Arial"/>
        <w:b/>
        <w:sz w:val="22"/>
        <w:u w:val="single"/>
      </w:rPr>
    </w:pPr>
    <w:r w:rsidRPr="00CA6856">
      <w:rPr>
        <w:rFonts w:ascii="Arial" w:hAnsi="Arial" w:cs="Arial"/>
        <w:b/>
        <w:noProof/>
        <w:sz w:val="40"/>
        <w:u w:val="single"/>
      </w:rPr>
      <mc:AlternateContent>
        <mc:Choice Requires="wps">
          <w:drawing>
            <wp:anchor distT="0" distB="0" distL="114300" distR="114300" simplePos="0" relativeHeight="251661824" behindDoc="0" locked="0" layoutInCell="0" allowOverlap="1" wp14:anchorId="7F0A1E4C" wp14:editId="423945EA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A9CD8C0" w14:textId="77777777" w:rsidR="00E82574" w:rsidRPr="00EB04D6" w:rsidRDefault="00E82574" w:rsidP="00E8257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7F0A1E4C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0;text-align:left;margin-left:436.1pt;margin-top:27.5pt;width:41.95pt;height:9.8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O4Uxua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14:paraId="0A9CD8C0" w14:textId="77777777" w:rsidR="00E82574" w:rsidRPr="00EB04D6" w:rsidRDefault="00E82574" w:rsidP="00E8257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SL</w:t>
                    </w:r>
                  </w:p>
                </w:txbxContent>
              </v:textbox>
            </v:shape>
          </w:pict>
        </mc:Fallback>
      </mc:AlternateContent>
    </w:r>
    <w:r w:rsidRPr="00CA6856">
      <w:rPr>
        <w:rFonts w:ascii="Arial" w:hAnsi="Arial" w:cs="Arial"/>
        <w:b/>
        <w:noProof/>
        <w:u w:val="single"/>
      </w:rPr>
      <mc:AlternateContent>
        <mc:Choice Requires="wps">
          <w:drawing>
            <wp:anchor distT="0" distB="0" distL="114300" distR="114300" simplePos="0" relativeHeight="251660800" behindDoc="0" locked="0" layoutInCell="0" allowOverlap="1" wp14:anchorId="2A3C0909" wp14:editId="5C336EBE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39727A6" w14:textId="77777777" w:rsidR="00E82574" w:rsidRPr="00F73DA3" w:rsidRDefault="00E82574" w:rsidP="00E82574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14:paraId="438FE66B" w14:textId="77777777" w:rsidR="00E82574" w:rsidRPr="00F73DA3" w:rsidRDefault="00E82574" w:rsidP="00E82574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w14:anchorId="2A3C0909" id="_x0000_s1029" type="#_x0000_t202" style="position:absolute;left:0;text-align:left;margin-left:80.8pt;margin-top:7.65pt;width:394pt;height:43.9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LtgotW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14:paraId="339727A6" w14:textId="77777777" w:rsidR="00E82574" w:rsidRPr="00F73DA3" w:rsidRDefault="00E82574" w:rsidP="00E82574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14:paraId="438FE66B" w14:textId="77777777" w:rsidR="00E82574" w:rsidRPr="00F73DA3" w:rsidRDefault="00E82574" w:rsidP="00E82574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 w:rsidRPr="00CA6856">
      <w:rPr>
        <w:rFonts w:ascii="Arial" w:hAnsi="Arial" w:cs="Arial"/>
        <w:b/>
        <w:noProof/>
        <w:u w:val="single"/>
      </w:rPr>
      <w:drawing>
        <wp:anchor distT="0" distB="0" distL="114300" distR="114300" simplePos="0" relativeHeight="251662848" behindDoc="0" locked="0" layoutInCell="0" allowOverlap="1" wp14:anchorId="3C2C4C03" wp14:editId="0A6CD287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9" name="Imagem 9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B9EB3A27"/>
    <w:multiLevelType w:val="hybridMultilevel"/>
    <w:tmpl w:val="D222714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BF85906D"/>
    <w:multiLevelType w:val="hybridMultilevel"/>
    <w:tmpl w:val="63313AB5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1053875"/>
    <w:multiLevelType w:val="hybridMultilevel"/>
    <w:tmpl w:val="C1D79FFA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E460BD72"/>
    <w:multiLevelType w:val="hybridMultilevel"/>
    <w:tmpl w:val="16F820A8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9ED0385"/>
    <w:multiLevelType w:val="hybridMultilevel"/>
    <w:tmpl w:val="8D94FFE2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CB22B4"/>
    <w:multiLevelType w:val="hybridMultilevel"/>
    <w:tmpl w:val="0E58AF68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3573D9"/>
    <w:multiLevelType w:val="hybridMultilevel"/>
    <w:tmpl w:val="15D25CE0"/>
    <w:lvl w:ilvl="0" w:tplc="4E580C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023EBF"/>
    <w:multiLevelType w:val="hybridMultilevel"/>
    <w:tmpl w:val="31785988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8E1265"/>
    <w:multiLevelType w:val="hybridMultilevel"/>
    <w:tmpl w:val="C7CC74A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AC04DA"/>
    <w:multiLevelType w:val="hybridMultilevel"/>
    <w:tmpl w:val="8806EC74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C17EF1"/>
    <w:multiLevelType w:val="hybridMultilevel"/>
    <w:tmpl w:val="8D94FFE2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091900"/>
    <w:multiLevelType w:val="hybridMultilevel"/>
    <w:tmpl w:val="7BC4AA56"/>
    <w:lvl w:ilvl="0" w:tplc="0416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3" w15:restartNumberingAfterBreak="0">
    <w:nsid w:val="272577F3"/>
    <w:multiLevelType w:val="hybridMultilevel"/>
    <w:tmpl w:val="CEA62A80"/>
    <w:lvl w:ilvl="0" w:tplc="0416000F">
      <w:start w:val="1"/>
      <w:numFmt w:val="decimal"/>
      <w:lvlText w:val="%1."/>
      <w:lvlJc w:val="left"/>
      <w:pPr>
        <w:ind w:left="1004" w:hanging="360"/>
      </w:pPr>
    </w:lvl>
    <w:lvl w:ilvl="1" w:tplc="04160019" w:tentative="1">
      <w:start w:val="1"/>
      <w:numFmt w:val="lowerLetter"/>
      <w:lvlText w:val="%2."/>
      <w:lvlJc w:val="left"/>
      <w:pPr>
        <w:ind w:left="1724" w:hanging="360"/>
      </w:pPr>
    </w:lvl>
    <w:lvl w:ilvl="2" w:tplc="0416001B" w:tentative="1">
      <w:start w:val="1"/>
      <w:numFmt w:val="lowerRoman"/>
      <w:lvlText w:val="%3."/>
      <w:lvlJc w:val="right"/>
      <w:pPr>
        <w:ind w:left="2444" w:hanging="180"/>
      </w:pPr>
    </w:lvl>
    <w:lvl w:ilvl="3" w:tplc="0416000F" w:tentative="1">
      <w:start w:val="1"/>
      <w:numFmt w:val="decimal"/>
      <w:lvlText w:val="%4."/>
      <w:lvlJc w:val="left"/>
      <w:pPr>
        <w:ind w:left="3164" w:hanging="360"/>
      </w:pPr>
    </w:lvl>
    <w:lvl w:ilvl="4" w:tplc="04160019" w:tentative="1">
      <w:start w:val="1"/>
      <w:numFmt w:val="lowerLetter"/>
      <w:lvlText w:val="%5."/>
      <w:lvlJc w:val="left"/>
      <w:pPr>
        <w:ind w:left="3884" w:hanging="360"/>
      </w:pPr>
    </w:lvl>
    <w:lvl w:ilvl="5" w:tplc="0416001B" w:tentative="1">
      <w:start w:val="1"/>
      <w:numFmt w:val="lowerRoman"/>
      <w:lvlText w:val="%6."/>
      <w:lvlJc w:val="right"/>
      <w:pPr>
        <w:ind w:left="4604" w:hanging="180"/>
      </w:pPr>
    </w:lvl>
    <w:lvl w:ilvl="6" w:tplc="0416000F" w:tentative="1">
      <w:start w:val="1"/>
      <w:numFmt w:val="decimal"/>
      <w:lvlText w:val="%7."/>
      <w:lvlJc w:val="left"/>
      <w:pPr>
        <w:ind w:left="5324" w:hanging="360"/>
      </w:pPr>
    </w:lvl>
    <w:lvl w:ilvl="7" w:tplc="04160019" w:tentative="1">
      <w:start w:val="1"/>
      <w:numFmt w:val="lowerLetter"/>
      <w:lvlText w:val="%8."/>
      <w:lvlJc w:val="left"/>
      <w:pPr>
        <w:ind w:left="6044" w:hanging="360"/>
      </w:pPr>
    </w:lvl>
    <w:lvl w:ilvl="8" w:tplc="0416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36230C2B"/>
    <w:multiLevelType w:val="hybridMultilevel"/>
    <w:tmpl w:val="2128563A"/>
    <w:lvl w:ilvl="0" w:tplc="75B635E8">
      <w:start w:val="1"/>
      <w:numFmt w:val="decimal"/>
      <w:lvlText w:val="%1."/>
      <w:lvlJc w:val="left"/>
      <w:pPr>
        <w:ind w:left="720" w:hanging="360"/>
      </w:pPr>
      <w:rPr>
        <w:b/>
        <w:sz w:val="20"/>
        <w:szCs w:val="20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8D6A43"/>
    <w:multiLevelType w:val="hybridMultilevel"/>
    <w:tmpl w:val="D682D2EC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DA6082"/>
    <w:multiLevelType w:val="hybridMultilevel"/>
    <w:tmpl w:val="A996256A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 w15:restartNumberingAfterBreak="0">
    <w:nsid w:val="62E533C5"/>
    <w:multiLevelType w:val="hybridMultilevel"/>
    <w:tmpl w:val="F99C6224"/>
    <w:lvl w:ilvl="0" w:tplc="5EE01148">
      <w:start w:val="1"/>
      <w:numFmt w:val="decimal"/>
      <w:pStyle w:val="Estilo1"/>
      <w:lvlText w:val="%1."/>
      <w:lvlJc w:val="left"/>
      <w:pPr>
        <w:ind w:left="720" w:hanging="360"/>
      </w:pPr>
      <w:rPr>
        <w:rFonts w:cs="Times New Roman"/>
      </w:rPr>
    </w:lvl>
    <w:lvl w:ilvl="1" w:tplc="0416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6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6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6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6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6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6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6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66826099"/>
    <w:multiLevelType w:val="hybridMultilevel"/>
    <w:tmpl w:val="2128563A"/>
    <w:lvl w:ilvl="0" w:tplc="75B635E8">
      <w:start w:val="1"/>
      <w:numFmt w:val="decimal"/>
      <w:lvlText w:val="%1."/>
      <w:lvlJc w:val="left"/>
      <w:pPr>
        <w:ind w:left="720" w:hanging="360"/>
      </w:pPr>
      <w:rPr>
        <w:b/>
        <w:sz w:val="20"/>
        <w:szCs w:val="20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B6105D"/>
    <w:multiLevelType w:val="hybridMultilevel"/>
    <w:tmpl w:val="C0424C7E"/>
    <w:lvl w:ilvl="0" w:tplc="04160001">
      <w:start w:val="1"/>
      <w:numFmt w:val="bullet"/>
      <w:lvlText w:val=""/>
      <w:lvlJc w:val="left"/>
      <w:pPr>
        <w:ind w:left="2705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20" w15:restartNumberingAfterBreak="0">
    <w:nsid w:val="6BE15321"/>
    <w:multiLevelType w:val="hybridMultilevel"/>
    <w:tmpl w:val="8D94FFE2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FE8597F"/>
    <w:multiLevelType w:val="hybridMultilevel"/>
    <w:tmpl w:val="7160E008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2805639"/>
    <w:multiLevelType w:val="hybridMultilevel"/>
    <w:tmpl w:val="2B8AA226"/>
    <w:lvl w:ilvl="0" w:tplc="1E96AAE2">
      <w:start w:val="1"/>
      <w:numFmt w:val="decimal"/>
      <w:pStyle w:val="ODN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4A225B"/>
    <w:multiLevelType w:val="hybridMultilevel"/>
    <w:tmpl w:val="2128563A"/>
    <w:lvl w:ilvl="0" w:tplc="75B635E8">
      <w:start w:val="1"/>
      <w:numFmt w:val="decimal"/>
      <w:lvlText w:val="%1."/>
      <w:lvlJc w:val="left"/>
      <w:pPr>
        <w:ind w:left="720" w:hanging="360"/>
      </w:pPr>
      <w:rPr>
        <w:b/>
        <w:sz w:val="20"/>
        <w:szCs w:val="20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9"/>
  </w:num>
  <w:num w:numId="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</w:num>
  <w:num w:numId="5">
    <w:abstractNumId w:val="19"/>
  </w:num>
  <w:num w:numId="6">
    <w:abstractNumId w:val="1"/>
  </w:num>
  <w:num w:numId="7">
    <w:abstractNumId w:val="6"/>
  </w:num>
  <w:num w:numId="8">
    <w:abstractNumId w:val="16"/>
  </w:num>
  <w:num w:numId="9">
    <w:abstractNumId w:val="2"/>
  </w:num>
  <w:num w:numId="10">
    <w:abstractNumId w:val="12"/>
  </w:num>
  <w:num w:numId="11">
    <w:abstractNumId w:val="12"/>
  </w:num>
  <w:num w:numId="12">
    <w:abstractNumId w:val="23"/>
  </w:num>
  <w:num w:numId="13">
    <w:abstractNumId w:val="18"/>
  </w:num>
  <w:num w:numId="14">
    <w:abstractNumId w:val="3"/>
  </w:num>
  <w:num w:numId="15">
    <w:abstractNumId w:val="0"/>
  </w:num>
  <w:num w:numId="16">
    <w:abstractNumId w:val="13"/>
  </w:num>
  <w:num w:numId="17">
    <w:abstractNumId w:val="5"/>
  </w:num>
  <w:num w:numId="18">
    <w:abstractNumId w:val="20"/>
  </w:num>
  <w:num w:numId="19">
    <w:abstractNumId w:val="11"/>
  </w:num>
  <w:num w:numId="20">
    <w:abstractNumId w:val="10"/>
  </w:num>
  <w:num w:numId="21">
    <w:abstractNumId w:val="15"/>
  </w:num>
  <w:num w:numId="22">
    <w:abstractNumId w:val="9"/>
  </w:num>
  <w:num w:numId="2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7"/>
  </w:num>
  <w:num w:numId="25">
    <w:abstractNumId w:val="22"/>
  </w:num>
  <w:num w:numId="26">
    <w:abstractNumId w:val="7"/>
  </w:num>
  <w:num w:numId="2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3DA3"/>
    <w:rsid w:val="00007CC2"/>
    <w:rsid w:val="00012789"/>
    <w:rsid w:val="00012FA2"/>
    <w:rsid w:val="000134B5"/>
    <w:rsid w:val="000172A7"/>
    <w:rsid w:val="00017E51"/>
    <w:rsid w:val="000217AF"/>
    <w:rsid w:val="000239C6"/>
    <w:rsid w:val="000277E8"/>
    <w:rsid w:val="000340B3"/>
    <w:rsid w:val="000371F6"/>
    <w:rsid w:val="00044BC5"/>
    <w:rsid w:val="00045276"/>
    <w:rsid w:val="00050F44"/>
    <w:rsid w:val="00054605"/>
    <w:rsid w:val="00067DBE"/>
    <w:rsid w:val="000745DD"/>
    <w:rsid w:val="00081296"/>
    <w:rsid w:val="00081FDB"/>
    <w:rsid w:val="00082358"/>
    <w:rsid w:val="000927F0"/>
    <w:rsid w:val="00094490"/>
    <w:rsid w:val="000958D5"/>
    <w:rsid w:val="00096F9B"/>
    <w:rsid w:val="000A26D8"/>
    <w:rsid w:val="000A4068"/>
    <w:rsid w:val="000A55F3"/>
    <w:rsid w:val="000A6128"/>
    <w:rsid w:val="000B157E"/>
    <w:rsid w:val="000B4E60"/>
    <w:rsid w:val="000B5A33"/>
    <w:rsid w:val="000C368E"/>
    <w:rsid w:val="000C4432"/>
    <w:rsid w:val="000D2020"/>
    <w:rsid w:val="000D2386"/>
    <w:rsid w:val="000D2FC7"/>
    <w:rsid w:val="000D35AC"/>
    <w:rsid w:val="000D5716"/>
    <w:rsid w:val="000E22EA"/>
    <w:rsid w:val="000E4176"/>
    <w:rsid w:val="000E472C"/>
    <w:rsid w:val="000E5654"/>
    <w:rsid w:val="000F12F6"/>
    <w:rsid w:val="001049FA"/>
    <w:rsid w:val="00104EAC"/>
    <w:rsid w:val="00113F71"/>
    <w:rsid w:val="001141DC"/>
    <w:rsid w:val="00116A9A"/>
    <w:rsid w:val="001264A2"/>
    <w:rsid w:val="00132A58"/>
    <w:rsid w:val="00135A24"/>
    <w:rsid w:val="001368D6"/>
    <w:rsid w:val="00141923"/>
    <w:rsid w:val="0014261F"/>
    <w:rsid w:val="00143545"/>
    <w:rsid w:val="001442B6"/>
    <w:rsid w:val="0014591F"/>
    <w:rsid w:val="0015009A"/>
    <w:rsid w:val="001512EB"/>
    <w:rsid w:val="00153487"/>
    <w:rsid w:val="001567E6"/>
    <w:rsid w:val="001572BB"/>
    <w:rsid w:val="00162729"/>
    <w:rsid w:val="001630B5"/>
    <w:rsid w:val="00165173"/>
    <w:rsid w:val="0017076D"/>
    <w:rsid w:val="00172969"/>
    <w:rsid w:val="00172E81"/>
    <w:rsid w:val="001765B7"/>
    <w:rsid w:val="00177B78"/>
    <w:rsid w:val="00181CD2"/>
    <w:rsid w:val="001859D9"/>
    <w:rsid w:val="00187D51"/>
    <w:rsid w:val="0019102C"/>
    <w:rsid w:val="001934E6"/>
    <w:rsid w:val="00193F72"/>
    <w:rsid w:val="00195529"/>
    <w:rsid w:val="00195D7F"/>
    <w:rsid w:val="00196152"/>
    <w:rsid w:val="001A5B99"/>
    <w:rsid w:val="001B030B"/>
    <w:rsid w:val="001B2FD8"/>
    <w:rsid w:val="001B4DAC"/>
    <w:rsid w:val="001B6873"/>
    <w:rsid w:val="001C5CBD"/>
    <w:rsid w:val="001C7262"/>
    <w:rsid w:val="001D5457"/>
    <w:rsid w:val="001D560B"/>
    <w:rsid w:val="001D5928"/>
    <w:rsid w:val="001D6624"/>
    <w:rsid w:val="001E0E4B"/>
    <w:rsid w:val="001F13C3"/>
    <w:rsid w:val="001F1444"/>
    <w:rsid w:val="001F38D3"/>
    <w:rsid w:val="001F5EDD"/>
    <w:rsid w:val="00200FC4"/>
    <w:rsid w:val="00204B1A"/>
    <w:rsid w:val="00204ED7"/>
    <w:rsid w:val="002111E6"/>
    <w:rsid w:val="002112FC"/>
    <w:rsid w:val="0021437B"/>
    <w:rsid w:val="0021536B"/>
    <w:rsid w:val="00216B76"/>
    <w:rsid w:val="00216FCE"/>
    <w:rsid w:val="002454AE"/>
    <w:rsid w:val="00251B7E"/>
    <w:rsid w:val="00253C82"/>
    <w:rsid w:val="00260E5A"/>
    <w:rsid w:val="0026473E"/>
    <w:rsid w:val="00265CFF"/>
    <w:rsid w:val="002718D8"/>
    <w:rsid w:val="00276E98"/>
    <w:rsid w:val="00277FAA"/>
    <w:rsid w:val="00282E33"/>
    <w:rsid w:val="0028541E"/>
    <w:rsid w:val="0028757F"/>
    <w:rsid w:val="00290B69"/>
    <w:rsid w:val="00290F76"/>
    <w:rsid w:val="00294E3C"/>
    <w:rsid w:val="00296630"/>
    <w:rsid w:val="002A0463"/>
    <w:rsid w:val="002A3426"/>
    <w:rsid w:val="002A3A54"/>
    <w:rsid w:val="002A49F7"/>
    <w:rsid w:val="002A54E7"/>
    <w:rsid w:val="002A7434"/>
    <w:rsid w:val="002B1928"/>
    <w:rsid w:val="002B60B2"/>
    <w:rsid w:val="002B7AC0"/>
    <w:rsid w:val="002C08CD"/>
    <w:rsid w:val="002C2CD8"/>
    <w:rsid w:val="002C2ECA"/>
    <w:rsid w:val="002C4B2B"/>
    <w:rsid w:val="002C6601"/>
    <w:rsid w:val="002D0460"/>
    <w:rsid w:val="002D06F0"/>
    <w:rsid w:val="002D1901"/>
    <w:rsid w:val="002E57A2"/>
    <w:rsid w:val="002E60BC"/>
    <w:rsid w:val="002E69F7"/>
    <w:rsid w:val="002F02DB"/>
    <w:rsid w:val="002F0A26"/>
    <w:rsid w:val="002F1153"/>
    <w:rsid w:val="002F1FB4"/>
    <w:rsid w:val="002F3EAB"/>
    <w:rsid w:val="002F64AA"/>
    <w:rsid w:val="003015C4"/>
    <w:rsid w:val="00304EA2"/>
    <w:rsid w:val="0030799F"/>
    <w:rsid w:val="00311DEB"/>
    <w:rsid w:val="003140E7"/>
    <w:rsid w:val="00323F0F"/>
    <w:rsid w:val="00327C05"/>
    <w:rsid w:val="003336E5"/>
    <w:rsid w:val="00334E2A"/>
    <w:rsid w:val="00337DA3"/>
    <w:rsid w:val="00345B66"/>
    <w:rsid w:val="0035391B"/>
    <w:rsid w:val="00355266"/>
    <w:rsid w:val="00363E43"/>
    <w:rsid w:val="003806E0"/>
    <w:rsid w:val="00381FD1"/>
    <w:rsid w:val="00382E21"/>
    <w:rsid w:val="003839BE"/>
    <w:rsid w:val="00384506"/>
    <w:rsid w:val="0039016A"/>
    <w:rsid w:val="00397FF3"/>
    <w:rsid w:val="003A4CE5"/>
    <w:rsid w:val="003A5D15"/>
    <w:rsid w:val="003A795F"/>
    <w:rsid w:val="003B2BA3"/>
    <w:rsid w:val="003B2E73"/>
    <w:rsid w:val="003B3208"/>
    <w:rsid w:val="003B5053"/>
    <w:rsid w:val="003B7504"/>
    <w:rsid w:val="003C2140"/>
    <w:rsid w:val="003D158A"/>
    <w:rsid w:val="003D2B3C"/>
    <w:rsid w:val="003D5442"/>
    <w:rsid w:val="003D69EC"/>
    <w:rsid w:val="003E09BC"/>
    <w:rsid w:val="003E2035"/>
    <w:rsid w:val="003E580C"/>
    <w:rsid w:val="003E6FD0"/>
    <w:rsid w:val="003E7222"/>
    <w:rsid w:val="003F2995"/>
    <w:rsid w:val="003F4E56"/>
    <w:rsid w:val="00402350"/>
    <w:rsid w:val="00407955"/>
    <w:rsid w:val="00410141"/>
    <w:rsid w:val="0041209E"/>
    <w:rsid w:val="00412795"/>
    <w:rsid w:val="004135D9"/>
    <w:rsid w:val="004145B3"/>
    <w:rsid w:val="00415258"/>
    <w:rsid w:val="00423BE2"/>
    <w:rsid w:val="004323D0"/>
    <w:rsid w:val="00432944"/>
    <w:rsid w:val="00433D16"/>
    <w:rsid w:val="00434D83"/>
    <w:rsid w:val="0043606E"/>
    <w:rsid w:val="00437A29"/>
    <w:rsid w:val="00437E3F"/>
    <w:rsid w:val="004416C1"/>
    <w:rsid w:val="00441C86"/>
    <w:rsid w:val="004455DE"/>
    <w:rsid w:val="00447DC5"/>
    <w:rsid w:val="004502AE"/>
    <w:rsid w:val="0045375C"/>
    <w:rsid w:val="00473B2E"/>
    <w:rsid w:val="004817E2"/>
    <w:rsid w:val="00482FFF"/>
    <w:rsid w:val="00487D64"/>
    <w:rsid w:val="00493115"/>
    <w:rsid w:val="004950B4"/>
    <w:rsid w:val="00495F26"/>
    <w:rsid w:val="004969C5"/>
    <w:rsid w:val="00497FCC"/>
    <w:rsid w:val="004A24AA"/>
    <w:rsid w:val="004A7BAE"/>
    <w:rsid w:val="004B1188"/>
    <w:rsid w:val="004B27F2"/>
    <w:rsid w:val="004B314C"/>
    <w:rsid w:val="004B4CF9"/>
    <w:rsid w:val="004B674B"/>
    <w:rsid w:val="004C1649"/>
    <w:rsid w:val="004C23C2"/>
    <w:rsid w:val="004C31B7"/>
    <w:rsid w:val="004C5A39"/>
    <w:rsid w:val="004D007D"/>
    <w:rsid w:val="004D159A"/>
    <w:rsid w:val="004D3B55"/>
    <w:rsid w:val="004D3D15"/>
    <w:rsid w:val="004D6C88"/>
    <w:rsid w:val="004E0F8C"/>
    <w:rsid w:val="004E15B1"/>
    <w:rsid w:val="004E1F55"/>
    <w:rsid w:val="004E2B6C"/>
    <w:rsid w:val="004E4107"/>
    <w:rsid w:val="004E46DA"/>
    <w:rsid w:val="004E6960"/>
    <w:rsid w:val="004F139E"/>
    <w:rsid w:val="004F1BDA"/>
    <w:rsid w:val="004F39E9"/>
    <w:rsid w:val="004F409B"/>
    <w:rsid w:val="004F4A50"/>
    <w:rsid w:val="004F6BD9"/>
    <w:rsid w:val="004F7A6C"/>
    <w:rsid w:val="005008A7"/>
    <w:rsid w:val="00501826"/>
    <w:rsid w:val="00502088"/>
    <w:rsid w:val="005044B7"/>
    <w:rsid w:val="00505FD8"/>
    <w:rsid w:val="00511D14"/>
    <w:rsid w:val="0051354F"/>
    <w:rsid w:val="00516457"/>
    <w:rsid w:val="00516BA0"/>
    <w:rsid w:val="00517751"/>
    <w:rsid w:val="00517F1C"/>
    <w:rsid w:val="00521A87"/>
    <w:rsid w:val="0053367E"/>
    <w:rsid w:val="00540A9A"/>
    <w:rsid w:val="00547C94"/>
    <w:rsid w:val="00547FE7"/>
    <w:rsid w:val="00554456"/>
    <w:rsid w:val="00560C03"/>
    <w:rsid w:val="00564278"/>
    <w:rsid w:val="00564368"/>
    <w:rsid w:val="005643AE"/>
    <w:rsid w:val="00565B26"/>
    <w:rsid w:val="00565EB2"/>
    <w:rsid w:val="00567950"/>
    <w:rsid w:val="00570716"/>
    <w:rsid w:val="00571969"/>
    <w:rsid w:val="0057663B"/>
    <w:rsid w:val="00590EC2"/>
    <w:rsid w:val="005933C1"/>
    <w:rsid w:val="005937FE"/>
    <w:rsid w:val="00595D12"/>
    <w:rsid w:val="005A0E82"/>
    <w:rsid w:val="005A198B"/>
    <w:rsid w:val="005A1E96"/>
    <w:rsid w:val="005B3D21"/>
    <w:rsid w:val="005C3938"/>
    <w:rsid w:val="005C7328"/>
    <w:rsid w:val="005D1148"/>
    <w:rsid w:val="005D1A2A"/>
    <w:rsid w:val="005D5B76"/>
    <w:rsid w:val="005D7384"/>
    <w:rsid w:val="005E100F"/>
    <w:rsid w:val="005E138D"/>
    <w:rsid w:val="005E3DEC"/>
    <w:rsid w:val="005E4EF3"/>
    <w:rsid w:val="005E70AE"/>
    <w:rsid w:val="005E7282"/>
    <w:rsid w:val="005E75FE"/>
    <w:rsid w:val="00607228"/>
    <w:rsid w:val="00615FFF"/>
    <w:rsid w:val="00616316"/>
    <w:rsid w:val="00617D42"/>
    <w:rsid w:val="00624472"/>
    <w:rsid w:val="00626CD7"/>
    <w:rsid w:val="006358C1"/>
    <w:rsid w:val="0063641F"/>
    <w:rsid w:val="00641F8F"/>
    <w:rsid w:val="006426AE"/>
    <w:rsid w:val="0064362A"/>
    <w:rsid w:val="00643D69"/>
    <w:rsid w:val="00644A49"/>
    <w:rsid w:val="00654934"/>
    <w:rsid w:val="00655CD8"/>
    <w:rsid w:val="00665335"/>
    <w:rsid w:val="00670808"/>
    <w:rsid w:val="00681021"/>
    <w:rsid w:val="00682E6E"/>
    <w:rsid w:val="00683666"/>
    <w:rsid w:val="00683F8C"/>
    <w:rsid w:val="00687721"/>
    <w:rsid w:val="0069060B"/>
    <w:rsid w:val="00690A29"/>
    <w:rsid w:val="0069312F"/>
    <w:rsid w:val="006A03F1"/>
    <w:rsid w:val="006B00CA"/>
    <w:rsid w:val="006B01AC"/>
    <w:rsid w:val="006B01BD"/>
    <w:rsid w:val="006B0B8E"/>
    <w:rsid w:val="006B3573"/>
    <w:rsid w:val="006B3BE0"/>
    <w:rsid w:val="006B777C"/>
    <w:rsid w:val="006B7948"/>
    <w:rsid w:val="006C111E"/>
    <w:rsid w:val="006C377C"/>
    <w:rsid w:val="006D4711"/>
    <w:rsid w:val="006D60EE"/>
    <w:rsid w:val="006D6F7D"/>
    <w:rsid w:val="006E20A6"/>
    <w:rsid w:val="006E5F96"/>
    <w:rsid w:val="006E7E66"/>
    <w:rsid w:val="006F0764"/>
    <w:rsid w:val="006F124B"/>
    <w:rsid w:val="006F1A98"/>
    <w:rsid w:val="006F57B2"/>
    <w:rsid w:val="00700578"/>
    <w:rsid w:val="00703DAF"/>
    <w:rsid w:val="00705B1E"/>
    <w:rsid w:val="00706764"/>
    <w:rsid w:val="007147E5"/>
    <w:rsid w:val="00715F74"/>
    <w:rsid w:val="007170A8"/>
    <w:rsid w:val="0072102A"/>
    <w:rsid w:val="00721093"/>
    <w:rsid w:val="00721249"/>
    <w:rsid w:val="00722957"/>
    <w:rsid w:val="00722C66"/>
    <w:rsid w:val="00725E66"/>
    <w:rsid w:val="007277AD"/>
    <w:rsid w:val="007309C7"/>
    <w:rsid w:val="00732C73"/>
    <w:rsid w:val="0073383B"/>
    <w:rsid w:val="0073407F"/>
    <w:rsid w:val="0074393C"/>
    <w:rsid w:val="00751227"/>
    <w:rsid w:val="007513EA"/>
    <w:rsid w:val="0075429F"/>
    <w:rsid w:val="00754D7D"/>
    <w:rsid w:val="007567DD"/>
    <w:rsid w:val="007618CD"/>
    <w:rsid w:val="007648FD"/>
    <w:rsid w:val="007649ED"/>
    <w:rsid w:val="00772D41"/>
    <w:rsid w:val="00775A1B"/>
    <w:rsid w:val="00775A5D"/>
    <w:rsid w:val="00777B67"/>
    <w:rsid w:val="0078186A"/>
    <w:rsid w:val="00782A55"/>
    <w:rsid w:val="007872EE"/>
    <w:rsid w:val="00792CA7"/>
    <w:rsid w:val="007932F6"/>
    <w:rsid w:val="00794028"/>
    <w:rsid w:val="00794B03"/>
    <w:rsid w:val="00796755"/>
    <w:rsid w:val="007A14D9"/>
    <w:rsid w:val="007A1638"/>
    <w:rsid w:val="007B1282"/>
    <w:rsid w:val="007B2287"/>
    <w:rsid w:val="007B4A9B"/>
    <w:rsid w:val="007B5EBA"/>
    <w:rsid w:val="007B5FDB"/>
    <w:rsid w:val="007C09E1"/>
    <w:rsid w:val="007C465B"/>
    <w:rsid w:val="007D2D8F"/>
    <w:rsid w:val="007E3A8E"/>
    <w:rsid w:val="007E6D4F"/>
    <w:rsid w:val="007F0541"/>
    <w:rsid w:val="007F0DCB"/>
    <w:rsid w:val="007F2542"/>
    <w:rsid w:val="007F3BF1"/>
    <w:rsid w:val="007F3C51"/>
    <w:rsid w:val="007F75CA"/>
    <w:rsid w:val="0080197E"/>
    <w:rsid w:val="00801FF1"/>
    <w:rsid w:val="00832E2D"/>
    <w:rsid w:val="00833E27"/>
    <w:rsid w:val="008354AF"/>
    <w:rsid w:val="008403CC"/>
    <w:rsid w:val="00843E6F"/>
    <w:rsid w:val="008462C6"/>
    <w:rsid w:val="00847C58"/>
    <w:rsid w:val="00861BC1"/>
    <w:rsid w:val="00862602"/>
    <w:rsid w:val="00862696"/>
    <w:rsid w:val="008669AD"/>
    <w:rsid w:val="00870939"/>
    <w:rsid w:val="00871242"/>
    <w:rsid w:val="0087238C"/>
    <w:rsid w:val="0087438D"/>
    <w:rsid w:val="00874CEF"/>
    <w:rsid w:val="00875CBF"/>
    <w:rsid w:val="00877E50"/>
    <w:rsid w:val="00880B25"/>
    <w:rsid w:val="0088684B"/>
    <w:rsid w:val="008909A4"/>
    <w:rsid w:val="008A0EB2"/>
    <w:rsid w:val="008A5BD1"/>
    <w:rsid w:val="008A748D"/>
    <w:rsid w:val="008B01DC"/>
    <w:rsid w:val="008B24FE"/>
    <w:rsid w:val="008B7D71"/>
    <w:rsid w:val="008C25FE"/>
    <w:rsid w:val="008C2F4A"/>
    <w:rsid w:val="008C31FA"/>
    <w:rsid w:val="008C6531"/>
    <w:rsid w:val="008C6F46"/>
    <w:rsid w:val="008D7272"/>
    <w:rsid w:val="008F0173"/>
    <w:rsid w:val="008F09FA"/>
    <w:rsid w:val="008F2384"/>
    <w:rsid w:val="008F23FB"/>
    <w:rsid w:val="008F25B7"/>
    <w:rsid w:val="008F3BC7"/>
    <w:rsid w:val="008F52CF"/>
    <w:rsid w:val="008F63DF"/>
    <w:rsid w:val="008F65B9"/>
    <w:rsid w:val="008F68F2"/>
    <w:rsid w:val="008F6A2F"/>
    <w:rsid w:val="008F7F2E"/>
    <w:rsid w:val="00900BCC"/>
    <w:rsid w:val="00910ABA"/>
    <w:rsid w:val="00923710"/>
    <w:rsid w:val="0093117F"/>
    <w:rsid w:val="00941EE7"/>
    <w:rsid w:val="009451F5"/>
    <w:rsid w:val="0094798A"/>
    <w:rsid w:val="0095240B"/>
    <w:rsid w:val="00971330"/>
    <w:rsid w:val="00973944"/>
    <w:rsid w:val="009768E6"/>
    <w:rsid w:val="00981768"/>
    <w:rsid w:val="00982BB7"/>
    <w:rsid w:val="009830AF"/>
    <w:rsid w:val="0098518D"/>
    <w:rsid w:val="00997691"/>
    <w:rsid w:val="009A2ABD"/>
    <w:rsid w:val="009A4665"/>
    <w:rsid w:val="009A7625"/>
    <w:rsid w:val="009B207E"/>
    <w:rsid w:val="009B32F8"/>
    <w:rsid w:val="009B3A6B"/>
    <w:rsid w:val="009C30F0"/>
    <w:rsid w:val="009C6586"/>
    <w:rsid w:val="009C7AB3"/>
    <w:rsid w:val="009D0F8D"/>
    <w:rsid w:val="009D17A9"/>
    <w:rsid w:val="009D2323"/>
    <w:rsid w:val="009D27FF"/>
    <w:rsid w:val="009D3AC1"/>
    <w:rsid w:val="009D3DB0"/>
    <w:rsid w:val="009D50D4"/>
    <w:rsid w:val="009D5D07"/>
    <w:rsid w:val="009D5DEE"/>
    <w:rsid w:val="009D7CFE"/>
    <w:rsid w:val="009E060C"/>
    <w:rsid w:val="009E1F05"/>
    <w:rsid w:val="009F1E2C"/>
    <w:rsid w:val="009F3646"/>
    <w:rsid w:val="009F4BF1"/>
    <w:rsid w:val="009F7D1A"/>
    <w:rsid w:val="009F7D6D"/>
    <w:rsid w:val="00A00A86"/>
    <w:rsid w:val="00A010F4"/>
    <w:rsid w:val="00A04349"/>
    <w:rsid w:val="00A06270"/>
    <w:rsid w:val="00A063DC"/>
    <w:rsid w:val="00A13F3C"/>
    <w:rsid w:val="00A15527"/>
    <w:rsid w:val="00A3493D"/>
    <w:rsid w:val="00A354AB"/>
    <w:rsid w:val="00A37770"/>
    <w:rsid w:val="00A378B7"/>
    <w:rsid w:val="00A41F41"/>
    <w:rsid w:val="00A46B01"/>
    <w:rsid w:val="00A502CF"/>
    <w:rsid w:val="00A505E2"/>
    <w:rsid w:val="00A50E2D"/>
    <w:rsid w:val="00A522DD"/>
    <w:rsid w:val="00A63322"/>
    <w:rsid w:val="00A64D1D"/>
    <w:rsid w:val="00A66461"/>
    <w:rsid w:val="00A66DD0"/>
    <w:rsid w:val="00A71A06"/>
    <w:rsid w:val="00A778AD"/>
    <w:rsid w:val="00A803F9"/>
    <w:rsid w:val="00A837AD"/>
    <w:rsid w:val="00A83DB0"/>
    <w:rsid w:val="00A90C69"/>
    <w:rsid w:val="00A91C02"/>
    <w:rsid w:val="00A92CB9"/>
    <w:rsid w:val="00A95176"/>
    <w:rsid w:val="00AA0D20"/>
    <w:rsid w:val="00AA7FB7"/>
    <w:rsid w:val="00AB0C63"/>
    <w:rsid w:val="00AB5D7D"/>
    <w:rsid w:val="00AC308F"/>
    <w:rsid w:val="00AC712C"/>
    <w:rsid w:val="00AD3140"/>
    <w:rsid w:val="00AD5A3F"/>
    <w:rsid w:val="00AD5E7D"/>
    <w:rsid w:val="00AD78AD"/>
    <w:rsid w:val="00AE5049"/>
    <w:rsid w:val="00AF2C13"/>
    <w:rsid w:val="00AF3111"/>
    <w:rsid w:val="00AF69ED"/>
    <w:rsid w:val="00B02DDF"/>
    <w:rsid w:val="00B04997"/>
    <w:rsid w:val="00B062CB"/>
    <w:rsid w:val="00B10A0E"/>
    <w:rsid w:val="00B1425C"/>
    <w:rsid w:val="00B1718D"/>
    <w:rsid w:val="00B22CA2"/>
    <w:rsid w:val="00B256BA"/>
    <w:rsid w:val="00B30876"/>
    <w:rsid w:val="00B35EDA"/>
    <w:rsid w:val="00B36BF4"/>
    <w:rsid w:val="00B40BA7"/>
    <w:rsid w:val="00B42C2B"/>
    <w:rsid w:val="00B45684"/>
    <w:rsid w:val="00B508EA"/>
    <w:rsid w:val="00B50D7A"/>
    <w:rsid w:val="00B525C1"/>
    <w:rsid w:val="00B555DF"/>
    <w:rsid w:val="00B63F54"/>
    <w:rsid w:val="00B66974"/>
    <w:rsid w:val="00B66C94"/>
    <w:rsid w:val="00B75BC7"/>
    <w:rsid w:val="00B77143"/>
    <w:rsid w:val="00B877CC"/>
    <w:rsid w:val="00B87E6C"/>
    <w:rsid w:val="00B93CBE"/>
    <w:rsid w:val="00B95517"/>
    <w:rsid w:val="00B970B6"/>
    <w:rsid w:val="00BA1565"/>
    <w:rsid w:val="00BA15FB"/>
    <w:rsid w:val="00BA289F"/>
    <w:rsid w:val="00BA31CD"/>
    <w:rsid w:val="00BA6FAB"/>
    <w:rsid w:val="00BA72B2"/>
    <w:rsid w:val="00BB367F"/>
    <w:rsid w:val="00BB395E"/>
    <w:rsid w:val="00BC39F8"/>
    <w:rsid w:val="00BC4EA0"/>
    <w:rsid w:val="00BD0260"/>
    <w:rsid w:val="00BD03B2"/>
    <w:rsid w:val="00BD16E2"/>
    <w:rsid w:val="00BD38B7"/>
    <w:rsid w:val="00BD3C47"/>
    <w:rsid w:val="00BD6707"/>
    <w:rsid w:val="00BD7B25"/>
    <w:rsid w:val="00BE2793"/>
    <w:rsid w:val="00BE4010"/>
    <w:rsid w:val="00BE66D6"/>
    <w:rsid w:val="00BF6E3C"/>
    <w:rsid w:val="00BF7E08"/>
    <w:rsid w:val="00C00BF7"/>
    <w:rsid w:val="00C00BFF"/>
    <w:rsid w:val="00C021F8"/>
    <w:rsid w:val="00C06BEA"/>
    <w:rsid w:val="00C11F82"/>
    <w:rsid w:val="00C23982"/>
    <w:rsid w:val="00C25671"/>
    <w:rsid w:val="00C31173"/>
    <w:rsid w:val="00C32DB9"/>
    <w:rsid w:val="00C361FA"/>
    <w:rsid w:val="00C36E68"/>
    <w:rsid w:val="00C41BE4"/>
    <w:rsid w:val="00C41D21"/>
    <w:rsid w:val="00C444AE"/>
    <w:rsid w:val="00C44D39"/>
    <w:rsid w:val="00C512CD"/>
    <w:rsid w:val="00C5151D"/>
    <w:rsid w:val="00C54F34"/>
    <w:rsid w:val="00C569F0"/>
    <w:rsid w:val="00C60F36"/>
    <w:rsid w:val="00C62CA0"/>
    <w:rsid w:val="00C6477C"/>
    <w:rsid w:val="00C71653"/>
    <w:rsid w:val="00C71737"/>
    <w:rsid w:val="00C7796A"/>
    <w:rsid w:val="00C90B88"/>
    <w:rsid w:val="00C923C2"/>
    <w:rsid w:val="00C9332C"/>
    <w:rsid w:val="00C97AFD"/>
    <w:rsid w:val="00CA6856"/>
    <w:rsid w:val="00CA759E"/>
    <w:rsid w:val="00CB2BAB"/>
    <w:rsid w:val="00CB777C"/>
    <w:rsid w:val="00CC1C0D"/>
    <w:rsid w:val="00CC65AB"/>
    <w:rsid w:val="00CC7F61"/>
    <w:rsid w:val="00CD0105"/>
    <w:rsid w:val="00CE1C52"/>
    <w:rsid w:val="00CE2783"/>
    <w:rsid w:val="00CE27D3"/>
    <w:rsid w:val="00CE601F"/>
    <w:rsid w:val="00CF021C"/>
    <w:rsid w:val="00CF2076"/>
    <w:rsid w:val="00CF5B50"/>
    <w:rsid w:val="00D012BE"/>
    <w:rsid w:val="00D01B6D"/>
    <w:rsid w:val="00D023FA"/>
    <w:rsid w:val="00D04AA9"/>
    <w:rsid w:val="00D070C5"/>
    <w:rsid w:val="00D07D53"/>
    <w:rsid w:val="00D108F3"/>
    <w:rsid w:val="00D14EB1"/>
    <w:rsid w:val="00D20392"/>
    <w:rsid w:val="00D2072E"/>
    <w:rsid w:val="00D23DAB"/>
    <w:rsid w:val="00D257D4"/>
    <w:rsid w:val="00D27AC7"/>
    <w:rsid w:val="00D33691"/>
    <w:rsid w:val="00D34EA2"/>
    <w:rsid w:val="00D40595"/>
    <w:rsid w:val="00D406A7"/>
    <w:rsid w:val="00D427FE"/>
    <w:rsid w:val="00D42CEA"/>
    <w:rsid w:val="00D46100"/>
    <w:rsid w:val="00D50D41"/>
    <w:rsid w:val="00D53E39"/>
    <w:rsid w:val="00D61318"/>
    <w:rsid w:val="00D62508"/>
    <w:rsid w:val="00D63EAC"/>
    <w:rsid w:val="00D655AD"/>
    <w:rsid w:val="00D658B7"/>
    <w:rsid w:val="00D70CEC"/>
    <w:rsid w:val="00D77827"/>
    <w:rsid w:val="00D84F10"/>
    <w:rsid w:val="00D91228"/>
    <w:rsid w:val="00D9332A"/>
    <w:rsid w:val="00D97EB7"/>
    <w:rsid w:val="00DA2A0E"/>
    <w:rsid w:val="00DB48F6"/>
    <w:rsid w:val="00DC123B"/>
    <w:rsid w:val="00DC2CE9"/>
    <w:rsid w:val="00DC2FDE"/>
    <w:rsid w:val="00DC5A25"/>
    <w:rsid w:val="00DD03EC"/>
    <w:rsid w:val="00DD13D2"/>
    <w:rsid w:val="00DD1754"/>
    <w:rsid w:val="00DD1EAD"/>
    <w:rsid w:val="00DD380A"/>
    <w:rsid w:val="00DD41B6"/>
    <w:rsid w:val="00DE0860"/>
    <w:rsid w:val="00DE1A56"/>
    <w:rsid w:val="00DE511D"/>
    <w:rsid w:val="00DE57FB"/>
    <w:rsid w:val="00DE688B"/>
    <w:rsid w:val="00DF41A5"/>
    <w:rsid w:val="00DF52F9"/>
    <w:rsid w:val="00E01203"/>
    <w:rsid w:val="00E0454A"/>
    <w:rsid w:val="00E054EE"/>
    <w:rsid w:val="00E07249"/>
    <w:rsid w:val="00E07B13"/>
    <w:rsid w:val="00E10132"/>
    <w:rsid w:val="00E101DB"/>
    <w:rsid w:val="00E11F92"/>
    <w:rsid w:val="00E12207"/>
    <w:rsid w:val="00E14F37"/>
    <w:rsid w:val="00E16ADA"/>
    <w:rsid w:val="00E26F8F"/>
    <w:rsid w:val="00E27A32"/>
    <w:rsid w:val="00E30089"/>
    <w:rsid w:val="00E3022D"/>
    <w:rsid w:val="00E3531F"/>
    <w:rsid w:val="00E35A00"/>
    <w:rsid w:val="00E4210C"/>
    <w:rsid w:val="00E42628"/>
    <w:rsid w:val="00E441F5"/>
    <w:rsid w:val="00E4469D"/>
    <w:rsid w:val="00E740C7"/>
    <w:rsid w:val="00E750FC"/>
    <w:rsid w:val="00E769C2"/>
    <w:rsid w:val="00E82574"/>
    <w:rsid w:val="00E84AEA"/>
    <w:rsid w:val="00E85230"/>
    <w:rsid w:val="00E86C30"/>
    <w:rsid w:val="00E87544"/>
    <w:rsid w:val="00E9040C"/>
    <w:rsid w:val="00E90C30"/>
    <w:rsid w:val="00E911FA"/>
    <w:rsid w:val="00E9157C"/>
    <w:rsid w:val="00E95FE6"/>
    <w:rsid w:val="00E96A7E"/>
    <w:rsid w:val="00EA0032"/>
    <w:rsid w:val="00EA5D71"/>
    <w:rsid w:val="00EA6A10"/>
    <w:rsid w:val="00EB04D6"/>
    <w:rsid w:val="00EB04E1"/>
    <w:rsid w:val="00EB1DBB"/>
    <w:rsid w:val="00EB2744"/>
    <w:rsid w:val="00EB3077"/>
    <w:rsid w:val="00EB399A"/>
    <w:rsid w:val="00EB5686"/>
    <w:rsid w:val="00EB7B4B"/>
    <w:rsid w:val="00EC2013"/>
    <w:rsid w:val="00EC5D96"/>
    <w:rsid w:val="00EC7F07"/>
    <w:rsid w:val="00ED2065"/>
    <w:rsid w:val="00ED472A"/>
    <w:rsid w:val="00EE1A35"/>
    <w:rsid w:val="00EE272D"/>
    <w:rsid w:val="00EE4BBB"/>
    <w:rsid w:val="00EE7366"/>
    <w:rsid w:val="00EE7965"/>
    <w:rsid w:val="00EF0142"/>
    <w:rsid w:val="00EF2952"/>
    <w:rsid w:val="00EF4D49"/>
    <w:rsid w:val="00EF73F4"/>
    <w:rsid w:val="00F136FA"/>
    <w:rsid w:val="00F16023"/>
    <w:rsid w:val="00F17248"/>
    <w:rsid w:val="00F230E1"/>
    <w:rsid w:val="00F23FE1"/>
    <w:rsid w:val="00F27148"/>
    <w:rsid w:val="00F27349"/>
    <w:rsid w:val="00F27895"/>
    <w:rsid w:val="00F30808"/>
    <w:rsid w:val="00F37F59"/>
    <w:rsid w:val="00F400B5"/>
    <w:rsid w:val="00F420E5"/>
    <w:rsid w:val="00F44A65"/>
    <w:rsid w:val="00F47770"/>
    <w:rsid w:val="00F505C7"/>
    <w:rsid w:val="00F52699"/>
    <w:rsid w:val="00F57EF8"/>
    <w:rsid w:val="00F638A1"/>
    <w:rsid w:val="00F72E0C"/>
    <w:rsid w:val="00F73DA3"/>
    <w:rsid w:val="00F74915"/>
    <w:rsid w:val="00F7630C"/>
    <w:rsid w:val="00F764C3"/>
    <w:rsid w:val="00F77703"/>
    <w:rsid w:val="00F84DC0"/>
    <w:rsid w:val="00F864BB"/>
    <w:rsid w:val="00F86E71"/>
    <w:rsid w:val="00F87724"/>
    <w:rsid w:val="00F90D17"/>
    <w:rsid w:val="00F93C2D"/>
    <w:rsid w:val="00F95997"/>
    <w:rsid w:val="00F97345"/>
    <w:rsid w:val="00FA3CFC"/>
    <w:rsid w:val="00FA6F46"/>
    <w:rsid w:val="00FB253C"/>
    <w:rsid w:val="00FB2AF9"/>
    <w:rsid w:val="00FB5461"/>
    <w:rsid w:val="00FB5608"/>
    <w:rsid w:val="00FB68B4"/>
    <w:rsid w:val="00FC3580"/>
    <w:rsid w:val="00FC4250"/>
    <w:rsid w:val="00FC704C"/>
    <w:rsid w:val="00FC78F4"/>
    <w:rsid w:val="00FD05C0"/>
    <w:rsid w:val="00FD1D88"/>
    <w:rsid w:val="00FD4A12"/>
    <w:rsid w:val="00FE28F8"/>
    <w:rsid w:val="00FF2391"/>
    <w:rsid w:val="00FF4192"/>
    <w:rsid w:val="4FB4E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FB4E6E7"/>
  <w15:docId w15:val="{492C693B-9A8E-4A18-899C-EE8BF7E572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327C05"/>
    <w:pPr>
      <w:ind w:left="720"/>
      <w:contextualSpacing/>
    </w:pPr>
    <w:rPr>
      <w:rFonts w:eastAsiaTheme="minorHAnsi"/>
    </w:rPr>
  </w:style>
  <w:style w:type="paragraph" w:customStyle="1" w:styleId="Default">
    <w:name w:val="Default"/>
    <w:basedOn w:val="Normal"/>
    <w:rsid w:val="00327C05"/>
    <w:pPr>
      <w:autoSpaceDE w:val="0"/>
      <w:autoSpaceDN w:val="0"/>
    </w:pPr>
    <w:rPr>
      <w:rFonts w:ascii="Tahoma" w:eastAsiaTheme="minorHAnsi" w:hAnsi="Tahoma" w:cs="Tahoma"/>
      <w:color w:val="000000"/>
    </w:rPr>
  </w:style>
  <w:style w:type="paragraph" w:customStyle="1" w:styleId="Estilo1">
    <w:name w:val="Estilo1"/>
    <w:basedOn w:val="Normal"/>
    <w:link w:val="Estilo1Char"/>
    <w:rsid w:val="004817E2"/>
    <w:pPr>
      <w:numPr>
        <w:numId w:val="24"/>
      </w:numPr>
      <w:tabs>
        <w:tab w:val="left" w:pos="426"/>
      </w:tabs>
      <w:spacing w:before="240" w:line="276" w:lineRule="auto"/>
      <w:jc w:val="both"/>
    </w:pPr>
    <w:rPr>
      <w:rFonts w:ascii="Arial" w:hAnsi="Arial" w:cs="Arial"/>
      <w:b/>
      <w:color w:val="000000"/>
      <w:u w:val="single"/>
    </w:rPr>
  </w:style>
  <w:style w:type="character" w:customStyle="1" w:styleId="Estilo1Char">
    <w:name w:val="Estilo1 Char"/>
    <w:basedOn w:val="Fontepargpadro"/>
    <w:link w:val="Estilo1"/>
    <w:rsid w:val="004817E2"/>
    <w:rPr>
      <w:rFonts w:ascii="Arial" w:hAnsi="Arial" w:cs="Arial"/>
      <w:b/>
      <w:color w:val="000000"/>
      <w:sz w:val="24"/>
      <w:szCs w:val="24"/>
      <w:u w:val="single"/>
    </w:rPr>
  </w:style>
  <w:style w:type="paragraph" w:customStyle="1" w:styleId="ODN">
    <w:name w:val="ODN"/>
    <w:basedOn w:val="Normal"/>
    <w:link w:val="ODNChar"/>
    <w:autoRedefine/>
    <w:rsid w:val="00096F9B"/>
    <w:pPr>
      <w:numPr>
        <w:numId w:val="25"/>
      </w:numPr>
      <w:tabs>
        <w:tab w:val="left" w:pos="426"/>
      </w:tabs>
      <w:spacing w:before="240" w:line="276" w:lineRule="auto"/>
      <w:jc w:val="both"/>
    </w:pPr>
    <w:rPr>
      <w:rFonts w:ascii="Arial" w:hAnsi="Arial" w:cs="Arial"/>
      <w:b/>
      <w:color w:val="000000"/>
      <w:u w:val="single"/>
    </w:rPr>
  </w:style>
  <w:style w:type="character" w:customStyle="1" w:styleId="ODNChar">
    <w:name w:val="ODN Char"/>
    <w:basedOn w:val="Fontepargpadro"/>
    <w:link w:val="ODN"/>
    <w:rsid w:val="00096F9B"/>
    <w:rPr>
      <w:rFonts w:ascii="Arial" w:hAnsi="Arial" w:cs="Arial"/>
      <w:b/>
      <w:color w:val="000000"/>
      <w:sz w:val="24"/>
      <w:szCs w:val="24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F0DCB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F0DC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09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4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1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5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8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76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26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2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7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38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5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0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3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27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87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user\Meus%20documentos\Documento%20padr&#227;o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9D7207-BCE2-4029-AA30-1F86463EF5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Documento padrão.dotx</Template>
  <TotalTime>597</TotalTime>
  <Pages>1</Pages>
  <Words>158</Words>
  <Characters>858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Bento Sales Neto</dc:creator>
  <cp:keywords/>
  <cp:lastModifiedBy>Conta da Microsoft</cp:lastModifiedBy>
  <cp:revision>21</cp:revision>
  <cp:lastPrinted>2020-03-16T18:31:00Z</cp:lastPrinted>
  <dcterms:created xsi:type="dcterms:W3CDTF">2020-02-20T20:00:00Z</dcterms:created>
  <dcterms:modified xsi:type="dcterms:W3CDTF">2020-05-04T20:29:00Z</dcterms:modified>
</cp:coreProperties>
</file>