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951" w14:textId="1E345EAA" w:rsidR="00642CB4" w:rsidRPr="000B2EA9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B2EA9">
        <w:rPr>
          <w:rFonts w:ascii="Arial" w:hAnsi="Arial" w:cs="Arial"/>
          <w:b/>
          <w:szCs w:val="24"/>
          <w:u w:val="single"/>
        </w:rPr>
        <w:t xml:space="preserve">ROTEIRO DA </w:t>
      </w:r>
      <w:r w:rsidR="00EB0BDC">
        <w:rPr>
          <w:rFonts w:ascii="Arial" w:hAnsi="Arial" w:cs="Arial"/>
          <w:b/>
          <w:szCs w:val="24"/>
          <w:u w:val="single"/>
        </w:rPr>
        <w:t>1</w:t>
      </w:r>
      <w:r w:rsidR="007031BB">
        <w:rPr>
          <w:rFonts w:ascii="Arial" w:hAnsi="Arial" w:cs="Arial"/>
          <w:b/>
          <w:szCs w:val="24"/>
          <w:u w:val="single"/>
        </w:rPr>
        <w:t>3</w:t>
      </w:r>
      <w:r w:rsidR="00323490" w:rsidRPr="000B2EA9">
        <w:rPr>
          <w:rFonts w:ascii="Arial" w:hAnsi="Arial" w:cs="Arial"/>
          <w:b/>
          <w:szCs w:val="24"/>
          <w:u w:val="single"/>
        </w:rPr>
        <w:t>ª SESSÃO</w:t>
      </w:r>
      <w:r w:rsidRPr="000B2EA9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279E5A05" w:rsidR="00642CB4" w:rsidRPr="000B2EA9" w:rsidRDefault="007031BB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10</w:t>
      </w:r>
      <w:r w:rsidR="006E1197">
        <w:rPr>
          <w:rFonts w:ascii="Arial" w:hAnsi="Arial" w:cs="Arial"/>
          <w:b/>
          <w:szCs w:val="24"/>
          <w:u w:val="single"/>
        </w:rPr>
        <w:t xml:space="preserve"> DE JUNHO</w:t>
      </w:r>
      <w:r w:rsidR="00472765" w:rsidRPr="000B2EA9">
        <w:rPr>
          <w:rFonts w:ascii="Arial" w:hAnsi="Arial" w:cs="Arial"/>
          <w:b/>
          <w:szCs w:val="24"/>
          <w:u w:val="single"/>
        </w:rPr>
        <w:t xml:space="preserve"> DE </w:t>
      </w:r>
      <w:r w:rsidR="0041474D" w:rsidRPr="000B2EA9">
        <w:rPr>
          <w:rFonts w:ascii="Arial" w:hAnsi="Arial" w:cs="Arial"/>
          <w:b/>
          <w:szCs w:val="24"/>
          <w:u w:val="single"/>
        </w:rPr>
        <w:t>2020</w:t>
      </w:r>
    </w:p>
    <w:p w14:paraId="73802124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SERVIDORES,</w:t>
      </w:r>
    </w:p>
    <w:p w14:paraId="5964F7D4" w14:textId="77777777" w:rsidR="001644F6" w:rsidRPr="000B2EA9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0B2EA9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Internautas,</w:t>
      </w:r>
      <w:r w:rsidR="005E49C1" w:rsidRPr="000B2EA9">
        <w:rPr>
          <w:rFonts w:ascii="Arial" w:hAnsi="Arial" w:cs="Arial"/>
          <w:caps/>
          <w:szCs w:val="24"/>
        </w:rPr>
        <w:t xml:space="preserve"> EM ESPECIAL AQUELES QUE NOS ASSISTEM AO VIVO PELA PÁGINA DA CÂMARA NO FACEBOOK,</w:t>
      </w:r>
    </w:p>
    <w:p w14:paraId="20A85381" w14:textId="2B17A302" w:rsidR="00642CB4" w:rsidRPr="000B2EA9" w:rsidRDefault="00EB0BDC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BOM DIA</w:t>
      </w:r>
      <w:r w:rsidR="00642CB4" w:rsidRPr="000B2EA9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5D55098A" w:rsidR="00642CB4" w:rsidRPr="000B2EA9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NA PRESENTE DATA DE </w:t>
      </w:r>
      <w:r w:rsidR="007031BB">
        <w:rPr>
          <w:rFonts w:ascii="Arial" w:hAnsi="Arial" w:cs="Arial"/>
          <w:caps/>
          <w:szCs w:val="24"/>
        </w:rPr>
        <w:t>10 DE JUNHO</w:t>
      </w:r>
      <w:r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</w:t>
      </w:r>
      <w:r w:rsidR="0030678B" w:rsidRPr="000B2EA9">
        <w:rPr>
          <w:rFonts w:ascii="Arial" w:hAnsi="Arial" w:cs="Arial"/>
          <w:caps/>
          <w:szCs w:val="24"/>
        </w:rPr>
        <w:t xml:space="preserve">ÀS XXXX HORAS, </w:t>
      </w:r>
      <w:r w:rsidR="006E75B5" w:rsidRPr="000B2EA9">
        <w:rPr>
          <w:rFonts w:ascii="Arial" w:hAnsi="Arial" w:cs="Arial"/>
          <w:caps/>
          <w:szCs w:val="24"/>
        </w:rPr>
        <w:t xml:space="preserve">Para </w:t>
      </w:r>
      <w:r w:rsidR="00642CB4" w:rsidRPr="000B2EA9">
        <w:rPr>
          <w:rFonts w:ascii="Arial" w:hAnsi="Arial" w:cs="Arial"/>
          <w:caps/>
          <w:szCs w:val="24"/>
        </w:rPr>
        <w:t xml:space="preserve">darmos início à </w:t>
      </w:r>
      <w:r w:rsidR="007031BB">
        <w:rPr>
          <w:rFonts w:ascii="Arial" w:hAnsi="Arial" w:cs="Arial"/>
          <w:caps/>
          <w:szCs w:val="24"/>
        </w:rPr>
        <w:t>13ª (DÉCIMA TERCEIRA)</w:t>
      </w:r>
      <w:r w:rsidR="00C90515" w:rsidRPr="000B2EA9">
        <w:rPr>
          <w:rFonts w:ascii="Arial" w:hAnsi="Arial" w:cs="Arial"/>
          <w:caps/>
          <w:szCs w:val="24"/>
        </w:rPr>
        <w:t xml:space="preserve"> SESSÃO</w:t>
      </w:r>
      <w:r w:rsidR="00642CB4" w:rsidRPr="000B2EA9">
        <w:rPr>
          <w:rFonts w:ascii="Arial" w:hAnsi="Arial" w:cs="Arial"/>
          <w:caps/>
          <w:szCs w:val="24"/>
        </w:rPr>
        <w:t xml:space="preserve"> Ordinária</w:t>
      </w:r>
      <w:r w:rsidR="00E76A02" w:rsidRPr="000B2EA9">
        <w:rPr>
          <w:rFonts w:ascii="Arial" w:hAnsi="Arial" w:cs="Arial"/>
          <w:caps/>
          <w:szCs w:val="24"/>
        </w:rPr>
        <w:t xml:space="preserve"> DO </w:t>
      </w:r>
      <w:r w:rsidR="002C07C2" w:rsidRPr="000B2EA9">
        <w:rPr>
          <w:rFonts w:ascii="Arial" w:hAnsi="Arial" w:cs="Arial"/>
          <w:caps/>
          <w:szCs w:val="24"/>
        </w:rPr>
        <w:t>ANO DE 2020</w:t>
      </w:r>
      <w:r w:rsidR="00E76A02"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SOLICITO AO 1º </w:t>
      </w:r>
      <w:r w:rsidR="00574659" w:rsidRPr="000B2EA9">
        <w:rPr>
          <w:rFonts w:ascii="Arial" w:hAnsi="Arial" w:cs="Arial"/>
          <w:caps/>
          <w:szCs w:val="24"/>
        </w:rPr>
        <w:t>SECRETÁRIO</w:t>
      </w:r>
      <w:r w:rsidR="00642CB4" w:rsidRPr="000B2EA9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0B2EA9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 w:rsidRPr="000B2EA9">
        <w:rPr>
          <w:rFonts w:ascii="Arial" w:hAnsi="Arial" w:cs="Arial"/>
          <w:b/>
          <w:szCs w:val="24"/>
          <w:highlight w:val="yellow"/>
        </w:rPr>
        <w:t>faz a</w:t>
      </w:r>
      <w:r w:rsidRPr="000B2EA9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0B2EA9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há (</w:t>
      </w:r>
      <w:r w:rsidRPr="000B2EA9">
        <w:rPr>
          <w:rFonts w:ascii="Arial" w:hAnsi="Arial" w:cs="Arial"/>
          <w:color w:val="548DD4" w:themeColor="text2" w:themeTint="99"/>
          <w:szCs w:val="24"/>
        </w:rPr>
        <w:t>não há</w:t>
      </w:r>
      <w:r w:rsidRPr="000B2EA9">
        <w:rPr>
          <w:rFonts w:ascii="Arial" w:hAnsi="Arial" w:cs="Arial"/>
          <w:caps/>
          <w:szCs w:val="24"/>
        </w:rPr>
        <w:t xml:space="preserve">) quórum, presidente. </w:t>
      </w:r>
      <w:r w:rsidRPr="000B2EA9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0B2EA9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SOB A PROTEÇÃO DE DEUS E COM O CORAÇÃO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INTEIRAMENTE VOLTADO PARA A PÁTRIA 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PARA A COMUNIDADE A QUE SERVIMOS</w:t>
      </w:r>
      <w:r w:rsidR="002C29C5" w:rsidRPr="000B2EA9">
        <w:rPr>
          <w:rFonts w:ascii="Arial" w:hAnsi="Arial" w:cs="Arial"/>
          <w:caps/>
          <w:szCs w:val="24"/>
        </w:rPr>
        <w:t xml:space="preserve">, </w:t>
      </w:r>
      <w:r w:rsidRPr="000B2EA9">
        <w:rPr>
          <w:rFonts w:ascii="Arial" w:hAnsi="Arial" w:cs="Arial"/>
          <w:caps/>
          <w:szCs w:val="24"/>
        </w:rPr>
        <w:t>DECLARO ABERTA A PRESENTE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SESSÃO ORDINÁRIA</w:t>
      </w:r>
      <w:r w:rsidR="002C29C5" w:rsidRPr="000B2EA9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 w:rsidRPr="000B2EA9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DA76357" w14:textId="4C5D7488" w:rsidR="00EA60EE" w:rsidRPr="000B2EA9" w:rsidRDefault="00EA60E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A TODOS QUE SE LEVANTEM PARA A EXECUÇÃO DO </w:t>
      </w:r>
      <w:r w:rsidRPr="000B2EA9">
        <w:rPr>
          <w:rFonts w:ascii="Arial" w:hAnsi="Arial" w:cs="Arial"/>
          <w:b/>
          <w:caps/>
          <w:szCs w:val="24"/>
          <w:highlight w:val="yellow"/>
          <w:u w:val="single"/>
        </w:rPr>
        <w:t>HINO NACIONAL BRASILEIRO</w:t>
      </w:r>
      <w:r w:rsidR="007B40F6" w:rsidRPr="000B2EA9">
        <w:rPr>
          <w:rFonts w:ascii="Arial" w:hAnsi="Arial" w:cs="Arial"/>
          <w:b/>
          <w:caps/>
          <w:szCs w:val="24"/>
          <w:u w:val="single"/>
        </w:rPr>
        <w:t>.</w:t>
      </w:r>
    </w:p>
    <w:p w14:paraId="1C9813A1" w14:textId="7082C025" w:rsidR="00642CB4" w:rsidRPr="000B2EA9" w:rsidRDefault="002C5CE0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</w:t>
      </w:r>
      <w:r w:rsidR="002C07C2" w:rsidRPr="000B2EA9">
        <w:rPr>
          <w:rFonts w:ascii="Arial" w:hAnsi="Arial" w:cs="Arial"/>
          <w:caps/>
          <w:szCs w:val="24"/>
        </w:rPr>
        <w:t>TAMBÉM</w:t>
      </w:r>
      <w:r w:rsidRPr="000B2EA9">
        <w:rPr>
          <w:rFonts w:ascii="Arial" w:hAnsi="Arial" w:cs="Arial"/>
          <w:caps/>
          <w:szCs w:val="24"/>
        </w:rPr>
        <w:t xml:space="preserve"> QUE, APÓS A EXECUÇÃO DO</w:t>
      </w:r>
      <w:r w:rsidR="002C07C2" w:rsidRPr="000B2EA9">
        <w:rPr>
          <w:rFonts w:ascii="Arial" w:hAnsi="Arial" w:cs="Arial"/>
          <w:caps/>
          <w:szCs w:val="24"/>
        </w:rPr>
        <w:t xml:space="preserve"> HINO</w:t>
      </w:r>
      <w:r w:rsidRPr="000B2EA9">
        <w:rPr>
          <w:rFonts w:ascii="Arial" w:hAnsi="Arial" w:cs="Arial"/>
          <w:caps/>
          <w:szCs w:val="24"/>
        </w:rPr>
        <w:t xml:space="preserve">, </w:t>
      </w:r>
      <w:r w:rsidR="00EB0BDC">
        <w:rPr>
          <w:rFonts w:ascii="Arial" w:hAnsi="Arial" w:cs="Arial"/>
          <w:caps/>
          <w:szCs w:val="24"/>
        </w:rPr>
        <w:t>A</w:t>
      </w:r>
      <w:r w:rsidR="007C0C88" w:rsidRPr="000B2EA9">
        <w:rPr>
          <w:rFonts w:ascii="Arial" w:hAnsi="Arial" w:cs="Arial"/>
          <w:caps/>
          <w:szCs w:val="24"/>
        </w:rPr>
        <w:t xml:space="preserve"> VEREADOR</w:t>
      </w:r>
      <w:r w:rsidR="00EB0BDC">
        <w:rPr>
          <w:rFonts w:ascii="Arial" w:hAnsi="Arial" w:cs="Arial"/>
          <w:caps/>
          <w:szCs w:val="24"/>
        </w:rPr>
        <w:t>A</w:t>
      </w:r>
      <w:r w:rsidR="007C0C88" w:rsidRPr="000B2EA9">
        <w:rPr>
          <w:rFonts w:ascii="Arial" w:hAnsi="Arial" w:cs="Arial"/>
          <w:caps/>
          <w:szCs w:val="24"/>
        </w:rPr>
        <w:t xml:space="preserve"> </w:t>
      </w:r>
      <w:r w:rsidR="001C5F83" w:rsidRPr="001C5F83">
        <w:rPr>
          <w:rFonts w:ascii="Arial" w:hAnsi="Arial" w:cs="Arial"/>
          <w:b/>
          <w:caps/>
          <w:szCs w:val="24"/>
          <w:highlight w:val="yellow"/>
          <w:u w:val="single"/>
        </w:rPr>
        <w:t>PATRÍCIA JULIANI</w:t>
      </w:r>
      <w:r w:rsidR="00FF32B9" w:rsidRPr="000B2EA9">
        <w:rPr>
          <w:rFonts w:ascii="Arial" w:hAnsi="Arial" w:cs="Arial"/>
          <w:szCs w:val="24"/>
        </w:rPr>
        <w:t xml:space="preserve"> PROCEDA À LEITURA DE UM TRECHO DA BÍBLIA.</w:t>
      </w:r>
    </w:p>
    <w:p w14:paraId="5F030E0F" w14:textId="2F7E89BB" w:rsidR="007B40F6" w:rsidRDefault="00323490" w:rsidP="0063256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br w:type="page"/>
      </w:r>
    </w:p>
    <w:p w14:paraId="56BC971B" w14:textId="77777777" w:rsidR="002F0529" w:rsidRPr="000B2EA9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32919245"/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  <w:bookmarkEnd w:id="0"/>
    </w:p>
    <w:p w14:paraId="1BFDD209" w14:textId="6997E602" w:rsidR="002F0529" w:rsidRPr="000B2EA9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>PASSAREMOS</w:t>
      </w:r>
      <w:r w:rsidR="00125123" w:rsidRPr="000B2EA9">
        <w:rPr>
          <w:rFonts w:ascii="Arial" w:hAnsi="Arial" w:cs="Arial"/>
          <w:szCs w:val="24"/>
        </w:rPr>
        <w:t xml:space="preserve"> </w:t>
      </w:r>
      <w:r w:rsidR="008B13E7">
        <w:rPr>
          <w:rFonts w:ascii="Arial" w:hAnsi="Arial" w:cs="Arial"/>
          <w:szCs w:val="24"/>
        </w:rPr>
        <w:t xml:space="preserve">AGORA </w:t>
      </w:r>
      <w:r w:rsidR="002F0529" w:rsidRPr="000B2EA9">
        <w:rPr>
          <w:rFonts w:ascii="Arial" w:hAnsi="Arial" w:cs="Arial"/>
          <w:szCs w:val="24"/>
        </w:rPr>
        <w:t>À FASE DA SESSÃO ORDINÁRIA</w:t>
      </w:r>
      <w:r w:rsidR="00814A39" w:rsidRPr="000B2EA9">
        <w:rPr>
          <w:rFonts w:ascii="Arial" w:hAnsi="Arial" w:cs="Arial"/>
          <w:szCs w:val="24"/>
        </w:rPr>
        <w:t xml:space="preserve"> EM QUE</w:t>
      </w:r>
      <w:r w:rsidR="002F0529" w:rsidRPr="000B2EA9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123BE184" w:rsidR="00FA7033" w:rsidRPr="000B2EA9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ANTES, </w:t>
      </w:r>
      <w:r w:rsidRPr="000B2EA9">
        <w:rPr>
          <w:rFonts w:ascii="Arial" w:hAnsi="Arial" w:cs="Arial"/>
          <w:caps/>
          <w:szCs w:val="24"/>
        </w:rPr>
        <w:t>PORÉM</w:t>
      </w:r>
      <w:r w:rsidRPr="000B2EA9">
        <w:rPr>
          <w:rFonts w:ascii="Arial" w:hAnsi="Arial" w:cs="Arial"/>
          <w:szCs w:val="24"/>
        </w:rPr>
        <w:t xml:space="preserve">, </w:t>
      </w:r>
      <w:r w:rsidR="007F1836" w:rsidRPr="000B2EA9">
        <w:rPr>
          <w:rFonts w:ascii="Arial" w:hAnsi="Arial" w:cs="Arial"/>
          <w:szCs w:val="24"/>
        </w:rPr>
        <w:t xml:space="preserve">INFORMO QUE PARA A PRESENTE SESSÃO FORAM </w:t>
      </w:r>
      <w:r w:rsidR="007F1836" w:rsidRPr="000B2EA9">
        <w:rPr>
          <w:rFonts w:ascii="Arial" w:hAnsi="Arial" w:cs="Arial"/>
          <w:caps/>
          <w:szCs w:val="24"/>
        </w:rPr>
        <w:t>PROTOCOLADOS</w:t>
      </w:r>
      <w:r w:rsidR="007F1836" w:rsidRPr="000B2EA9">
        <w:rPr>
          <w:rFonts w:ascii="Arial" w:hAnsi="Arial" w:cs="Arial"/>
          <w:szCs w:val="24"/>
        </w:rPr>
        <w:t xml:space="preserve"> </w:t>
      </w:r>
      <w:r w:rsidR="001C5F83">
        <w:rPr>
          <w:rFonts w:ascii="Arial" w:hAnsi="Arial" w:cs="Arial"/>
          <w:szCs w:val="24"/>
          <w:u w:val="single"/>
        </w:rPr>
        <w:t>77</w:t>
      </w:r>
      <w:r w:rsidR="007F1836" w:rsidRPr="000B2EA9">
        <w:rPr>
          <w:rFonts w:ascii="Arial" w:hAnsi="Arial" w:cs="Arial"/>
          <w:szCs w:val="24"/>
        </w:rPr>
        <w:t xml:space="preserve"> TRABALHOS</w:t>
      </w:r>
      <w:r w:rsidR="00C94099" w:rsidRPr="000B2EA9">
        <w:rPr>
          <w:rFonts w:ascii="Arial" w:hAnsi="Arial" w:cs="Arial"/>
          <w:szCs w:val="24"/>
        </w:rPr>
        <w:t>, SENDO</w:t>
      </w:r>
      <w:r w:rsidR="007F1836" w:rsidRPr="000B2EA9">
        <w:rPr>
          <w:rFonts w:ascii="Arial" w:hAnsi="Arial" w:cs="Arial"/>
          <w:szCs w:val="24"/>
        </w:rPr>
        <w:t>:</w:t>
      </w:r>
    </w:p>
    <w:p w14:paraId="10F553D9" w14:textId="3C2A3763" w:rsidR="007F1836" w:rsidRPr="001C5F83" w:rsidRDefault="001C5F8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62</w:t>
      </w:r>
      <w:r w:rsidR="007F1836" w:rsidRPr="000B2EA9">
        <w:rPr>
          <w:rFonts w:ascii="Arial" w:hAnsi="Arial" w:cs="Arial"/>
          <w:szCs w:val="24"/>
        </w:rPr>
        <w:tab/>
      </w:r>
      <w:r w:rsidR="007F1836" w:rsidRPr="000B2EA9">
        <w:rPr>
          <w:rFonts w:ascii="Arial" w:hAnsi="Arial" w:cs="Arial"/>
          <w:caps/>
          <w:szCs w:val="24"/>
        </w:rPr>
        <w:t>INDICAÇÕES</w:t>
      </w:r>
    </w:p>
    <w:p w14:paraId="2C750F55" w14:textId="1101B29B" w:rsidR="001C5F83" w:rsidRPr="000B2EA9" w:rsidRDefault="001C5F8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aps/>
          <w:szCs w:val="24"/>
        </w:rPr>
        <w:t>01</w:t>
      </w:r>
      <w:r>
        <w:rPr>
          <w:rFonts w:ascii="Arial" w:hAnsi="Arial" w:cs="Arial"/>
          <w:caps/>
          <w:szCs w:val="24"/>
        </w:rPr>
        <w:tab/>
        <w:t>moção</w:t>
      </w:r>
    </w:p>
    <w:p w14:paraId="0C876DB4" w14:textId="2BE4CC00" w:rsidR="00146C11" w:rsidRPr="000B2EA9" w:rsidRDefault="001C5F8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07</w:t>
      </w:r>
      <w:r w:rsidR="00146C11" w:rsidRPr="000B2EA9">
        <w:rPr>
          <w:rFonts w:ascii="Arial" w:hAnsi="Arial" w:cs="Arial"/>
          <w:szCs w:val="24"/>
        </w:rPr>
        <w:tab/>
        <w:t>REQUERIMENTOS</w:t>
      </w:r>
    </w:p>
    <w:p w14:paraId="428842DF" w14:textId="1B173B1D" w:rsidR="006145DD" w:rsidRPr="000B2EA9" w:rsidRDefault="001C5F8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07</w:t>
      </w:r>
      <w:r w:rsidR="007F1836" w:rsidRPr="000B2EA9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0B2EA9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 xml:space="preserve">AGORA, </w:t>
      </w:r>
      <w:r w:rsidRPr="000B2EA9">
        <w:rPr>
          <w:rFonts w:ascii="Arial" w:hAnsi="Arial" w:cs="Arial"/>
          <w:caps/>
          <w:szCs w:val="24"/>
        </w:rPr>
        <w:t>ENTÃO</w:t>
      </w:r>
      <w:r w:rsidRPr="000B2EA9">
        <w:rPr>
          <w:rFonts w:ascii="Arial" w:hAnsi="Arial" w:cs="Arial"/>
          <w:szCs w:val="24"/>
        </w:rPr>
        <w:t xml:space="preserve">, </w:t>
      </w:r>
      <w:r w:rsidR="00642CB4" w:rsidRPr="000B2EA9">
        <w:rPr>
          <w:rFonts w:ascii="Arial" w:hAnsi="Arial" w:cs="Arial"/>
          <w:szCs w:val="24"/>
        </w:rPr>
        <w:t>SOLICITO AO</w:t>
      </w:r>
      <w:r w:rsidR="00014BD1" w:rsidRPr="000B2EA9">
        <w:rPr>
          <w:rFonts w:ascii="Arial" w:hAnsi="Arial" w:cs="Arial"/>
          <w:szCs w:val="24"/>
        </w:rPr>
        <w:t xml:space="preserve"> 1º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574659" w:rsidRPr="000B2EA9">
        <w:rPr>
          <w:rFonts w:ascii="Arial" w:hAnsi="Arial" w:cs="Arial"/>
          <w:szCs w:val="24"/>
        </w:rPr>
        <w:t>SECRETÁRIO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3E574C" w:rsidRPr="000B2EA9">
        <w:rPr>
          <w:rFonts w:ascii="Arial" w:hAnsi="Arial" w:cs="Arial"/>
          <w:szCs w:val="24"/>
        </w:rPr>
        <w:t xml:space="preserve">QUE FAÇA </w:t>
      </w:r>
      <w:r w:rsidR="00C602BC" w:rsidRPr="000B2EA9">
        <w:rPr>
          <w:rFonts w:ascii="Arial" w:hAnsi="Arial" w:cs="Arial"/>
          <w:szCs w:val="24"/>
        </w:rPr>
        <w:t xml:space="preserve">A LEITURA </w:t>
      </w:r>
      <w:r w:rsidR="00212E98" w:rsidRPr="000B2EA9">
        <w:rPr>
          <w:rFonts w:ascii="Arial" w:hAnsi="Arial" w:cs="Arial"/>
          <w:szCs w:val="24"/>
        </w:rPr>
        <w:t>DAS</w:t>
      </w:r>
      <w:r w:rsidR="00212E98"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caps/>
          <w:szCs w:val="24"/>
        </w:rPr>
        <w:t>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DAS </w:t>
      </w:r>
      <w:r w:rsidR="002F0529" w:rsidRPr="000B2EA9">
        <w:rPr>
          <w:rFonts w:ascii="Arial" w:hAnsi="Arial" w:cs="Arial"/>
          <w:b/>
          <w:szCs w:val="24"/>
          <w:u w:val="single"/>
        </w:rPr>
        <w:t>MOÇÕES</w:t>
      </w:r>
      <w:r w:rsidR="00706EA5"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  <w:lang w:eastAsia="ko-KR"/>
        </w:rPr>
        <w:t>PROTOCOLADAS PARA ESTA</w:t>
      </w:r>
      <w:r w:rsidR="00706EA5"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0B2EA9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</w:t>
      </w:r>
      <w:r w:rsidR="00350ACA" w:rsidRPr="000B2EA9">
        <w:rPr>
          <w:rFonts w:ascii="Arial" w:hAnsi="Arial" w:cs="Arial"/>
          <w:szCs w:val="24"/>
          <w:highlight w:val="yellow"/>
        </w:rPr>
        <w:t xml:space="preserve">lê o </w:t>
      </w:r>
      <w:r w:rsidR="009C68A3" w:rsidRPr="000B2EA9">
        <w:rPr>
          <w:rFonts w:ascii="Arial" w:hAnsi="Arial" w:cs="Arial"/>
          <w:szCs w:val="24"/>
          <w:highlight w:val="yellow"/>
        </w:rPr>
        <w:t>Relatório</w:t>
      </w:r>
      <w:r w:rsidR="00350ACA" w:rsidRPr="000B2EA9">
        <w:rPr>
          <w:rFonts w:ascii="Arial" w:hAnsi="Arial" w:cs="Arial"/>
          <w:szCs w:val="24"/>
          <w:highlight w:val="yellow"/>
        </w:rPr>
        <w:t xml:space="preserve"> de Moções</w:t>
      </w:r>
      <w:r w:rsidRPr="000B2EA9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0B2EA9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0B2EA9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0B2EA9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0B2EA9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0B2EA9">
        <w:rPr>
          <w:rFonts w:ascii="Arial" w:hAnsi="Arial" w:cs="Arial"/>
          <w:szCs w:val="24"/>
          <w:highlight w:val="yellow"/>
        </w:rPr>
        <w:t>acabarem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0B2EA9">
        <w:rPr>
          <w:rFonts w:ascii="Arial" w:hAnsi="Arial" w:cs="Arial"/>
          <w:szCs w:val="24"/>
          <w:highlight w:val="yellow"/>
          <w:lang w:eastAsia="ko-KR"/>
        </w:rPr>
        <w:t>z</w:t>
      </w:r>
      <w:r w:rsidRPr="000B2EA9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0B2EA9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0B2EA9">
        <w:rPr>
          <w:rFonts w:ascii="Arial" w:hAnsi="Arial" w:cs="Arial"/>
          <w:szCs w:val="24"/>
          <w:lang w:eastAsia="ko-KR"/>
        </w:rPr>
        <w:t>PRESIDENTE</w:t>
      </w:r>
      <w:r w:rsidRPr="000B2EA9">
        <w:rPr>
          <w:rFonts w:ascii="Arial" w:hAnsi="Arial" w:cs="Arial"/>
          <w:szCs w:val="24"/>
          <w:lang w:eastAsia="ko-KR"/>
        </w:rPr>
        <w:t>!</w:t>
      </w:r>
      <w:r w:rsidR="0005584B" w:rsidRPr="000B2EA9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0B2EA9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1A24" w:rsidRPr="000B2EA9">
        <w:rPr>
          <w:rFonts w:ascii="Arial" w:hAnsi="Arial" w:cs="Arial"/>
          <w:szCs w:val="24"/>
          <w:lang w:eastAsia="ko-KR"/>
        </w:rPr>
        <w:t>À</w:t>
      </w:r>
      <w:r w:rsidR="00014BD1" w:rsidRPr="000B2EA9">
        <w:rPr>
          <w:rFonts w:ascii="Arial" w:hAnsi="Arial" w:cs="Arial"/>
          <w:szCs w:val="24"/>
          <w:lang w:eastAsia="ko-KR"/>
        </w:rPr>
        <w:t xml:space="preserve"> 2ª</w:t>
      </w:r>
      <w:r w:rsidR="00211A24" w:rsidRPr="000B2EA9">
        <w:rPr>
          <w:rFonts w:ascii="Arial" w:hAnsi="Arial" w:cs="Arial"/>
          <w:szCs w:val="24"/>
          <w:lang w:eastAsia="ko-KR"/>
        </w:rPr>
        <w:t xml:space="preserve"> </w:t>
      </w:r>
      <w:r w:rsidR="00574659" w:rsidRPr="000B2EA9">
        <w:rPr>
          <w:rFonts w:ascii="Arial" w:hAnsi="Arial" w:cs="Arial"/>
          <w:caps/>
          <w:szCs w:val="24"/>
        </w:rPr>
        <w:t>SECRETÁRI</w:t>
      </w:r>
      <w:r w:rsidR="00211A24" w:rsidRPr="000B2EA9">
        <w:rPr>
          <w:rFonts w:ascii="Arial" w:hAnsi="Arial" w:cs="Arial"/>
          <w:caps/>
          <w:szCs w:val="24"/>
        </w:rPr>
        <w:t>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0B2EA9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0B2EA9">
        <w:rPr>
          <w:rFonts w:ascii="Arial" w:hAnsi="Arial" w:cs="Arial"/>
          <w:szCs w:val="24"/>
          <w:lang w:eastAsia="ko-KR"/>
        </w:rPr>
        <w:t>DAS 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</w:t>
      </w:r>
      <w:r w:rsidRPr="000B2EA9">
        <w:rPr>
          <w:rFonts w:ascii="Arial" w:hAnsi="Arial" w:cs="Arial"/>
          <w:szCs w:val="24"/>
          <w:lang w:eastAsia="ko-KR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</w:rPr>
        <w:t>PROTOCOLADOS</w:t>
      </w:r>
      <w:r w:rsidR="00F90A5C" w:rsidRPr="000B2EA9">
        <w:rPr>
          <w:rFonts w:ascii="Arial" w:hAnsi="Arial" w:cs="Arial"/>
          <w:szCs w:val="24"/>
          <w:lang w:eastAsia="ko-KR"/>
        </w:rPr>
        <w:t xml:space="preserve"> PARA ESTA</w:t>
      </w:r>
      <w:r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0B2EA9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0B2EA9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0B2EA9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BF5BC3">
        <w:rPr>
          <w:rFonts w:ascii="Arial" w:hAnsi="Arial" w:cs="Arial"/>
          <w:color w:val="FF0000"/>
          <w:szCs w:val="24"/>
          <w:lang w:eastAsia="ko-KR"/>
        </w:rPr>
        <w:t>9.6)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0B2EA9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lê o Requerimento e prossegue no Relatório.</w:t>
      </w:r>
    </w:p>
    <w:p w14:paraId="181A2AFC" w14:textId="77777777" w:rsidR="00C35E91" w:rsidRPr="000B2EA9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6EA18BA5" w:rsidR="00C35E91" w:rsidRPr="000B2EA9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0B2EA9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0B2EA9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1" w:name="_Ref526255980"/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46771CD2" w:rsidR="00BF05EC" w:rsidRPr="000B2EA9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93570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  <w:bookmarkEnd w:id="2"/>
    </w:p>
    <w:p w14:paraId="7108C9C6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0B2EA9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526256135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3"/>
    </w:p>
    <w:p w14:paraId="5551153B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="006D7A14"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>!</w:t>
      </w:r>
    </w:p>
    <w:p w14:paraId="30910046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526255634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4"/>
    </w:p>
    <w:p w14:paraId="45C43ED8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REQUERIMENTOS</w:t>
      </w:r>
      <w:r w:rsidRPr="000B2EA9">
        <w:rPr>
          <w:rFonts w:ascii="Arial" w:hAnsi="Arial" w:cs="Arial"/>
          <w:szCs w:val="24"/>
        </w:rPr>
        <w:t xml:space="preserve">, </w:t>
      </w:r>
      <w:r w:rsidR="002033DA" w:rsidRPr="000B2EA9">
        <w:rPr>
          <w:rFonts w:ascii="Arial" w:hAnsi="Arial" w:cs="Arial"/>
          <w:szCs w:val="24"/>
        </w:rPr>
        <w:t>PRESIDENTE</w:t>
      </w:r>
      <w:r w:rsidRPr="000B2EA9">
        <w:rPr>
          <w:rFonts w:ascii="Arial" w:hAnsi="Arial" w:cs="Arial"/>
          <w:szCs w:val="24"/>
        </w:rPr>
        <w:t>!</w:t>
      </w:r>
    </w:p>
    <w:p w14:paraId="14ABADE7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B2EA9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0B2EA9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À 2ª </w:t>
      </w:r>
      <w:r w:rsidRPr="000B2EA9">
        <w:rPr>
          <w:rFonts w:ascii="Arial" w:hAnsi="Arial" w:cs="Arial"/>
          <w:caps/>
          <w:szCs w:val="24"/>
        </w:rPr>
        <w:t>SECRETÁRIA</w:t>
      </w:r>
      <w:r w:rsidRPr="000B2EA9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0B2EA9">
        <w:rPr>
          <w:rFonts w:ascii="Arial" w:hAnsi="Arial" w:cs="Arial"/>
          <w:caps/>
          <w:szCs w:val="24"/>
        </w:rPr>
        <w:t>PEDIDOS DE INFORMAÇÕES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Pr="000B2EA9">
        <w:rPr>
          <w:rFonts w:ascii="Arial" w:hAnsi="Arial" w:cs="Arial"/>
          <w:szCs w:val="24"/>
        </w:rPr>
        <w:t>PROTOCOLADOS</w:t>
      </w:r>
      <w:r w:rsidRPr="000B2EA9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0B2EA9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BF5BC3">
        <w:rPr>
          <w:rFonts w:ascii="Arial" w:hAnsi="Arial" w:cs="Arial"/>
          <w:color w:val="FF0000"/>
          <w:szCs w:val="24"/>
          <w:lang w:eastAsia="ko-KR"/>
        </w:rPr>
        <w:t>10.6)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na íntegra,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834646" w:rsidRPr="000B2EA9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prossegue no Relatório.</w:t>
      </w:r>
    </w:p>
    <w:p w14:paraId="23D83CBB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399E86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62998312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5AEAF149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36464120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877417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44E218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!</w:t>
      </w:r>
    </w:p>
    <w:p w14:paraId="7218FDE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6" w:name="_Ref877341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6"/>
    </w:p>
    <w:p w14:paraId="43D28A13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, PRESIDENTE!</w:t>
      </w:r>
    </w:p>
    <w:p w14:paraId="7F07C30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szCs w:val="24"/>
          <w:lang w:eastAsia="ko-KR"/>
        </w:rPr>
        <w:t>PEDIDO</w:t>
      </w:r>
      <w:r w:rsidR="002F73F4" w:rsidRPr="000B2EA9">
        <w:rPr>
          <w:rFonts w:ascii="Arial" w:hAnsi="Arial" w:cs="Arial"/>
          <w:szCs w:val="24"/>
          <w:lang w:eastAsia="ko-KR"/>
        </w:rPr>
        <w:t>S</w:t>
      </w:r>
      <w:r w:rsidRPr="000B2EA9">
        <w:rPr>
          <w:rFonts w:ascii="Arial" w:hAnsi="Arial" w:cs="Arial"/>
          <w:szCs w:val="24"/>
          <w:lang w:eastAsia="ko-KR"/>
        </w:rPr>
        <w:t xml:space="preserve"> DE INFORMAÇÕES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B2EA9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0B2EA9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0B2EA9">
        <w:rPr>
          <w:rFonts w:ascii="Arial" w:hAnsi="Arial" w:cs="Arial"/>
          <w:caps/>
          <w:szCs w:val="24"/>
          <w:lang w:eastAsia="ko-KR"/>
        </w:rPr>
        <w:t>1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0B2EA9">
        <w:rPr>
          <w:rFonts w:ascii="Arial" w:hAnsi="Arial" w:cs="Arial"/>
          <w:caps/>
          <w:szCs w:val="24"/>
          <w:lang w:eastAsia="ko-KR"/>
        </w:rPr>
        <w:t>SECRETÁRIO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0B2EA9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0B2EA9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B2EA9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</w:rPr>
        <w:t>Quando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0B2EA9">
        <w:rPr>
          <w:rFonts w:ascii="Arial" w:hAnsi="Arial" w:cs="Arial"/>
          <w:caps/>
          <w:szCs w:val="24"/>
        </w:rPr>
        <w:t>VOTOS</w:t>
      </w:r>
      <w:r w:rsidRPr="000B2EA9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0B2EA9">
        <w:rPr>
          <w:rFonts w:ascii="Arial" w:hAnsi="Arial" w:cs="Arial"/>
          <w:caps/>
          <w:szCs w:val="24"/>
          <w:lang w:eastAsia="ko-KR"/>
        </w:rPr>
        <w:t>PRESIDENTE</w:t>
      </w:r>
      <w:r w:rsidRPr="000B2EA9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0B2EA9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Pr="000B2EA9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EM </w:t>
      </w:r>
      <w:r w:rsidRPr="000B2EA9">
        <w:rPr>
          <w:rFonts w:ascii="Arial" w:hAnsi="Arial" w:cs="Arial"/>
          <w:caps/>
          <w:szCs w:val="24"/>
        </w:rPr>
        <w:t>MEMÓRIA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szCs w:val="24"/>
          <w:lang w:eastAsia="ko-KR"/>
        </w:rPr>
        <w:t>DOS ENTES QUERIDOS</w:t>
      </w:r>
      <w:r w:rsidRPr="000B2EA9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D5733C6" w14:textId="77777777" w:rsidR="00C52C08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56886CB" w14:textId="4A9ED1B7" w:rsidR="002E7CE7" w:rsidRPr="000B2EA9" w:rsidRDefault="002E7CE7">
      <w:pPr>
        <w:rPr>
          <w:rFonts w:ascii="Arial" w:hAnsi="Arial" w:cs="Arial"/>
          <w:b/>
          <w:szCs w:val="24"/>
          <w:u w:val="wave"/>
        </w:rPr>
      </w:pPr>
      <w:r w:rsidRPr="000B2EA9"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0B2EA9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PASSAREMOS</w:t>
      </w:r>
      <w:r w:rsidR="009D4EBC" w:rsidRPr="000B2EA9">
        <w:rPr>
          <w:rFonts w:ascii="Arial" w:hAnsi="Arial" w:cs="Arial"/>
          <w:szCs w:val="24"/>
          <w:lang w:eastAsia="ko-KR"/>
        </w:rPr>
        <w:t xml:space="preserve">, </w:t>
      </w:r>
      <w:r w:rsidR="009D4EBC" w:rsidRPr="000B2EA9">
        <w:rPr>
          <w:rFonts w:ascii="Arial" w:hAnsi="Arial" w:cs="Arial"/>
          <w:caps/>
          <w:szCs w:val="24"/>
        </w:rPr>
        <w:t>NESTE</w:t>
      </w:r>
      <w:r w:rsidR="009D4EBC" w:rsidRPr="000B2EA9">
        <w:rPr>
          <w:rFonts w:ascii="Arial" w:hAnsi="Arial" w:cs="Arial"/>
          <w:szCs w:val="24"/>
          <w:lang w:eastAsia="ko-KR"/>
        </w:rPr>
        <w:t xml:space="preserve"> INSTANTE,</w:t>
      </w:r>
      <w:r w:rsidRPr="000B2EA9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2A9B3375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PEÇO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Pr="000B2EA9">
        <w:rPr>
          <w:rFonts w:ascii="Arial" w:hAnsi="Arial" w:cs="Arial"/>
          <w:caps/>
          <w:szCs w:val="24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0B2EA9">
        <w:rPr>
          <w:rFonts w:ascii="Arial" w:hAnsi="Arial" w:cs="Arial"/>
          <w:caps/>
          <w:szCs w:val="24"/>
        </w:rPr>
        <w:t>CONSTANTE</w:t>
      </w:r>
      <w:r w:rsidRPr="000B2EA9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7" w:name="_Ref475712815"/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0B2EA9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7"/>
      <w:r w:rsidR="00B73532"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3EF1632D" w:rsidR="00FD1652" w:rsidRPr="000B2EA9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77777777" w:rsidR="001E78E3" w:rsidRPr="000B2EA9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0B2EA9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0B2EA9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0B2EA9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49D38397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0B2EA9">
        <w:rPr>
          <w:rFonts w:ascii="Arial" w:hAnsi="Arial" w:cs="Arial"/>
          <w:szCs w:val="24"/>
          <w:lang w:eastAsia="ko-KR"/>
        </w:rPr>
        <w:t>FAVORÁVEIS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0B2EA9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16C48D47" w14:textId="7D7502BA" w:rsidR="007B258B" w:rsidRPr="000B2EA9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szCs w:val="24"/>
          <w:lang w:eastAsia="ko-KR"/>
        </w:rPr>
        <w:t xml:space="preserve">PRÓXIMO </w:t>
      </w:r>
      <w:r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szCs w:val="24"/>
          <w:lang w:eastAsia="ko-KR"/>
        </w:rPr>
        <w:t>!</w:t>
      </w:r>
      <w:r w:rsidRPr="000B2EA9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21D6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Ver</w:t>
      </w:r>
      <w:r w:rsidR="006B0D0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para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0B2EA9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0B2EA9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HÁ MAIS PROJETOS, PRESIDENTE!</w:t>
      </w:r>
      <w:r w:rsidR="00A4705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18)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0B2EA9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 EMENDA </w:t>
      </w:r>
      <w:r w:rsidRPr="000B2EA9">
        <w:rPr>
          <w:rFonts w:ascii="Arial" w:hAnsi="Arial" w:cs="Arial"/>
          <w:caps/>
          <w:szCs w:val="24"/>
          <w:lang w:eastAsia="ko-KR"/>
        </w:rPr>
        <w:t xml:space="preserve">nº ___ </w:t>
      </w:r>
      <w:r w:rsidRPr="000B2EA9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0B2EA9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0B2EA9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0B2EA9">
        <w:rPr>
          <w:rFonts w:ascii="Arial" w:hAnsi="Arial" w:cs="Arial"/>
          <w:szCs w:val="24"/>
          <w:lang w:eastAsia="ko-KR"/>
        </w:rPr>
        <w:t>.</w:t>
      </w:r>
      <w:r w:rsidR="004C56E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5BC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0B2EA9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526262478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0"/>
    </w:p>
    <w:p w14:paraId="496D675A" w14:textId="77777777" w:rsidR="00FD1652" w:rsidRPr="000B2EA9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</w:t>
      </w:r>
      <w:r w:rsidRPr="000B2EA9">
        <w:rPr>
          <w:rFonts w:ascii="Arial" w:hAnsi="Arial" w:cs="Arial"/>
          <w:szCs w:val="24"/>
        </w:rPr>
        <w:t>HAVENDO</w:t>
      </w:r>
      <w:r w:rsidRPr="000B2EA9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3414134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1"/>
    </w:p>
    <w:p w14:paraId="2178B5AB" w14:textId="77777777" w:rsidR="00BB60B3" w:rsidRPr="000B2EA9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SOLICITO</w:t>
      </w:r>
      <w:r w:rsidR="00670193" w:rsidRPr="000B2EA9">
        <w:rPr>
          <w:rFonts w:ascii="Arial" w:hAnsi="Arial" w:cs="Arial"/>
          <w:szCs w:val="24"/>
          <w:lang w:eastAsia="ko-KR"/>
        </w:rPr>
        <w:t>, ENTÃO,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="00574659" w:rsidRPr="000B2EA9">
        <w:rPr>
          <w:rFonts w:ascii="Arial" w:hAnsi="Arial" w:cs="Arial"/>
          <w:szCs w:val="24"/>
          <w:lang w:eastAsia="ko-KR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0B2EA9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0B2EA9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SERÃO </w:t>
      </w:r>
      <w:r w:rsidRPr="000B2EA9">
        <w:rPr>
          <w:rFonts w:ascii="Arial" w:hAnsi="Arial" w:cs="Arial"/>
          <w:b/>
          <w:szCs w:val="24"/>
          <w:lang w:eastAsia="ko-KR"/>
        </w:rPr>
        <w:t>12</w:t>
      </w:r>
      <w:r w:rsidR="00BB60B3" w:rsidRPr="000B2EA9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0B2EA9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0B2EA9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CHAMO O(A) VEREADOR(A) __________ PARA OCUPAR A TRIBUNA!</w:t>
      </w:r>
    </w:p>
    <w:p w14:paraId="2B2D4E47" w14:textId="77777777" w:rsidR="00BB60B3" w:rsidRPr="000B2EA9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0B2EA9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0B2EA9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PRESIDENTE</w:t>
      </w:r>
      <w:r w:rsidR="00A03804" w:rsidRPr="000B2EA9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AGRADEÇO A PARTICIPAÇÃO DE TODOS OS VEREADORES,</w:t>
      </w:r>
    </w:p>
    <w:p w14:paraId="688218D0" w14:textId="77777777" w:rsidR="008D61D0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AGRADEÇO OS</w:t>
      </w:r>
      <w:r w:rsidR="0037099D" w:rsidRPr="000B2EA9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0A74A7E1" w14:textId="77777777" w:rsidR="00642CB4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0B2EA9">
        <w:rPr>
          <w:rFonts w:ascii="Arial" w:hAnsi="Arial" w:cs="Arial"/>
          <w:szCs w:val="24"/>
          <w:lang w:eastAsia="ko-KR"/>
        </w:rPr>
        <w:t>POR FIM</w:t>
      </w:r>
      <w:r w:rsidRPr="000B2EA9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0B2EA9">
        <w:rPr>
          <w:rFonts w:ascii="Arial" w:hAnsi="Arial" w:cs="Arial"/>
          <w:szCs w:val="24"/>
          <w:lang w:eastAsia="ko-KR"/>
        </w:rPr>
        <w:t xml:space="preserve">NOS </w:t>
      </w:r>
      <w:r w:rsidR="004C10F0" w:rsidRPr="000B2EA9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0B2EA9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0B2EA9">
        <w:rPr>
          <w:rFonts w:ascii="Arial" w:hAnsi="Arial" w:cs="Arial"/>
          <w:szCs w:val="24"/>
          <w:lang w:eastAsia="ko-KR"/>
        </w:rPr>
        <w:t>.</w:t>
      </w:r>
    </w:p>
    <w:p w14:paraId="385915C4" w14:textId="3B202C99" w:rsidR="009D7D4B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E, ÀS XXX HORAS</w:t>
      </w:r>
      <w:r w:rsidR="00146C11" w:rsidRPr="000B2EA9">
        <w:rPr>
          <w:rFonts w:ascii="Arial" w:hAnsi="Arial" w:cs="Arial"/>
          <w:szCs w:val="24"/>
          <w:lang w:eastAsia="ko-KR"/>
        </w:rPr>
        <w:t xml:space="preserve"> DO DIA </w:t>
      </w:r>
      <w:r w:rsidR="007031BB">
        <w:rPr>
          <w:rFonts w:ascii="Arial" w:hAnsi="Arial" w:cs="Arial"/>
          <w:szCs w:val="24"/>
          <w:lang w:eastAsia="ko-KR"/>
        </w:rPr>
        <w:t>10 DE JUNHO</w:t>
      </w:r>
      <w:r w:rsidRPr="000B2EA9">
        <w:rPr>
          <w:rFonts w:ascii="Arial" w:hAnsi="Arial" w:cs="Arial"/>
          <w:szCs w:val="24"/>
          <w:lang w:eastAsia="ko-KR"/>
        </w:rPr>
        <w:t xml:space="preserve">, DECLARO ENCERRADA A </w:t>
      </w:r>
      <w:r w:rsidR="007031BB">
        <w:rPr>
          <w:rFonts w:ascii="Arial" w:hAnsi="Arial" w:cs="Arial"/>
          <w:szCs w:val="24"/>
          <w:lang w:eastAsia="ko-KR"/>
        </w:rPr>
        <w:t>13ª (DÉCIMA TERCEIRA)</w:t>
      </w:r>
      <w:r w:rsidR="00C90515" w:rsidRPr="000B2EA9">
        <w:rPr>
          <w:rFonts w:ascii="Arial" w:hAnsi="Arial" w:cs="Arial"/>
          <w:szCs w:val="24"/>
          <w:lang w:eastAsia="ko-KR"/>
        </w:rPr>
        <w:t xml:space="preserve"> SESSÃO</w:t>
      </w:r>
      <w:r w:rsidRPr="000B2EA9">
        <w:rPr>
          <w:rFonts w:ascii="Arial" w:hAnsi="Arial" w:cs="Arial"/>
          <w:szCs w:val="24"/>
          <w:lang w:eastAsia="ko-KR"/>
        </w:rPr>
        <w:t xml:space="preserve"> ORDINÁRIA DA CÂMARA MUNICIPAL DE JACAREÍ,</w:t>
      </w:r>
      <w:r w:rsidR="00556D10" w:rsidRPr="000B2EA9">
        <w:rPr>
          <w:rFonts w:ascii="Arial" w:hAnsi="Arial" w:cs="Arial"/>
          <w:szCs w:val="24"/>
          <w:lang w:eastAsia="ko-KR"/>
        </w:rPr>
        <w:t xml:space="preserve"> DO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C07C2" w:rsidRPr="000B2EA9">
        <w:rPr>
          <w:rFonts w:ascii="Arial" w:hAnsi="Arial" w:cs="Arial"/>
          <w:szCs w:val="24"/>
          <w:lang w:eastAsia="ko-KR"/>
        </w:rPr>
        <w:t>ANO DE 2020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4CA4CE6E" w14:textId="4850D6E6" w:rsidR="00D720A9" w:rsidRPr="000B2EA9" w:rsidRDefault="00EB0BDC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BOM DIA</w:t>
      </w:r>
      <w:r w:rsidR="0037099D" w:rsidRPr="000B2EA9">
        <w:rPr>
          <w:rFonts w:ascii="Arial" w:hAnsi="Arial" w:cs="Arial"/>
          <w:szCs w:val="24"/>
          <w:lang w:eastAsia="ko-KR"/>
        </w:rPr>
        <w:t xml:space="preserve"> A TODOS!</w:t>
      </w:r>
    </w:p>
    <w:sectPr w:rsidR="00D720A9" w:rsidRPr="000B2EA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FB155" w14:textId="77777777" w:rsidR="00C156E6" w:rsidRDefault="00C156E6">
      <w:r>
        <w:separator/>
      </w:r>
    </w:p>
  </w:endnote>
  <w:endnote w:type="continuationSeparator" w:id="0">
    <w:p w14:paraId="61CFE2B3" w14:textId="77777777" w:rsidR="00C156E6" w:rsidRDefault="00C1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D5F4C" w14:textId="77777777" w:rsidR="00C156E6" w:rsidRDefault="00C156E6">
      <w:r>
        <w:separator/>
      </w:r>
    </w:p>
  </w:footnote>
  <w:footnote w:type="continuationSeparator" w:id="0">
    <w:p w14:paraId="55644EF2" w14:textId="77777777" w:rsidR="00C156E6" w:rsidRDefault="00C1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4106C384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6E1197">
      <w:rPr>
        <w:rFonts w:ascii="Arial" w:hAnsi="Arial" w:cs="Arial"/>
        <w:b/>
        <w:sz w:val="20"/>
        <w:u w:val="single"/>
      </w:rPr>
      <w:t>1</w:t>
    </w:r>
    <w:r w:rsidR="001C5F83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>ª Sessão Ordinária</w:t>
    </w:r>
    <w:r w:rsidR="002C07C2">
      <w:rPr>
        <w:rFonts w:ascii="Arial" w:hAnsi="Arial" w:cs="Arial"/>
        <w:b/>
        <w:sz w:val="20"/>
        <w:u w:val="single"/>
      </w:rPr>
      <w:t xml:space="preserve"> </w:t>
    </w:r>
    <w:r w:rsidR="007B40F6">
      <w:rPr>
        <w:rFonts w:ascii="Arial" w:hAnsi="Arial" w:cs="Arial"/>
        <w:b/>
        <w:sz w:val="20"/>
        <w:u w:val="single"/>
      </w:rPr>
      <w:t>–</w:t>
    </w:r>
    <w:r w:rsidR="00155158">
      <w:rPr>
        <w:rFonts w:ascii="Arial" w:hAnsi="Arial" w:cs="Arial"/>
        <w:b/>
        <w:sz w:val="20"/>
        <w:u w:val="single"/>
      </w:rPr>
      <w:t xml:space="preserve"> </w:t>
    </w:r>
    <w:r w:rsidR="001C5F83">
      <w:rPr>
        <w:rFonts w:ascii="Arial" w:hAnsi="Arial" w:cs="Arial"/>
        <w:b/>
        <w:sz w:val="20"/>
        <w:u w:val="single"/>
      </w:rPr>
      <w:t>10</w:t>
    </w:r>
    <w:r w:rsidR="006E1197">
      <w:rPr>
        <w:rFonts w:ascii="Arial" w:hAnsi="Arial" w:cs="Arial"/>
        <w:b/>
        <w:sz w:val="20"/>
        <w:u w:val="single"/>
      </w:rPr>
      <w:t>/06</w:t>
    </w:r>
    <w:r w:rsidR="002C07C2">
      <w:rPr>
        <w:rFonts w:ascii="Arial" w:hAnsi="Arial" w:cs="Arial"/>
        <w:b/>
        <w:sz w:val="20"/>
        <w:u w:val="single"/>
      </w:rPr>
      <w:t>/2020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7031BB">
      <w:rPr>
        <w:rFonts w:ascii="Arial" w:hAnsi="Arial" w:cs="Arial"/>
        <w:b/>
        <w:noProof/>
        <w:sz w:val="20"/>
        <w:u w:val="single"/>
      </w:rPr>
      <w:t>7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8681E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CB4"/>
    <w:rsid w:val="0000139E"/>
    <w:rsid w:val="000015E2"/>
    <w:rsid w:val="000027DA"/>
    <w:rsid w:val="00003323"/>
    <w:rsid w:val="00010294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2EA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353F"/>
    <w:rsid w:val="000F4AD7"/>
    <w:rsid w:val="000F554B"/>
    <w:rsid w:val="000F63F2"/>
    <w:rsid w:val="000F66BB"/>
    <w:rsid w:val="00100392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3D42"/>
    <w:rsid w:val="00124192"/>
    <w:rsid w:val="00125123"/>
    <w:rsid w:val="00125A5C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0489"/>
    <w:rsid w:val="00181CD2"/>
    <w:rsid w:val="001825AC"/>
    <w:rsid w:val="00183588"/>
    <w:rsid w:val="001852D8"/>
    <w:rsid w:val="001858E8"/>
    <w:rsid w:val="001906AF"/>
    <w:rsid w:val="00193B0D"/>
    <w:rsid w:val="00194F3E"/>
    <w:rsid w:val="00197B42"/>
    <w:rsid w:val="001A0C70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5F83"/>
    <w:rsid w:val="001C629D"/>
    <w:rsid w:val="001C6B1D"/>
    <w:rsid w:val="001D16AC"/>
    <w:rsid w:val="001D19D9"/>
    <w:rsid w:val="001D368A"/>
    <w:rsid w:val="001D3BF6"/>
    <w:rsid w:val="001D51A3"/>
    <w:rsid w:val="001D63D6"/>
    <w:rsid w:val="001D7E13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12C1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07C2"/>
    <w:rsid w:val="002C0ED2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69C7"/>
    <w:rsid w:val="002E7CE7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6121"/>
    <w:rsid w:val="00337040"/>
    <w:rsid w:val="003370A9"/>
    <w:rsid w:val="0034018C"/>
    <w:rsid w:val="00340832"/>
    <w:rsid w:val="003429BA"/>
    <w:rsid w:val="0034330D"/>
    <w:rsid w:val="00345B5A"/>
    <w:rsid w:val="00345DEF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77EA9"/>
    <w:rsid w:val="003818EB"/>
    <w:rsid w:val="003820CE"/>
    <w:rsid w:val="00382862"/>
    <w:rsid w:val="00383498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1474D"/>
    <w:rsid w:val="00422062"/>
    <w:rsid w:val="00423E01"/>
    <w:rsid w:val="00430B67"/>
    <w:rsid w:val="00433568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4627"/>
    <w:rsid w:val="004D6014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B2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55114"/>
    <w:rsid w:val="00556D10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C77FE"/>
    <w:rsid w:val="005D0A5C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2560"/>
    <w:rsid w:val="00634AA9"/>
    <w:rsid w:val="00635754"/>
    <w:rsid w:val="006426AE"/>
    <w:rsid w:val="00642CB4"/>
    <w:rsid w:val="00646227"/>
    <w:rsid w:val="00653954"/>
    <w:rsid w:val="00655EA0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344B"/>
    <w:rsid w:val="006D5BDA"/>
    <w:rsid w:val="006D6B60"/>
    <w:rsid w:val="006D6F7D"/>
    <w:rsid w:val="006D78E8"/>
    <w:rsid w:val="006D7A14"/>
    <w:rsid w:val="006E1197"/>
    <w:rsid w:val="006E157A"/>
    <w:rsid w:val="006E1AF9"/>
    <w:rsid w:val="006E3315"/>
    <w:rsid w:val="006E75B5"/>
    <w:rsid w:val="006E7C59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31BB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36F4"/>
    <w:rsid w:val="007B40F6"/>
    <w:rsid w:val="007B61BF"/>
    <w:rsid w:val="007C0C88"/>
    <w:rsid w:val="007C0E8C"/>
    <w:rsid w:val="007C1F71"/>
    <w:rsid w:val="007C3F68"/>
    <w:rsid w:val="007C44B2"/>
    <w:rsid w:val="007C4DC1"/>
    <w:rsid w:val="007C4F83"/>
    <w:rsid w:val="007C50AD"/>
    <w:rsid w:val="007C61A4"/>
    <w:rsid w:val="007D3E31"/>
    <w:rsid w:val="007D7BD6"/>
    <w:rsid w:val="007E7F8F"/>
    <w:rsid w:val="007F1836"/>
    <w:rsid w:val="007F3CFE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12D2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0235"/>
    <w:rsid w:val="00841EBA"/>
    <w:rsid w:val="00842127"/>
    <w:rsid w:val="00842FDE"/>
    <w:rsid w:val="00843BC6"/>
    <w:rsid w:val="00850C2F"/>
    <w:rsid w:val="00852719"/>
    <w:rsid w:val="00853030"/>
    <w:rsid w:val="008603E4"/>
    <w:rsid w:val="0086174D"/>
    <w:rsid w:val="00861833"/>
    <w:rsid w:val="00862427"/>
    <w:rsid w:val="00863C24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2F08"/>
    <w:rsid w:val="008A4E5B"/>
    <w:rsid w:val="008A543E"/>
    <w:rsid w:val="008B012B"/>
    <w:rsid w:val="008B13D6"/>
    <w:rsid w:val="008B13E7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587B"/>
    <w:rsid w:val="008E67C5"/>
    <w:rsid w:val="008E724D"/>
    <w:rsid w:val="008F05B6"/>
    <w:rsid w:val="008F2690"/>
    <w:rsid w:val="00900037"/>
    <w:rsid w:val="0090156C"/>
    <w:rsid w:val="009018B6"/>
    <w:rsid w:val="009020B5"/>
    <w:rsid w:val="00903D09"/>
    <w:rsid w:val="0090437C"/>
    <w:rsid w:val="00906EED"/>
    <w:rsid w:val="00907448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5678F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5C7D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462F"/>
    <w:rsid w:val="009B5A95"/>
    <w:rsid w:val="009B6332"/>
    <w:rsid w:val="009B71E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56F8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5B04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B27"/>
    <w:rsid w:val="00A52F20"/>
    <w:rsid w:val="00A542B5"/>
    <w:rsid w:val="00A56D55"/>
    <w:rsid w:val="00A572DB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1D64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237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5F73"/>
    <w:rsid w:val="00B57C81"/>
    <w:rsid w:val="00B57F38"/>
    <w:rsid w:val="00B62022"/>
    <w:rsid w:val="00B626FD"/>
    <w:rsid w:val="00B63C97"/>
    <w:rsid w:val="00B645DA"/>
    <w:rsid w:val="00B65970"/>
    <w:rsid w:val="00B65C6A"/>
    <w:rsid w:val="00B66459"/>
    <w:rsid w:val="00B666FA"/>
    <w:rsid w:val="00B66CBE"/>
    <w:rsid w:val="00B716AE"/>
    <w:rsid w:val="00B71C88"/>
    <w:rsid w:val="00B73532"/>
    <w:rsid w:val="00B735E3"/>
    <w:rsid w:val="00B73687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29AF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5BC3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56E6"/>
    <w:rsid w:val="00C16FF9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0155"/>
    <w:rsid w:val="00C74D20"/>
    <w:rsid w:val="00C77B38"/>
    <w:rsid w:val="00C81140"/>
    <w:rsid w:val="00C8435A"/>
    <w:rsid w:val="00C85746"/>
    <w:rsid w:val="00C869DB"/>
    <w:rsid w:val="00C86EBF"/>
    <w:rsid w:val="00C90515"/>
    <w:rsid w:val="00C9139F"/>
    <w:rsid w:val="00C9225D"/>
    <w:rsid w:val="00C94099"/>
    <w:rsid w:val="00C9513D"/>
    <w:rsid w:val="00C9740C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640B"/>
    <w:rsid w:val="00CB7B39"/>
    <w:rsid w:val="00CC0E67"/>
    <w:rsid w:val="00CC29EC"/>
    <w:rsid w:val="00CC2A7A"/>
    <w:rsid w:val="00CC374C"/>
    <w:rsid w:val="00CC474F"/>
    <w:rsid w:val="00CC4762"/>
    <w:rsid w:val="00CC69FD"/>
    <w:rsid w:val="00CD0741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720A9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27882"/>
    <w:rsid w:val="00E3022D"/>
    <w:rsid w:val="00E30D36"/>
    <w:rsid w:val="00E32572"/>
    <w:rsid w:val="00E33B30"/>
    <w:rsid w:val="00E3493A"/>
    <w:rsid w:val="00E35931"/>
    <w:rsid w:val="00E36457"/>
    <w:rsid w:val="00E41261"/>
    <w:rsid w:val="00E46903"/>
    <w:rsid w:val="00E46C5B"/>
    <w:rsid w:val="00E5025F"/>
    <w:rsid w:val="00E53063"/>
    <w:rsid w:val="00E56115"/>
    <w:rsid w:val="00E603C2"/>
    <w:rsid w:val="00E60832"/>
    <w:rsid w:val="00E62DB4"/>
    <w:rsid w:val="00E63B1C"/>
    <w:rsid w:val="00E63DFA"/>
    <w:rsid w:val="00E64CC5"/>
    <w:rsid w:val="00E65B84"/>
    <w:rsid w:val="00E66884"/>
    <w:rsid w:val="00E66F1E"/>
    <w:rsid w:val="00E6737F"/>
    <w:rsid w:val="00E70546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7F"/>
    <w:rsid w:val="00E97887"/>
    <w:rsid w:val="00EA159D"/>
    <w:rsid w:val="00EA59B3"/>
    <w:rsid w:val="00EA60EE"/>
    <w:rsid w:val="00EA6952"/>
    <w:rsid w:val="00EA726F"/>
    <w:rsid w:val="00EA7910"/>
    <w:rsid w:val="00EB0BDC"/>
    <w:rsid w:val="00EB1188"/>
    <w:rsid w:val="00EB1A8A"/>
    <w:rsid w:val="00EB3393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0E1A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AB355-B593-482E-BD36-722C9E04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339</TotalTime>
  <Pages>1</Pages>
  <Words>1183</Words>
  <Characters>6392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41</cp:revision>
  <cp:lastPrinted>2020-06-03T10:49:00Z</cp:lastPrinted>
  <dcterms:created xsi:type="dcterms:W3CDTF">2020-02-04T17:34:00Z</dcterms:created>
  <dcterms:modified xsi:type="dcterms:W3CDTF">2020-06-10T01:25:00Z</dcterms:modified>
</cp:coreProperties>
</file>