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1A951" w14:textId="787FC60C" w:rsidR="00642CB4" w:rsidRPr="000B2EA9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 w:rsidRPr="000B2EA9">
        <w:rPr>
          <w:rFonts w:ascii="Arial" w:hAnsi="Arial" w:cs="Arial"/>
          <w:b/>
          <w:szCs w:val="24"/>
          <w:u w:val="single"/>
        </w:rPr>
        <w:t xml:space="preserve">ROTEIRO DA </w:t>
      </w:r>
      <w:r w:rsidR="00EB0BDC">
        <w:rPr>
          <w:rFonts w:ascii="Arial" w:hAnsi="Arial" w:cs="Arial"/>
          <w:b/>
          <w:szCs w:val="24"/>
          <w:u w:val="single"/>
        </w:rPr>
        <w:t>1</w:t>
      </w:r>
      <w:r w:rsidR="00DD7CAE">
        <w:rPr>
          <w:rFonts w:ascii="Arial" w:hAnsi="Arial" w:cs="Arial"/>
          <w:b/>
          <w:szCs w:val="24"/>
          <w:u w:val="single"/>
        </w:rPr>
        <w:t>7</w:t>
      </w:r>
      <w:r w:rsidR="00323490" w:rsidRPr="000B2EA9">
        <w:rPr>
          <w:rFonts w:ascii="Arial" w:hAnsi="Arial" w:cs="Arial"/>
          <w:b/>
          <w:szCs w:val="24"/>
          <w:u w:val="single"/>
        </w:rPr>
        <w:t>ª SESSÃO</w:t>
      </w:r>
      <w:r w:rsidRPr="000B2EA9">
        <w:rPr>
          <w:rFonts w:ascii="Arial" w:hAnsi="Arial" w:cs="Arial"/>
          <w:b/>
          <w:szCs w:val="24"/>
          <w:u w:val="single"/>
        </w:rPr>
        <w:t xml:space="preserve"> ORDINÁRIA</w:t>
      </w:r>
    </w:p>
    <w:p w14:paraId="43998495" w14:textId="3F93A65A" w:rsidR="00642CB4" w:rsidRPr="000B2EA9" w:rsidRDefault="00DD7CAE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08 DE </w:t>
      </w:r>
      <w:proofErr w:type="gramStart"/>
      <w:r>
        <w:rPr>
          <w:rFonts w:ascii="Arial" w:hAnsi="Arial" w:cs="Arial"/>
          <w:b/>
          <w:szCs w:val="24"/>
          <w:u w:val="single"/>
        </w:rPr>
        <w:t>JULHO</w:t>
      </w:r>
      <w:proofErr w:type="gramEnd"/>
      <w:r w:rsidR="00472765" w:rsidRPr="000B2EA9">
        <w:rPr>
          <w:rFonts w:ascii="Arial" w:hAnsi="Arial" w:cs="Arial"/>
          <w:b/>
          <w:szCs w:val="24"/>
          <w:u w:val="single"/>
        </w:rPr>
        <w:t xml:space="preserve"> DE </w:t>
      </w:r>
      <w:r w:rsidR="0041474D" w:rsidRPr="000B2EA9">
        <w:rPr>
          <w:rFonts w:ascii="Arial" w:hAnsi="Arial" w:cs="Arial"/>
          <w:b/>
          <w:szCs w:val="24"/>
          <w:u w:val="single"/>
        </w:rPr>
        <w:t>2020</w:t>
      </w:r>
    </w:p>
    <w:p w14:paraId="73802124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faz a s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audação</w:t>
      </w:r>
      <w:r w:rsidR="00193B0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5845A31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Membros da Mesa,</w:t>
      </w:r>
    </w:p>
    <w:p w14:paraId="1184C3E0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Vereadores,</w:t>
      </w:r>
    </w:p>
    <w:p w14:paraId="2D5B1316" w14:textId="77777777" w:rsidR="008968F5" w:rsidRPr="000B2EA9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SERVIDORES,</w:t>
      </w:r>
    </w:p>
    <w:p w14:paraId="5964F7D4" w14:textId="77777777" w:rsidR="001644F6" w:rsidRPr="000B2EA9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TELESPECTADORES,</w:t>
      </w:r>
    </w:p>
    <w:p w14:paraId="11846F23" w14:textId="77777777" w:rsidR="00642CB4" w:rsidRPr="000B2EA9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Senhores Internautas,</w:t>
      </w:r>
      <w:r w:rsidR="005E49C1" w:rsidRPr="000B2EA9">
        <w:rPr>
          <w:rFonts w:ascii="Arial" w:hAnsi="Arial" w:cs="Arial"/>
          <w:caps/>
          <w:szCs w:val="24"/>
        </w:rPr>
        <w:t xml:space="preserve"> EM ESPECIAL AQUELES QUE NOS ASSISTEM AO VIVO PELA PÁGINA DA CÂMARA NO FACEBOOK,</w:t>
      </w:r>
    </w:p>
    <w:p w14:paraId="20A85381" w14:textId="2B17A302" w:rsidR="00642CB4" w:rsidRPr="000B2EA9" w:rsidRDefault="00EB0BDC" w:rsidP="00092897">
      <w:pPr>
        <w:spacing w:line="360" w:lineRule="auto"/>
        <w:ind w:left="851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aps/>
          <w:szCs w:val="24"/>
        </w:rPr>
        <w:t>BOM DIA</w:t>
      </w:r>
      <w:r w:rsidR="00642CB4" w:rsidRPr="000B2EA9">
        <w:rPr>
          <w:rFonts w:ascii="Arial" w:hAnsi="Arial" w:cs="Arial"/>
          <w:caps/>
          <w:szCs w:val="24"/>
        </w:rPr>
        <w:t>!</w:t>
      </w:r>
    </w:p>
    <w:p w14:paraId="749841C5" w14:textId="77777777" w:rsidR="00642CB4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abre a Sessão e solicita verificação de presença:</w:t>
      </w:r>
    </w:p>
    <w:p w14:paraId="10200E77" w14:textId="20F24477" w:rsidR="00642CB4" w:rsidRPr="000B2EA9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NA PRESENTE DATA DE </w:t>
      </w:r>
      <w:r w:rsidR="00DD7CAE">
        <w:rPr>
          <w:rFonts w:ascii="Arial" w:hAnsi="Arial" w:cs="Arial"/>
          <w:caps/>
          <w:szCs w:val="24"/>
        </w:rPr>
        <w:t>08 DE JULHO</w:t>
      </w:r>
      <w:r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</w:t>
      </w:r>
      <w:r w:rsidR="0030678B" w:rsidRPr="000B2EA9">
        <w:rPr>
          <w:rFonts w:ascii="Arial" w:hAnsi="Arial" w:cs="Arial"/>
          <w:caps/>
          <w:szCs w:val="24"/>
        </w:rPr>
        <w:t xml:space="preserve">ÀS XXXX HORAS, </w:t>
      </w:r>
      <w:r w:rsidR="006E75B5" w:rsidRPr="000B2EA9">
        <w:rPr>
          <w:rFonts w:ascii="Arial" w:hAnsi="Arial" w:cs="Arial"/>
          <w:caps/>
          <w:szCs w:val="24"/>
        </w:rPr>
        <w:t xml:space="preserve">Para </w:t>
      </w:r>
      <w:r w:rsidR="00642CB4" w:rsidRPr="000B2EA9">
        <w:rPr>
          <w:rFonts w:ascii="Arial" w:hAnsi="Arial" w:cs="Arial"/>
          <w:caps/>
          <w:szCs w:val="24"/>
        </w:rPr>
        <w:t xml:space="preserve">darmos início à </w:t>
      </w:r>
      <w:r w:rsidR="00DD7CAE">
        <w:rPr>
          <w:rFonts w:ascii="Arial" w:hAnsi="Arial" w:cs="Arial"/>
          <w:caps/>
          <w:szCs w:val="24"/>
        </w:rPr>
        <w:t>17ª (DÉCIMA SÉTIMA)</w:t>
      </w:r>
      <w:r w:rsidR="00C90515" w:rsidRPr="000B2EA9">
        <w:rPr>
          <w:rFonts w:ascii="Arial" w:hAnsi="Arial" w:cs="Arial"/>
          <w:caps/>
          <w:szCs w:val="24"/>
        </w:rPr>
        <w:t xml:space="preserve"> SESSÃO</w:t>
      </w:r>
      <w:r w:rsidR="00642CB4" w:rsidRPr="000B2EA9">
        <w:rPr>
          <w:rFonts w:ascii="Arial" w:hAnsi="Arial" w:cs="Arial"/>
          <w:caps/>
          <w:szCs w:val="24"/>
        </w:rPr>
        <w:t xml:space="preserve"> Ordinária</w:t>
      </w:r>
      <w:r w:rsidR="00E76A02" w:rsidRPr="000B2EA9">
        <w:rPr>
          <w:rFonts w:ascii="Arial" w:hAnsi="Arial" w:cs="Arial"/>
          <w:caps/>
          <w:szCs w:val="24"/>
        </w:rPr>
        <w:t xml:space="preserve"> DO </w:t>
      </w:r>
      <w:r w:rsidR="002C07C2" w:rsidRPr="000B2EA9">
        <w:rPr>
          <w:rFonts w:ascii="Arial" w:hAnsi="Arial" w:cs="Arial"/>
          <w:caps/>
          <w:szCs w:val="24"/>
        </w:rPr>
        <w:t>ANO DE 2020</w:t>
      </w:r>
      <w:r w:rsidR="00E76A02" w:rsidRPr="000B2EA9">
        <w:rPr>
          <w:rFonts w:ascii="Arial" w:hAnsi="Arial" w:cs="Arial"/>
          <w:caps/>
          <w:szCs w:val="24"/>
        </w:rPr>
        <w:t>,</w:t>
      </w:r>
      <w:r w:rsidR="00642CB4" w:rsidRPr="000B2EA9">
        <w:rPr>
          <w:rFonts w:ascii="Arial" w:hAnsi="Arial" w:cs="Arial"/>
          <w:caps/>
          <w:szCs w:val="24"/>
        </w:rPr>
        <w:t xml:space="preserve"> SOLICITO AO 1º </w:t>
      </w:r>
      <w:r w:rsidR="00574659" w:rsidRPr="000B2EA9">
        <w:rPr>
          <w:rFonts w:ascii="Arial" w:hAnsi="Arial" w:cs="Arial"/>
          <w:caps/>
          <w:szCs w:val="24"/>
        </w:rPr>
        <w:t>SECRETÁRIO</w:t>
      </w:r>
      <w:r w:rsidR="00642CB4" w:rsidRPr="000B2EA9">
        <w:rPr>
          <w:rFonts w:ascii="Arial" w:hAnsi="Arial" w:cs="Arial"/>
          <w:caps/>
          <w:szCs w:val="24"/>
        </w:rPr>
        <w:t xml:space="preserve"> QUE FAÇA A VERIFICAÇÃO DE PRESENÇA.</w:t>
      </w:r>
    </w:p>
    <w:p w14:paraId="38D7B449" w14:textId="77777777" w:rsidR="00472765" w:rsidRPr="000B2EA9" w:rsidRDefault="00472765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  <w:highlight w:val="yellow"/>
        </w:rPr>
        <w:t xml:space="preserve">O 1º SECRETÁRIO </w:t>
      </w:r>
      <w:r w:rsidR="0028005D" w:rsidRPr="000B2EA9">
        <w:rPr>
          <w:rFonts w:ascii="Arial" w:hAnsi="Arial" w:cs="Arial"/>
          <w:b/>
          <w:szCs w:val="24"/>
          <w:highlight w:val="yellow"/>
        </w:rPr>
        <w:t>faz a</w:t>
      </w:r>
      <w:r w:rsidRPr="000B2EA9">
        <w:rPr>
          <w:rFonts w:ascii="Arial" w:hAnsi="Arial" w:cs="Arial"/>
          <w:b/>
          <w:szCs w:val="24"/>
          <w:highlight w:val="yellow"/>
        </w:rPr>
        <w:t xml:space="preserve"> chamada e diz:</w:t>
      </w:r>
    </w:p>
    <w:p w14:paraId="462C322E" w14:textId="77777777" w:rsidR="00472765" w:rsidRPr="000B2EA9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há (</w:t>
      </w:r>
      <w:r w:rsidRPr="000B2EA9">
        <w:rPr>
          <w:rFonts w:ascii="Arial" w:hAnsi="Arial" w:cs="Arial"/>
          <w:color w:val="548DD4" w:themeColor="text2" w:themeTint="99"/>
          <w:szCs w:val="24"/>
        </w:rPr>
        <w:t>não há</w:t>
      </w:r>
      <w:r w:rsidRPr="000B2EA9">
        <w:rPr>
          <w:rFonts w:ascii="Arial" w:hAnsi="Arial" w:cs="Arial"/>
          <w:caps/>
          <w:szCs w:val="24"/>
        </w:rPr>
        <w:t xml:space="preserve">) quórum, presidente. </w:t>
      </w:r>
      <w:r w:rsidRPr="000B2EA9">
        <w:rPr>
          <w:rFonts w:ascii="Arial" w:hAnsi="Arial" w:cs="Arial"/>
          <w:color w:val="548DD4" w:themeColor="text2" w:themeTint="99"/>
          <w:szCs w:val="24"/>
        </w:rPr>
        <w:t>(Mínimo: 5 Vereadores)</w:t>
      </w:r>
    </w:p>
    <w:p w14:paraId="288DEA80" w14:textId="77777777" w:rsidR="00642CB4" w:rsidRPr="000B2EA9" w:rsidRDefault="00430B67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Após a 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</w:rPr>
        <w:t>verificação de presença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declara a Sessão aberta:</w:t>
      </w:r>
    </w:p>
    <w:p w14:paraId="6769F788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>SOB A PROTEÇÃO DE DEUS E COM O CORAÇÃO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INTEIRAMENTE VOLTADO PARA A PÁTRIA 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PARA A COMUNIDADE A QUE SERVIMOS</w:t>
      </w:r>
      <w:r w:rsidR="002C29C5" w:rsidRPr="000B2EA9">
        <w:rPr>
          <w:rFonts w:ascii="Arial" w:hAnsi="Arial" w:cs="Arial"/>
          <w:caps/>
          <w:szCs w:val="24"/>
        </w:rPr>
        <w:t xml:space="preserve">, </w:t>
      </w:r>
      <w:r w:rsidRPr="000B2EA9">
        <w:rPr>
          <w:rFonts w:ascii="Arial" w:hAnsi="Arial" w:cs="Arial"/>
          <w:caps/>
          <w:szCs w:val="24"/>
        </w:rPr>
        <w:t>DECLARO ABERTA A PRESENTE</w:t>
      </w:r>
      <w:r w:rsidR="002C29C5" w:rsidRPr="000B2EA9">
        <w:rPr>
          <w:rFonts w:ascii="Arial" w:hAnsi="Arial" w:cs="Arial"/>
          <w:caps/>
          <w:szCs w:val="24"/>
        </w:rPr>
        <w:t xml:space="preserve"> </w:t>
      </w:r>
      <w:r w:rsidRPr="000B2EA9">
        <w:rPr>
          <w:rFonts w:ascii="Arial" w:hAnsi="Arial" w:cs="Arial"/>
          <w:caps/>
          <w:szCs w:val="24"/>
        </w:rPr>
        <w:t>SESSÃO ORDINÁRIA</w:t>
      </w:r>
      <w:r w:rsidR="002C29C5" w:rsidRPr="000B2EA9">
        <w:rPr>
          <w:rFonts w:ascii="Arial" w:hAnsi="Arial" w:cs="Arial"/>
          <w:caps/>
          <w:szCs w:val="24"/>
        </w:rPr>
        <w:t>.</w:t>
      </w:r>
    </w:p>
    <w:p w14:paraId="6749FDBC" w14:textId="74FE0132" w:rsidR="002C29C5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e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xecução de hino</w:t>
      </w:r>
      <w:r w:rsidR="002C5CE0" w:rsidRPr="000B2EA9">
        <w:rPr>
          <w:rFonts w:ascii="Arial" w:hAnsi="Arial" w:cs="Arial"/>
          <w:b/>
          <w:color w:val="76923C" w:themeColor="accent3" w:themeShade="BF"/>
          <w:szCs w:val="24"/>
        </w:rPr>
        <w:t>s</w:t>
      </w:r>
      <w:r w:rsidR="00FF32B9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e leitura da Bíblia</w:t>
      </w:r>
      <w:r w:rsidR="00E56115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DA76357" w14:textId="4C5D7488" w:rsidR="00EA60EE" w:rsidRPr="000B2EA9" w:rsidRDefault="00EA60E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A TODOS QUE SE LEVANTEM PARA A EXECUÇÃO DO </w:t>
      </w:r>
      <w:r w:rsidRPr="000B2EA9">
        <w:rPr>
          <w:rFonts w:ascii="Arial" w:hAnsi="Arial" w:cs="Arial"/>
          <w:b/>
          <w:caps/>
          <w:szCs w:val="24"/>
          <w:highlight w:val="yellow"/>
          <w:u w:val="single"/>
        </w:rPr>
        <w:t>HINO NACIONAL BRASILEIRO</w:t>
      </w:r>
      <w:r w:rsidR="007B40F6" w:rsidRPr="000B2EA9">
        <w:rPr>
          <w:rFonts w:ascii="Arial" w:hAnsi="Arial" w:cs="Arial"/>
          <w:b/>
          <w:caps/>
          <w:szCs w:val="24"/>
          <w:u w:val="single"/>
        </w:rPr>
        <w:t>.</w:t>
      </w:r>
    </w:p>
    <w:p w14:paraId="1C9813A1" w14:textId="0EECAE78" w:rsidR="00642CB4" w:rsidRPr="000B2EA9" w:rsidRDefault="002C5CE0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t xml:space="preserve">PEÇO </w:t>
      </w:r>
      <w:r w:rsidR="002C07C2" w:rsidRPr="000B2EA9">
        <w:rPr>
          <w:rFonts w:ascii="Arial" w:hAnsi="Arial" w:cs="Arial"/>
          <w:caps/>
          <w:szCs w:val="24"/>
        </w:rPr>
        <w:t>TAMBÉM</w:t>
      </w:r>
      <w:r w:rsidRPr="000B2EA9">
        <w:rPr>
          <w:rFonts w:ascii="Arial" w:hAnsi="Arial" w:cs="Arial"/>
          <w:caps/>
          <w:szCs w:val="24"/>
        </w:rPr>
        <w:t xml:space="preserve"> QUE, APÓS A EXECUÇÃO DO</w:t>
      </w:r>
      <w:r w:rsidR="002C07C2" w:rsidRPr="000B2EA9">
        <w:rPr>
          <w:rFonts w:ascii="Arial" w:hAnsi="Arial" w:cs="Arial"/>
          <w:caps/>
          <w:szCs w:val="24"/>
        </w:rPr>
        <w:t xml:space="preserve"> HINO</w:t>
      </w:r>
      <w:r w:rsidRPr="000B2EA9">
        <w:rPr>
          <w:rFonts w:ascii="Arial" w:hAnsi="Arial" w:cs="Arial"/>
          <w:caps/>
          <w:szCs w:val="24"/>
        </w:rPr>
        <w:t xml:space="preserve">, </w:t>
      </w:r>
      <w:r w:rsidR="00DD7CAE">
        <w:rPr>
          <w:rFonts w:ascii="Arial" w:hAnsi="Arial" w:cs="Arial"/>
          <w:caps/>
          <w:szCs w:val="24"/>
        </w:rPr>
        <w:t>A</w:t>
      </w:r>
      <w:r w:rsidR="00A7039A">
        <w:rPr>
          <w:rFonts w:ascii="Arial" w:hAnsi="Arial" w:cs="Arial"/>
          <w:caps/>
          <w:szCs w:val="24"/>
        </w:rPr>
        <w:t xml:space="preserve"> VEREADOR</w:t>
      </w:r>
      <w:r w:rsidR="00DD7CAE">
        <w:rPr>
          <w:rFonts w:ascii="Arial" w:hAnsi="Arial" w:cs="Arial"/>
          <w:caps/>
          <w:szCs w:val="24"/>
        </w:rPr>
        <w:t>A</w:t>
      </w:r>
      <w:r w:rsidR="00A7039A">
        <w:rPr>
          <w:rFonts w:ascii="Arial" w:hAnsi="Arial" w:cs="Arial"/>
          <w:caps/>
          <w:szCs w:val="24"/>
        </w:rPr>
        <w:t xml:space="preserve"> </w:t>
      </w:r>
      <w:r w:rsidR="00DD7CAE" w:rsidRPr="00DD7CAE">
        <w:rPr>
          <w:rFonts w:ascii="Arial" w:hAnsi="Arial" w:cs="Arial"/>
          <w:b/>
          <w:highlight w:val="yellow"/>
          <w:u w:val="single"/>
        </w:rPr>
        <w:t>SÔNIA PATAS DA AMIZADE</w:t>
      </w:r>
      <w:r w:rsidR="00FF32B9" w:rsidRPr="000B2EA9">
        <w:rPr>
          <w:rFonts w:ascii="Arial" w:hAnsi="Arial" w:cs="Arial"/>
          <w:szCs w:val="24"/>
        </w:rPr>
        <w:t xml:space="preserve"> PROCEDA À LEITURA DE UM TRECHO DA BÍBLIA.</w:t>
      </w:r>
    </w:p>
    <w:p w14:paraId="5F030E0F" w14:textId="2F7E89BB" w:rsidR="007B40F6" w:rsidRDefault="00323490" w:rsidP="0063256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aps/>
          <w:szCs w:val="24"/>
        </w:rPr>
      </w:pPr>
      <w:r w:rsidRPr="000B2EA9">
        <w:rPr>
          <w:rFonts w:ascii="Arial" w:hAnsi="Arial" w:cs="Arial"/>
          <w:caps/>
          <w:szCs w:val="24"/>
        </w:rPr>
        <w:br w:type="page"/>
      </w:r>
    </w:p>
    <w:p w14:paraId="56BC971B" w14:textId="77777777" w:rsidR="002F0529" w:rsidRPr="000B2EA9" w:rsidRDefault="00472765" w:rsidP="00967B79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bookmarkStart w:id="0" w:name="_Ref32919245"/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B1188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anuncia a Fase do Expediente:</w:t>
      </w:r>
      <w:bookmarkEnd w:id="0"/>
    </w:p>
    <w:p w14:paraId="1BFDD209" w14:textId="6997E602" w:rsidR="002F0529" w:rsidRPr="000B2EA9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>PASSAREMOS</w:t>
      </w:r>
      <w:r w:rsidR="00125123" w:rsidRPr="000B2EA9">
        <w:rPr>
          <w:rFonts w:ascii="Arial" w:hAnsi="Arial" w:cs="Arial"/>
          <w:szCs w:val="24"/>
        </w:rPr>
        <w:t xml:space="preserve"> </w:t>
      </w:r>
      <w:r w:rsidR="008B13E7">
        <w:rPr>
          <w:rFonts w:ascii="Arial" w:hAnsi="Arial" w:cs="Arial"/>
          <w:szCs w:val="24"/>
        </w:rPr>
        <w:t xml:space="preserve">AGORA </w:t>
      </w:r>
      <w:r w:rsidR="002F0529" w:rsidRPr="000B2EA9">
        <w:rPr>
          <w:rFonts w:ascii="Arial" w:hAnsi="Arial" w:cs="Arial"/>
          <w:szCs w:val="24"/>
        </w:rPr>
        <w:t>À FASE DA SESSÃO ORDINÁRIA</w:t>
      </w:r>
      <w:r w:rsidR="00814A39" w:rsidRPr="000B2EA9">
        <w:rPr>
          <w:rFonts w:ascii="Arial" w:hAnsi="Arial" w:cs="Arial"/>
          <w:szCs w:val="24"/>
        </w:rPr>
        <w:t xml:space="preserve"> EM QUE</w:t>
      </w:r>
      <w:r w:rsidR="002F0529" w:rsidRPr="000B2EA9">
        <w:rPr>
          <w:rFonts w:ascii="Arial" w:hAnsi="Arial" w:cs="Arial"/>
          <w:szCs w:val="24"/>
        </w:rPr>
        <w:t xml:space="preserve"> SERÃO LIDOS E VOTADOS, CONFORME DISCIPLINADO, OS EXPEDIENTES DOS VEREADORES.</w:t>
      </w:r>
    </w:p>
    <w:p w14:paraId="736F53F8" w14:textId="4B59BF9D" w:rsidR="00FA7033" w:rsidRPr="000B2EA9" w:rsidRDefault="00FA68BE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ANTES, </w:t>
      </w:r>
      <w:r w:rsidRPr="000B2EA9">
        <w:rPr>
          <w:rFonts w:ascii="Arial" w:hAnsi="Arial" w:cs="Arial"/>
          <w:caps/>
          <w:szCs w:val="24"/>
        </w:rPr>
        <w:t>PORÉM</w:t>
      </w:r>
      <w:r w:rsidRPr="000B2EA9">
        <w:rPr>
          <w:rFonts w:ascii="Arial" w:hAnsi="Arial" w:cs="Arial"/>
          <w:szCs w:val="24"/>
        </w:rPr>
        <w:t xml:space="preserve">, </w:t>
      </w:r>
      <w:r w:rsidR="007F1836" w:rsidRPr="000B2EA9">
        <w:rPr>
          <w:rFonts w:ascii="Arial" w:hAnsi="Arial" w:cs="Arial"/>
          <w:szCs w:val="24"/>
        </w:rPr>
        <w:t xml:space="preserve">INFORMO QUE PARA A PRESENTE SESSÃO FORAM </w:t>
      </w:r>
      <w:r w:rsidR="007F1836" w:rsidRPr="000B2EA9">
        <w:rPr>
          <w:rFonts w:ascii="Arial" w:hAnsi="Arial" w:cs="Arial"/>
          <w:caps/>
          <w:szCs w:val="24"/>
        </w:rPr>
        <w:t>PROTOCOLADOS</w:t>
      </w:r>
      <w:r w:rsidR="007F1836" w:rsidRPr="000B2EA9">
        <w:rPr>
          <w:rFonts w:ascii="Arial" w:hAnsi="Arial" w:cs="Arial"/>
          <w:szCs w:val="24"/>
        </w:rPr>
        <w:t xml:space="preserve"> </w:t>
      </w:r>
      <w:r w:rsidR="00DD7CAE">
        <w:rPr>
          <w:rFonts w:ascii="Arial" w:hAnsi="Arial" w:cs="Arial"/>
          <w:szCs w:val="24"/>
          <w:u w:val="single"/>
        </w:rPr>
        <w:t>94</w:t>
      </w:r>
      <w:r w:rsidR="007F1836" w:rsidRPr="000B2EA9">
        <w:rPr>
          <w:rFonts w:ascii="Arial" w:hAnsi="Arial" w:cs="Arial"/>
          <w:szCs w:val="24"/>
        </w:rPr>
        <w:t xml:space="preserve"> TRABALHOS</w:t>
      </w:r>
      <w:r w:rsidR="00C94099" w:rsidRPr="000B2EA9">
        <w:rPr>
          <w:rFonts w:ascii="Arial" w:hAnsi="Arial" w:cs="Arial"/>
          <w:szCs w:val="24"/>
        </w:rPr>
        <w:t>, SENDO</w:t>
      </w:r>
      <w:r w:rsidR="007F1836" w:rsidRPr="000B2EA9">
        <w:rPr>
          <w:rFonts w:ascii="Arial" w:hAnsi="Arial" w:cs="Arial"/>
          <w:szCs w:val="24"/>
        </w:rPr>
        <w:t>:</w:t>
      </w:r>
    </w:p>
    <w:p w14:paraId="10F553D9" w14:textId="4A6716D0" w:rsidR="007F1836" w:rsidRPr="001C5F83" w:rsidRDefault="00DD7CAE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68</w:t>
      </w:r>
      <w:r w:rsidR="007F1836" w:rsidRPr="000B2EA9">
        <w:rPr>
          <w:rFonts w:ascii="Arial" w:hAnsi="Arial" w:cs="Arial"/>
          <w:szCs w:val="24"/>
        </w:rPr>
        <w:tab/>
      </w:r>
      <w:r w:rsidR="007F1836" w:rsidRPr="000B2EA9">
        <w:rPr>
          <w:rFonts w:ascii="Arial" w:hAnsi="Arial" w:cs="Arial"/>
          <w:caps/>
          <w:szCs w:val="24"/>
        </w:rPr>
        <w:t>INDICAÇÕES</w:t>
      </w:r>
      <w:bookmarkStart w:id="1" w:name="_GoBack"/>
      <w:bookmarkEnd w:id="1"/>
    </w:p>
    <w:p w14:paraId="2C750F55" w14:textId="74C3E40B" w:rsidR="001C5F83" w:rsidRPr="000B2EA9" w:rsidRDefault="00EF1C44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aps/>
          <w:szCs w:val="24"/>
        </w:rPr>
        <w:t>0</w:t>
      </w:r>
      <w:r w:rsidR="00DD7CAE">
        <w:rPr>
          <w:rFonts w:ascii="Arial" w:hAnsi="Arial" w:cs="Arial"/>
          <w:caps/>
          <w:szCs w:val="24"/>
        </w:rPr>
        <w:t>6</w:t>
      </w:r>
      <w:r w:rsidR="001C5F83">
        <w:rPr>
          <w:rFonts w:ascii="Arial" w:hAnsi="Arial" w:cs="Arial"/>
          <w:caps/>
          <w:szCs w:val="24"/>
        </w:rPr>
        <w:tab/>
        <w:t>moç</w:t>
      </w:r>
      <w:r w:rsidR="00F65945">
        <w:rPr>
          <w:rFonts w:ascii="Arial" w:hAnsi="Arial" w:cs="Arial"/>
          <w:caps/>
          <w:szCs w:val="24"/>
        </w:rPr>
        <w:t>ões</w:t>
      </w:r>
    </w:p>
    <w:p w14:paraId="0C876DB4" w14:textId="016133FE" w:rsidR="00146C11" w:rsidRPr="000B2EA9" w:rsidRDefault="00DD7CAE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14</w:t>
      </w:r>
      <w:r w:rsidR="00146C11" w:rsidRPr="000B2EA9">
        <w:rPr>
          <w:rFonts w:ascii="Arial" w:hAnsi="Arial" w:cs="Arial"/>
          <w:szCs w:val="24"/>
        </w:rPr>
        <w:tab/>
        <w:t>REQUERIMENTOS</w:t>
      </w:r>
    </w:p>
    <w:p w14:paraId="428842DF" w14:textId="6784FBF3" w:rsidR="006145DD" w:rsidRPr="000B2EA9" w:rsidRDefault="00DD7CAE" w:rsidP="008B012B">
      <w:pPr>
        <w:numPr>
          <w:ilvl w:val="0"/>
          <w:numId w:val="18"/>
        </w:numPr>
        <w:tabs>
          <w:tab w:val="left" w:pos="1134"/>
        </w:tabs>
        <w:spacing w:line="312" w:lineRule="auto"/>
        <w:ind w:left="1701" w:hanging="85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06</w:t>
      </w:r>
      <w:r w:rsidR="007F1836" w:rsidRPr="000B2EA9">
        <w:rPr>
          <w:rFonts w:ascii="Arial" w:hAnsi="Arial" w:cs="Arial"/>
          <w:szCs w:val="24"/>
        </w:rPr>
        <w:tab/>
        <w:t>PEDIDOS DE INFORMAÇÕES</w:t>
      </w:r>
    </w:p>
    <w:p w14:paraId="007A2C7F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leitura das </w:t>
      </w:r>
      <w:r w:rsidR="00D0535F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MOÇÕES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A09C28D" w14:textId="77777777" w:rsidR="002F0529" w:rsidRPr="000B2EA9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 xml:space="preserve">AGORA, </w:t>
      </w:r>
      <w:r w:rsidRPr="000B2EA9">
        <w:rPr>
          <w:rFonts w:ascii="Arial" w:hAnsi="Arial" w:cs="Arial"/>
          <w:caps/>
          <w:szCs w:val="24"/>
        </w:rPr>
        <w:t>ENTÃO</w:t>
      </w:r>
      <w:r w:rsidRPr="000B2EA9">
        <w:rPr>
          <w:rFonts w:ascii="Arial" w:hAnsi="Arial" w:cs="Arial"/>
          <w:szCs w:val="24"/>
        </w:rPr>
        <w:t xml:space="preserve">, </w:t>
      </w:r>
      <w:r w:rsidR="00642CB4" w:rsidRPr="000B2EA9">
        <w:rPr>
          <w:rFonts w:ascii="Arial" w:hAnsi="Arial" w:cs="Arial"/>
          <w:szCs w:val="24"/>
        </w:rPr>
        <w:t>SOLICITO AO</w:t>
      </w:r>
      <w:r w:rsidR="00014BD1" w:rsidRPr="000B2EA9">
        <w:rPr>
          <w:rFonts w:ascii="Arial" w:hAnsi="Arial" w:cs="Arial"/>
          <w:szCs w:val="24"/>
        </w:rPr>
        <w:t xml:space="preserve"> 1º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574659" w:rsidRPr="000B2EA9">
        <w:rPr>
          <w:rFonts w:ascii="Arial" w:hAnsi="Arial" w:cs="Arial"/>
          <w:szCs w:val="24"/>
        </w:rPr>
        <w:t>SECRETÁRIO</w:t>
      </w:r>
      <w:r w:rsidR="00642CB4" w:rsidRPr="000B2EA9">
        <w:rPr>
          <w:rFonts w:ascii="Arial" w:hAnsi="Arial" w:cs="Arial"/>
          <w:szCs w:val="24"/>
        </w:rPr>
        <w:t xml:space="preserve"> </w:t>
      </w:r>
      <w:r w:rsidR="003E574C" w:rsidRPr="000B2EA9">
        <w:rPr>
          <w:rFonts w:ascii="Arial" w:hAnsi="Arial" w:cs="Arial"/>
          <w:szCs w:val="24"/>
        </w:rPr>
        <w:t xml:space="preserve">QUE FAÇA </w:t>
      </w:r>
      <w:r w:rsidR="00C602BC" w:rsidRPr="000B2EA9">
        <w:rPr>
          <w:rFonts w:ascii="Arial" w:hAnsi="Arial" w:cs="Arial"/>
          <w:szCs w:val="24"/>
        </w:rPr>
        <w:t xml:space="preserve">A LEITURA </w:t>
      </w:r>
      <w:r w:rsidR="00212E98" w:rsidRPr="000B2EA9">
        <w:rPr>
          <w:rFonts w:ascii="Arial" w:hAnsi="Arial" w:cs="Arial"/>
          <w:szCs w:val="24"/>
        </w:rPr>
        <w:t>DAS</w:t>
      </w:r>
      <w:r w:rsidR="00212E98"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caps/>
          <w:szCs w:val="24"/>
        </w:rPr>
        <w:t>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DAS </w:t>
      </w:r>
      <w:r w:rsidR="002F0529" w:rsidRPr="000B2EA9">
        <w:rPr>
          <w:rFonts w:ascii="Arial" w:hAnsi="Arial" w:cs="Arial"/>
          <w:b/>
          <w:szCs w:val="24"/>
          <w:u w:val="single"/>
        </w:rPr>
        <w:t>MOÇÕES</w:t>
      </w:r>
      <w:r w:rsidR="00706EA5"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  <w:lang w:eastAsia="ko-KR"/>
        </w:rPr>
        <w:t>PROTOCOLADAS PARA ESTA</w:t>
      </w:r>
      <w:r w:rsidR="00706EA5"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7980D4" w14:textId="77777777" w:rsidR="00F64DD4" w:rsidRPr="000B2EA9" w:rsidRDefault="00F64DD4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</w:t>
      </w:r>
      <w:r w:rsidR="00350ACA" w:rsidRPr="000B2EA9">
        <w:rPr>
          <w:rFonts w:ascii="Arial" w:hAnsi="Arial" w:cs="Arial"/>
          <w:szCs w:val="24"/>
          <w:highlight w:val="yellow"/>
        </w:rPr>
        <w:t xml:space="preserve">lê o </w:t>
      </w:r>
      <w:r w:rsidR="009C68A3" w:rsidRPr="000B2EA9">
        <w:rPr>
          <w:rFonts w:ascii="Arial" w:hAnsi="Arial" w:cs="Arial"/>
          <w:szCs w:val="24"/>
          <w:highlight w:val="yellow"/>
        </w:rPr>
        <w:t>Relatório</w:t>
      </w:r>
      <w:r w:rsidR="00350ACA" w:rsidRPr="000B2EA9">
        <w:rPr>
          <w:rFonts w:ascii="Arial" w:hAnsi="Arial" w:cs="Arial"/>
          <w:szCs w:val="24"/>
          <w:highlight w:val="yellow"/>
        </w:rPr>
        <w:t xml:space="preserve"> de Moções</w:t>
      </w:r>
      <w:r w:rsidRPr="000B2EA9">
        <w:rPr>
          <w:rFonts w:ascii="Arial" w:hAnsi="Arial" w:cs="Arial"/>
          <w:szCs w:val="24"/>
          <w:highlight w:val="yellow"/>
        </w:rPr>
        <w:t>.</w:t>
      </w:r>
    </w:p>
    <w:p w14:paraId="37500FA5" w14:textId="77777777" w:rsidR="00F64DD4" w:rsidRPr="000B2EA9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Em caso de solicitação de leitura na íntegra, o </w:t>
      </w:r>
      <w:r w:rsidR="00C9225D" w:rsidRPr="000B2EA9">
        <w:rPr>
          <w:rFonts w:ascii="Arial" w:hAnsi="Arial" w:cs="Arial"/>
          <w:szCs w:val="24"/>
          <w:highlight w:val="yellow"/>
          <w:lang w:eastAsia="ko-KR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faz a leitura da Moção solicitada e prossegue no </w:t>
      </w:r>
      <w:r w:rsidR="009C68A3" w:rsidRPr="000B2EA9">
        <w:rPr>
          <w:rFonts w:ascii="Arial" w:hAnsi="Arial" w:cs="Arial"/>
          <w:szCs w:val="24"/>
          <w:highlight w:val="yellow"/>
          <w:lang w:eastAsia="ko-KR"/>
        </w:rPr>
        <w:t>Relatório</w:t>
      </w:r>
      <w:r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1575037D" w14:textId="77777777" w:rsidR="00683A23" w:rsidRPr="000B2EA9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Quando </w:t>
      </w:r>
      <w:r w:rsidRPr="000B2EA9">
        <w:rPr>
          <w:rFonts w:ascii="Arial" w:hAnsi="Arial" w:cs="Arial"/>
          <w:szCs w:val="24"/>
          <w:highlight w:val="yellow"/>
        </w:rPr>
        <w:t>acabarem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as Moções,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</w:t>
      </w:r>
      <w:r w:rsidR="00530880" w:rsidRPr="000B2EA9">
        <w:rPr>
          <w:rFonts w:ascii="Arial" w:hAnsi="Arial" w:cs="Arial"/>
          <w:szCs w:val="24"/>
          <w:highlight w:val="yellow"/>
          <w:lang w:eastAsia="ko-KR"/>
        </w:rPr>
        <w:t>z</w:t>
      </w:r>
      <w:r w:rsidRPr="000B2EA9">
        <w:rPr>
          <w:rFonts w:ascii="Arial" w:hAnsi="Arial" w:cs="Arial"/>
          <w:szCs w:val="24"/>
          <w:highlight w:val="yellow"/>
          <w:lang w:eastAsia="ko-KR"/>
        </w:rPr>
        <w:t>:</w:t>
      </w:r>
    </w:p>
    <w:p w14:paraId="45137E05" w14:textId="77777777" w:rsidR="0005584B" w:rsidRPr="000B2EA9" w:rsidRDefault="00FD548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  <w:lang w:eastAsia="ko-KR"/>
        </w:rPr>
        <w:t xml:space="preserve"> MOÇÕES, </w:t>
      </w:r>
      <w:r w:rsidR="002033DA" w:rsidRPr="000B2EA9">
        <w:rPr>
          <w:rFonts w:ascii="Arial" w:hAnsi="Arial" w:cs="Arial"/>
          <w:szCs w:val="24"/>
          <w:lang w:eastAsia="ko-KR"/>
        </w:rPr>
        <w:t>PRESIDENTE</w:t>
      </w:r>
      <w:r w:rsidRPr="000B2EA9">
        <w:rPr>
          <w:rFonts w:ascii="Arial" w:hAnsi="Arial" w:cs="Arial"/>
          <w:szCs w:val="24"/>
          <w:lang w:eastAsia="ko-KR"/>
        </w:rPr>
        <w:t>!</w:t>
      </w:r>
      <w:r w:rsidR="0005584B" w:rsidRPr="000B2EA9">
        <w:rPr>
          <w:rFonts w:ascii="Arial" w:hAnsi="Arial" w:cs="Arial"/>
          <w:szCs w:val="24"/>
          <w:lang w:eastAsia="ko-KR"/>
        </w:rPr>
        <w:br w:type="page"/>
      </w:r>
    </w:p>
    <w:p w14:paraId="17D654B8" w14:textId="77777777" w:rsidR="0061668D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</w:t>
      </w:r>
      <w:r w:rsidR="00506067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a 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leitura dos 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REQUERIMENTOS</w:t>
      </w:r>
      <w:r w:rsidR="0061668D"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147CD496" w14:textId="77777777" w:rsidR="00706EA5" w:rsidRPr="000B2EA9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1A24" w:rsidRPr="000B2EA9">
        <w:rPr>
          <w:rFonts w:ascii="Arial" w:hAnsi="Arial" w:cs="Arial"/>
          <w:szCs w:val="24"/>
          <w:lang w:eastAsia="ko-KR"/>
        </w:rPr>
        <w:t>À</w:t>
      </w:r>
      <w:proofErr w:type="gramEnd"/>
      <w:r w:rsidR="00014BD1" w:rsidRPr="000B2EA9">
        <w:rPr>
          <w:rFonts w:ascii="Arial" w:hAnsi="Arial" w:cs="Arial"/>
          <w:szCs w:val="24"/>
          <w:lang w:eastAsia="ko-KR"/>
        </w:rPr>
        <w:t xml:space="preserve"> 2ª</w:t>
      </w:r>
      <w:r w:rsidR="00211A24" w:rsidRPr="000B2EA9">
        <w:rPr>
          <w:rFonts w:ascii="Arial" w:hAnsi="Arial" w:cs="Arial"/>
          <w:szCs w:val="24"/>
          <w:lang w:eastAsia="ko-KR"/>
        </w:rPr>
        <w:t xml:space="preserve"> </w:t>
      </w:r>
      <w:r w:rsidR="00574659" w:rsidRPr="000B2EA9">
        <w:rPr>
          <w:rFonts w:ascii="Arial" w:hAnsi="Arial" w:cs="Arial"/>
          <w:caps/>
          <w:szCs w:val="24"/>
        </w:rPr>
        <w:t>SECRETÁRI</w:t>
      </w:r>
      <w:r w:rsidR="00211A24" w:rsidRPr="000B2EA9">
        <w:rPr>
          <w:rFonts w:ascii="Arial" w:hAnsi="Arial" w:cs="Arial"/>
          <w:caps/>
          <w:szCs w:val="24"/>
        </w:rPr>
        <w:t>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szCs w:val="24"/>
          <w:lang w:eastAsia="ko-KR"/>
        </w:rPr>
        <w:t xml:space="preserve">QUE FAÇA </w:t>
      </w:r>
      <w:r w:rsidR="00C602BC" w:rsidRPr="000B2EA9">
        <w:rPr>
          <w:rFonts w:ascii="Arial" w:hAnsi="Arial" w:cs="Arial"/>
          <w:szCs w:val="24"/>
          <w:lang w:eastAsia="ko-KR"/>
        </w:rPr>
        <w:t xml:space="preserve">A LEITURA </w:t>
      </w:r>
      <w:r w:rsidR="00212E98" w:rsidRPr="000B2EA9">
        <w:rPr>
          <w:rFonts w:ascii="Arial" w:hAnsi="Arial" w:cs="Arial"/>
          <w:szCs w:val="24"/>
          <w:lang w:eastAsia="ko-KR"/>
        </w:rPr>
        <w:t>DAS SÍNTESES</w:t>
      </w:r>
      <w:r w:rsidR="00C602BC" w:rsidRPr="000B2EA9">
        <w:rPr>
          <w:rFonts w:ascii="Arial" w:hAnsi="Arial" w:cs="Arial"/>
          <w:szCs w:val="24"/>
          <w:lang w:eastAsia="ko-KR"/>
        </w:rPr>
        <w:t xml:space="preserve"> D</w:t>
      </w:r>
      <w:r w:rsidRPr="000B2EA9">
        <w:rPr>
          <w:rFonts w:ascii="Arial" w:hAnsi="Arial" w:cs="Arial"/>
          <w:szCs w:val="24"/>
          <w:lang w:eastAsia="ko-KR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F90A5C" w:rsidRPr="000B2EA9">
        <w:rPr>
          <w:rFonts w:ascii="Arial" w:hAnsi="Arial" w:cs="Arial"/>
          <w:szCs w:val="24"/>
        </w:rPr>
        <w:t>PROTOCOLADOS</w:t>
      </w:r>
      <w:r w:rsidR="00F90A5C" w:rsidRPr="000B2EA9">
        <w:rPr>
          <w:rFonts w:ascii="Arial" w:hAnsi="Arial" w:cs="Arial"/>
          <w:szCs w:val="24"/>
          <w:lang w:eastAsia="ko-KR"/>
        </w:rPr>
        <w:t xml:space="preserve"> PARA ESTA</w:t>
      </w:r>
      <w:r w:rsidRPr="000B2EA9">
        <w:rPr>
          <w:rFonts w:ascii="Arial" w:hAnsi="Arial" w:cs="Arial"/>
          <w:szCs w:val="24"/>
          <w:lang w:eastAsia="ko-KR"/>
        </w:rPr>
        <w:t xml:space="preserve"> SESSÃO</w:t>
      </w:r>
      <w:r w:rsidR="005D1FF6" w:rsidRPr="000B2EA9">
        <w:rPr>
          <w:rFonts w:ascii="Arial" w:hAnsi="Arial" w:cs="Arial"/>
          <w:szCs w:val="24"/>
          <w:lang w:eastAsia="ko-KR"/>
        </w:rPr>
        <w:t>.</w:t>
      </w:r>
    </w:p>
    <w:p w14:paraId="13F44BBF" w14:textId="77777777" w:rsidR="00E63DFA" w:rsidRPr="000B2EA9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D54A06" w:rsidRPr="000B2EA9">
        <w:rPr>
          <w:rFonts w:ascii="Arial" w:hAnsi="Arial" w:cs="Arial"/>
          <w:color w:val="FF0000"/>
          <w:szCs w:val="24"/>
          <w:lang w:eastAsia="ko-KR"/>
        </w:rPr>
        <w:t xml:space="preserve">apenas 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9C68A3" w:rsidRPr="000B2EA9">
        <w:rPr>
          <w:rFonts w:ascii="Arial" w:hAnsi="Arial" w:cs="Arial"/>
          <w:color w:val="FF0000"/>
          <w:szCs w:val="24"/>
          <w:lang w:eastAsia="ko-KR"/>
        </w:rPr>
        <w:t>Relatório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>. (Após</w:t>
      </w:r>
      <w:r w:rsidR="00DD1596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89785C" w:rsidRPr="000B2EA9">
        <w:rPr>
          <w:rFonts w:ascii="Arial" w:hAnsi="Arial" w:cs="Arial"/>
          <w:color w:val="FF0000"/>
          <w:szCs w:val="24"/>
          <w:lang w:eastAsia="ko-KR"/>
        </w:rPr>
        <w:t xml:space="preserve"> seguir para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item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_Ref526255634 \r \h </w:instrText>
      </w:r>
      <w:r w:rsidR="00092897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C053F0">
        <w:rPr>
          <w:rFonts w:ascii="Arial" w:hAnsi="Arial" w:cs="Arial"/>
          <w:color w:val="FF0000"/>
          <w:szCs w:val="24"/>
          <w:lang w:eastAsia="ko-KR"/>
        </w:rPr>
        <w:t>9.6)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1E0A9C48" w14:textId="77777777" w:rsidR="00C35E91" w:rsidRPr="000B2EA9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lê o Requerimento e prossegue no Relatório.</w:t>
      </w:r>
    </w:p>
    <w:p w14:paraId="181A2AFC" w14:textId="77777777" w:rsidR="00C35E91" w:rsidRPr="000B2EA9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lê a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diz:</w:t>
      </w:r>
    </w:p>
    <w:p w14:paraId="3EEFBB32" w14:textId="77777777" w:rsidR="00B11B06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0DED491B" w14:textId="6EA18BA5" w:rsidR="00C35E91" w:rsidRPr="000B2EA9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</w:t>
      </w:r>
      <w:r w:rsidR="00B11B06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Requerimento</w:t>
      </w:r>
      <w:r w:rsidR="00C35E9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em votação</w:t>
      </w:r>
      <w:r w:rsidR="009C68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31A3F6A" w14:textId="77777777" w:rsidR="00C35E91" w:rsidRPr="000B2EA9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>Solicitadas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>,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35E91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BF05EC"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="00BF05EC" w:rsidRPr="000B2EA9">
        <w:rPr>
          <w:rFonts w:ascii="Arial" w:hAnsi="Arial" w:cs="Arial"/>
          <w:color w:val="FF0000"/>
          <w:szCs w:val="24"/>
          <w:lang w:eastAsia="ko-KR"/>
        </w:rPr>
        <w:t xml:space="preserve"> e diz</w:t>
      </w:r>
      <w:r w:rsidR="00C35E91" w:rsidRPr="000B2EA9">
        <w:rPr>
          <w:rFonts w:ascii="Arial" w:hAnsi="Arial" w:cs="Arial"/>
          <w:color w:val="FF0000"/>
          <w:szCs w:val="24"/>
          <w:lang w:eastAsia="ko-KR"/>
        </w:rPr>
        <w:t>:</w:t>
      </w:r>
    </w:p>
    <w:p w14:paraId="00FF9E9A" w14:textId="77777777" w:rsidR="00BF05EC" w:rsidRPr="000B2EA9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2" w:name="_Ref526255980"/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REQUERIMENTO!</w:t>
      </w:r>
    </w:p>
    <w:p w14:paraId="69742C4C" w14:textId="46771CD2" w:rsidR="00BF05EC" w:rsidRPr="000B2EA9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Requerimento em votação, conforme item 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_Ref935709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9.4)</w:t>
      </w:r>
      <w:r w:rsidR="003E31F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8D43BD9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93570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Não havendo justificativas</w:t>
      </w:r>
      <w:r w:rsidR="007C61A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(1 minuto)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ou após elas,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  <w:bookmarkEnd w:id="3"/>
    </w:p>
    <w:p w14:paraId="7108C9C6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793197E1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E9C82C1" w14:textId="77777777" w:rsidR="00C35E91" w:rsidRPr="000B2EA9" w:rsidRDefault="00C35E91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526256135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  <w:bookmarkEnd w:id="4"/>
    </w:p>
    <w:p w14:paraId="5551153B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2A860A9" w14:textId="77777777" w:rsidR="00C35E91" w:rsidRPr="000B2EA9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="006D7A14" w:rsidRPr="000B2EA9">
        <w:rPr>
          <w:rFonts w:ascii="Arial" w:hAnsi="Arial" w:cs="Arial"/>
          <w:caps/>
          <w:szCs w:val="24"/>
        </w:rPr>
        <w:t>REQUERIMENTO</w:t>
      </w:r>
      <w:r w:rsidRPr="000B2EA9">
        <w:rPr>
          <w:rFonts w:ascii="Arial" w:hAnsi="Arial" w:cs="Arial"/>
          <w:szCs w:val="24"/>
        </w:rPr>
        <w:t>!</w:t>
      </w:r>
    </w:p>
    <w:p w14:paraId="30910046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5" w:name="_Ref526255634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Requerimentos,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5"/>
    </w:p>
    <w:p w14:paraId="45C43ED8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REQUERIMENTOS</w:t>
      </w:r>
      <w:r w:rsidRPr="000B2EA9">
        <w:rPr>
          <w:rFonts w:ascii="Arial" w:hAnsi="Arial" w:cs="Arial"/>
          <w:szCs w:val="24"/>
        </w:rPr>
        <w:t xml:space="preserve">, </w:t>
      </w:r>
      <w:r w:rsidR="002033DA" w:rsidRPr="000B2EA9">
        <w:rPr>
          <w:rFonts w:ascii="Arial" w:hAnsi="Arial" w:cs="Arial"/>
          <w:szCs w:val="24"/>
        </w:rPr>
        <w:t>PRESIDENTE</w:t>
      </w:r>
      <w:r w:rsidRPr="000B2EA9">
        <w:rPr>
          <w:rFonts w:ascii="Arial" w:hAnsi="Arial" w:cs="Arial"/>
          <w:szCs w:val="24"/>
        </w:rPr>
        <w:t>!</w:t>
      </w:r>
    </w:p>
    <w:p w14:paraId="14ABADE7" w14:textId="77777777" w:rsidR="00C35E91" w:rsidRPr="000B2EA9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Requerimentos, </w:t>
      </w:r>
      <w:r w:rsidR="00F668D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93B2AB2" w14:textId="77777777" w:rsidR="00C35E91" w:rsidRPr="000B2EA9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caps/>
          <w:szCs w:val="24"/>
        </w:rPr>
        <w:t>REQUERIMENTOS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0DE1B5D9" w14:textId="77777777" w:rsidR="006B03AF" w:rsidRPr="000B2EA9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70A0EBD" w14:textId="77777777" w:rsidR="003058CD" w:rsidRPr="000B2EA9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47E438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</w:rPr>
        <w:t>SOLICITO</w:t>
      </w:r>
      <w:r w:rsidRPr="000B2EA9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2ª </w:t>
      </w:r>
      <w:r w:rsidRPr="000B2EA9">
        <w:rPr>
          <w:rFonts w:ascii="Arial" w:hAnsi="Arial" w:cs="Arial"/>
          <w:caps/>
          <w:szCs w:val="24"/>
        </w:rPr>
        <w:t>SECRETÁRIA</w:t>
      </w:r>
      <w:r w:rsidRPr="000B2EA9">
        <w:rPr>
          <w:rFonts w:ascii="Arial" w:hAnsi="Arial" w:cs="Arial"/>
          <w:szCs w:val="24"/>
          <w:lang w:eastAsia="ko-KR"/>
        </w:rPr>
        <w:t xml:space="preserve"> QUE FAÇA A LEITURA DAS SÍNTESES DOS </w:t>
      </w:r>
      <w:r w:rsidRPr="000B2EA9">
        <w:rPr>
          <w:rFonts w:ascii="Arial" w:hAnsi="Arial" w:cs="Arial"/>
          <w:caps/>
          <w:szCs w:val="24"/>
        </w:rPr>
        <w:t>PEDIDOS DE INFORMAÇÕES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Pr="000B2EA9">
        <w:rPr>
          <w:rFonts w:ascii="Arial" w:hAnsi="Arial" w:cs="Arial"/>
          <w:szCs w:val="24"/>
        </w:rPr>
        <w:t>PROTOCOLADOS</w:t>
      </w:r>
      <w:r w:rsidRPr="000B2EA9">
        <w:rPr>
          <w:rFonts w:ascii="Arial" w:hAnsi="Arial" w:cs="Arial"/>
          <w:szCs w:val="24"/>
          <w:lang w:eastAsia="ko-KR"/>
        </w:rPr>
        <w:t xml:space="preserve"> PARA ESTA SESSÃO.</w:t>
      </w:r>
    </w:p>
    <w:p w14:paraId="1953EBA2" w14:textId="77777777" w:rsidR="003058CD" w:rsidRPr="000B2EA9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Caso não haja solicitação de leitura na íntegra ou votação,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apenas o Relatório. (Após, seguir para item 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instrText xml:space="preserve"> REF _Ref877341 \r \h </w:instrText>
      </w:r>
      <w:r w:rsidR="00940241" w:rsidRPr="000B2EA9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C053F0">
        <w:rPr>
          <w:rFonts w:ascii="Arial" w:hAnsi="Arial" w:cs="Arial"/>
          <w:color w:val="FF0000"/>
          <w:szCs w:val="24"/>
          <w:lang w:eastAsia="ko-KR"/>
        </w:rPr>
        <w:t>10.6)</w:t>
      </w:r>
      <w:r w:rsidR="0028005D" w:rsidRPr="000B2EA9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14:paraId="43836C22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na íntegra,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o </w:t>
      </w:r>
      <w:r w:rsidR="00834646" w:rsidRPr="000B2EA9"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prossegue no Relatório.</w:t>
      </w:r>
    </w:p>
    <w:p w14:paraId="23D83CBB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lê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ementa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399E866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11963D23" w14:textId="62998312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BB431E5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0B2EA9">
        <w:rPr>
          <w:rFonts w:ascii="Arial" w:hAnsi="Arial" w:cs="Arial"/>
          <w:color w:val="FF0000"/>
          <w:szCs w:val="24"/>
          <w:lang w:eastAsia="ko-KR"/>
        </w:rPr>
        <w:t xml:space="preserve">Solicitadas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LEITURA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VOTAÇÃO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338B9" w:rsidRPr="000B2EA9">
        <w:rPr>
          <w:rFonts w:ascii="Arial" w:hAnsi="Arial" w:cs="Arial"/>
          <w:color w:val="FF0000"/>
          <w:szCs w:val="24"/>
          <w:lang w:eastAsia="ko-KR"/>
        </w:rPr>
        <w:t xml:space="preserve">lê 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texto na íntegra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e diz:</w:t>
      </w:r>
    </w:p>
    <w:p w14:paraId="5AEAF149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</w:rPr>
        <w:t>PRESIDENTE</w:t>
      </w:r>
      <w:r w:rsidRPr="000B2EA9">
        <w:rPr>
          <w:rFonts w:ascii="Arial" w:hAnsi="Arial" w:cs="Arial"/>
          <w:szCs w:val="24"/>
          <w:lang w:eastAsia="ko-KR"/>
        </w:rPr>
        <w:t xml:space="preserve">, </w:t>
      </w:r>
      <w:r w:rsidRPr="000B2EA9">
        <w:rPr>
          <w:rFonts w:ascii="Arial" w:hAnsi="Arial" w:cs="Arial"/>
          <w:caps/>
          <w:szCs w:val="24"/>
        </w:rPr>
        <w:t>FOI</w:t>
      </w:r>
      <w:r w:rsidRPr="000B2EA9">
        <w:rPr>
          <w:rFonts w:ascii="Arial" w:hAnsi="Arial" w:cs="Arial"/>
          <w:szCs w:val="24"/>
          <w:lang w:eastAsia="ko-KR"/>
        </w:rPr>
        <w:t xml:space="preserve"> SOLICITADA A VOTAÇÃO DESTE PEDIDO DE INFORMAÇÕES!</w:t>
      </w:r>
    </w:p>
    <w:p w14:paraId="02376839" w14:textId="36464120" w:rsidR="003058CD" w:rsidRPr="000B2EA9" w:rsidRDefault="003058CD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o PI em votação, conforme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_Ref877417 \r \h </w:instrText>
      </w:r>
      <w:r w:rsid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10.4)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22A5F8FF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6" w:name="_Ref877417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Não havendo justificativas (1 minuto), ou após elas,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6"/>
    </w:p>
    <w:p w14:paraId="544E2182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ESTÁ EM VOTAÇÃO.</w:t>
      </w:r>
    </w:p>
    <w:p w14:paraId="54686506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43F86721" w14:textId="77777777" w:rsidR="003058CD" w:rsidRPr="000B2EA9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o resultado:</w:t>
      </w:r>
    </w:p>
    <w:p w14:paraId="2B992F90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 xml:space="preserve"> FOI (APROVADO/REJEITADO).</w:t>
      </w:r>
    </w:p>
    <w:p w14:paraId="2EC2613C" w14:textId="77777777" w:rsidR="003058CD" w:rsidRPr="000B2EA9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PRÓXIMO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!</w:t>
      </w:r>
    </w:p>
    <w:p w14:paraId="7218FDE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7" w:name="_Ref877341"/>
      <w:r w:rsidRPr="000B2EA9">
        <w:rPr>
          <w:rFonts w:ascii="Arial" w:hAnsi="Arial" w:cs="Arial"/>
          <w:color w:val="FF0000"/>
          <w:szCs w:val="24"/>
          <w:lang w:eastAsia="ko-KR"/>
        </w:rPr>
        <w:t xml:space="preserve">Quando acabarem os Pedidos de Informações, a </w:t>
      </w:r>
      <w:r w:rsidRPr="000B2EA9">
        <w:rPr>
          <w:rFonts w:ascii="Arial" w:hAnsi="Arial" w:cs="Arial"/>
          <w:b/>
          <w:color w:val="FF0000"/>
          <w:szCs w:val="24"/>
          <w:u w:val="single"/>
          <w:lang w:eastAsia="ko-KR"/>
        </w:rPr>
        <w:t>2ª SECRETÁRIA</w:t>
      </w:r>
      <w:r w:rsidRPr="000B2EA9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7"/>
    </w:p>
    <w:p w14:paraId="43D28A13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NÃO HÁ </w:t>
      </w:r>
      <w:r w:rsidRPr="000B2EA9">
        <w:rPr>
          <w:rFonts w:ascii="Arial" w:hAnsi="Arial" w:cs="Arial"/>
          <w:caps/>
          <w:szCs w:val="24"/>
        </w:rPr>
        <w:t>MAIS</w:t>
      </w:r>
      <w:r w:rsidRPr="000B2EA9">
        <w:rPr>
          <w:rFonts w:ascii="Arial" w:hAnsi="Arial" w:cs="Arial"/>
          <w:szCs w:val="24"/>
        </w:rPr>
        <w:t xml:space="preserve"> </w:t>
      </w:r>
      <w:r w:rsidRPr="000B2EA9">
        <w:rPr>
          <w:rFonts w:ascii="Arial" w:hAnsi="Arial" w:cs="Arial"/>
          <w:szCs w:val="24"/>
          <w:lang w:eastAsia="ko-KR"/>
        </w:rPr>
        <w:t>PEDIDO DE INFORMAÇÕES</w:t>
      </w:r>
      <w:r w:rsidRPr="000B2EA9">
        <w:rPr>
          <w:rFonts w:ascii="Arial" w:hAnsi="Arial" w:cs="Arial"/>
          <w:szCs w:val="24"/>
        </w:rPr>
        <w:t>, PRESIDENTE!</w:t>
      </w:r>
    </w:p>
    <w:p w14:paraId="7F07C30E" w14:textId="77777777" w:rsidR="003058CD" w:rsidRPr="000B2EA9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>concluir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 apreciação dos </w:t>
      </w:r>
      <w:r w:rsidR="00AE23F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Pedidos de Informações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7D2ED37" w14:textId="77777777" w:rsidR="003058CD" w:rsidRPr="000B2EA9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OS </w:t>
      </w:r>
      <w:r w:rsidRPr="000B2EA9">
        <w:rPr>
          <w:rFonts w:ascii="Arial" w:hAnsi="Arial" w:cs="Arial"/>
          <w:szCs w:val="24"/>
          <w:lang w:eastAsia="ko-KR"/>
        </w:rPr>
        <w:t>PEDIDO</w:t>
      </w:r>
      <w:r w:rsidR="002F73F4" w:rsidRPr="000B2EA9">
        <w:rPr>
          <w:rFonts w:ascii="Arial" w:hAnsi="Arial" w:cs="Arial"/>
          <w:szCs w:val="24"/>
          <w:lang w:eastAsia="ko-KR"/>
        </w:rPr>
        <w:t>S</w:t>
      </w:r>
      <w:r w:rsidRPr="000B2EA9">
        <w:rPr>
          <w:rFonts w:ascii="Arial" w:hAnsi="Arial" w:cs="Arial"/>
          <w:szCs w:val="24"/>
          <w:lang w:eastAsia="ko-KR"/>
        </w:rPr>
        <w:t xml:space="preserve"> DE INFORMAÇÕES</w:t>
      </w:r>
      <w:r w:rsidRPr="000B2EA9">
        <w:rPr>
          <w:rFonts w:ascii="Arial" w:hAnsi="Arial" w:cs="Arial"/>
          <w:szCs w:val="24"/>
        </w:rPr>
        <w:t xml:space="preserve"> FORAM APRECIADOS, NA FORMA REGIMENTAL.</w:t>
      </w:r>
    </w:p>
    <w:p w14:paraId="21E33E02" w14:textId="77777777" w:rsidR="00235FBB" w:rsidRPr="000B2EA9" w:rsidRDefault="00235FBB" w:rsidP="000027DA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b/>
          <w:szCs w:val="24"/>
        </w:rPr>
        <w:br w:type="page"/>
      </w:r>
    </w:p>
    <w:p w14:paraId="25CEA334" w14:textId="77777777" w:rsidR="0074291E" w:rsidRPr="000B2EA9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4291E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dos Votos de Pesar:</w:t>
      </w:r>
    </w:p>
    <w:p w14:paraId="0357B884" w14:textId="77777777" w:rsidR="00642CB4" w:rsidRPr="000B2EA9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SOLICITO 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AO </w:t>
      </w:r>
      <w:r w:rsidR="002F429C" w:rsidRPr="000B2EA9">
        <w:rPr>
          <w:rFonts w:ascii="Arial" w:hAnsi="Arial" w:cs="Arial"/>
          <w:caps/>
          <w:szCs w:val="24"/>
          <w:lang w:eastAsia="ko-KR"/>
        </w:rPr>
        <w:t>1</w:t>
      </w:r>
      <w:r w:rsidR="00211A24" w:rsidRPr="000B2EA9">
        <w:rPr>
          <w:rFonts w:ascii="Arial" w:hAnsi="Arial" w:cs="Arial"/>
          <w:caps/>
          <w:szCs w:val="24"/>
          <w:lang w:eastAsia="ko-KR"/>
        </w:rPr>
        <w:t xml:space="preserve">º </w:t>
      </w:r>
      <w:r w:rsidR="00574659" w:rsidRPr="000B2EA9">
        <w:rPr>
          <w:rFonts w:ascii="Arial" w:hAnsi="Arial" w:cs="Arial"/>
          <w:caps/>
          <w:szCs w:val="24"/>
          <w:lang w:eastAsia="ko-KR"/>
        </w:rPr>
        <w:t>SECRETÁRIO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3E574C" w:rsidRPr="000B2EA9">
        <w:rPr>
          <w:rFonts w:ascii="Arial" w:hAnsi="Arial" w:cs="Arial"/>
          <w:caps/>
          <w:szCs w:val="24"/>
          <w:lang w:eastAsia="ko-KR"/>
        </w:rPr>
        <w:t xml:space="preserve">QUE FAÇA </w:t>
      </w:r>
      <w:r w:rsidRPr="000B2EA9">
        <w:rPr>
          <w:rFonts w:ascii="Arial" w:hAnsi="Arial" w:cs="Arial"/>
          <w:caps/>
          <w:szCs w:val="24"/>
          <w:lang w:eastAsia="ko-KR"/>
        </w:rPr>
        <w:t>A LEITURA DOS VOTOS DE PESAR APRESENTADOS PELOS SENHORES VEREADORES.</w:t>
      </w:r>
    </w:p>
    <w:p w14:paraId="574E6363" w14:textId="77777777" w:rsidR="00E05CAA" w:rsidRPr="000B2EA9" w:rsidRDefault="00E05CAA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  <w:highlight w:val="yellow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</w:rPr>
        <w:t xml:space="preserve"> faz a leitura dos Votos de Pesar na ordem de protocolo.</w:t>
      </w:r>
    </w:p>
    <w:p w14:paraId="7547B915" w14:textId="77777777" w:rsidR="00D1131A" w:rsidRPr="000B2EA9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</w:rPr>
        <w:t>Quando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acabarem os Votos de Pesar,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5B945EF3" w14:textId="77777777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NÃO HÁ MAIS </w:t>
      </w:r>
      <w:r w:rsidRPr="000B2EA9">
        <w:rPr>
          <w:rFonts w:ascii="Arial" w:hAnsi="Arial" w:cs="Arial"/>
          <w:caps/>
          <w:szCs w:val="24"/>
        </w:rPr>
        <w:t>VOTOS</w:t>
      </w:r>
      <w:r w:rsidRPr="000B2EA9">
        <w:rPr>
          <w:rFonts w:ascii="Arial" w:hAnsi="Arial" w:cs="Arial"/>
          <w:caps/>
          <w:szCs w:val="24"/>
          <w:lang w:eastAsia="ko-KR"/>
        </w:rPr>
        <w:t xml:space="preserve"> DE PESAR, </w:t>
      </w:r>
      <w:r w:rsidR="00C279C5" w:rsidRPr="000B2EA9">
        <w:rPr>
          <w:rFonts w:ascii="Arial" w:hAnsi="Arial" w:cs="Arial"/>
          <w:caps/>
          <w:szCs w:val="24"/>
          <w:lang w:eastAsia="ko-KR"/>
        </w:rPr>
        <w:t>PRESIDENTE</w:t>
      </w:r>
      <w:r w:rsidRPr="000B2EA9">
        <w:rPr>
          <w:rFonts w:ascii="Arial" w:hAnsi="Arial" w:cs="Arial"/>
          <w:caps/>
          <w:szCs w:val="24"/>
          <w:lang w:eastAsia="ko-KR"/>
        </w:rPr>
        <w:t>!</w:t>
      </w:r>
    </w:p>
    <w:p w14:paraId="660B8816" w14:textId="77777777" w:rsidR="001A4310" w:rsidRPr="000B2EA9" w:rsidRDefault="00472765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3709ED7" w14:textId="77777777" w:rsidR="00754385" w:rsidRPr="000B2EA9" w:rsidRDefault="002F429C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EM </w:t>
      </w:r>
      <w:r w:rsidRPr="000B2EA9">
        <w:rPr>
          <w:rFonts w:ascii="Arial" w:hAnsi="Arial" w:cs="Arial"/>
          <w:caps/>
          <w:szCs w:val="24"/>
        </w:rPr>
        <w:t>MEMÓRIA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12E98" w:rsidRPr="000B2EA9">
        <w:rPr>
          <w:rFonts w:ascii="Arial" w:hAnsi="Arial" w:cs="Arial"/>
          <w:szCs w:val="24"/>
          <w:lang w:eastAsia="ko-KR"/>
        </w:rPr>
        <w:t>DOS ENTES QUERIDOS</w:t>
      </w:r>
      <w:r w:rsidRPr="000B2EA9">
        <w:rPr>
          <w:rFonts w:ascii="Arial" w:hAnsi="Arial" w:cs="Arial"/>
          <w:szCs w:val="24"/>
          <w:lang w:eastAsia="ko-KR"/>
        </w:rPr>
        <w:t>, CONVIDO A TODOS PARA QUE FAÇAMOS ALGUNS INSTANTES DE SILÊNCIO.</w:t>
      </w:r>
    </w:p>
    <w:p w14:paraId="7D5733C6" w14:textId="77777777" w:rsidR="00C52C08" w:rsidRDefault="00C52C08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56886CB" w14:textId="4A9ED1B7" w:rsidR="002E7CE7" w:rsidRPr="000B2EA9" w:rsidRDefault="002E7CE7">
      <w:pPr>
        <w:rPr>
          <w:rFonts w:ascii="Arial" w:hAnsi="Arial" w:cs="Arial"/>
          <w:b/>
          <w:szCs w:val="24"/>
          <w:u w:val="wave"/>
        </w:rPr>
      </w:pPr>
      <w:r w:rsidRPr="000B2EA9">
        <w:rPr>
          <w:rFonts w:ascii="Arial" w:hAnsi="Arial" w:cs="Arial"/>
          <w:b/>
          <w:szCs w:val="24"/>
          <w:u w:val="wave"/>
        </w:rPr>
        <w:br w:type="page"/>
      </w:r>
    </w:p>
    <w:p w14:paraId="1607C55B" w14:textId="77777777" w:rsidR="0005004E" w:rsidRPr="000B2EA9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73219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</w:t>
      </w:r>
      <w:r w:rsidR="0005004E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432B02F5" w14:textId="77777777" w:rsidR="0073219E" w:rsidRPr="000B2EA9" w:rsidRDefault="0073219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PASSAREMOS</w:t>
      </w:r>
      <w:r w:rsidR="009D4EBC" w:rsidRPr="000B2EA9">
        <w:rPr>
          <w:rFonts w:ascii="Arial" w:hAnsi="Arial" w:cs="Arial"/>
          <w:szCs w:val="24"/>
          <w:lang w:eastAsia="ko-KR"/>
        </w:rPr>
        <w:t xml:space="preserve">, </w:t>
      </w:r>
      <w:r w:rsidR="009D4EBC" w:rsidRPr="000B2EA9">
        <w:rPr>
          <w:rFonts w:ascii="Arial" w:hAnsi="Arial" w:cs="Arial"/>
          <w:caps/>
          <w:szCs w:val="24"/>
        </w:rPr>
        <w:t>NESTE</w:t>
      </w:r>
      <w:r w:rsidR="009D4EBC" w:rsidRPr="000B2EA9">
        <w:rPr>
          <w:rFonts w:ascii="Arial" w:hAnsi="Arial" w:cs="Arial"/>
          <w:szCs w:val="24"/>
          <w:lang w:eastAsia="ko-KR"/>
        </w:rPr>
        <w:t xml:space="preserve"> INSTANTE,</w:t>
      </w:r>
      <w:r w:rsidRPr="000B2EA9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641D551B" w14:textId="2A9B3375" w:rsidR="0005004E" w:rsidRPr="000B2EA9" w:rsidRDefault="0005004E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</w:rPr>
        <w:t>PEÇO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Pr="000B2EA9">
        <w:rPr>
          <w:rFonts w:ascii="Arial" w:hAnsi="Arial" w:cs="Arial"/>
          <w:caps/>
          <w:szCs w:val="24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0B2EA9">
        <w:rPr>
          <w:rFonts w:ascii="Arial" w:hAnsi="Arial" w:cs="Arial"/>
          <w:caps/>
          <w:szCs w:val="24"/>
        </w:rPr>
        <w:t>CONSTANTE</w:t>
      </w:r>
      <w:r w:rsidRPr="000B2EA9">
        <w:rPr>
          <w:rFonts w:ascii="Arial" w:hAnsi="Arial" w:cs="Arial"/>
          <w:szCs w:val="24"/>
          <w:lang w:eastAsia="ko-KR"/>
        </w:rPr>
        <w:t xml:space="preserve"> DA ORDEM DO DIA.</w:t>
      </w:r>
    </w:p>
    <w:p w14:paraId="5456E06C" w14:textId="77777777" w:rsidR="00604617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bookmarkStart w:id="8" w:name="_Ref475712815"/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faz a leitura da ementa </w:t>
      </w:r>
      <w:r w:rsidRPr="000B2EA9">
        <w:rPr>
          <w:rFonts w:ascii="Arial" w:hAnsi="Arial" w:cs="Arial"/>
          <w:szCs w:val="24"/>
          <w:highlight w:val="yellow"/>
          <w:lang w:eastAsia="ko-KR"/>
        </w:rPr>
        <w:t>do Projeto</w:t>
      </w:r>
      <w:bookmarkEnd w:id="8"/>
      <w:r w:rsidR="00B73532" w:rsidRPr="000B2EA9">
        <w:rPr>
          <w:rFonts w:ascii="Arial" w:hAnsi="Arial" w:cs="Arial"/>
          <w:szCs w:val="24"/>
          <w:highlight w:val="yellow"/>
          <w:lang w:eastAsia="ko-KR"/>
        </w:rPr>
        <w:t>.</w:t>
      </w:r>
    </w:p>
    <w:p w14:paraId="23EC737E" w14:textId="3EF1632D" w:rsidR="00FD1652" w:rsidRPr="000B2EA9" w:rsidRDefault="00B73532" w:rsidP="00A4159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="00AC703C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,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FD165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1175D99" w14:textId="5E328768" w:rsidR="001E78E3" w:rsidRPr="000B2EA9" w:rsidRDefault="00FD1652" w:rsidP="001E78E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</w:t>
      </w:r>
      <w:r w:rsidR="007F48AE"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="005F0CBC" w:rsidRPr="000B2EA9">
        <w:rPr>
          <w:rFonts w:ascii="Arial" w:hAnsi="Arial" w:cs="Arial"/>
          <w:caps/>
          <w:szCs w:val="24"/>
          <w:lang w:eastAsia="ko-KR"/>
        </w:rPr>
        <w:t>(</w:t>
      </w:r>
      <w:r w:rsidR="00782AE5">
        <w:rPr>
          <w:rFonts w:ascii="Arial" w:hAnsi="Arial" w:cs="Arial"/>
          <w:caps/>
          <w:szCs w:val="24"/>
          <w:lang w:eastAsia="ko-KR"/>
        </w:rPr>
        <w:t>processo /</w:t>
      </w:r>
      <w:r w:rsidR="005F0CBC" w:rsidRPr="000B2EA9">
        <w:rPr>
          <w:rFonts w:ascii="Arial" w:hAnsi="Arial" w:cs="Arial"/>
          <w:caps/>
          <w:szCs w:val="24"/>
          <w:lang w:eastAsia="ko-KR"/>
        </w:rPr>
        <w:t xml:space="preserve"> VETO) </w:t>
      </w:r>
      <w:r w:rsidRPr="000B2EA9">
        <w:rPr>
          <w:rFonts w:ascii="Arial" w:hAnsi="Arial" w:cs="Arial"/>
          <w:caps/>
          <w:szCs w:val="24"/>
          <w:lang w:eastAsia="ko-KR"/>
        </w:rPr>
        <w:t>está em discussão.</w:t>
      </w:r>
    </w:p>
    <w:p w14:paraId="386E9298" w14:textId="77777777" w:rsidR="007230A3" w:rsidRPr="000B2EA9" w:rsidRDefault="00604617" w:rsidP="004C56E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 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houver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="007230A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08291A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4FAAD29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14:paraId="1FD1AC81" w14:textId="77777777" w:rsidR="00ED03D3" w:rsidRPr="000B2EA9" w:rsidRDefault="00ED03D3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853302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</w:t>
      </w:r>
      <w:r w:rsidR="00711A3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9"/>
    </w:p>
    <w:p w14:paraId="49D38397" w14:textId="77777777" w:rsidR="00ED03D3" w:rsidRPr="000B2EA9" w:rsidRDefault="00ED03D3" w:rsidP="000027D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 PROJETO (OU VETO) FOI (APROVADO/REJEITADO), POR (X) VOTOS </w:t>
      </w:r>
      <w:r w:rsidRPr="000B2EA9">
        <w:rPr>
          <w:rFonts w:ascii="Arial" w:hAnsi="Arial" w:cs="Arial"/>
          <w:szCs w:val="24"/>
          <w:lang w:eastAsia="ko-KR"/>
        </w:rPr>
        <w:t>FAVORÁVEIS</w:t>
      </w:r>
      <w:r w:rsidRPr="000B2EA9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526C1092" w14:textId="77777777" w:rsidR="00ED03D3" w:rsidRPr="000B2EA9" w:rsidRDefault="00472765" w:rsidP="00711A31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0" w:name="_Ref878893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ED03D3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10"/>
    </w:p>
    <w:p w14:paraId="16C48D47" w14:textId="7D7502BA" w:rsidR="007B258B" w:rsidRPr="000B2EA9" w:rsidRDefault="007B258B" w:rsidP="007B258B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0B2EA9">
        <w:rPr>
          <w:rFonts w:ascii="Arial" w:hAnsi="Arial" w:cs="Arial"/>
          <w:szCs w:val="24"/>
          <w:lang w:eastAsia="ko-KR"/>
        </w:rPr>
        <w:t xml:space="preserve">PRÓXIMO </w:t>
      </w:r>
      <w:r w:rsidRPr="000B2EA9">
        <w:rPr>
          <w:rFonts w:ascii="Arial" w:hAnsi="Arial" w:cs="Arial"/>
          <w:caps/>
          <w:szCs w:val="24"/>
          <w:lang w:eastAsia="ko-KR"/>
        </w:rPr>
        <w:t>PROJETO</w:t>
      </w:r>
      <w:r w:rsidRPr="000B2EA9">
        <w:rPr>
          <w:rFonts w:ascii="Arial" w:hAnsi="Arial" w:cs="Arial"/>
          <w:szCs w:val="24"/>
          <w:lang w:eastAsia="ko-KR"/>
        </w:rPr>
        <w:t>!</w:t>
      </w:r>
      <w:r w:rsidRPr="000B2EA9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21D6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Ver</w:t>
      </w:r>
      <w:r w:rsidR="006B0D0B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para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13)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D6CA746" w14:textId="77777777" w:rsidR="00A572DB" w:rsidRPr="000B2EA9" w:rsidRDefault="00A572DB" w:rsidP="007064A7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Caso acabem os projetos, 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="00B73532" w:rsidRPr="000B2EA9">
        <w:rPr>
          <w:rFonts w:ascii="Arial" w:hAnsi="Arial" w:cs="Arial"/>
          <w:szCs w:val="24"/>
          <w:highlight w:val="yellow"/>
          <w:lang w:eastAsia="ko-KR"/>
        </w:rPr>
        <w:t xml:space="preserve"> dirá:</w:t>
      </w:r>
    </w:p>
    <w:p w14:paraId="1C59F10A" w14:textId="77777777" w:rsidR="00A572DB" w:rsidRPr="000B2EA9" w:rsidRDefault="00A572DB" w:rsidP="00A572DB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HÁ MAIS PROJETOS, PRESIDENTE!</w:t>
      </w:r>
      <w:r w:rsidR="00A4705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7B61BF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Seguir para item 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_Ref526262478 \r \h  \* MERGEFORMAT </w:instrTex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18)</w:t>
      </w:r>
      <w:r w:rsidR="00A4705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80C07C" w14:textId="77777777" w:rsidR="0008291A" w:rsidRPr="000B2EA9" w:rsidRDefault="0008291A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3652333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leia a síntese da emenda nº ___.</w:t>
      </w:r>
    </w:p>
    <w:p w14:paraId="5A04204F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B586D29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está em votação a emenda nº ___</w:t>
      </w:r>
    </w:p>
    <w:p w14:paraId="3A609E67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 xml:space="preserve">os que </w:t>
      </w:r>
      <w:r w:rsidRPr="000B2EA9">
        <w:rPr>
          <w:rFonts w:ascii="Arial" w:hAnsi="Arial" w:cs="Arial"/>
          <w:caps/>
          <w:szCs w:val="24"/>
        </w:rPr>
        <w:t>forem</w:t>
      </w:r>
      <w:r w:rsidRPr="000B2EA9">
        <w:rPr>
          <w:rFonts w:ascii="Arial" w:hAnsi="Arial" w:cs="Arial"/>
          <w:caps/>
          <w:szCs w:val="24"/>
          <w:lang w:eastAsia="ko-KR"/>
        </w:rPr>
        <w:t xml:space="preserve"> </w:t>
      </w:r>
      <w:r w:rsidRPr="000B2EA9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0B2EA9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0B2EA9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27A9AD76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0B2EA9">
        <w:rPr>
          <w:rFonts w:ascii="Arial" w:hAnsi="Arial" w:cs="Arial"/>
          <w:szCs w:val="24"/>
        </w:rPr>
        <w:t xml:space="preserve">A EMENDA </w:t>
      </w:r>
      <w:r w:rsidRPr="000B2EA9">
        <w:rPr>
          <w:rFonts w:ascii="Arial" w:hAnsi="Arial" w:cs="Arial"/>
          <w:caps/>
          <w:szCs w:val="24"/>
          <w:lang w:eastAsia="ko-KR"/>
        </w:rPr>
        <w:t xml:space="preserve">nº ___ </w:t>
      </w:r>
      <w:r w:rsidRPr="000B2EA9">
        <w:rPr>
          <w:rFonts w:ascii="Arial" w:hAnsi="Arial" w:cs="Arial"/>
          <w:szCs w:val="24"/>
        </w:rPr>
        <w:t>FOI (APROVADA/REJEITADA).</w:t>
      </w:r>
    </w:p>
    <w:p w14:paraId="33704BC1" w14:textId="77777777" w:rsidR="0008291A" w:rsidRPr="000B2EA9" w:rsidRDefault="0008291A" w:rsidP="0008291A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7616F451" w14:textId="77777777" w:rsidR="0008291A" w:rsidRPr="000B2EA9" w:rsidRDefault="0008291A" w:rsidP="007064A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940241" w:rsidRPr="000B2EA9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69A7B305" w14:textId="77777777" w:rsidR="0008291A" w:rsidRPr="000B2EA9" w:rsidRDefault="0008291A" w:rsidP="0008291A">
      <w:pPr>
        <w:spacing w:line="312" w:lineRule="auto"/>
        <w:ind w:left="851"/>
        <w:jc w:val="both"/>
        <w:rPr>
          <w:rFonts w:ascii="Arial" w:hAnsi="Arial" w:cs="Arial"/>
          <w:b/>
          <w:caps/>
          <w:color w:val="76923C" w:themeColor="accent3" w:themeShade="BF"/>
          <w:szCs w:val="24"/>
          <w:lang w:eastAsia="ko-KR"/>
        </w:rPr>
      </w:pPr>
      <w:r w:rsidRPr="000B2EA9">
        <w:rPr>
          <w:rFonts w:ascii="Arial" w:hAnsi="Arial" w:cs="Arial"/>
          <w:caps/>
          <w:szCs w:val="24"/>
          <w:lang w:eastAsia="ko-KR"/>
        </w:rPr>
        <w:t>peço ao 1º Secretário que proceda À votação nominal do projeto, na forma regimental</w:t>
      </w:r>
      <w:r w:rsidR="004C56E8" w:rsidRPr="000B2EA9">
        <w:rPr>
          <w:rFonts w:ascii="Arial" w:hAnsi="Arial" w:cs="Arial"/>
          <w:szCs w:val="24"/>
          <w:lang w:eastAsia="ko-KR"/>
        </w:rPr>
        <w:t>.</w:t>
      </w:r>
      <w:r w:rsidR="004C56E8" w:rsidRPr="000B2EA9">
        <w:rPr>
          <w:rFonts w:ascii="Arial" w:hAnsi="Arial" w:cs="Arial"/>
          <w:b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C053F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15.1)</w:t>
      </w:r>
      <w:r w:rsidR="004C56E8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618BC0B9" w14:textId="77777777" w:rsidR="00FD1652" w:rsidRPr="000B2EA9" w:rsidRDefault="00FD1652" w:rsidP="00042FE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1" w:name="_Ref526262478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Encerra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ndo 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 Ordem do Dia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 w:rsidR="00EF5EB1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A77D44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</w:t>
      </w:r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  <w:bookmarkEnd w:id="11"/>
    </w:p>
    <w:p w14:paraId="496D675A" w14:textId="77777777" w:rsidR="00FD1652" w:rsidRPr="000B2EA9" w:rsidRDefault="00FD1652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NÃO </w:t>
      </w:r>
      <w:r w:rsidRPr="000B2EA9">
        <w:rPr>
          <w:rFonts w:ascii="Arial" w:hAnsi="Arial" w:cs="Arial"/>
          <w:szCs w:val="24"/>
        </w:rPr>
        <w:t>HAVENDO</w:t>
      </w:r>
      <w:r w:rsidRPr="000B2EA9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0522C1FD" w14:textId="77777777" w:rsidR="00BB60B3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2" w:name="_Ref34141349"/>
      <w:r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Chamada para Temas Livres. </w:t>
      </w:r>
      <w:r w:rsidR="00B73532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004D" w:rsidRPr="000B2EA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2"/>
    </w:p>
    <w:p w14:paraId="2178B5AB" w14:textId="77777777" w:rsidR="00BB60B3" w:rsidRPr="000B2EA9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SOLICITO</w:t>
      </w:r>
      <w:r w:rsidR="00670193" w:rsidRPr="000B2EA9">
        <w:rPr>
          <w:rFonts w:ascii="Arial" w:hAnsi="Arial" w:cs="Arial"/>
          <w:szCs w:val="24"/>
          <w:lang w:eastAsia="ko-KR"/>
        </w:rPr>
        <w:t>, ENTÃO,</w:t>
      </w:r>
      <w:r w:rsidRPr="000B2EA9">
        <w:rPr>
          <w:rFonts w:ascii="Arial" w:hAnsi="Arial" w:cs="Arial"/>
          <w:szCs w:val="24"/>
          <w:lang w:eastAsia="ko-KR"/>
        </w:rPr>
        <w:t xml:space="preserve"> AO 1º </w:t>
      </w:r>
      <w:r w:rsidR="00574659" w:rsidRPr="000B2EA9">
        <w:rPr>
          <w:rFonts w:ascii="Arial" w:hAnsi="Arial" w:cs="Arial"/>
          <w:szCs w:val="24"/>
          <w:lang w:eastAsia="ko-KR"/>
        </w:rPr>
        <w:t>SECRETÁRIO</w:t>
      </w:r>
      <w:r w:rsidRPr="000B2EA9">
        <w:rPr>
          <w:rFonts w:ascii="Arial" w:hAnsi="Arial" w:cs="Arial"/>
          <w:szCs w:val="24"/>
          <w:lang w:eastAsia="ko-KR"/>
        </w:rPr>
        <w:t xml:space="preserve"> QUE FAÇA A CHAMADA DOS INSCRITOS PARA FAZER USO DA PALAVRA NOS </w:t>
      </w:r>
      <w:r w:rsidRPr="000B2EA9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2EDE21C9" w14:textId="77777777" w:rsidR="00BB60B3" w:rsidRPr="000B2EA9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SERÃO </w:t>
      </w:r>
      <w:r w:rsidRPr="000B2EA9">
        <w:rPr>
          <w:rFonts w:ascii="Arial" w:hAnsi="Arial" w:cs="Arial"/>
          <w:b/>
          <w:szCs w:val="24"/>
          <w:lang w:eastAsia="ko-KR"/>
        </w:rPr>
        <w:t>12</w:t>
      </w:r>
      <w:r w:rsidR="00BB60B3" w:rsidRPr="000B2EA9">
        <w:rPr>
          <w:rFonts w:ascii="Arial" w:hAnsi="Arial" w:cs="Arial"/>
          <w:b/>
          <w:szCs w:val="24"/>
          <w:lang w:eastAsia="ko-KR"/>
        </w:rPr>
        <w:t xml:space="preserve"> MINUTOS</w:t>
      </w:r>
      <w:r w:rsidR="00BB60B3" w:rsidRPr="000B2EA9">
        <w:rPr>
          <w:rFonts w:ascii="Arial" w:hAnsi="Arial" w:cs="Arial"/>
          <w:szCs w:val="24"/>
          <w:lang w:eastAsia="ko-KR"/>
        </w:rPr>
        <w:t xml:space="preserve"> PARA CADA ORADOR.</w:t>
      </w:r>
    </w:p>
    <w:p w14:paraId="1AC2EC7F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O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42F77AC2" w14:textId="77777777" w:rsidR="00A03804" w:rsidRPr="000B2EA9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CHAMO </w:t>
      </w:r>
      <w:proofErr w:type="gramStart"/>
      <w:r w:rsidRPr="000B2EA9">
        <w:rPr>
          <w:rFonts w:ascii="Arial" w:hAnsi="Arial" w:cs="Arial"/>
          <w:szCs w:val="24"/>
          <w:lang w:eastAsia="ko-KR"/>
        </w:rPr>
        <w:t>O(</w:t>
      </w:r>
      <w:proofErr w:type="gramEnd"/>
      <w:r w:rsidRPr="000B2EA9">
        <w:rPr>
          <w:rFonts w:ascii="Arial" w:hAnsi="Arial" w:cs="Arial"/>
          <w:szCs w:val="24"/>
          <w:lang w:eastAsia="ko-KR"/>
        </w:rPr>
        <w:t>A) VEREADOR(A) __________ PARA OCUPAR A TRIBUNA!</w:t>
      </w:r>
    </w:p>
    <w:p w14:paraId="2B2D4E47" w14:textId="77777777" w:rsidR="00BB60B3" w:rsidRPr="000B2EA9" w:rsidRDefault="00A03804" w:rsidP="00F24C4F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(Repetir este passo até esgotar a lista)</w:t>
      </w:r>
    </w:p>
    <w:p w14:paraId="0420BF8E" w14:textId="77777777" w:rsidR="00A03804" w:rsidRPr="000B2EA9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highlight w:val="yellow"/>
          <w:lang w:eastAsia="ko-KR"/>
        </w:rPr>
        <w:t>Esgotada a lista,</w:t>
      </w:r>
      <w:r w:rsidR="001858E8" w:rsidRPr="000B2EA9">
        <w:rPr>
          <w:rFonts w:ascii="Arial" w:hAnsi="Arial" w:cs="Arial"/>
          <w:szCs w:val="24"/>
          <w:highlight w:val="yellow"/>
          <w:lang w:eastAsia="ko-KR"/>
        </w:rPr>
        <w:t xml:space="preserve"> 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</w:t>
      </w:r>
      <w:r w:rsidR="00C9225D" w:rsidRPr="000B2EA9">
        <w:rPr>
          <w:rFonts w:ascii="Arial" w:hAnsi="Arial" w:cs="Arial"/>
          <w:b/>
          <w:szCs w:val="24"/>
          <w:highlight w:val="yellow"/>
          <w:u w:val="single"/>
        </w:rPr>
        <w:t>1º SECRETÁRIO</w:t>
      </w:r>
      <w:r w:rsidRPr="000B2EA9">
        <w:rPr>
          <w:rFonts w:ascii="Arial" w:hAnsi="Arial" w:cs="Arial"/>
          <w:szCs w:val="24"/>
          <w:highlight w:val="yellow"/>
          <w:lang w:eastAsia="ko-KR"/>
        </w:rPr>
        <w:t xml:space="preserve"> diz:</w:t>
      </w:r>
    </w:p>
    <w:p w14:paraId="7761622E" w14:textId="77777777" w:rsidR="00A03804" w:rsidRPr="000B2EA9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PRESIDENTE</w:t>
      </w:r>
      <w:r w:rsidR="00A03804" w:rsidRPr="000B2EA9">
        <w:rPr>
          <w:rFonts w:ascii="Arial" w:hAnsi="Arial" w:cs="Arial"/>
          <w:szCs w:val="24"/>
          <w:lang w:eastAsia="ko-KR"/>
        </w:rPr>
        <w:t>, NÃO HÁ MAIS INSCRITOS PARA OS TEMAS LIVRES.</w:t>
      </w:r>
    </w:p>
    <w:p w14:paraId="6E00765E" w14:textId="77777777" w:rsidR="00642CB4" w:rsidRPr="000B2EA9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0B2EA9">
        <w:rPr>
          <w:rFonts w:ascii="Arial" w:hAnsi="Arial" w:cs="Arial"/>
          <w:b/>
          <w:color w:val="76923C" w:themeColor="accent3" w:themeShade="BF"/>
          <w:szCs w:val="24"/>
        </w:rPr>
        <w:t>Encerramento da Sessão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. </w:t>
      </w:r>
      <w:r w:rsidR="00C02EE8" w:rsidRPr="000B2EA9">
        <w:rPr>
          <w:rFonts w:ascii="Arial" w:hAnsi="Arial" w:cs="Arial"/>
          <w:b/>
          <w:color w:val="76923C" w:themeColor="accent3" w:themeShade="BF"/>
          <w:szCs w:val="24"/>
        </w:rPr>
        <w:t>O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472765" w:rsidRPr="000B2EA9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4F5FD1" w:rsidRPr="000B2EA9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22C9F780" w14:textId="77777777" w:rsidR="00CE1745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NÃO HAVENDO MAIS MATÉRIA A SER TRATADA,</w:t>
      </w:r>
    </w:p>
    <w:p w14:paraId="3928AD03" w14:textId="77777777" w:rsidR="00642CB4" w:rsidRPr="000B2EA9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  <w:lang w:eastAsia="ko-KR"/>
        </w:rPr>
        <w:t>AGRADEÇO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A PARTICIPAÇÃO DE TODOS OS VEREADORES,</w:t>
      </w:r>
    </w:p>
    <w:p w14:paraId="688218D0" w14:textId="77777777" w:rsidR="008D61D0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0B2EA9">
        <w:rPr>
          <w:rFonts w:ascii="Arial" w:hAnsi="Arial" w:cs="Arial"/>
          <w:szCs w:val="24"/>
          <w:lang w:eastAsia="ko-KR"/>
        </w:rPr>
        <w:t>AGRADEÇO</w:t>
      </w:r>
      <w:proofErr w:type="gramEnd"/>
      <w:r w:rsidRPr="000B2EA9">
        <w:rPr>
          <w:rFonts w:ascii="Arial" w:hAnsi="Arial" w:cs="Arial"/>
          <w:szCs w:val="24"/>
          <w:lang w:eastAsia="ko-KR"/>
        </w:rPr>
        <w:t xml:space="preserve"> OS</w:t>
      </w:r>
      <w:r w:rsidR="0037099D" w:rsidRPr="000B2EA9">
        <w:rPr>
          <w:rFonts w:ascii="Arial" w:hAnsi="Arial" w:cs="Arial"/>
          <w:szCs w:val="24"/>
          <w:lang w:eastAsia="ko-KR"/>
        </w:rPr>
        <w:t xml:space="preserve"> SERVIDORES DESTA CASA,</w:t>
      </w:r>
    </w:p>
    <w:p w14:paraId="0A74A7E1" w14:textId="77777777" w:rsidR="00642CB4" w:rsidRPr="000B2EA9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 xml:space="preserve">AGRADEÇO, </w:t>
      </w:r>
      <w:r w:rsidR="00345B5A" w:rsidRPr="000B2EA9">
        <w:rPr>
          <w:rFonts w:ascii="Arial" w:hAnsi="Arial" w:cs="Arial"/>
          <w:szCs w:val="24"/>
          <w:lang w:eastAsia="ko-KR"/>
        </w:rPr>
        <w:t>POR FIM</w:t>
      </w:r>
      <w:r w:rsidRPr="000B2EA9">
        <w:rPr>
          <w:rFonts w:ascii="Arial" w:hAnsi="Arial" w:cs="Arial"/>
          <w:szCs w:val="24"/>
          <w:lang w:eastAsia="ko-KR"/>
        </w:rPr>
        <w:t xml:space="preserve">, TODOS OS QUE </w:t>
      </w:r>
      <w:r w:rsidR="00345B5A" w:rsidRPr="000B2EA9">
        <w:rPr>
          <w:rFonts w:ascii="Arial" w:hAnsi="Arial" w:cs="Arial"/>
          <w:szCs w:val="24"/>
          <w:lang w:eastAsia="ko-KR"/>
        </w:rPr>
        <w:t xml:space="preserve">NOS </w:t>
      </w:r>
      <w:r w:rsidR="004C10F0" w:rsidRPr="000B2EA9">
        <w:rPr>
          <w:rFonts w:ascii="Arial" w:hAnsi="Arial" w:cs="Arial"/>
          <w:szCs w:val="24"/>
          <w:lang w:eastAsia="ko-KR"/>
        </w:rPr>
        <w:t xml:space="preserve">ACOMPANHARAM </w:t>
      </w:r>
      <w:r w:rsidR="001644F6" w:rsidRPr="000B2EA9">
        <w:rPr>
          <w:rFonts w:ascii="Arial" w:hAnsi="Arial" w:cs="Arial"/>
          <w:szCs w:val="24"/>
          <w:lang w:eastAsia="ko-KR"/>
        </w:rPr>
        <w:t>PELA TV CÂMARA E PELA INTERNET</w:t>
      </w:r>
      <w:r w:rsidR="0037099D" w:rsidRPr="000B2EA9">
        <w:rPr>
          <w:rFonts w:ascii="Arial" w:hAnsi="Arial" w:cs="Arial"/>
          <w:szCs w:val="24"/>
          <w:lang w:eastAsia="ko-KR"/>
        </w:rPr>
        <w:t>.</w:t>
      </w:r>
    </w:p>
    <w:p w14:paraId="385915C4" w14:textId="747BB62E" w:rsidR="009D7D4B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0B2EA9">
        <w:rPr>
          <w:rFonts w:ascii="Arial" w:hAnsi="Arial" w:cs="Arial"/>
          <w:szCs w:val="24"/>
          <w:lang w:eastAsia="ko-KR"/>
        </w:rPr>
        <w:t>E, ÀS XXX HORAS</w:t>
      </w:r>
      <w:r w:rsidR="00146C11" w:rsidRPr="000B2EA9">
        <w:rPr>
          <w:rFonts w:ascii="Arial" w:hAnsi="Arial" w:cs="Arial"/>
          <w:szCs w:val="24"/>
          <w:lang w:eastAsia="ko-KR"/>
        </w:rPr>
        <w:t xml:space="preserve"> DO DIA </w:t>
      </w:r>
      <w:r w:rsidR="00DD7CAE">
        <w:rPr>
          <w:rFonts w:ascii="Arial" w:hAnsi="Arial" w:cs="Arial"/>
          <w:szCs w:val="24"/>
          <w:lang w:eastAsia="ko-KR"/>
        </w:rPr>
        <w:t>08 DE JULHO</w:t>
      </w:r>
      <w:r w:rsidRPr="000B2EA9">
        <w:rPr>
          <w:rFonts w:ascii="Arial" w:hAnsi="Arial" w:cs="Arial"/>
          <w:szCs w:val="24"/>
          <w:lang w:eastAsia="ko-KR"/>
        </w:rPr>
        <w:t xml:space="preserve">, DECLARO ENCERRADA A </w:t>
      </w:r>
      <w:r w:rsidR="00DD7CAE">
        <w:rPr>
          <w:rFonts w:ascii="Arial" w:hAnsi="Arial" w:cs="Arial"/>
          <w:szCs w:val="24"/>
          <w:lang w:eastAsia="ko-KR"/>
        </w:rPr>
        <w:t>17ª (DÉCIMA SÉTIMA)</w:t>
      </w:r>
      <w:r w:rsidR="00C90515" w:rsidRPr="000B2EA9">
        <w:rPr>
          <w:rFonts w:ascii="Arial" w:hAnsi="Arial" w:cs="Arial"/>
          <w:szCs w:val="24"/>
          <w:lang w:eastAsia="ko-KR"/>
        </w:rPr>
        <w:t xml:space="preserve"> SESSÃO</w:t>
      </w:r>
      <w:r w:rsidRPr="000B2EA9">
        <w:rPr>
          <w:rFonts w:ascii="Arial" w:hAnsi="Arial" w:cs="Arial"/>
          <w:szCs w:val="24"/>
          <w:lang w:eastAsia="ko-KR"/>
        </w:rPr>
        <w:t xml:space="preserve"> ORDINÁRIA DA CÂMARA MUNICIPAL DE JACAREÍ,</w:t>
      </w:r>
      <w:r w:rsidR="00556D10" w:rsidRPr="000B2EA9">
        <w:rPr>
          <w:rFonts w:ascii="Arial" w:hAnsi="Arial" w:cs="Arial"/>
          <w:szCs w:val="24"/>
          <w:lang w:eastAsia="ko-KR"/>
        </w:rPr>
        <w:t xml:space="preserve"> DO</w:t>
      </w:r>
      <w:r w:rsidRPr="000B2EA9">
        <w:rPr>
          <w:rFonts w:ascii="Arial" w:hAnsi="Arial" w:cs="Arial"/>
          <w:szCs w:val="24"/>
          <w:lang w:eastAsia="ko-KR"/>
        </w:rPr>
        <w:t xml:space="preserve"> </w:t>
      </w:r>
      <w:r w:rsidR="002C07C2" w:rsidRPr="000B2EA9">
        <w:rPr>
          <w:rFonts w:ascii="Arial" w:hAnsi="Arial" w:cs="Arial"/>
          <w:szCs w:val="24"/>
          <w:lang w:eastAsia="ko-KR"/>
        </w:rPr>
        <w:t>ANO DE 2020</w:t>
      </w:r>
      <w:r w:rsidRPr="000B2EA9">
        <w:rPr>
          <w:rFonts w:ascii="Arial" w:hAnsi="Arial" w:cs="Arial"/>
          <w:szCs w:val="24"/>
          <w:lang w:eastAsia="ko-KR"/>
        </w:rPr>
        <w:t>.</w:t>
      </w:r>
    </w:p>
    <w:p w14:paraId="1B268DA9" w14:textId="1F490D05" w:rsidR="002F1396" w:rsidRPr="000B2EA9" w:rsidRDefault="002F1396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BOM DIA</w:t>
      </w:r>
      <w:r w:rsidRPr="000B2EA9">
        <w:rPr>
          <w:rFonts w:ascii="Arial" w:hAnsi="Arial" w:cs="Arial"/>
          <w:szCs w:val="24"/>
          <w:lang w:eastAsia="ko-KR"/>
        </w:rPr>
        <w:t xml:space="preserve"> A TODOS!</w:t>
      </w:r>
    </w:p>
    <w:p w14:paraId="4CA4CE6E" w14:textId="5085313D" w:rsidR="00A7039A" w:rsidRDefault="002F1396" w:rsidP="00940241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(BOA TARDE A TODOS!)</w:t>
      </w:r>
    </w:p>
    <w:sectPr w:rsidR="00A7039A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B499B" w14:textId="77777777" w:rsidR="008A55C6" w:rsidRDefault="008A55C6">
      <w:r>
        <w:separator/>
      </w:r>
    </w:p>
  </w:endnote>
  <w:endnote w:type="continuationSeparator" w:id="0">
    <w:p w14:paraId="255D8A83" w14:textId="77777777" w:rsidR="008A55C6" w:rsidRDefault="008A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528B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0FCF5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5D45E" w14:textId="77777777" w:rsidR="008A55C6" w:rsidRDefault="008A55C6">
      <w:r>
        <w:separator/>
      </w:r>
    </w:p>
  </w:footnote>
  <w:footnote w:type="continuationSeparator" w:id="0">
    <w:p w14:paraId="395FECDB" w14:textId="77777777" w:rsidR="008A55C6" w:rsidRDefault="008A5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97A7C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DC75444" wp14:editId="02F87A18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52865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13EB95FE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642E" w14:textId="77777777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C75444" id="Grupo 16" o:spid="_x0000_s1026" style="position:absolute;left:0;text-align:left;margin-left:26pt;margin-top:-6.25pt;width:480.85pt;height:56.6pt;z-index:25166336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F052865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13EB95FE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4226642E" w14:textId="77777777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CECAD2F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EBC9826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425CCDC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930F2DB" w14:textId="4E885274"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 w:rsidR="006E1197">
      <w:rPr>
        <w:rFonts w:ascii="Arial" w:hAnsi="Arial" w:cs="Arial"/>
        <w:b/>
        <w:sz w:val="20"/>
        <w:u w:val="single"/>
      </w:rPr>
      <w:t>1</w:t>
    </w:r>
    <w:r w:rsidR="00DD7CAE">
      <w:rPr>
        <w:rFonts w:ascii="Arial" w:hAnsi="Arial" w:cs="Arial"/>
        <w:b/>
        <w:sz w:val="20"/>
        <w:u w:val="single"/>
      </w:rPr>
      <w:t>7</w:t>
    </w:r>
    <w:r w:rsidR="00155158">
      <w:rPr>
        <w:rFonts w:ascii="Arial" w:hAnsi="Arial" w:cs="Arial"/>
        <w:b/>
        <w:sz w:val="20"/>
        <w:u w:val="single"/>
      </w:rPr>
      <w:t>ª Sessão Ordinária</w:t>
    </w:r>
    <w:r w:rsidR="002C07C2">
      <w:rPr>
        <w:rFonts w:ascii="Arial" w:hAnsi="Arial" w:cs="Arial"/>
        <w:b/>
        <w:sz w:val="20"/>
        <w:u w:val="single"/>
      </w:rPr>
      <w:t xml:space="preserve"> </w:t>
    </w:r>
    <w:r w:rsidR="007B40F6">
      <w:rPr>
        <w:rFonts w:ascii="Arial" w:hAnsi="Arial" w:cs="Arial"/>
        <w:b/>
        <w:sz w:val="20"/>
        <w:u w:val="single"/>
      </w:rPr>
      <w:t>–</w:t>
    </w:r>
    <w:r w:rsidR="00155158">
      <w:rPr>
        <w:rFonts w:ascii="Arial" w:hAnsi="Arial" w:cs="Arial"/>
        <w:b/>
        <w:sz w:val="20"/>
        <w:u w:val="single"/>
      </w:rPr>
      <w:t xml:space="preserve"> </w:t>
    </w:r>
    <w:r w:rsidR="00DD7CAE">
      <w:rPr>
        <w:rFonts w:ascii="Arial" w:hAnsi="Arial" w:cs="Arial"/>
        <w:b/>
        <w:sz w:val="20"/>
        <w:u w:val="single"/>
      </w:rPr>
      <w:t>01/08</w:t>
    </w:r>
    <w:r w:rsidR="002C07C2">
      <w:rPr>
        <w:rFonts w:ascii="Arial" w:hAnsi="Arial" w:cs="Arial"/>
        <w:b/>
        <w:sz w:val="20"/>
        <w:u w:val="single"/>
      </w:rPr>
      <w:t>/2020</w:t>
    </w:r>
    <w:r w:rsidRPr="00011642">
      <w:rPr>
        <w:rFonts w:ascii="Arial" w:hAnsi="Arial" w:cs="Arial"/>
        <w:b/>
        <w:sz w:val="20"/>
        <w:u w:val="single"/>
      </w:rPr>
      <w:t xml:space="preserve">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DD7CAE">
      <w:rPr>
        <w:rFonts w:ascii="Arial" w:hAnsi="Arial" w:cs="Arial"/>
        <w:b/>
        <w:noProof/>
        <w:sz w:val="20"/>
        <w:u w:val="single"/>
      </w:rPr>
      <w:t>7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BF4EF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70967B" wp14:editId="2749A32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23EB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53C6C1D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C67A6" w14:textId="77777777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70967B" id="Grupo 15" o:spid="_x0000_s1030" style="position:absolute;left:0;text-align:left;margin-left:21.85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3523EB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53C6C1D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076C67A6" w14:textId="77777777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55405601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203054C2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9305BA2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4F3848C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F6DD23"/>
    <w:multiLevelType w:val="hybridMultilevel"/>
    <w:tmpl w:val="3E8FB8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275EA"/>
    <w:multiLevelType w:val="hybridMultilevel"/>
    <w:tmpl w:val="E85A5430"/>
    <w:lvl w:ilvl="0" w:tplc="AE22E1F0">
      <w:start w:val="1"/>
      <w:numFmt w:val="upperRoman"/>
      <w:lvlText w:val="%1."/>
      <w:lvlJc w:val="left"/>
      <w:pPr>
        <w:ind w:left="3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275" w:hanging="360"/>
      </w:pPr>
    </w:lvl>
    <w:lvl w:ilvl="2" w:tplc="0416001B" w:tentative="1">
      <w:start w:val="1"/>
      <w:numFmt w:val="lowerRoman"/>
      <w:lvlText w:val="%3."/>
      <w:lvlJc w:val="right"/>
      <w:pPr>
        <w:ind w:left="4995" w:hanging="180"/>
      </w:pPr>
    </w:lvl>
    <w:lvl w:ilvl="3" w:tplc="0416000F" w:tentative="1">
      <w:start w:val="1"/>
      <w:numFmt w:val="decimal"/>
      <w:lvlText w:val="%4."/>
      <w:lvlJc w:val="left"/>
      <w:pPr>
        <w:ind w:left="5715" w:hanging="360"/>
      </w:pPr>
    </w:lvl>
    <w:lvl w:ilvl="4" w:tplc="04160019" w:tentative="1">
      <w:start w:val="1"/>
      <w:numFmt w:val="lowerLetter"/>
      <w:lvlText w:val="%5."/>
      <w:lvlJc w:val="left"/>
      <w:pPr>
        <w:ind w:left="6435" w:hanging="360"/>
      </w:pPr>
    </w:lvl>
    <w:lvl w:ilvl="5" w:tplc="0416001B" w:tentative="1">
      <w:start w:val="1"/>
      <w:numFmt w:val="lowerRoman"/>
      <w:lvlText w:val="%6."/>
      <w:lvlJc w:val="right"/>
      <w:pPr>
        <w:ind w:left="7155" w:hanging="180"/>
      </w:pPr>
    </w:lvl>
    <w:lvl w:ilvl="6" w:tplc="0416000F" w:tentative="1">
      <w:start w:val="1"/>
      <w:numFmt w:val="decimal"/>
      <w:lvlText w:val="%7."/>
      <w:lvlJc w:val="left"/>
      <w:pPr>
        <w:ind w:left="7875" w:hanging="360"/>
      </w:pPr>
    </w:lvl>
    <w:lvl w:ilvl="7" w:tplc="04160019" w:tentative="1">
      <w:start w:val="1"/>
      <w:numFmt w:val="lowerLetter"/>
      <w:lvlText w:val="%8."/>
      <w:lvlJc w:val="left"/>
      <w:pPr>
        <w:ind w:left="8595" w:hanging="360"/>
      </w:pPr>
    </w:lvl>
    <w:lvl w:ilvl="8" w:tplc="0416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58681E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52EB"/>
    <w:multiLevelType w:val="hybridMultilevel"/>
    <w:tmpl w:val="887EE74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15321"/>
    <w:multiLevelType w:val="hybridMultilevel"/>
    <w:tmpl w:val="8D94FF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6"/>
  </w:num>
  <w:num w:numId="5">
    <w:abstractNumId w:val="18"/>
  </w:num>
  <w:num w:numId="6">
    <w:abstractNumId w:val="24"/>
  </w:num>
  <w:num w:numId="7">
    <w:abstractNumId w:val="8"/>
  </w:num>
  <w:num w:numId="8">
    <w:abstractNumId w:val="22"/>
  </w:num>
  <w:num w:numId="9">
    <w:abstractNumId w:val="5"/>
  </w:num>
  <w:num w:numId="10">
    <w:abstractNumId w:val="21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12"/>
  </w:num>
  <w:num w:numId="19">
    <w:abstractNumId w:val="1"/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9"/>
  </w:num>
  <w:num w:numId="24">
    <w:abstractNumId w:val="23"/>
  </w:num>
  <w:num w:numId="25">
    <w:abstractNumId w:val="19"/>
  </w:num>
  <w:num w:numId="26">
    <w:abstractNumId w:val="20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139E"/>
    <w:rsid w:val="000015E2"/>
    <w:rsid w:val="000027DA"/>
    <w:rsid w:val="00003323"/>
    <w:rsid w:val="00010294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0A08"/>
    <w:rsid w:val="00030FA6"/>
    <w:rsid w:val="00036429"/>
    <w:rsid w:val="00042FEF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77C7D"/>
    <w:rsid w:val="00080B06"/>
    <w:rsid w:val="00080FFC"/>
    <w:rsid w:val="0008291A"/>
    <w:rsid w:val="00083D94"/>
    <w:rsid w:val="000845CE"/>
    <w:rsid w:val="00084614"/>
    <w:rsid w:val="0009000D"/>
    <w:rsid w:val="00092897"/>
    <w:rsid w:val="000930D1"/>
    <w:rsid w:val="00093C52"/>
    <w:rsid w:val="00094490"/>
    <w:rsid w:val="00094C68"/>
    <w:rsid w:val="00094C78"/>
    <w:rsid w:val="000958D5"/>
    <w:rsid w:val="00095977"/>
    <w:rsid w:val="00097C74"/>
    <w:rsid w:val="000A01F0"/>
    <w:rsid w:val="000A0864"/>
    <w:rsid w:val="000A0A59"/>
    <w:rsid w:val="000A741B"/>
    <w:rsid w:val="000B0649"/>
    <w:rsid w:val="000B1514"/>
    <w:rsid w:val="000B2649"/>
    <w:rsid w:val="000B2EA9"/>
    <w:rsid w:val="000B3E68"/>
    <w:rsid w:val="000B47BA"/>
    <w:rsid w:val="000B5E80"/>
    <w:rsid w:val="000C029B"/>
    <w:rsid w:val="000C0BEF"/>
    <w:rsid w:val="000C197C"/>
    <w:rsid w:val="000D47B0"/>
    <w:rsid w:val="000D7B7C"/>
    <w:rsid w:val="000E0826"/>
    <w:rsid w:val="000E2A45"/>
    <w:rsid w:val="000E7760"/>
    <w:rsid w:val="000F27FA"/>
    <w:rsid w:val="000F353F"/>
    <w:rsid w:val="000F4AD7"/>
    <w:rsid w:val="000F554B"/>
    <w:rsid w:val="000F63F2"/>
    <w:rsid w:val="000F66BB"/>
    <w:rsid w:val="00100392"/>
    <w:rsid w:val="001024AE"/>
    <w:rsid w:val="00105220"/>
    <w:rsid w:val="00107E4B"/>
    <w:rsid w:val="001128B6"/>
    <w:rsid w:val="001147BC"/>
    <w:rsid w:val="00114C2B"/>
    <w:rsid w:val="00114D4C"/>
    <w:rsid w:val="0011536A"/>
    <w:rsid w:val="00120B5A"/>
    <w:rsid w:val="00120F7F"/>
    <w:rsid w:val="00121924"/>
    <w:rsid w:val="00121A6C"/>
    <w:rsid w:val="00121DD0"/>
    <w:rsid w:val="0012349C"/>
    <w:rsid w:val="00123D42"/>
    <w:rsid w:val="00124192"/>
    <w:rsid w:val="00125123"/>
    <w:rsid w:val="00125A5C"/>
    <w:rsid w:val="00126440"/>
    <w:rsid w:val="00126E6F"/>
    <w:rsid w:val="0013216C"/>
    <w:rsid w:val="00132BF9"/>
    <w:rsid w:val="001347B0"/>
    <w:rsid w:val="00134B95"/>
    <w:rsid w:val="001412DB"/>
    <w:rsid w:val="00141428"/>
    <w:rsid w:val="0014591F"/>
    <w:rsid w:val="001461C6"/>
    <w:rsid w:val="00146C11"/>
    <w:rsid w:val="001519C6"/>
    <w:rsid w:val="00155158"/>
    <w:rsid w:val="00155208"/>
    <w:rsid w:val="0016325B"/>
    <w:rsid w:val="001644F6"/>
    <w:rsid w:val="00165087"/>
    <w:rsid w:val="00166DB4"/>
    <w:rsid w:val="00167BA5"/>
    <w:rsid w:val="00172C0D"/>
    <w:rsid w:val="00172E81"/>
    <w:rsid w:val="00173740"/>
    <w:rsid w:val="00175B96"/>
    <w:rsid w:val="00175E05"/>
    <w:rsid w:val="001762FF"/>
    <w:rsid w:val="001803FC"/>
    <w:rsid w:val="00180489"/>
    <w:rsid w:val="00181CD2"/>
    <w:rsid w:val="001825AC"/>
    <w:rsid w:val="00183588"/>
    <w:rsid w:val="001852D8"/>
    <w:rsid w:val="001858E8"/>
    <w:rsid w:val="001906AF"/>
    <w:rsid w:val="00193B0D"/>
    <w:rsid w:val="00194F3E"/>
    <w:rsid w:val="00197B42"/>
    <w:rsid w:val="001A0C70"/>
    <w:rsid w:val="001A32AD"/>
    <w:rsid w:val="001A32DA"/>
    <w:rsid w:val="001A4310"/>
    <w:rsid w:val="001A7F32"/>
    <w:rsid w:val="001B02E1"/>
    <w:rsid w:val="001B1AF1"/>
    <w:rsid w:val="001B1C41"/>
    <w:rsid w:val="001B40FC"/>
    <w:rsid w:val="001B7BD6"/>
    <w:rsid w:val="001C1E94"/>
    <w:rsid w:val="001C36DF"/>
    <w:rsid w:val="001C37F1"/>
    <w:rsid w:val="001C3D4B"/>
    <w:rsid w:val="001C48AC"/>
    <w:rsid w:val="001C4DDB"/>
    <w:rsid w:val="001C5F83"/>
    <w:rsid w:val="001C629D"/>
    <w:rsid w:val="001C6B1D"/>
    <w:rsid w:val="001D16AC"/>
    <w:rsid w:val="001D19D9"/>
    <w:rsid w:val="001D368A"/>
    <w:rsid w:val="001D3BF6"/>
    <w:rsid w:val="001D51A3"/>
    <w:rsid w:val="001D63D6"/>
    <w:rsid w:val="001D7E13"/>
    <w:rsid w:val="001E1747"/>
    <w:rsid w:val="001E2D11"/>
    <w:rsid w:val="001E61AB"/>
    <w:rsid w:val="001E78E3"/>
    <w:rsid w:val="001F0334"/>
    <w:rsid w:val="001F1031"/>
    <w:rsid w:val="001F13C3"/>
    <w:rsid w:val="001F18B1"/>
    <w:rsid w:val="001F3D28"/>
    <w:rsid w:val="001F3D6E"/>
    <w:rsid w:val="001F43EB"/>
    <w:rsid w:val="001F4BF1"/>
    <w:rsid w:val="001F5513"/>
    <w:rsid w:val="002012C1"/>
    <w:rsid w:val="002024F8"/>
    <w:rsid w:val="002033DA"/>
    <w:rsid w:val="00204155"/>
    <w:rsid w:val="00204BAB"/>
    <w:rsid w:val="00204C32"/>
    <w:rsid w:val="00204ED7"/>
    <w:rsid w:val="002057E5"/>
    <w:rsid w:val="0020584A"/>
    <w:rsid w:val="0020586B"/>
    <w:rsid w:val="002112AE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66B"/>
    <w:rsid w:val="00221FF8"/>
    <w:rsid w:val="002325BD"/>
    <w:rsid w:val="002338B9"/>
    <w:rsid w:val="00233C49"/>
    <w:rsid w:val="00235FBB"/>
    <w:rsid w:val="002360E6"/>
    <w:rsid w:val="00236477"/>
    <w:rsid w:val="00237623"/>
    <w:rsid w:val="00245043"/>
    <w:rsid w:val="00245981"/>
    <w:rsid w:val="002471F1"/>
    <w:rsid w:val="0025128A"/>
    <w:rsid w:val="00253790"/>
    <w:rsid w:val="00253C82"/>
    <w:rsid w:val="0026460B"/>
    <w:rsid w:val="00266DA8"/>
    <w:rsid w:val="00267CC3"/>
    <w:rsid w:val="00270DBA"/>
    <w:rsid w:val="00274384"/>
    <w:rsid w:val="002747DA"/>
    <w:rsid w:val="002753BD"/>
    <w:rsid w:val="002768AE"/>
    <w:rsid w:val="00276BEC"/>
    <w:rsid w:val="0028005D"/>
    <w:rsid w:val="00280F8B"/>
    <w:rsid w:val="00286C80"/>
    <w:rsid w:val="00287284"/>
    <w:rsid w:val="00290F6F"/>
    <w:rsid w:val="00291137"/>
    <w:rsid w:val="00291C78"/>
    <w:rsid w:val="0029257A"/>
    <w:rsid w:val="002932DD"/>
    <w:rsid w:val="0029478F"/>
    <w:rsid w:val="00296934"/>
    <w:rsid w:val="002A0ED1"/>
    <w:rsid w:val="002A15D9"/>
    <w:rsid w:val="002A7434"/>
    <w:rsid w:val="002B0FB2"/>
    <w:rsid w:val="002B12DA"/>
    <w:rsid w:val="002B5365"/>
    <w:rsid w:val="002B5E17"/>
    <w:rsid w:val="002C046E"/>
    <w:rsid w:val="002C05C7"/>
    <w:rsid w:val="002C07C2"/>
    <w:rsid w:val="002C0ED2"/>
    <w:rsid w:val="002C29C5"/>
    <w:rsid w:val="002C4106"/>
    <w:rsid w:val="002C44B5"/>
    <w:rsid w:val="002C4B2B"/>
    <w:rsid w:val="002C4F8E"/>
    <w:rsid w:val="002C5CE0"/>
    <w:rsid w:val="002C6342"/>
    <w:rsid w:val="002C70C5"/>
    <w:rsid w:val="002D1F1D"/>
    <w:rsid w:val="002D3AF1"/>
    <w:rsid w:val="002D41E4"/>
    <w:rsid w:val="002D4BDA"/>
    <w:rsid w:val="002D79A5"/>
    <w:rsid w:val="002D79F7"/>
    <w:rsid w:val="002E208B"/>
    <w:rsid w:val="002E3E52"/>
    <w:rsid w:val="002E69C7"/>
    <w:rsid w:val="002E7CE7"/>
    <w:rsid w:val="002F02DB"/>
    <w:rsid w:val="002F0529"/>
    <w:rsid w:val="002F0DED"/>
    <w:rsid w:val="002F0E3B"/>
    <w:rsid w:val="002F1396"/>
    <w:rsid w:val="002F1D85"/>
    <w:rsid w:val="002F2B10"/>
    <w:rsid w:val="002F340A"/>
    <w:rsid w:val="002F429C"/>
    <w:rsid w:val="002F570E"/>
    <w:rsid w:val="002F73F4"/>
    <w:rsid w:val="00300D8A"/>
    <w:rsid w:val="00303DF4"/>
    <w:rsid w:val="0030410F"/>
    <w:rsid w:val="003058CD"/>
    <w:rsid w:val="0030678B"/>
    <w:rsid w:val="00311028"/>
    <w:rsid w:val="00311425"/>
    <w:rsid w:val="00311683"/>
    <w:rsid w:val="003124A3"/>
    <w:rsid w:val="00312836"/>
    <w:rsid w:val="0031359B"/>
    <w:rsid w:val="00314F2E"/>
    <w:rsid w:val="00315B5B"/>
    <w:rsid w:val="00315EDC"/>
    <w:rsid w:val="00315EFC"/>
    <w:rsid w:val="00315F23"/>
    <w:rsid w:val="0032101F"/>
    <w:rsid w:val="00323490"/>
    <w:rsid w:val="00323F0F"/>
    <w:rsid w:val="003257AB"/>
    <w:rsid w:val="00326C23"/>
    <w:rsid w:val="0033006C"/>
    <w:rsid w:val="00330A3B"/>
    <w:rsid w:val="00330A6C"/>
    <w:rsid w:val="00331A27"/>
    <w:rsid w:val="00334549"/>
    <w:rsid w:val="00336121"/>
    <w:rsid w:val="00337040"/>
    <w:rsid w:val="003370A9"/>
    <w:rsid w:val="0034018C"/>
    <w:rsid w:val="00340832"/>
    <w:rsid w:val="003429BA"/>
    <w:rsid w:val="0034330D"/>
    <w:rsid w:val="00345B5A"/>
    <w:rsid w:val="00345DEF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7681E"/>
    <w:rsid w:val="00376BF5"/>
    <w:rsid w:val="00377EA9"/>
    <w:rsid w:val="003818EB"/>
    <w:rsid w:val="003820CE"/>
    <w:rsid w:val="00382862"/>
    <w:rsid w:val="00383498"/>
    <w:rsid w:val="00385753"/>
    <w:rsid w:val="00385CDA"/>
    <w:rsid w:val="00386862"/>
    <w:rsid w:val="0038712B"/>
    <w:rsid w:val="00397FF3"/>
    <w:rsid w:val="003A1828"/>
    <w:rsid w:val="003A357E"/>
    <w:rsid w:val="003A56B2"/>
    <w:rsid w:val="003A7D96"/>
    <w:rsid w:val="003A7F53"/>
    <w:rsid w:val="003B0D72"/>
    <w:rsid w:val="003B19D2"/>
    <w:rsid w:val="003B1A3E"/>
    <w:rsid w:val="003B3420"/>
    <w:rsid w:val="003B35B9"/>
    <w:rsid w:val="003C1BBB"/>
    <w:rsid w:val="003C3306"/>
    <w:rsid w:val="003C3BE2"/>
    <w:rsid w:val="003C447E"/>
    <w:rsid w:val="003D00ED"/>
    <w:rsid w:val="003D084F"/>
    <w:rsid w:val="003D1655"/>
    <w:rsid w:val="003D3AEB"/>
    <w:rsid w:val="003D52DB"/>
    <w:rsid w:val="003D6CE2"/>
    <w:rsid w:val="003D7032"/>
    <w:rsid w:val="003E0B2A"/>
    <w:rsid w:val="003E1882"/>
    <w:rsid w:val="003E2A93"/>
    <w:rsid w:val="003E3191"/>
    <w:rsid w:val="003E31FB"/>
    <w:rsid w:val="003E3422"/>
    <w:rsid w:val="003E3AB2"/>
    <w:rsid w:val="003E480C"/>
    <w:rsid w:val="003E574C"/>
    <w:rsid w:val="003E6EA4"/>
    <w:rsid w:val="003F0CF8"/>
    <w:rsid w:val="003F4F5C"/>
    <w:rsid w:val="0040078C"/>
    <w:rsid w:val="00400A6B"/>
    <w:rsid w:val="0040486B"/>
    <w:rsid w:val="00412795"/>
    <w:rsid w:val="0041474D"/>
    <w:rsid w:val="00422062"/>
    <w:rsid w:val="00423E01"/>
    <w:rsid w:val="00430B67"/>
    <w:rsid w:val="00433568"/>
    <w:rsid w:val="004336B0"/>
    <w:rsid w:val="00435CA2"/>
    <w:rsid w:val="0043618B"/>
    <w:rsid w:val="0043626A"/>
    <w:rsid w:val="00437E21"/>
    <w:rsid w:val="00440831"/>
    <w:rsid w:val="0044510E"/>
    <w:rsid w:val="0045032F"/>
    <w:rsid w:val="00451E48"/>
    <w:rsid w:val="00451F84"/>
    <w:rsid w:val="0045308F"/>
    <w:rsid w:val="00454CCE"/>
    <w:rsid w:val="00454D4A"/>
    <w:rsid w:val="00456480"/>
    <w:rsid w:val="00460E9E"/>
    <w:rsid w:val="00463BCC"/>
    <w:rsid w:val="00464459"/>
    <w:rsid w:val="004669CE"/>
    <w:rsid w:val="00467371"/>
    <w:rsid w:val="00472765"/>
    <w:rsid w:val="004767DD"/>
    <w:rsid w:val="004779D0"/>
    <w:rsid w:val="00481DDE"/>
    <w:rsid w:val="00481FB6"/>
    <w:rsid w:val="0048559E"/>
    <w:rsid w:val="00487D64"/>
    <w:rsid w:val="00491C9A"/>
    <w:rsid w:val="00493115"/>
    <w:rsid w:val="00493139"/>
    <w:rsid w:val="00497CDC"/>
    <w:rsid w:val="004A53F0"/>
    <w:rsid w:val="004B16DD"/>
    <w:rsid w:val="004B5392"/>
    <w:rsid w:val="004C10F0"/>
    <w:rsid w:val="004C56E8"/>
    <w:rsid w:val="004C6432"/>
    <w:rsid w:val="004C78B5"/>
    <w:rsid w:val="004D4627"/>
    <w:rsid w:val="004D6014"/>
    <w:rsid w:val="004D6CFE"/>
    <w:rsid w:val="004E172D"/>
    <w:rsid w:val="004E2410"/>
    <w:rsid w:val="004E2D9E"/>
    <w:rsid w:val="004E46DA"/>
    <w:rsid w:val="004E4D6F"/>
    <w:rsid w:val="004F004D"/>
    <w:rsid w:val="004F14D6"/>
    <w:rsid w:val="004F39E9"/>
    <w:rsid w:val="004F4A76"/>
    <w:rsid w:val="004F5B26"/>
    <w:rsid w:val="004F5FD1"/>
    <w:rsid w:val="00503E8F"/>
    <w:rsid w:val="00505FD8"/>
    <w:rsid w:val="00506067"/>
    <w:rsid w:val="00507804"/>
    <w:rsid w:val="0051065A"/>
    <w:rsid w:val="0051315E"/>
    <w:rsid w:val="00514A5F"/>
    <w:rsid w:val="005215EF"/>
    <w:rsid w:val="005240C0"/>
    <w:rsid w:val="00530880"/>
    <w:rsid w:val="00531BA5"/>
    <w:rsid w:val="00535DDD"/>
    <w:rsid w:val="005440BA"/>
    <w:rsid w:val="00544BA7"/>
    <w:rsid w:val="00544BFF"/>
    <w:rsid w:val="00547E0C"/>
    <w:rsid w:val="0055297C"/>
    <w:rsid w:val="00553AF7"/>
    <w:rsid w:val="0055444E"/>
    <w:rsid w:val="00555114"/>
    <w:rsid w:val="00556D10"/>
    <w:rsid w:val="00564319"/>
    <w:rsid w:val="0056433F"/>
    <w:rsid w:val="00564368"/>
    <w:rsid w:val="00564C7C"/>
    <w:rsid w:val="00574659"/>
    <w:rsid w:val="00574749"/>
    <w:rsid w:val="005754CE"/>
    <w:rsid w:val="00577FB3"/>
    <w:rsid w:val="00583865"/>
    <w:rsid w:val="005847B1"/>
    <w:rsid w:val="00587D10"/>
    <w:rsid w:val="005909A1"/>
    <w:rsid w:val="005933F6"/>
    <w:rsid w:val="005938C7"/>
    <w:rsid w:val="005A010D"/>
    <w:rsid w:val="005A0B37"/>
    <w:rsid w:val="005A3419"/>
    <w:rsid w:val="005B0BD3"/>
    <w:rsid w:val="005B15D0"/>
    <w:rsid w:val="005B3D21"/>
    <w:rsid w:val="005B557E"/>
    <w:rsid w:val="005B5FD8"/>
    <w:rsid w:val="005B7F7C"/>
    <w:rsid w:val="005C26E0"/>
    <w:rsid w:val="005C2914"/>
    <w:rsid w:val="005C3938"/>
    <w:rsid w:val="005C6EA6"/>
    <w:rsid w:val="005C77FE"/>
    <w:rsid w:val="005D0A5C"/>
    <w:rsid w:val="005D1FF6"/>
    <w:rsid w:val="005D24C4"/>
    <w:rsid w:val="005D29D6"/>
    <w:rsid w:val="005D33DC"/>
    <w:rsid w:val="005D6A4A"/>
    <w:rsid w:val="005E0684"/>
    <w:rsid w:val="005E0872"/>
    <w:rsid w:val="005E138D"/>
    <w:rsid w:val="005E25FB"/>
    <w:rsid w:val="005E47A3"/>
    <w:rsid w:val="005E49C1"/>
    <w:rsid w:val="005E645E"/>
    <w:rsid w:val="005E6CA8"/>
    <w:rsid w:val="005F0CBC"/>
    <w:rsid w:val="005F1E1A"/>
    <w:rsid w:val="005F46C1"/>
    <w:rsid w:val="005F6A3B"/>
    <w:rsid w:val="005F6F2D"/>
    <w:rsid w:val="006013C9"/>
    <w:rsid w:val="00602055"/>
    <w:rsid w:val="00604617"/>
    <w:rsid w:val="00607948"/>
    <w:rsid w:val="00612D2F"/>
    <w:rsid w:val="006145DD"/>
    <w:rsid w:val="006156F8"/>
    <w:rsid w:val="0061668D"/>
    <w:rsid w:val="006171FF"/>
    <w:rsid w:val="00617F74"/>
    <w:rsid w:val="00617FE1"/>
    <w:rsid w:val="00620453"/>
    <w:rsid w:val="00620ADA"/>
    <w:rsid w:val="00620C41"/>
    <w:rsid w:val="00622C4B"/>
    <w:rsid w:val="00624472"/>
    <w:rsid w:val="00624914"/>
    <w:rsid w:val="006268CC"/>
    <w:rsid w:val="00627335"/>
    <w:rsid w:val="006273E7"/>
    <w:rsid w:val="006310F4"/>
    <w:rsid w:val="00631412"/>
    <w:rsid w:val="00631F3C"/>
    <w:rsid w:val="00632560"/>
    <w:rsid w:val="00634AA9"/>
    <w:rsid w:val="00635754"/>
    <w:rsid w:val="00640F68"/>
    <w:rsid w:val="006426AE"/>
    <w:rsid w:val="00642CB4"/>
    <w:rsid w:val="00646227"/>
    <w:rsid w:val="00653954"/>
    <w:rsid w:val="00655EA0"/>
    <w:rsid w:val="00663FCF"/>
    <w:rsid w:val="00664834"/>
    <w:rsid w:val="006651EE"/>
    <w:rsid w:val="00665E76"/>
    <w:rsid w:val="00666343"/>
    <w:rsid w:val="00670193"/>
    <w:rsid w:val="00670ED6"/>
    <w:rsid w:val="00674FFD"/>
    <w:rsid w:val="00675E45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0D0B"/>
    <w:rsid w:val="006B1231"/>
    <w:rsid w:val="006B1F41"/>
    <w:rsid w:val="006B2F03"/>
    <w:rsid w:val="006B33BC"/>
    <w:rsid w:val="006B7145"/>
    <w:rsid w:val="006B77B0"/>
    <w:rsid w:val="006C19CF"/>
    <w:rsid w:val="006C39FE"/>
    <w:rsid w:val="006C3DD8"/>
    <w:rsid w:val="006C5A96"/>
    <w:rsid w:val="006C7BFB"/>
    <w:rsid w:val="006D1E7B"/>
    <w:rsid w:val="006D3209"/>
    <w:rsid w:val="006D344B"/>
    <w:rsid w:val="006D5BDA"/>
    <w:rsid w:val="006D6B60"/>
    <w:rsid w:val="006D6F7D"/>
    <w:rsid w:val="006D78E8"/>
    <w:rsid w:val="006D7A14"/>
    <w:rsid w:val="006E1197"/>
    <w:rsid w:val="006E157A"/>
    <w:rsid w:val="006E1AF9"/>
    <w:rsid w:val="006E3315"/>
    <w:rsid w:val="006E75B5"/>
    <w:rsid w:val="006E7C59"/>
    <w:rsid w:val="006E7E66"/>
    <w:rsid w:val="006F002B"/>
    <w:rsid w:val="006F10BA"/>
    <w:rsid w:val="006F3D0F"/>
    <w:rsid w:val="006F412A"/>
    <w:rsid w:val="006F5D85"/>
    <w:rsid w:val="006F75B5"/>
    <w:rsid w:val="006F7685"/>
    <w:rsid w:val="00700E67"/>
    <w:rsid w:val="00701B7C"/>
    <w:rsid w:val="00701DFF"/>
    <w:rsid w:val="007031BB"/>
    <w:rsid w:val="0070649E"/>
    <w:rsid w:val="007064A7"/>
    <w:rsid w:val="00706601"/>
    <w:rsid w:val="0070679A"/>
    <w:rsid w:val="00706EA5"/>
    <w:rsid w:val="00711A31"/>
    <w:rsid w:val="00715F74"/>
    <w:rsid w:val="007165DA"/>
    <w:rsid w:val="00717B10"/>
    <w:rsid w:val="00717F79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378A"/>
    <w:rsid w:val="0073407F"/>
    <w:rsid w:val="00734BBF"/>
    <w:rsid w:val="00735155"/>
    <w:rsid w:val="00740717"/>
    <w:rsid w:val="0074291E"/>
    <w:rsid w:val="00744004"/>
    <w:rsid w:val="007461FD"/>
    <w:rsid w:val="00754385"/>
    <w:rsid w:val="007613D4"/>
    <w:rsid w:val="00772FA1"/>
    <w:rsid w:val="00774004"/>
    <w:rsid w:val="007756B1"/>
    <w:rsid w:val="00775A1B"/>
    <w:rsid w:val="00776CD2"/>
    <w:rsid w:val="0077717D"/>
    <w:rsid w:val="007811D2"/>
    <w:rsid w:val="00782AE5"/>
    <w:rsid w:val="00784EB8"/>
    <w:rsid w:val="00785E18"/>
    <w:rsid w:val="007906CE"/>
    <w:rsid w:val="007923AF"/>
    <w:rsid w:val="00792DDE"/>
    <w:rsid w:val="00793403"/>
    <w:rsid w:val="007938B9"/>
    <w:rsid w:val="00795CA1"/>
    <w:rsid w:val="00797D2F"/>
    <w:rsid w:val="007A2233"/>
    <w:rsid w:val="007A2458"/>
    <w:rsid w:val="007A5ACC"/>
    <w:rsid w:val="007A67CE"/>
    <w:rsid w:val="007B258B"/>
    <w:rsid w:val="007B36F4"/>
    <w:rsid w:val="007B40F6"/>
    <w:rsid w:val="007B61BF"/>
    <w:rsid w:val="007C0C88"/>
    <w:rsid w:val="007C0E8C"/>
    <w:rsid w:val="007C1F71"/>
    <w:rsid w:val="007C3F68"/>
    <w:rsid w:val="007C44B2"/>
    <w:rsid w:val="007C4DC1"/>
    <w:rsid w:val="007C4F83"/>
    <w:rsid w:val="007C50AD"/>
    <w:rsid w:val="007C61A4"/>
    <w:rsid w:val="007D3E31"/>
    <w:rsid w:val="007D7BD6"/>
    <w:rsid w:val="007E7F8F"/>
    <w:rsid w:val="007F1836"/>
    <w:rsid w:val="007F3CFE"/>
    <w:rsid w:val="007F44BA"/>
    <w:rsid w:val="007F48AE"/>
    <w:rsid w:val="007F5D6A"/>
    <w:rsid w:val="007F75CA"/>
    <w:rsid w:val="007F77AC"/>
    <w:rsid w:val="0080061A"/>
    <w:rsid w:val="00801469"/>
    <w:rsid w:val="00801847"/>
    <w:rsid w:val="0080197E"/>
    <w:rsid w:val="008059C0"/>
    <w:rsid w:val="008059E6"/>
    <w:rsid w:val="00806DAE"/>
    <w:rsid w:val="00807EA6"/>
    <w:rsid w:val="00811477"/>
    <w:rsid w:val="00811A05"/>
    <w:rsid w:val="008123F3"/>
    <w:rsid w:val="00813998"/>
    <w:rsid w:val="0081487A"/>
    <w:rsid w:val="00814A39"/>
    <w:rsid w:val="00817B15"/>
    <w:rsid w:val="008212D2"/>
    <w:rsid w:val="00823F91"/>
    <w:rsid w:val="00824DAA"/>
    <w:rsid w:val="008256C8"/>
    <w:rsid w:val="0082649C"/>
    <w:rsid w:val="0082660F"/>
    <w:rsid w:val="008328DD"/>
    <w:rsid w:val="00834646"/>
    <w:rsid w:val="00836C42"/>
    <w:rsid w:val="00836FB2"/>
    <w:rsid w:val="00837321"/>
    <w:rsid w:val="00840235"/>
    <w:rsid w:val="00841EBA"/>
    <w:rsid w:val="00842127"/>
    <w:rsid w:val="00842FDE"/>
    <w:rsid w:val="00843BC6"/>
    <w:rsid w:val="00843F21"/>
    <w:rsid w:val="00850C2F"/>
    <w:rsid w:val="00852719"/>
    <w:rsid w:val="00853030"/>
    <w:rsid w:val="008603E4"/>
    <w:rsid w:val="0086174D"/>
    <w:rsid w:val="00861833"/>
    <w:rsid w:val="00862427"/>
    <w:rsid w:val="00863C24"/>
    <w:rsid w:val="0086451B"/>
    <w:rsid w:val="008657FE"/>
    <w:rsid w:val="00866C1E"/>
    <w:rsid w:val="008726DC"/>
    <w:rsid w:val="0087290C"/>
    <w:rsid w:val="00872CAD"/>
    <w:rsid w:val="00875C8E"/>
    <w:rsid w:val="00877E50"/>
    <w:rsid w:val="00880D15"/>
    <w:rsid w:val="00882C30"/>
    <w:rsid w:val="00882C34"/>
    <w:rsid w:val="00883162"/>
    <w:rsid w:val="00885D4D"/>
    <w:rsid w:val="00886C56"/>
    <w:rsid w:val="008909A4"/>
    <w:rsid w:val="00892C08"/>
    <w:rsid w:val="0089382E"/>
    <w:rsid w:val="008968F5"/>
    <w:rsid w:val="00896949"/>
    <w:rsid w:val="0089785C"/>
    <w:rsid w:val="00897B30"/>
    <w:rsid w:val="008A0BF8"/>
    <w:rsid w:val="008A0EB2"/>
    <w:rsid w:val="008A2F08"/>
    <w:rsid w:val="008A4E5B"/>
    <w:rsid w:val="008A543E"/>
    <w:rsid w:val="008A55C6"/>
    <w:rsid w:val="008B012B"/>
    <w:rsid w:val="008B13D6"/>
    <w:rsid w:val="008B13E7"/>
    <w:rsid w:val="008B1DB2"/>
    <w:rsid w:val="008B313E"/>
    <w:rsid w:val="008B559D"/>
    <w:rsid w:val="008B5E79"/>
    <w:rsid w:val="008C3C88"/>
    <w:rsid w:val="008D0AF3"/>
    <w:rsid w:val="008D606C"/>
    <w:rsid w:val="008D61D0"/>
    <w:rsid w:val="008D65AB"/>
    <w:rsid w:val="008E0610"/>
    <w:rsid w:val="008E587B"/>
    <w:rsid w:val="008E67C5"/>
    <w:rsid w:val="008E724D"/>
    <w:rsid w:val="008F05B6"/>
    <w:rsid w:val="008F2690"/>
    <w:rsid w:val="00900037"/>
    <w:rsid w:val="0090156C"/>
    <w:rsid w:val="009018B6"/>
    <w:rsid w:val="009020B5"/>
    <w:rsid w:val="00903D09"/>
    <w:rsid w:val="0090437C"/>
    <w:rsid w:val="00906EED"/>
    <w:rsid w:val="00907448"/>
    <w:rsid w:val="00907BC6"/>
    <w:rsid w:val="00907C98"/>
    <w:rsid w:val="00913797"/>
    <w:rsid w:val="00921D43"/>
    <w:rsid w:val="00930F08"/>
    <w:rsid w:val="00931430"/>
    <w:rsid w:val="00932660"/>
    <w:rsid w:val="00934B61"/>
    <w:rsid w:val="00935376"/>
    <w:rsid w:val="00935B74"/>
    <w:rsid w:val="00935CDE"/>
    <w:rsid w:val="00940241"/>
    <w:rsid w:val="00942101"/>
    <w:rsid w:val="00943607"/>
    <w:rsid w:val="00943ADB"/>
    <w:rsid w:val="00946FC1"/>
    <w:rsid w:val="009474DD"/>
    <w:rsid w:val="009477A0"/>
    <w:rsid w:val="0095500B"/>
    <w:rsid w:val="0095678F"/>
    <w:rsid w:val="0096018D"/>
    <w:rsid w:val="00961248"/>
    <w:rsid w:val="0096572A"/>
    <w:rsid w:val="00967B79"/>
    <w:rsid w:val="009765D0"/>
    <w:rsid w:val="009768E6"/>
    <w:rsid w:val="0098181C"/>
    <w:rsid w:val="00981C18"/>
    <w:rsid w:val="00982765"/>
    <w:rsid w:val="009847DC"/>
    <w:rsid w:val="009857BF"/>
    <w:rsid w:val="00985C7D"/>
    <w:rsid w:val="00986AF6"/>
    <w:rsid w:val="00987FF5"/>
    <w:rsid w:val="0099015A"/>
    <w:rsid w:val="00990E43"/>
    <w:rsid w:val="0099264F"/>
    <w:rsid w:val="00993594"/>
    <w:rsid w:val="00993CF0"/>
    <w:rsid w:val="0099749F"/>
    <w:rsid w:val="009A2ABD"/>
    <w:rsid w:val="009A3E42"/>
    <w:rsid w:val="009A7DEC"/>
    <w:rsid w:val="009B207E"/>
    <w:rsid w:val="009B280B"/>
    <w:rsid w:val="009B2915"/>
    <w:rsid w:val="009B32F8"/>
    <w:rsid w:val="009B462F"/>
    <w:rsid w:val="009B5A95"/>
    <w:rsid w:val="009B6332"/>
    <w:rsid w:val="009B71E2"/>
    <w:rsid w:val="009C10CD"/>
    <w:rsid w:val="009C2379"/>
    <w:rsid w:val="009C47E8"/>
    <w:rsid w:val="009C68A3"/>
    <w:rsid w:val="009D003A"/>
    <w:rsid w:val="009D2C8C"/>
    <w:rsid w:val="009D48BB"/>
    <w:rsid w:val="009D4B96"/>
    <w:rsid w:val="009D4EBC"/>
    <w:rsid w:val="009D50D4"/>
    <w:rsid w:val="009D5C4D"/>
    <w:rsid w:val="009D7212"/>
    <w:rsid w:val="009D7D4B"/>
    <w:rsid w:val="009E1F05"/>
    <w:rsid w:val="009E2484"/>
    <w:rsid w:val="009E3732"/>
    <w:rsid w:val="009F1A26"/>
    <w:rsid w:val="009F220B"/>
    <w:rsid w:val="009F4533"/>
    <w:rsid w:val="009F49FC"/>
    <w:rsid w:val="00A03804"/>
    <w:rsid w:val="00A042E9"/>
    <w:rsid w:val="00A0789A"/>
    <w:rsid w:val="00A127A7"/>
    <w:rsid w:val="00A14AB5"/>
    <w:rsid w:val="00A156F8"/>
    <w:rsid w:val="00A17CA7"/>
    <w:rsid w:val="00A17D7D"/>
    <w:rsid w:val="00A207B1"/>
    <w:rsid w:val="00A23F3D"/>
    <w:rsid w:val="00A2439D"/>
    <w:rsid w:val="00A248AC"/>
    <w:rsid w:val="00A25194"/>
    <w:rsid w:val="00A30354"/>
    <w:rsid w:val="00A336FF"/>
    <w:rsid w:val="00A35B04"/>
    <w:rsid w:val="00A37842"/>
    <w:rsid w:val="00A37F47"/>
    <w:rsid w:val="00A4159F"/>
    <w:rsid w:val="00A46085"/>
    <w:rsid w:val="00A469CE"/>
    <w:rsid w:val="00A46B01"/>
    <w:rsid w:val="00A47058"/>
    <w:rsid w:val="00A4757B"/>
    <w:rsid w:val="00A510B9"/>
    <w:rsid w:val="00A5114B"/>
    <w:rsid w:val="00A520E2"/>
    <w:rsid w:val="00A523ED"/>
    <w:rsid w:val="00A52B27"/>
    <w:rsid w:val="00A52F20"/>
    <w:rsid w:val="00A542B5"/>
    <w:rsid w:val="00A56D55"/>
    <w:rsid w:val="00A572DB"/>
    <w:rsid w:val="00A600CF"/>
    <w:rsid w:val="00A60EA5"/>
    <w:rsid w:val="00A7039A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E3B"/>
    <w:rsid w:val="00AA3F5C"/>
    <w:rsid w:val="00AA5745"/>
    <w:rsid w:val="00AA5DCF"/>
    <w:rsid w:val="00AA65E3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3775"/>
    <w:rsid w:val="00AC4262"/>
    <w:rsid w:val="00AC703C"/>
    <w:rsid w:val="00AC712C"/>
    <w:rsid w:val="00AC7401"/>
    <w:rsid w:val="00AD0F88"/>
    <w:rsid w:val="00AD161D"/>
    <w:rsid w:val="00AD170E"/>
    <w:rsid w:val="00AD235D"/>
    <w:rsid w:val="00AD43C2"/>
    <w:rsid w:val="00AD6C34"/>
    <w:rsid w:val="00AD6CF9"/>
    <w:rsid w:val="00AD799B"/>
    <w:rsid w:val="00AD7E4F"/>
    <w:rsid w:val="00AE23F2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1D64"/>
    <w:rsid w:val="00B22284"/>
    <w:rsid w:val="00B22EFE"/>
    <w:rsid w:val="00B325A6"/>
    <w:rsid w:val="00B32748"/>
    <w:rsid w:val="00B32905"/>
    <w:rsid w:val="00B33AA3"/>
    <w:rsid w:val="00B33BE5"/>
    <w:rsid w:val="00B3597A"/>
    <w:rsid w:val="00B35B35"/>
    <w:rsid w:val="00B36237"/>
    <w:rsid w:val="00B363A5"/>
    <w:rsid w:val="00B36B39"/>
    <w:rsid w:val="00B4439C"/>
    <w:rsid w:val="00B47947"/>
    <w:rsid w:val="00B518DF"/>
    <w:rsid w:val="00B5356A"/>
    <w:rsid w:val="00B53CEB"/>
    <w:rsid w:val="00B53DFA"/>
    <w:rsid w:val="00B55438"/>
    <w:rsid w:val="00B55F73"/>
    <w:rsid w:val="00B57C81"/>
    <w:rsid w:val="00B57F38"/>
    <w:rsid w:val="00B62022"/>
    <w:rsid w:val="00B626FD"/>
    <w:rsid w:val="00B63C97"/>
    <w:rsid w:val="00B645DA"/>
    <w:rsid w:val="00B65970"/>
    <w:rsid w:val="00B65C6A"/>
    <w:rsid w:val="00B66459"/>
    <w:rsid w:val="00B666FA"/>
    <w:rsid w:val="00B66CBE"/>
    <w:rsid w:val="00B716AE"/>
    <w:rsid w:val="00B71C88"/>
    <w:rsid w:val="00B73532"/>
    <w:rsid w:val="00B735E3"/>
    <w:rsid w:val="00B73687"/>
    <w:rsid w:val="00B73F1D"/>
    <w:rsid w:val="00B75435"/>
    <w:rsid w:val="00B823CA"/>
    <w:rsid w:val="00B85388"/>
    <w:rsid w:val="00B87BAE"/>
    <w:rsid w:val="00B87D7C"/>
    <w:rsid w:val="00B90A7B"/>
    <w:rsid w:val="00B92E47"/>
    <w:rsid w:val="00B93D15"/>
    <w:rsid w:val="00B967E7"/>
    <w:rsid w:val="00B96933"/>
    <w:rsid w:val="00BA0BA5"/>
    <w:rsid w:val="00BA108C"/>
    <w:rsid w:val="00BA1565"/>
    <w:rsid w:val="00BA2A5F"/>
    <w:rsid w:val="00BA3710"/>
    <w:rsid w:val="00BA510C"/>
    <w:rsid w:val="00BB0DEF"/>
    <w:rsid w:val="00BB2678"/>
    <w:rsid w:val="00BB2AE1"/>
    <w:rsid w:val="00BB60B3"/>
    <w:rsid w:val="00BB74D6"/>
    <w:rsid w:val="00BC0601"/>
    <w:rsid w:val="00BC0A5A"/>
    <w:rsid w:val="00BC295C"/>
    <w:rsid w:val="00BC29AF"/>
    <w:rsid w:val="00BC5217"/>
    <w:rsid w:val="00BC7B49"/>
    <w:rsid w:val="00BD1BAA"/>
    <w:rsid w:val="00BD3C47"/>
    <w:rsid w:val="00BD401E"/>
    <w:rsid w:val="00BD533C"/>
    <w:rsid w:val="00BD5416"/>
    <w:rsid w:val="00BE138C"/>
    <w:rsid w:val="00BE5A42"/>
    <w:rsid w:val="00BF05EC"/>
    <w:rsid w:val="00BF1821"/>
    <w:rsid w:val="00BF3879"/>
    <w:rsid w:val="00BF5BC3"/>
    <w:rsid w:val="00BF743E"/>
    <w:rsid w:val="00BF7C01"/>
    <w:rsid w:val="00C0069B"/>
    <w:rsid w:val="00C008B9"/>
    <w:rsid w:val="00C01505"/>
    <w:rsid w:val="00C02EE8"/>
    <w:rsid w:val="00C036B3"/>
    <w:rsid w:val="00C04999"/>
    <w:rsid w:val="00C04A5E"/>
    <w:rsid w:val="00C053F0"/>
    <w:rsid w:val="00C06BEA"/>
    <w:rsid w:val="00C10926"/>
    <w:rsid w:val="00C109F3"/>
    <w:rsid w:val="00C10BBF"/>
    <w:rsid w:val="00C12E6C"/>
    <w:rsid w:val="00C156E6"/>
    <w:rsid w:val="00C16FF9"/>
    <w:rsid w:val="00C17092"/>
    <w:rsid w:val="00C23488"/>
    <w:rsid w:val="00C24140"/>
    <w:rsid w:val="00C248A1"/>
    <w:rsid w:val="00C259B2"/>
    <w:rsid w:val="00C279C5"/>
    <w:rsid w:val="00C3265B"/>
    <w:rsid w:val="00C33601"/>
    <w:rsid w:val="00C33E63"/>
    <w:rsid w:val="00C34FA0"/>
    <w:rsid w:val="00C35ACC"/>
    <w:rsid w:val="00C35E91"/>
    <w:rsid w:val="00C36E68"/>
    <w:rsid w:val="00C36EFF"/>
    <w:rsid w:val="00C41984"/>
    <w:rsid w:val="00C4198B"/>
    <w:rsid w:val="00C4353A"/>
    <w:rsid w:val="00C44D39"/>
    <w:rsid w:val="00C456F7"/>
    <w:rsid w:val="00C45C91"/>
    <w:rsid w:val="00C51149"/>
    <w:rsid w:val="00C51C40"/>
    <w:rsid w:val="00C523F8"/>
    <w:rsid w:val="00C52C08"/>
    <w:rsid w:val="00C53367"/>
    <w:rsid w:val="00C5459E"/>
    <w:rsid w:val="00C54FDB"/>
    <w:rsid w:val="00C5531B"/>
    <w:rsid w:val="00C602BC"/>
    <w:rsid w:val="00C60FC4"/>
    <w:rsid w:val="00C623F9"/>
    <w:rsid w:val="00C70155"/>
    <w:rsid w:val="00C74D20"/>
    <w:rsid w:val="00C77B38"/>
    <w:rsid w:val="00C81140"/>
    <w:rsid w:val="00C8435A"/>
    <w:rsid w:val="00C85746"/>
    <w:rsid w:val="00C869DB"/>
    <w:rsid w:val="00C86EBF"/>
    <w:rsid w:val="00C90515"/>
    <w:rsid w:val="00C9139F"/>
    <w:rsid w:val="00C9225D"/>
    <w:rsid w:val="00C94099"/>
    <w:rsid w:val="00C9513D"/>
    <w:rsid w:val="00C9740C"/>
    <w:rsid w:val="00CA079E"/>
    <w:rsid w:val="00CA1AFB"/>
    <w:rsid w:val="00CA26E3"/>
    <w:rsid w:val="00CA5ADB"/>
    <w:rsid w:val="00CA6A0C"/>
    <w:rsid w:val="00CA759E"/>
    <w:rsid w:val="00CB0FB2"/>
    <w:rsid w:val="00CB1611"/>
    <w:rsid w:val="00CB1D19"/>
    <w:rsid w:val="00CB27D6"/>
    <w:rsid w:val="00CB2BAB"/>
    <w:rsid w:val="00CB640B"/>
    <w:rsid w:val="00CB7B39"/>
    <w:rsid w:val="00CC0E67"/>
    <w:rsid w:val="00CC29EC"/>
    <w:rsid w:val="00CC2A7A"/>
    <w:rsid w:val="00CC374C"/>
    <w:rsid w:val="00CC474F"/>
    <w:rsid w:val="00CC4762"/>
    <w:rsid w:val="00CC69FD"/>
    <w:rsid w:val="00CD0741"/>
    <w:rsid w:val="00CE15D4"/>
    <w:rsid w:val="00CE1745"/>
    <w:rsid w:val="00CE2A78"/>
    <w:rsid w:val="00CE32BA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2DF8"/>
    <w:rsid w:val="00D14EB1"/>
    <w:rsid w:val="00D156C0"/>
    <w:rsid w:val="00D15B00"/>
    <w:rsid w:val="00D165D3"/>
    <w:rsid w:val="00D17B68"/>
    <w:rsid w:val="00D2071C"/>
    <w:rsid w:val="00D2072E"/>
    <w:rsid w:val="00D209AE"/>
    <w:rsid w:val="00D20BE6"/>
    <w:rsid w:val="00D230EF"/>
    <w:rsid w:val="00D26FB8"/>
    <w:rsid w:val="00D277EF"/>
    <w:rsid w:val="00D301D7"/>
    <w:rsid w:val="00D316BE"/>
    <w:rsid w:val="00D34991"/>
    <w:rsid w:val="00D368A6"/>
    <w:rsid w:val="00D404C7"/>
    <w:rsid w:val="00D40743"/>
    <w:rsid w:val="00D44E4A"/>
    <w:rsid w:val="00D45996"/>
    <w:rsid w:val="00D46512"/>
    <w:rsid w:val="00D46F0D"/>
    <w:rsid w:val="00D46FCF"/>
    <w:rsid w:val="00D50EAC"/>
    <w:rsid w:val="00D52488"/>
    <w:rsid w:val="00D5435D"/>
    <w:rsid w:val="00D54836"/>
    <w:rsid w:val="00D54A06"/>
    <w:rsid w:val="00D54BBC"/>
    <w:rsid w:val="00D5521D"/>
    <w:rsid w:val="00D6040B"/>
    <w:rsid w:val="00D65FFF"/>
    <w:rsid w:val="00D66A08"/>
    <w:rsid w:val="00D7133C"/>
    <w:rsid w:val="00D7169B"/>
    <w:rsid w:val="00D720A9"/>
    <w:rsid w:val="00D811CB"/>
    <w:rsid w:val="00D83430"/>
    <w:rsid w:val="00D8372D"/>
    <w:rsid w:val="00D841C0"/>
    <w:rsid w:val="00D90929"/>
    <w:rsid w:val="00D948CF"/>
    <w:rsid w:val="00D94CA8"/>
    <w:rsid w:val="00D97710"/>
    <w:rsid w:val="00D97B97"/>
    <w:rsid w:val="00DA170F"/>
    <w:rsid w:val="00DA3993"/>
    <w:rsid w:val="00DA67AF"/>
    <w:rsid w:val="00DA7687"/>
    <w:rsid w:val="00DA7AF9"/>
    <w:rsid w:val="00DB049B"/>
    <w:rsid w:val="00DB228A"/>
    <w:rsid w:val="00DB4805"/>
    <w:rsid w:val="00DB48F6"/>
    <w:rsid w:val="00DB518F"/>
    <w:rsid w:val="00DB7B95"/>
    <w:rsid w:val="00DC16EC"/>
    <w:rsid w:val="00DC2C50"/>
    <w:rsid w:val="00DD09E0"/>
    <w:rsid w:val="00DD09F9"/>
    <w:rsid w:val="00DD1596"/>
    <w:rsid w:val="00DD200D"/>
    <w:rsid w:val="00DD2442"/>
    <w:rsid w:val="00DD7CAE"/>
    <w:rsid w:val="00DE4A23"/>
    <w:rsid w:val="00DE5122"/>
    <w:rsid w:val="00DE6F49"/>
    <w:rsid w:val="00DE7A5E"/>
    <w:rsid w:val="00DE7C73"/>
    <w:rsid w:val="00DF08ED"/>
    <w:rsid w:val="00DF1FF0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275F"/>
    <w:rsid w:val="00E14F37"/>
    <w:rsid w:val="00E27882"/>
    <w:rsid w:val="00E3022D"/>
    <w:rsid w:val="00E30D36"/>
    <w:rsid w:val="00E32572"/>
    <w:rsid w:val="00E33B30"/>
    <w:rsid w:val="00E3493A"/>
    <w:rsid w:val="00E35931"/>
    <w:rsid w:val="00E36457"/>
    <w:rsid w:val="00E41261"/>
    <w:rsid w:val="00E46903"/>
    <w:rsid w:val="00E46C5B"/>
    <w:rsid w:val="00E5025F"/>
    <w:rsid w:val="00E53063"/>
    <w:rsid w:val="00E5402C"/>
    <w:rsid w:val="00E56115"/>
    <w:rsid w:val="00E603C2"/>
    <w:rsid w:val="00E60832"/>
    <w:rsid w:val="00E62DB4"/>
    <w:rsid w:val="00E63B1C"/>
    <w:rsid w:val="00E63DFA"/>
    <w:rsid w:val="00E64CC5"/>
    <w:rsid w:val="00E65B84"/>
    <w:rsid w:val="00E66884"/>
    <w:rsid w:val="00E66F1E"/>
    <w:rsid w:val="00E6737F"/>
    <w:rsid w:val="00E70546"/>
    <w:rsid w:val="00E71E81"/>
    <w:rsid w:val="00E76A02"/>
    <w:rsid w:val="00E80DC4"/>
    <w:rsid w:val="00E82D66"/>
    <w:rsid w:val="00E86C30"/>
    <w:rsid w:val="00E90C30"/>
    <w:rsid w:val="00E91990"/>
    <w:rsid w:val="00E91C42"/>
    <w:rsid w:val="00E944F8"/>
    <w:rsid w:val="00E94C86"/>
    <w:rsid w:val="00E9787F"/>
    <w:rsid w:val="00E97887"/>
    <w:rsid w:val="00EA159D"/>
    <w:rsid w:val="00EA59B3"/>
    <w:rsid w:val="00EA60EE"/>
    <w:rsid w:val="00EA6952"/>
    <w:rsid w:val="00EA726F"/>
    <w:rsid w:val="00EA7910"/>
    <w:rsid w:val="00EB0BDC"/>
    <w:rsid w:val="00EB1188"/>
    <w:rsid w:val="00EB1A8A"/>
    <w:rsid w:val="00EB3393"/>
    <w:rsid w:val="00EB5391"/>
    <w:rsid w:val="00EB57D4"/>
    <w:rsid w:val="00EB6516"/>
    <w:rsid w:val="00EC1B84"/>
    <w:rsid w:val="00EC5CF3"/>
    <w:rsid w:val="00ED03D3"/>
    <w:rsid w:val="00ED0DB4"/>
    <w:rsid w:val="00ED2065"/>
    <w:rsid w:val="00ED4769"/>
    <w:rsid w:val="00ED7922"/>
    <w:rsid w:val="00EE7D9F"/>
    <w:rsid w:val="00EF1C44"/>
    <w:rsid w:val="00EF1C45"/>
    <w:rsid w:val="00EF5EB1"/>
    <w:rsid w:val="00EF6553"/>
    <w:rsid w:val="00EF6C3C"/>
    <w:rsid w:val="00F02802"/>
    <w:rsid w:val="00F10A87"/>
    <w:rsid w:val="00F10B77"/>
    <w:rsid w:val="00F113AE"/>
    <w:rsid w:val="00F117D6"/>
    <w:rsid w:val="00F1386A"/>
    <w:rsid w:val="00F178DF"/>
    <w:rsid w:val="00F219AA"/>
    <w:rsid w:val="00F227EF"/>
    <w:rsid w:val="00F23ED1"/>
    <w:rsid w:val="00F24475"/>
    <w:rsid w:val="00F24C4F"/>
    <w:rsid w:val="00F27895"/>
    <w:rsid w:val="00F27A87"/>
    <w:rsid w:val="00F30A04"/>
    <w:rsid w:val="00F31DF1"/>
    <w:rsid w:val="00F33404"/>
    <w:rsid w:val="00F36A30"/>
    <w:rsid w:val="00F36C37"/>
    <w:rsid w:val="00F40EEB"/>
    <w:rsid w:val="00F420E5"/>
    <w:rsid w:val="00F45B02"/>
    <w:rsid w:val="00F46A84"/>
    <w:rsid w:val="00F470BD"/>
    <w:rsid w:val="00F47623"/>
    <w:rsid w:val="00F522BE"/>
    <w:rsid w:val="00F53053"/>
    <w:rsid w:val="00F54EC5"/>
    <w:rsid w:val="00F61243"/>
    <w:rsid w:val="00F619F1"/>
    <w:rsid w:val="00F62B2B"/>
    <w:rsid w:val="00F645D9"/>
    <w:rsid w:val="00F64DD4"/>
    <w:rsid w:val="00F65945"/>
    <w:rsid w:val="00F668D4"/>
    <w:rsid w:val="00F726CE"/>
    <w:rsid w:val="00F739F6"/>
    <w:rsid w:val="00F73DA3"/>
    <w:rsid w:val="00F74F67"/>
    <w:rsid w:val="00F800C2"/>
    <w:rsid w:val="00F8080C"/>
    <w:rsid w:val="00F80906"/>
    <w:rsid w:val="00F815F7"/>
    <w:rsid w:val="00F81873"/>
    <w:rsid w:val="00F834DC"/>
    <w:rsid w:val="00F84046"/>
    <w:rsid w:val="00F90A5C"/>
    <w:rsid w:val="00F90BDF"/>
    <w:rsid w:val="00F925DB"/>
    <w:rsid w:val="00F9392A"/>
    <w:rsid w:val="00F9677A"/>
    <w:rsid w:val="00FA0E8F"/>
    <w:rsid w:val="00FA2F33"/>
    <w:rsid w:val="00FA3CFC"/>
    <w:rsid w:val="00FA68BE"/>
    <w:rsid w:val="00FA7033"/>
    <w:rsid w:val="00FA7762"/>
    <w:rsid w:val="00FB31EC"/>
    <w:rsid w:val="00FB4AA5"/>
    <w:rsid w:val="00FD0E1A"/>
    <w:rsid w:val="00FD122A"/>
    <w:rsid w:val="00FD1652"/>
    <w:rsid w:val="00FD2C0F"/>
    <w:rsid w:val="00FD548E"/>
    <w:rsid w:val="00FE603E"/>
    <w:rsid w:val="00FF32B9"/>
    <w:rsid w:val="00FF330C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BD5ED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08C58-B1A2-4A34-9EBC-D54B0BF5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384</TotalTime>
  <Pages>7</Pages>
  <Words>1188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50</cp:revision>
  <cp:lastPrinted>2020-06-17T12:49:00Z</cp:lastPrinted>
  <dcterms:created xsi:type="dcterms:W3CDTF">2020-02-04T17:34:00Z</dcterms:created>
  <dcterms:modified xsi:type="dcterms:W3CDTF">2020-07-07T15:16:00Z</dcterms:modified>
</cp:coreProperties>
</file>