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4DF8">
        <w:rPr>
          <w:rFonts w:ascii="Arial" w:hAnsi="Arial" w:cs="Arial"/>
          <w:b/>
          <w:caps/>
          <w:sz w:val="28"/>
          <w:szCs w:val="28"/>
        </w:rPr>
        <w:t>3</w:t>
      </w:r>
      <w:r w:rsidR="008B1EEA">
        <w:rPr>
          <w:rFonts w:ascii="Arial" w:hAnsi="Arial" w:cs="Arial"/>
          <w:b/>
          <w:caps/>
          <w:sz w:val="28"/>
          <w:szCs w:val="28"/>
        </w:rPr>
        <w:t>509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8B1EE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B1EEA">
              <w:rPr>
                <w:rFonts w:ascii="Arial" w:hAnsi="Arial" w:cs="Arial"/>
                <w:sz w:val="20"/>
                <w:szCs w:val="20"/>
              </w:rPr>
              <w:t xml:space="preserve">que os </w:t>
            </w:r>
            <w:proofErr w:type="spellStart"/>
            <w:r w:rsidR="008B1EEA">
              <w:rPr>
                <w:rFonts w:ascii="Arial" w:hAnsi="Arial" w:cs="Arial"/>
                <w:sz w:val="20"/>
                <w:szCs w:val="20"/>
              </w:rPr>
              <w:t>LEVs</w:t>
            </w:r>
            <w:proofErr w:type="spellEnd"/>
            <w:r w:rsidR="008B1E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03A8">
              <w:rPr>
                <w:rFonts w:ascii="Arial" w:hAnsi="Arial" w:cs="Arial"/>
                <w:sz w:val="20"/>
                <w:szCs w:val="20"/>
              </w:rPr>
              <w:t>-</w:t>
            </w:r>
            <w:r w:rsidR="008B1EEA">
              <w:rPr>
                <w:rFonts w:ascii="Arial" w:hAnsi="Arial" w:cs="Arial"/>
                <w:sz w:val="20"/>
                <w:szCs w:val="20"/>
              </w:rPr>
              <w:t xml:space="preserve"> Locais de Entrega Voluntária funcionem aos domingos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513341" w:rsidRPr="00513341">
        <w:rPr>
          <w:rFonts w:ascii="Arial" w:hAnsi="Arial" w:cs="Arial"/>
        </w:rPr>
        <w:t xml:space="preserve">visando </w:t>
      </w:r>
      <w:r w:rsidR="006961DD" w:rsidRPr="006961DD">
        <w:rPr>
          <w:rFonts w:ascii="Arial" w:hAnsi="Arial" w:cs="Arial"/>
        </w:rPr>
        <w:t xml:space="preserve">que os </w:t>
      </w:r>
      <w:proofErr w:type="spellStart"/>
      <w:r w:rsidR="006961DD" w:rsidRPr="006961DD">
        <w:rPr>
          <w:rFonts w:ascii="Arial" w:hAnsi="Arial" w:cs="Arial"/>
        </w:rPr>
        <w:t>LEVs</w:t>
      </w:r>
      <w:proofErr w:type="spellEnd"/>
      <w:r w:rsidR="006961DD" w:rsidRPr="006961DD">
        <w:rPr>
          <w:rFonts w:ascii="Arial" w:hAnsi="Arial" w:cs="Arial"/>
        </w:rPr>
        <w:t xml:space="preserve"> - Locais de Entrega Voluntária funcionem aos domingos</w:t>
      </w:r>
      <w:r w:rsidR="00BA342B">
        <w:rPr>
          <w:rFonts w:ascii="Arial" w:hAnsi="Arial" w:cs="Arial"/>
        </w:rPr>
        <w:t>.</w:t>
      </w:r>
    </w:p>
    <w:p w:rsidR="0015183E" w:rsidRDefault="002656C7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656C7">
        <w:rPr>
          <w:rFonts w:ascii="Arial" w:hAnsi="Arial" w:cs="Arial"/>
        </w:rPr>
        <w:t xml:space="preserve"> pedido se faz necessário, pois</w:t>
      </w:r>
      <w:r w:rsidR="00F33592">
        <w:rPr>
          <w:rFonts w:ascii="Arial" w:hAnsi="Arial" w:cs="Arial"/>
        </w:rPr>
        <w:t xml:space="preserve">, com frequência, </w:t>
      </w:r>
      <w:r w:rsidR="00B91A07" w:rsidRPr="00B91A07">
        <w:rPr>
          <w:rFonts w:ascii="Arial" w:hAnsi="Arial" w:cs="Arial"/>
        </w:rPr>
        <w:t xml:space="preserve">os </w:t>
      </w:r>
      <w:r w:rsidR="00F33592">
        <w:rPr>
          <w:rFonts w:ascii="Arial" w:hAnsi="Arial" w:cs="Arial"/>
        </w:rPr>
        <w:t xml:space="preserve">munícipes </w:t>
      </w:r>
      <w:r w:rsidR="00B30AD0">
        <w:rPr>
          <w:rFonts w:ascii="Arial" w:hAnsi="Arial" w:cs="Arial"/>
        </w:rPr>
        <w:t>procuram</w:t>
      </w:r>
      <w:r w:rsidR="00F33592">
        <w:rPr>
          <w:rFonts w:ascii="Arial" w:hAnsi="Arial" w:cs="Arial"/>
        </w:rPr>
        <w:t xml:space="preserve"> os </w:t>
      </w:r>
      <w:proofErr w:type="spellStart"/>
      <w:r w:rsidR="00F33592">
        <w:rPr>
          <w:rFonts w:ascii="Arial" w:hAnsi="Arial" w:cs="Arial"/>
        </w:rPr>
        <w:t>LEVs</w:t>
      </w:r>
      <w:proofErr w:type="spellEnd"/>
      <w:r w:rsidR="00F33592">
        <w:rPr>
          <w:rFonts w:ascii="Arial" w:hAnsi="Arial" w:cs="Arial"/>
        </w:rPr>
        <w:t xml:space="preserve"> </w:t>
      </w:r>
      <w:r w:rsidR="005817F5">
        <w:rPr>
          <w:rFonts w:ascii="Arial" w:hAnsi="Arial" w:cs="Arial"/>
        </w:rPr>
        <w:t xml:space="preserve">aos domingos </w:t>
      </w:r>
      <w:r w:rsidR="00F33592">
        <w:rPr>
          <w:rFonts w:ascii="Arial" w:hAnsi="Arial" w:cs="Arial"/>
        </w:rPr>
        <w:t xml:space="preserve">para </w:t>
      </w:r>
      <w:r w:rsidR="0015183E">
        <w:rPr>
          <w:rFonts w:ascii="Arial" w:hAnsi="Arial" w:cs="Arial"/>
        </w:rPr>
        <w:t xml:space="preserve">realizar </w:t>
      </w:r>
      <w:r w:rsidR="0063189D">
        <w:rPr>
          <w:rFonts w:ascii="Arial" w:hAnsi="Arial" w:cs="Arial"/>
        </w:rPr>
        <w:t xml:space="preserve">o descarte </w:t>
      </w:r>
      <w:bookmarkStart w:id="0" w:name="_GoBack"/>
      <w:bookmarkEnd w:id="0"/>
      <w:r w:rsidR="0015183E">
        <w:rPr>
          <w:rFonts w:ascii="Arial" w:hAnsi="Arial" w:cs="Arial"/>
        </w:rPr>
        <w:t>de materiais.</w:t>
      </w:r>
    </w:p>
    <w:p w:rsidR="004F0C5E" w:rsidRDefault="0015183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 o </w:t>
      </w:r>
      <w:r w:rsidR="00B91A07" w:rsidRPr="00B91A07">
        <w:rPr>
          <w:rFonts w:ascii="Arial" w:hAnsi="Arial" w:cs="Arial"/>
        </w:rPr>
        <w:t>intuito de melhor</w:t>
      </w:r>
      <w:r>
        <w:rPr>
          <w:rFonts w:ascii="Arial" w:hAnsi="Arial" w:cs="Arial"/>
        </w:rPr>
        <w:t xml:space="preserve">ar o atendimento prestado à </w:t>
      </w:r>
      <w:r w:rsidR="00B91A07" w:rsidRPr="00B91A07">
        <w:rPr>
          <w:rFonts w:ascii="Arial" w:hAnsi="Arial" w:cs="Arial"/>
        </w:rPr>
        <w:t xml:space="preserve">população que trabalha durante a semana, entendemos que o funcionamento dos </w:t>
      </w:r>
      <w:proofErr w:type="spellStart"/>
      <w:r w:rsidR="00B91A07" w:rsidRPr="00B91A07">
        <w:rPr>
          <w:rFonts w:ascii="Arial" w:hAnsi="Arial" w:cs="Arial"/>
        </w:rPr>
        <w:t>LEVs</w:t>
      </w:r>
      <w:proofErr w:type="spellEnd"/>
      <w:r w:rsidR="00B91A07" w:rsidRPr="00B91A07">
        <w:rPr>
          <w:rFonts w:ascii="Arial" w:hAnsi="Arial" w:cs="Arial"/>
        </w:rPr>
        <w:t xml:space="preserve"> aos domingos evitaria o ac</w:t>
      </w:r>
      <w:r w:rsidR="00B91A07">
        <w:rPr>
          <w:rFonts w:ascii="Arial" w:hAnsi="Arial" w:cs="Arial"/>
        </w:rPr>
        <w:t>ú</w:t>
      </w:r>
      <w:r w:rsidR="00B91A07" w:rsidRPr="00B91A07">
        <w:rPr>
          <w:rFonts w:ascii="Arial" w:hAnsi="Arial" w:cs="Arial"/>
        </w:rPr>
        <w:t>mulo de resíduos deixados em alguns d</w:t>
      </w:r>
      <w:r>
        <w:rPr>
          <w:rFonts w:ascii="Arial" w:hAnsi="Arial" w:cs="Arial"/>
        </w:rPr>
        <w:t>esse</w:t>
      </w:r>
      <w:r w:rsidR="00A5509E">
        <w:rPr>
          <w:rFonts w:ascii="Arial" w:hAnsi="Arial" w:cs="Arial"/>
        </w:rPr>
        <w:t>s postos</w:t>
      </w:r>
      <w:r w:rsidR="0007100C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23A7E">
        <w:rPr>
          <w:rFonts w:ascii="Arial" w:hAnsi="Arial" w:cs="Arial"/>
        </w:rPr>
        <w:t>29</w:t>
      </w:r>
      <w:r w:rsidR="00494C8D">
        <w:rPr>
          <w:rFonts w:ascii="Arial" w:hAnsi="Arial" w:cs="Arial"/>
        </w:rPr>
        <w:t xml:space="preserve"> de </w:t>
      </w:r>
      <w:r w:rsidR="00823A7E">
        <w:rPr>
          <w:rFonts w:ascii="Arial" w:hAnsi="Arial" w:cs="Arial"/>
        </w:rPr>
        <w:t>novem</w:t>
      </w:r>
      <w:r w:rsidR="00167F65">
        <w:rPr>
          <w:rFonts w:ascii="Arial" w:hAnsi="Arial" w:cs="Arial"/>
        </w:rPr>
        <w:t>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7812" w:rsidRPr="00A34F2C" w:rsidRDefault="00AD7812" w:rsidP="00AD781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AD7812" w:rsidRDefault="00AD7812" w:rsidP="00AD781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E915C0" w:rsidRDefault="00AD7812" w:rsidP="00AD7812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E06" w:rsidRDefault="00087E06">
      <w:r>
        <w:separator/>
      </w:r>
    </w:p>
  </w:endnote>
  <w:endnote w:type="continuationSeparator" w:id="0">
    <w:p w:rsidR="00087E06" w:rsidRDefault="00087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E06" w:rsidRDefault="00087E06">
      <w:r>
        <w:separator/>
      </w:r>
    </w:p>
  </w:footnote>
  <w:footnote w:type="continuationSeparator" w:id="0">
    <w:p w:rsidR="00087E06" w:rsidRDefault="00087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E0E"/>
    <w:rsid w:val="00070E30"/>
    <w:rsid w:val="0007100C"/>
    <w:rsid w:val="000804BA"/>
    <w:rsid w:val="00080D27"/>
    <w:rsid w:val="000848C3"/>
    <w:rsid w:val="00084E51"/>
    <w:rsid w:val="0008584A"/>
    <w:rsid w:val="00086122"/>
    <w:rsid w:val="00087E06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3D88"/>
    <w:rsid w:val="000E53B6"/>
    <w:rsid w:val="000E67A5"/>
    <w:rsid w:val="000F0EA8"/>
    <w:rsid w:val="000F3331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12C8"/>
    <w:rsid w:val="001432B3"/>
    <w:rsid w:val="00143745"/>
    <w:rsid w:val="0014591F"/>
    <w:rsid w:val="00150E7D"/>
    <w:rsid w:val="00150EE2"/>
    <w:rsid w:val="00151510"/>
    <w:rsid w:val="0015183E"/>
    <w:rsid w:val="00152425"/>
    <w:rsid w:val="00153570"/>
    <w:rsid w:val="00153BA6"/>
    <w:rsid w:val="00153E39"/>
    <w:rsid w:val="00155C06"/>
    <w:rsid w:val="00156879"/>
    <w:rsid w:val="00156881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756B4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2717"/>
    <w:rsid w:val="001B6046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974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56C7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1972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AA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44FC2"/>
    <w:rsid w:val="00446BAD"/>
    <w:rsid w:val="0045459C"/>
    <w:rsid w:val="00457532"/>
    <w:rsid w:val="00465857"/>
    <w:rsid w:val="00466416"/>
    <w:rsid w:val="00467B81"/>
    <w:rsid w:val="00473488"/>
    <w:rsid w:val="004736DB"/>
    <w:rsid w:val="0047711D"/>
    <w:rsid w:val="00481B0E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12F7"/>
    <w:rsid w:val="00513341"/>
    <w:rsid w:val="0051349C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2289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17F5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189D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47407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961DD"/>
    <w:rsid w:val="006A2387"/>
    <w:rsid w:val="006A370D"/>
    <w:rsid w:val="006A3AB2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2890"/>
    <w:rsid w:val="00774060"/>
    <w:rsid w:val="00775A1B"/>
    <w:rsid w:val="00775F49"/>
    <w:rsid w:val="007838DC"/>
    <w:rsid w:val="00786373"/>
    <w:rsid w:val="00786719"/>
    <w:rsid w:val="00790911"/>
    <w:rsid w:val="00791D72"/>
    <w:rsid w:val="00792F6C"/>
    <w:rsid w:val="007963C3"/>
    <w:rsid w:val="007A2A50"/>
    <w:rsid w:val="007A3206"/>
    <w:rsid w:val="007A367B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3A7E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399A"/>
    <w:rsid w:val="008474F2"/>
    <w:rsid w:val="008508AB"/>
    <w:rsid w:val="00851B70"/>
    <w:rsid w:val="00852C9C"/>
    <w:rsid w:val="00853EE5"/>
    <w:rsid w:val="00854713"/>
    <w:rsid w:val="00860593"/>
    <w:rsid w:val="00863245"/>
    <w:rsid w:val="00863D3A"/>
    <w:rsid w:val="0086776E"/>
    <w:rsid w:val="00870069"/>
    <w:rsid w:val="00870972"/>
    <w:rsid w:val="00871EC4"/>
    <w:rsid w:val="0087294B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1EEA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C13"/>
    <w:rsid w:val="009008B0"/>
    <w:rsid w:val="00900E13"/>
    <w:rsid w:val="00901A04"/>
    <w:rsid w:val="009038AB"/>
    <w:rsid w:val="00904B03"/>
    <w:rsid w:val="00906DF8"/>
    <w:rsid w:val="00912A5D"/>
    <w:rsid w:val="0091569E"/>
    <w:rsid w:val="00915989"/>
    <w:rsid w:val="009203A8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19DC"/>
    <w:rsid w:val="009920E8"/>
    <w:rsid w:val="00996D1B"/>
    <w:rsid w:val="00996FF1"/>
    <w:rsid w:val="009A2ABD"/>
    <w:rsid w:val="009A306A"/>
    <w:rsid w:val="009A3538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5509E"/>
    <w:rsid w:val="00A56F99"/>
    <w:rsid w:val="00A67235"/>
    <w:rsid w:val="00A704BD"/>
    <w:rsid w:val="00A708AE"/>
    <w:rsid w:val="00A72695"/>
    <w:rsid w:val="00A75D8D"/>
    <w:rsid w:val="00A80FBF"/>
    <w:rsid w:val="00A8268E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D7812"/>
    <w:rsid w:val="00AE0341"/>
    <w:rsid w:val="00AE0F04"/>
    <w:rsid w:val="00AE4130"/>
    <w:rsid w:val="00AE6B79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30AD0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1A07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FB7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3127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5C80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392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2EAC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43CE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6D4"/>
    <w:rsid w:val="00EC3DF1"/>
    <w:rsid w:val="00ED2065"/>
    <w:rsid w:val="00ED368E"/>
    <w:rsid w:val="00ED3691"/>
    <w:rsid w:val="00ED6E49"/>
    <w:rsid w:val="00EE574F"/>
    <w:rsid w:val="00EE6576"/>
    <w:rsid w:val="00EF1259"/>
    <w:rsid w:val="00EF160B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3592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96BE2"/>
    <w:rsid w:val="00FA2044"/>
    <w:rsid w:val="00FA2E01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509E5-A8D5-4AF4-B920-553B33CEB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2017-10-10T11:57:00Z</cp:lastPrinted>
  <dcterms:created xsi:type="dcterms:W3CDTF">2017-11-27T13:11:00Z</dcterms:created>
  <dcterms:modified xsi:type="dcterms:W3CDTF">2017-11-27T13:17:00Z</dcterms:modified>
</cp:coreProperties>
</file>