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53454" w14:textId="77777777" w:rsidR="00CA3388" w:rsidRDefault="00CA3388" w:rsidP="00467886">
      <w:pPr>
        <w:tabs>
          <w:tab w:val="left" w:pos="1134"/>
        </w:tabs>
        <w:spacing w:after="80" w:line="360" w:lineRule="auto"/>
        <w:jc w:val="both"/>
        <w:rPr>
          <w:rFonts w:cs="Arial"/>
        </w:rPr>
      </w:pPr>
    </w:p>
    <w:p w14:paraId="1BED011D" w14:textId="30B66D9F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8022E">
        <w:rPr>
          <w:rFonts w:cs="Arial"/>
          <w:b/>
        </w:rPr>
        <w:t>3</w:t>
      </w:r>
      <w:r w:rsidR="00942B7C">
        <w:rPr>
          <w:rFonts w:cs="Arial"/>
          <w:b/>
        </w:rPr>
        <w:t>6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834655" w:rsidRPr="006F704F">
        <w:rPr>
          <w:rFonts w:cs="Arial"/>
          <w:b/>
          <w:bCs/>
        </w:rPr>
        <w:t>2</w:t>
      </w:r>
    </w:p>
    <w:p w14:paraId="6E5076A5" w14:textId="0A4A40B1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r w:rsidR="00942B7C">
        <w:rPr>
          <w:rFonts w:cs="Arial"/>
          <w:b/>
        </w:rPr>
        <w:t>01</w:t>
      </w:r>
      <w:r w:rsidR="00E0540A" w:rsidRPr="006F704F">
        <w:rPr>
          <w:rFonts w:cs="Arial"/>
          <w:b/>
        </w:rPr>
        <w:t>/</w:t>
      </w:r>
      <w:r w:rsidR="006527F8">
        <w:rPr>
          <w:rFonts w:cs="Arial"/>
          <w:b/>
        </w:rPr>
        <w:t>1</w:t>
      </w:r>
      <w:r w:rsidR="00942B7C">
        <w:rPr>
          <w:rFonts w:cs="Arial"/>
          <w:b/>
        </w:rPr>
        <w:t>1</w:t>
      </w:r>
      <w:r w:rsidRPr="006F704F">
        <w:rPr>
          <w:rFonts w:cs="Arial"/>
          <w:b/>
        </w:rPr>
        <w:t>/202</w:t>
      </w:r>
      <w:r w:rsidR="00834655" w:rsidRPr="006F704F">
        <w:rPr>
          <w:rFonts w:cs="Arial"/>
          <w:b/>
        </w:rPr>
        <w:t>2</w:t>
      </w:r>
      <w:r w:rsidR="009A3BA1">
        <w:rPr>
          <w:rFonts w:cs="Arial"/>
          <w:b/>
          <w:bCs/>
        </w:rPr>
        <w:t xml:space="preserve"> (</w:t>
      </w:r>
      <w:r w:rsidR="00EB2119">
        <w:rPr>
          <w:rFonts w:cs="Arial"/>
          <w:b/>
          <w:bCs/>
        </w:rPr>
        <w:t>terça</w:t>
      </w:r>
      <w:bookmarkStart w:id="0" w:name="_GoBack"/>
      <w:bookmarkEnd w:id="0"/>
      <w:r w:rsidR="00D8362F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14:paraId="1FE4923A" w14:textId="6C64D014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14:paraId="11B94B73" w14:textId="77777777" w:rsidR="00726E23" w:rsidRDefault="00726E23" w:rsidP="00DE3AA1">
      <w:pPr>
        <w:spacing w:line="288" w:lineRule="auto"/>
        <w:jc w:val="both"/>
        <w:rPr>
          <w:rFonts w:cs="Arial"/>
          <w:b/>
          <w:bCs/>
        </w:rPr>
      </w:pPr>
    </w:p>
    <w:p w14:paraId="088016B5" w14:textId="77777777" w:rsidR="00162B2B" w:rsidRDefault="00162B2B" w:rsidP="00DE3AA1">
      <w:pPr>
        <w:spacing w:line="288" w:lineRule="auto"/>
        <w:jc w:val="both"/>
        <w:rPr>
          <w:rFonts w:cs="Arial"/>
          <w:b/>
          <w:bCs/>
          <w:sz w:val="10"/>
          <w:szCs w:val="10"/>
        </w:rPr>
      </w:pPr>
    </w:p>
    <w:p w14:paraId="64865A0A" w14:textId="77777777" w:rsidR="00CA3388" w:rsidRPr="00CB7E83" w:rsidRDefault="00CA3388" w:rsidP="00DE3AA1">
      <w:pPr>
        <w:spacing w:line="288" w:lineRule="auto"/>
        <w:jc w:val="both"/>
        <w:rPr>
          <w:rFonts w:cs="Arial"/>
          <w:b/>
          <w:bCs/>
          <w:sz w:val="10"/>
          <w:szCs w:val="10"/>
        </w:rPr>
      </w:pPr>
    </w:p>
    <w:p w14:paraId="2A735C4E" w14:textId="77777777" w:rsidR="004D0EC6" w:rsidRPr="006F704F" w:rsidRDefault="004D0EC6" w:rsidP="00AB5B9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14:paraId="26A8F1C2" w14:textId="77777777" w:rsidR="004D0EC6" w:rsidRDefault="004D0EC6" w:rsidP="00DE3AA1">
      <w:pPr>
        <w:spacing w:after="120" w:line="288" w:lineRule="auto"/>
        <w:jc w:val="both"/>
        <w:rPr>
          <w:rFonts w:cs="Arial"/>
          <w:b/>
          <w:bCs/>
        </w:rPr>
      </w:pPr>
    </w:p>
    <w:p w14:paraId="1139148B" w14:textId="77777777" w:rsidR="00CA3388" w:rsidRPr="00CA3388" w:rsidRDefault="00CA3388" w:rsidP="00DE3AA1">
      <w:pPr>
        <w:spacing w:after="120" w:line="288" w:lineRule="auto"/>
        <w:jc w:val="both"/>
        <w:rPr>
          <w:rFonts w:cs="Arial"/>
          <w:b/>
          <w:bCs/>
          <w:sz w:val="10"/>
          <w:szCs w:val="10"/>
        </w:rPr>
      </w:pPr>
    </w:p>
    <w:p w14:paraId="3A4F55A7" w14:textId="77777777" w:rsidR="004D0EC6" w:rsidRDefault="004D0EC6" w:rsidP="00853563">
      <w:pPr>
        <w:spacing w:after="240" w:line="360" w:lineRule="auto"/>
        <w:jc w:val="both"/>
        <w:rPr>
          <w:rFonts w:cs="Arial"/>
          <w:bCs/>
        </w:rPr>
      </w:pPr>
      <w:r w:rsidRPr="006F704F">
        <w:rPr>
          <w:rFonts w:cs="Arial"/>
        </w:rPr>
        <w:t>Por ordem do Presidente desta Casa Legislativa, o Vereador Paulo Ferreira da Silva (Paulinho dos Condutores</w:t>
      </w:r>
      <w:r w:rsidRPr="00375E82">
        <w:rPr>
          <w:rFonts w:cs="Arial"/>
        </w:rPr>
        <w:t>), observadas as disposições legais e regimentais vigentes, informo a pauta resumida para Sessão Ordinária acima referida</w:t>
      </w:r>
      <w:r w:rsidRPr="00375E82">
        <w:rPr>
          <w:rFonts w:cs="Arial"/>
          <w:bCs/>
        </w:rPr>
        <w:t>:</w:t>
      </w:r>
    </w:p>
    <w:p w14:paraId="5B02BF16" w14:textId="50C9F30B" w:rsidR="003106A3" w:rsidRDefault="003106A3" w:rsidP="003106A3">
      <w:pPr>
        <w:numPr>
          <w:ilvl w:val="0"/>
          <w:numId w:val="14"/>
        </w:numPr>
        <w:spacing w:before="180" w:after="240" w:line="307" w:lineRule="auto"/>
        <w:ind w:left="284" w:hanging="284"/>
        <w:jc w:val="both"/>
        <w:rPr>
          <w:rFonts w:eastAsia="Calibri" w:cs="Arial"/>
        </w:rPr>
      </w:pPr>
      <w:r w:rsidRPr="00252157">
        <w:rPr>
          <w:rFonts w:eastAsia="Calibri" w:cs="Arial"/>
        </w:rPr>
        <w:t>Ato Solene d</w:t>
      </w:r>
      <w:r w:rsidR="007B7EF1" w:rsidRPr="00252157">
        <w:rPr>
          <w:rFonts w:eastAsia="Calibri" w:cs="Arial"/>
        </w:rPr>
        <w:t xml:space="preserve">e </w:t>
      </w:r>
      <w:r w:rsidR="00252157">
        <w:rPr>
          <w:rFonts w:eastAsia="Calibri" w:cs="Arial"/>
        </w:rPr>
        <w:t>entrega</w:t>
      </w:r>
      <w:r w:rsidR="00815AFD" w:rsidRPr="00252157">
        <w:rPr>
          <w:rFonts w:eastAsia="Calibri" w:cs="Arial"/>
        </w:rPr>
        <w:t xml:space="preserve"> d</w:t>
      </w:r>
      <w:r w:rsidR="00252157">
        <w:rPr>
          <w:rFonts w:eastAsia="Calibri" w:cs="Arial"/>
        </w:rPr>
        <w:t>o</w:t>
      </w:r>
      <w:r w:rsidR="00815AFD" w:rsidRPr="00252157">
        <w:rPr>
          <w:rFonts w:eastAsia="Calibri" w:cs="Arial"/>
        </w:rPr>
        <w:t xml:space="preserve"> </w:t>
      </w:r>
      <w:r w:rsidR="00252157">
        <w:rPr>
          <w:rFonts w:eastAsia="Calibri" w:cs="Arial"/>
        </w:rPr>
        <w:t>Selo “ONG Amiga dos Animais</w:t>
      </w:r>
      <w:r w:rsidR="00815AFD" w:rsidRPr="00252157">
        <w:rPr>
          <w:rFonts w:eastAsia="Calibri" w:cs="Arial"/>
        </w:rPr>
        <w:t>”</w:t>
      </w:r>
      <w:r w:rsidRPr="00252157">
        <w:rPr>
          <w:rFonts w:eastAsia="Calibri" w:cs="Arial"/>
        </w:rPr>
        <w:t>, nos termos</w:t>
      </w:r>
      <w:r w:rsidR="008F13B4" w:rsidRPr="00252157">
        <w:rPr>
          <w:rFonts w:eastAsia="Calibri" w:cs="Arial"/>
        </w:rPr>
        <w:t xml:space="preserve"> d</w:t>
      </w:r>
      <w:r w:rsidR="00296603">
        <w:rPr>
          <w:rFonts w:eastAsia="Calibri" w:cs="Arial"/>
        </w:rPr>
        <w:t xml:space="preserve">a Lei Municipal </w:t>
      </w:r>
      <w:r w:rsidRPr="00252157">
        <w:rPr>
          <w:rFonts w:eastAsia="Calibri" w:cs="Arial"/>
        </w:rPr>
        <w:t xml:space="preserve">nº </w:t>
      </w:r>
      <w:r w:rsidR="00296603">
        <w:rPr>
          <w:rFonts w:eastAsia="Calibri" w:cs="Arial"/>
        </w:rPr>
        <w:t>6.472</w:t>
      </w:r>
      <w:r w:rsidR="00815AFD" w:rsidRPr="00252157">
        <w:rPr>
          <w:rFonts w:eastAsia="Calibri" w:cs="Arial"/>
        </w:rPr>
        <w:t>/20</w:t>
      </w:r>
      <w:r w:rsidR="00296603">
        <w:rPr>
          <w:rFonts w:eastAsia="Calibri" w:cs="Arial"/>
        </w:rPr>
        <w:t>22</w:t>
      </w:r>
      <w:r w:rsidRPr="00252157">
        <w:rPr>
          <w:rFonts w:eastAsia="Calibri" w:cs="Arial"/>
        </w:rPr>
        <w:t>;</w:t>
      </w:r>
    </w:p>
    <w:p w14:paraId="5C52352D" w14:textId="2268151E" w:rsidR="0024433E" w:rsidRPr="00252157" w:rsidRDefault="0024433E" w:rsidP="003106A3">
      <w:pPr>
        <w:numPr>
          <w:ilvl w:val="0"/>
          <w:numId w:val="14"/>
        </w:numPr>
        <w:spacing w:before="180" w:after="24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Professora </w:t>
      </w:r>
      <w:r w:rsidR="00197884">
        <w:rPr>
          <w:rFonts w:eastAsia="Calibri" w:cs="Arial"/>
        </w:rPr>
        <w:t xml:space="preserve">Marta Maria Pierro de Brito, representante da Diretoria de Ensino - Região de Jacareí, que vai tratar do tema </w:t>
      </w:r>
      <w:r w:rsidR="00125EF5">
        <w:rPr>
          <w:rFonts w:eastAsia="Calibri" w:cs="Arial"/>
        </w:rPr>
        <w:t>“</w:t>
      </w:r>
      <w:r w:rsidR="00E57672">
        <w:rPr>
          <w:rFonts w:eastAsia="Calibri" w:cs="Arial"/>
        </w:rPr>
        <w:t>A</w:t>
      </w:r>
      <w:r w:rsidR="00125EF5" w:rsidRPr="00125EF5">
        <w:rPr>
          <w:rFonts w:eastAsia="Calibri" w:cs="Arial"/>
          <w:bCs/>
        </w:rPr>
        <w:t xml:space="preserve">ções </w:t>
      </w:r>
      <w:r w:rsidR="00E57672">
        <w:rPr>
          <w:rFonts w:eastAsia="Calibri" w:cs="Arial"/>
        </w:rPr>
        <w:t>da Diretoria de Ensino</w:t>
      </w:r>
      <w:r w:rsidR="00E57672" w:rsidRPr="00125EF5">
        <w:rPr>
          <w:rFonts w:eastAsia="Calibri" w:cs="Arial"/>
          <w:bCs/>
        </w:rPr>
        <w:t xml:space="preserve"> </w:t>
      </w:r>
      <w:r w:rsidR="00125EF5" w:rsidRPr="00125EF5">
        <w:rPr>
          <w:rFonts w:eastAsia="Calibri" w:cs="Arial"/>
          <w:bCs/>
        </w:rPr>
        <w:t>voltadas para o Desenvolvimento Sustentável, em especial o Projeto Caminhos para a Transformação - Agenda 2030/ODS</w:t>
      </w:r>
      <w:r w:rsidR="00125EF5">
        <w:rPr>
          <w:rFonts w:eastAsia="Calibri" w:cs="Arial"/>
          <w:bCs/>
        </w:rPr>
        <w:t>”;</w:t>
      </w:r>
    </w:p>
    <w:p w14:paraId="1095A7A9" w14:textId="58B9D8CB" w:rsidR="004D0EC6" w:rsidRDefault="004D0EC6" w:rsidP="00467886">
      <w:pPr>
        <w:numPr>
          <w:ilvl w:val="0"/>
          <w:numId w:val="14"/>
        </w:numPr>
        <w:spacing w:before="180" w:after="24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14:paraId="4060D5BE" w14:textId="77777777" w:rsidR="002010A7" w:rsidRDefault="002010A7" w:rsidP="00467886">
      <w:pPr>
        <w:numPr>
          <w:ilvl w:val="0"/>
          <w:numId w:val="14"/>
        </w:numPr>
        <w:spacing w:before="180" w:after="24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Dia;</w:t>
      </w:r>
    </w:p>
    <w:p w14:paraId="385FC1AB" w14:textId="77777777" w:rsidR="00F474B2" w:rsidRPr="006F704F" w:rsidRDefault="00FE1407" w:rsidP="00467886">
      <w:pPr>
        <w:numPr>
          <w:ilvl w:val="0"/>
          <w:numId w:val="14"/>
        </w:numPr>
        <w:spacing w:before="180" w:after="24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14:paraId="7DE68BDF" w14:textId="77777777" w:rsidR="00562268" w:rsidRPr="00562268" w:rsidRDefault="00562268" w:rsidP="00DE3AA1">
      <w:pPr>
        <w:spacing w:line="288" w:lineRule="auto"/>
        <w:jc w:val="both"/>
        <w:rPr>
          <w:rFonts w:eastAsia="Calibri" w:cs="Arial"/>
          <w:sz w:val="10"/>
          <w:szCs w:val="10"/>
        </w:rPr>
      </w:pPr>
    </w:p>
    <w:p w14:paraId="1DF05988" w14:textId="77777777" w:rsidR="004D0EC6" w:rsidRDefault="004D0EC6" w:rsidP="00467886">
      <w:pPr>
        <w:numPr>
          <w:ilvl w:val="0"/>
          <w:numId w:val="16"/>
        </w:numPr>
        <w:pBdr>
          <w:top w:val="single" w:sz="4" w:space="1" w:color="auto"/>
        </w:pBdr>
        <w:spacing w:before="120" w:after="360" w:line="360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14:paraId="410F4DDE" w14:textId="529F81B9" w:rsidR="007803F1" w:rsidRPr="007803F1" w:rsidRDefault="00342094" w:rsidP="007803F1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6C7779"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6C7779" w:rsidRPr="007803F1">
        <w:rPr>
          <w:rFonts w:cs="Arial"/>
          <w:b/>
          <w:color w:val="000000"/>
          <w:u w:val="single"/>
        </w:rPr>
        <w:t>do P</w:t>
      </w:r>
      <w:r w:rsidR="005F203C">
        <w:rPr>
          <w:rFonts w:cs="Arial"/>
          <w:b/>
          <w:color w:val="000000"/>
          <w:u w:val="single"/>
        </w:rPr>
        <w:t>LL</w:t>
      </w:r>
      <w:r>
        <w:rPr>
          <w:rFonts w:cs="Arial"/>
          <w:b/>
          <w:color w:val="000000"/>
          <w:u w:val="single"/>
        </w:rPr>
        <w:t xml:space="preserve"> </w:t>
      </w:r>
      <w:r w:rsidR="006C7779" w:rsidRPr="007803F1">
        <w:rPr>
          <w:rFonts w:cs="Arial"/>
          <w:b/>
          <w:color w:val="000000"/>
          <w:u w:val="single"/>
        </w:rPr>
        <w:t>nº 0</w:t>
      </w:r>
      <w:r w:rsidR="005F203C">
        <w:rPr>
          <w:rFonts w:cs="Arial"/>
          <w:b/>
          <w:color w:val="000000"/>
          <w:u w:val="single"/>
        </w:rPr>
        <w:t>58</w:t>
      </w:r>
      <w:r w:rsidR="006C7779" w:rsidRPr="007803F1">
        <w:rPr>
          <w:rFonts w:cs="Arial"/>
          <w:b/>
          <w:color w:val="000000"/>
          <w:u w:val="single"/>
        </w:rPr>
        <w:t xml:space="preserve">/2022 </w:t>
      </w:r>
      <w:r w:rsidR="006C7779">
        <w:rPr>
          <w:rFonts w:cs="Arial"/>
          <w:b/>
          <w:color w:val="000000"/>
          <w:u w:val="single"/>
        </w:rPr>
        <w:t>–</w:t>
      </w:r>
      <w:r w:rsidR="006C7779" w:rsidRPr="007803F1">
        <w:rPr>
          <w:rFonts w:cs="Arial"/>
          <w:b/>
          <w:color w:val="000000"/>
          <w:u w:val="single"/>
        </w:rPr>
        <w:t xml:space="preserve"> Pro</w:t>
      </w:r>
      <w:r w:rsidR="006C7779">
        <w:rPr>
          <w:rFonts w:cs="Arial"/>
          <w:b/>
          <w:color w:val="000000"/>
          <w:u w:val="single"/>
        </w:rPr>
        <w:t xml:space="preserve">jeto de </w:t>
      </w:r>
      <w:r w:rsidR="005F203C">
        <w:rPr>
          <w:rFonts w:cs="Arial"/>
          <w:b/>
          <w:color w:val="000000"/>
          <w:u w:val="single"/>
        </w:rPr>
        <w:t>Lei do Legislativo</w:t>
      </w:r>
    </w:p>
    <w:p w14:paraId="60443CFA" w14:textId="37439658" w:rsidR="003C63B0" w:rsidRPr="007803F1" w:rsidRDefault="007803F1" w:rsidP="003C63B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342094">
        <w:rPr>
          <w:rFonts w:cs="Arial"/>
          <w:color w:val="000000"/>
        </w:rPr>
        <w:t>Vereador</w:t>
      </w:r>
      <w:r w:rsidR="005F203C">
        <w:rPr>
          <w:rFonts w:cs="Arial"/>
          <w:color w:val="000000"/>
        </w:rPr>
        <w:t xml:space="preserve"> Roninha</w:t>
      </w:r>
      <w:r w:rsidR="003C63B0" w:rsidRPr="007803F1">
        <w:rPr>
          <w:rFonts w:cs="Arial"/>
          <w:color w:val="000000"/>
        </w:rPr>
        <w:t>.</w:t>
      </w:r>
    </w:p>
    <w:p w14:paraId="27A1030A" w14:textId="18A0B66F" w:rsidR="007803F1" w:rsidRDefault="006C7779" w:rsidP="00EC6D5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5F203C" w:rsidRPr="005F203C">
        <w:rPr>
          <w:rFonts w:cs="Arial"/>
          <w:color w:val="000000"/>
        </w:rPr>
        <w:t>Dispõe sobre a comemoração do Dia Municipal de Combate à Intolerância Religiosa.</w:t>
      </w:r>
    </w:p>
    <w:p w14:paraId="229499E1" w14:textId="77777777" w:rsidR="004C6B2C" w:rsidRDefault="004C6B2C" w:rsidP="007803F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695CF9EA" w14:textId="18FFF314" w:rsidR="00F36DAA" w:rsidRPr="008A4F36" w:rsidRDefault="00723703" w:rsidP="00F36DAA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="007C3DA2" w:rsidRPr="008A4F36">
        <w:rPr>
          <w:rFonts w:cs="Arial"/>
          <w:b/>
          <w:color w:val="000000"/>
          <w:u w:val="single"/>
        </w:rPr>
        <w:t xml:space="preserve"> </w:t>
      </w:r>
      <w:r w:rsidR="00F36DAA" w:rsidRPr="008A4F36">
        <w:rPr>
          <w:rFonts w:cs="Arial"/>
          <w:b/>
          <w:color w:val="000000"/>
          <w:u w:val="single"/>
        </w:rPr>
        <w:t>do P</w:t>
      </w:r>
      <w:r w:rsidR="00627A52">
        <w:rPr>
          <w:rFonts w:cs="Arial"/>
          <w:b/>
          <w:color w:val="000000"/>
          <w:u w:val="single"/>
        </w:rPr>
        <w:t>D</w:t>
      </w:r>
      <w:r w:rsidR="00F36DAA" w:rsidRPr="008A4F36">
        <w:rPr>
          <w:rFonts w:cs="Arial"/>
          <w:b/>
          <w:color w:val="000000"/>
          <w:u w:val="single"/>
        </w:rPr>
        <w:t>L nº 0</w:t>
      </w:r>
      <w:r w:rsidR="00627A52">
        <w:rPr>
          <w:rFonts w:cs="Arial"/>
          <w:b/>
          <w:color w:val="000000"/>
          <w:u w:val="single"/>
        </w:rPr>
        <w:t>10</w:t>
      </w:r>
      <w:r w:rsidR="00F36DAA" w:rsidRPr="008A4F36">
        <w:rPr>
          <w:rFonts w:cs="Arial"/>
          <w:b/>
          <w:color w:val="000000"/>
          <w:u w:val="single"/>
        </w:rPr>
        <w:t>/2022 – Pro</w:t>
      </w:r>
      <w:r w:rsidR="007C3DA2" w:rsidRPr="008A4F36">
        <w:rPr>
          <w:rFonts w:cs="Arial"/>
          <w:b/>
          <w:color w:val="000000"/>
          <w:u w:val="single"/>
        </w:rPr>
        <w:t xml:space="preserve">jeto de </w:t>
      </w:r>
      <w:r w:rsidR="00627A52">
        <w:rPr>
          <w:rFonts w:cs="Arial"/>
          <w:b/>
          <w:color w:val="000000"/>
          <w:u w:val="single"/>
        </w:rPr>
        <w:t>Decreto Legisla</w:t>
      </w:r>
      <w:r w:rsidR="00F36DAA" w:rsidRPr="008A4F36">
        <w:rPr>
          <w:rFonts w:cs="Arial"/>
          <w:b/>
          <w:color w:val="000000"/>
          <w:u w:val="single"/>
        </w:rPr>
        <w:t>tivo</w:t>
      </w:r>
    </w:p>
    <w:p w14:paraId="2EEC811E" w14:textId="56D2AF8C" w:rsidR="00F36DAA" w:rsidRPr="008A4F36" w:rsidRDefault="00F36DAA" w:rsidP="00F36DA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A4F36">
        <w:rPr>
          <w:rFonts w:cs="Arial"/>
          <w:color w:val="000000"/>
          <w:u w:val="single"/>
        </w:rPr>
        <w:t>Autoria</w:t>
      </w:r>
      <w:r w:rsidRPr="008A4F36">
        <w:rPr>
          <w:rFonts w:cs="Arial"/>
          <w:color w:val="000000"/>
        </w:rPr>
        <w:t xml:space="preserve">: </w:t>
      </w:r>
      <w:r w:rsidR="00627A52">
        <w:rPr>
          <w:rFonts w:cs="Arial"/>
          <w:color w:val="000000"/>
        </w:rPr>
        <w:t>Vereadores Edgard Sasaki, Abner e Paulinho do Esporte</w:t>
      </w:r>
      <w:r w:rsidRPr="008A4F36">
        <w:rPr>
          <w:rFonts w:cs="Arial"/>
          <w:color w:val="000000"/>
        </w:rPr>
        <w:t>.</w:t>
      </w:r>
    </w:p>
    <w:p w14:paraId="42222015" w14:textId="4C093272" w:rsidR="00F36DAA" w:rsidRPr="008A4F36" w:rsidRDefault="00F36DAA" w:rsidP="00F36DA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A4F36">
        <w:rPr>
          <w:rFonts w:cs="Arial"/>
          <w:color w:val="000000"/>
          <w:u w:val="single"/>
        </w:rPr>
        <w:t>Assunto</w:t>
      </w:r>
      <w:r w:rsidRPr="008A4F36">
        <w:rPr>
          <w:rFonts w:cs="Arial"/>
          <w:color w:val="000000"/>
        </w:rPr>
        <w:t xml:space="preserve">: </w:t>
      </w:r>
      <w:r w:rsidR="00723703">
        <w:rPr>
          <w:rFonts w:cs="Arial"/>
          <w:color w:val="000000"/>
        </w:rPr>
        <w:t>Concede o prêmio “Herbert José de Souza”</w:t>
      </w:r>
      <w:r w:rsidR="007C3DA2" w:rsidRPr="008A4F36">
        <w:rPr>
          <w:rFonts w:cs="Arial"/>
          <w:color w:val="000000"/>
        </w:rPr>
        <w:t>.</w:t>
      </w:r>
    </w:p>
    <w:p w14:paraId="6AC61FBB" w14:textId="77777777" w:rsidR="007C3DA2" w:rsidRDefault="007C3DA2" w:rsidP="00F36DAA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14CC8725" w14:textId="087BA97D" w:rsidR="004D0EC6" w:rsidRPr="006F704F" w:rsidRDefault="004D0EC6" w:rsidP="00A1370D">
      <w:pPr>
        <w:numPr>
          <w:ilvl w:val="0"/>
          <w:numId w:val="16"/>
        </w:numPr>
        <w:pBdr>
          <w:top w:val="single" w:sz="4" w:space="1" w:color="auto"/>
        </w:pBdr>
        <w:spacing w:before="120" w:after="120" w:line="336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lastRenderedPageBreak/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14:paraId="1FD07B71" w14:textId="35FBAE78" w:rsidR="00D93E39" w:rsidRDefault="00E7733B" w:rsidP="00D93E39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BF47DF">
        <w:rPr>
          <w:rFonts w:cs="Arial"/>
        </w:rPr>
        <w:t>ROGÉRIO TIMÓTEO</w:t>
      </w:r>
      <w:r w:rsidRPr="00BF47DF">
        <w:rPr>
          <w:rFonts w:cs="Arial"/>
        </w:rPr>
        <w:tab/>
        <w:t>REPUBLICANOS</w:t>
      </w:r>
      <w:proofErr w:type="gramStart"/>
      <w:r w:rsidR="00942B7C" w:rsidRPr="006F704F">
        <w:rPr>
          <w:rFonts w:cs="Arial"/>
        </w:rPr>
        <w:tab/>
        <w:t>(</w:t>
      </w:r>
      <w:proofErr w:type="gramEnd"/>
      <w:r w:rsidR="00942B7C" w:rsidRPr="006F704F">
        <w:rPr>
          <w:rFonts w:cs="Arial"/>
        </w:rPr>
        <w:t>LEITURA DA BÍBLIA)</w:t>
      </w:r>
    </w:p>
    <w:p w14:paraId="3B578D8F" w14:textId="39959D31" w:rsidR="00D93E39" w:rsidRDefault="00D93E39" w:rsidP="00D93E39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RONINHA</w:t>
      </w:r>
      <w:r w:rsidRPr="006F704F">
        <w:rPr>
          <w:rFonts w:cs="Arial"/>
        </w:rPr>
        <w:tab/>
        <w:t>PODE</w:t>
      </w:r>
      <w:r w:rsidR="00C81B14">
        <w:rPr>
          <w:rFonts w:cs="Arial"/>
        </w:rPr>
        <w:t>MOS</w:t>
      </w:r>
    </w:p>
    <w:p w14:paraId="61DE7C24" w14:textId="6E515CC8" w:rsidR="00674E19" w:rsidRDefault="00674E19" w:rsidP="00674E19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SÔNIA PATAS DA AMIZADE</w:t>
      </w:r>
      <w:r w:rsidRPr="006F704F">
        <w:rPr>
          <w:rFonts w:cs="Arial"/>
        </w:rPr>
        <w:tab/>
        <w:t>PL</w:t>
      </w:r>
    </w:p>
    <w:p w14:paraId="2C153FE4" w14:textId="77777777" w:rsidR="002539B9" w:rsidRDefault="002539B9" w:rsidP="002539B9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UNIÃO</w:t>
      </w:r>
    </w:p>
    <w:p w14:paraId="620D7885" w14:textId="758F9979" w:rsidR="00D05527" w:rsidRDefault="00D05527" w:rsidP="00D05527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ABNER</w:t>
      </w:r>
      <w:r w:rsidRPr="006F704F">
        <w:rPr>
          <w:rFonts w:cs="Arial"/>
        </w:rPr>
        <w:tab/>
        <w:t>PSDB</w:t>
      </w:r>
    </w:p>
    <w:p w14:paraId="4147A3C2" w14:textId="1B1FAA66" w:rsidR="002F32FE" w:rsidRDefault="002F32FE" w:rsidP="002F32FE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DUDI</w:t>
      </w:r>
      <w:r w:rsidRPr="006F704F">
        <w:rPr>
          <w:rFonts w:cs="Arial"/>
        </w:rPr>
        <w:tab/>
        <w:t>PL</w:t>
      </w:r>
    </w:p>
    <w:p w14:paraId="46C6A64B" w14:textId="77777777" w:rsidR="007F4860" w:rsidRDefault="007F4860" w:rsidP="007F4860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EDGARD SASAKI</w:t>
      </w:r>
      <w:r w:rsidRPr="006F704F">
        <w:rPr>
          <w:rFonts w:cs="Arial"/>
        </w:rPr>
        <w:tab/>
      </w:r>
      <w:r>
        <w:rPr>
          <w:rFonts w:cs="Arial"/>
        </w:rPr>
        <w:t>PSDB</w:t>
      </w:r>
    </w:p>
    <w:p w14:paraId="328D5B3F" w14:textId="466F5B09" w:rsidR="00CC331B" w:rsidRDefault="00CC331B" w:rsidP="00CC331B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14:paraId="4CFD245E" w14:textId="77777777" w:rsidR="006527F8" w:rsidRDefault="006527F8" w:rsidP="006527F8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14:paraId="22A6F254" w14:textId="0B2B07D6" w:rsidR="006631E4" w:rsidRDefault="006631E4" w:rsidP="006631E4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14:paraId="00115709" w14:textId="77777777" w:rsidR="0016754D" w:rsidRDefault="0016754D" w:rsidP="0016754D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PSD</w:t>
      </w:r>
    </w:p>
    <w:p w14:paraId="442A6FCF" w14:textId="77777777" w:rsidR="00E50E78" w:rsidRDefault="00E50E78" w:rsidP="00E50E78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DOS CONDUTORES</w:t>
      </w:r>
      <w:r w:rsidRPr="006F704F">
        <w:rPr>
          <w:rFonts w:cs="Arial"/>
        </w:rPr>
        <w:tab/>
        <w:t>PL</w:t>
      </w:r>
    </w:p>
    <w:p w14:paraId="7CFDE239" w14:textId="77777777" w:rsidR="00942B7C" w:rsidRDefault="00942B7C" w:rsidP="00942B7C">
      <w:pPr>
        <w:numPr>
          <w:ilvl w:val="0"/>
          <w:numId w:val="15"/>
        </w:num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RODRIGO SALOMON, DR. </w:t>
      </w:r>
      <w:r w:rsidRPr="006F704F">
        <w:rPr>
          <w:rFonts w:cs="Arial"/>
        </w:rPr>
        <w:tab/>
        <w:t>PSDB</w:t>
      </w:r>
    </w:p>
    <w:p w14:paraId="2E4B14CC" w14:textId="77777777" w:rsidR="00A1370D" w:rsidRDefault="00A1370D" w:rsidP="0098587C">
      <w:pPr>
        <w:tabs>
          <w:tab w:val="left" w:leader="dot" w:pos="709"/>
          <w:tab w:val="right" w:leader="dot" w:pos="5812"/>
          <w:tab w:val="left" w:leader="dot" w:pos="6237"/>
        </w:tabs>
        <w:spacing w:line="360" w:lineRule="auto"/>
        <w:jc w:val="both"/>
        <w:rPr>
          <w:rFonts w:cs="Arial"/>
        </w:rPr>
      </w:pPr>
    </w:p>
    <w:p w14:paraId="715AA0E3" w14:textId="612F7982" w:rsidR="004D0EC6" w:rsidRPr="006F704F" w:rsidRDefault="004D0EC6" w:rsidP="00A1370D">
      <w:pPr>
        <w:spacing w:line="312" w:lineRule="auto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E50E78">
        <w:rPr>
          <w:rFonts w:cs="Arial"/>
        </w:rPr>
        <w:t>2</w:t>
      </w:r>
      <w:r w:rsidR="00942B7C">
        <w:rPr>
          <w:rFonts w:cs="Arial"/>
        </w:rPr>
        <w:t>7</w:t>
      </w:r>
      <w:r w:rsidR="00E0540A" w:rsidRPr="006F704F">
        <w:rPr>
          <w:rFonts w:cs="Arial"/>
        </w:rPr>
        <w:t xml:space="preserve"> de </w:t>
      </w:r>
      <w:r w:rsidR="006527F8">
        <w:rPr>
          <w:rFonts w:cs="Arial"/>
        </w:rPr>
        <w:t>outubro</w:t>
      </w:r>
      <w:r w:rsidR="0006593A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EF7A2A" w:rsidRPr="006F704F">
        <w:rPr>
          <w:rFonts w:cs="Arial"/>
        </w:rPr>
        <w:t>2</w:t>
      </w:r>
      <w:r w:rsidRPr="006F704F">
        <w:rPr>
          <w:rFonts w:cs="Arial"/>
        </w:rPr>
        <w:t>.</w:t>
      </w:r>
    </w:p>
    <w:p w14:paraId="6EFA65DE" w14:textId="77777777" w:rsidR="006355C3" w:rsidRDefault="006355C3" w:rsidP="00A1370D">
      <w:pPr>
        <w:spacing w:line="312" w:lineRule="auto"/>
        <w:jc w:val="right"/>
        <w:rPr>
          <w:rFonts w:cs="Arial"/>
        </w:rPr>
      </w:pPr>
    </w:p>
    <w:p w14:paraId="3B2F5ADA" w14:textId="77777777" w:rsidR="001F49FB" w:rsidRPr="001F49FB" w:rsidRDefault="001F49FB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14:paraId="1C97570D" w14:textId="39FE09A9"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14:paraId="74F348D7" w14:textId="77777777"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C251D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F976E" w14:textId="77777777" w:rsidR="00C06214" w:rsidRDefault="00C06214">
      <w:r>
        <w:separator/>
      </w:r>
    </w:p>
  </w:endnote>
  <w:endnote w:type="continuationSeparator" w:id="0">
    <w:p w14:paraId="34B9374D" w14:textId="77777777" w:rsidR="00C06214" w:rsidRDefault="00C0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5EE1E" w14:textId="77777777" w:rsidR="00C06214" w:rsidRDefault="00C06214">
      <w:r>
        <w:separator/>
      </w:r>
    </w:p>
  </w:footnote>
  <w:footnote w:type="continuationSeparator" w:id="0">
    <w:p w14:paraId="3133B3DE" w14:textId="77777777" w:rsidR="00C06214" w:rsidRDefault="00C06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AA98950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7F4860">
      <w:rPr>
        <w:rFonts w:cs="Arial"/>
        <w:b/>
        <w:sz w:val="20"/>
        <w:szCs w:val="20"/>
        <w:u w:val="single"/>
      </w:rPr>
      <w:t>3</w:t>
    </w:r>
    <w:r w:rsidR="00942B7C">
      <w:rPr>
        <w:rFonts w:cs="Arial"/>
        <w:b/>
        <w:sz w:val="20"/>
        <w:szCs w:val="20"/>
        <w:u w:val="single"/>
      </w:rPr>
      <w:t>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42B7C">
      <w:rPr>
        <w:rFonts w:cs="Arial"/>
        <w:b/>
        <w:sz w:val="20"/>
        <w:szCs w:val="20"/>
        <w:u w:val="single"/>
      </w:rPr>
      <w:t>01</w:t>
    </w:r>
    <w:r w:rsidR="00D05527">
      <w:rPr>
        <w:rFonts w:cs="Arial"/>
        <w:b/>
        <w:sz w:val="20"/>
        <w:szCs w:val="20"/>
        <w:u w:val="single"/>
      </w:rPr>
      <w:t>/</w:t>
    </w:r>
    <w:r w:rsidR="006527F8">
      <w:rPr>
        <w:rFonts w:cs="Arial"/>
        <w:b/>
        <w:sz w:val="20"/>
        <w:szCs w:val="20"/>
        <w:u w:val="single"/>
      </w:rPr>
      <w:t>1</w:t>
    </w:r>
    <w:r w:rsidR="00942B7C">
      <w:rPr>
        <w:rFonts w:cs="Arial"/>
        <w:b/>
        <w:sz w:val="20"/>
        <w:szCs w:val="20"/>
        <w:u w:val="single"/>
      </w:rPr>
      <w:t>1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EF7A2A">
      <w:rPr>
        <w:rFonts w:cs="Arial"/>
        <w:b/>
        <w:sz w:val="20"/>
        <w:szCs w:val="20"/>
        <w:u w:val="single"/>
      </w:rPr>
      <w:t>2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EB2119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EB2119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7"/>
  </w:num>
  <w:num w:numId="9">
    <w:abstractNumId w:val="14"/>
  </w:num>
  <w:num w:numId="10">
    <w:abstractNumId w:val="16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7983"/>
    <w:rsid w:val="00010158"/>
    <w:rsid w:val="0001190B"/>
    <w:rsid w:val="00011D9F"/>
    <w:rsid w:val="000122AA"/>
    <w:rsid w:val="0001340A"/>
    <w:rsid w:val="00014699"/>
    <w:rsid w:val="0001581B"/>
    <w:rsid w:val="00017775"/>
    <w:rsid w:val="000230D7"/>
    <w:rsid w:val="000238B8"/>
    <w:rsid w:val="00024775"/>
    <w:rsid w:val="0002482B"/>
    <w:rsid w:val="000334E5"/>
    <w:rsid w:val="00033944"/>
    <w:rsid w:val="00035380"/>
    <w:rsid w:val="0003551B"/>
    <w:rsid w:val="00036EEC"/>
    <w:rsid w:val="00037CF0"/>
    <w:rsid w:val="00040D4F"/>
    <w:rsid w:val="00040EB3"/>
    <w:rsid w:val="0004132E"/>
    <w:rsid w:val="00042362"/>
    <w:rsid w:val="000427D6"/>
    <w:rsid w:val="00043296"/>
    <w:rsid w:val="00043851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593A"/>
    <w:rsid w:val="00072F96"/>
    <w:rsid w:val="00073E9A"/>
    <w:rsid w:val="000747BA"/>
    <w:rsid w:val="00074C79"/>
    <w:rsid w:val="00074D9F"/>
    <w:rsid w:val="000759E6"/>
    <w:rsid w:val="00084192"/>
    <w:rsid w:val="0008513B"/>
    <w:rsid w:val="000864F6"/>
    <w:rsid w:val="00086E7E"/>
    <w:rsid w:val="000876CD"/>
    <w:rsid w:val="00090D12"/>
    <w:rsid w:val="00090FD7"/>
    <w:rsid w:val="0009153B"/>
    <w:rsid w:val="00095992"/>
    <w:rsid w:val="000960ED"/>
    <w:rsid w:val="000961BA"/>
    <w:rsid w:val="00096234"/>
    <w:rsid w:val="000A05D6"/>
    <w:rsid w:val="000A107C"/>
    <w:rsid w:val="000A5842"/>
    <w:rsid w:val="000A5A2C"/>
    <w:rsid w:val="000A62E1"/>
    <w:rsid w:val="000A7479"/>
    <w:rsid w:val="000B2455"/>
    <w:rsid w:val="000B3D79"/>
    <w:rsid w:val="000B553D"/>
    <w:rsid w:val="000B5AA4"/>
    <w:rsid w:val="000B6728"/>
    <w:rsid w:val="000B7026"/>
    <w:rsid w:val="000B722E"/>
    <w:rsid w:val="000B7342"/>
    <w:rsid w:val="000B782C"/>
    <w:rsid w:val="000C2EC9"/>
    <w:rsid w:val="000C71FC"/>
    <w:rsid w:val="000C73E3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7022"/>
    <w:rsid w:val="000E7266"/>
    <w:rsid w:val="000F4AFF"/>
    <w:rsid w:val="000F5B44"/>
    <w:rsid w:val="000F74A9"/>
    <w:rsid w:val="0010237C"/>
    <w:rsid w:val="00102734"/>
    <w:rsid w:val="0010338A"/>
    <w:rsid w:val="001039E1"/>
    <w:rsid w:val="00106256"/>
    <w:rsid w:val="00111F72"/>
    <w:rsid w:val="00113DB8"/>
    <w:rsid w:val="001142D3"/>
    <w:rsid w:val="00115908"/>
    <w:rsid w:val="0011667E"/>
    <w:rsid w:val="0011723F"/>
    <w:rsid w:val="00120A34"/>
    <w:rsid w:val="00120A97"/>
    <w:rsid w:val="00120BB9"/>
    <w:rsid w:val="0012247D"/>
    <w:rsid w:val="00122A6F"/>
    <w:rsid w:val="001251BF"/>
    <w:rsid w:val="00125EF5"/>
    <w:rsid w:val="00130402"/>
    <w:rsid w:val="00132D39"/>
    <w:rsid w:val="00133004"/>
    <w:rsid w:val="001374C3"/>
    <w:rsid w:val="00140B02"/>
    <w:rsid w:val="001457E1"/>
    <w:rsid w:val="001529E9"/>
    <w:rsid w:val="0015651A"/>
    <w:rsid w:val="001578B4"/>
    <w:rsid w:val="00157963"/>
    <w:rsid w:val="00160D81"/>
    <w:rsid w:val="00161C94"/>
    <w:rsid w:val="00162591"/>
    <w:rsid w:val="00162605"/>
    <w:rsid w:val="00162B2B"/>
    <w:rsid w:val="0016340A"/>
    <w:rsid w:val="00163724"/>
    <w:rsid w:val="00163988"/>
    <w:rsid w:val="00163A33"/>
    <w:rsid w:val="00164676"/>
    <w:rsid w:val="001671DF"/>
    <w:rsid w:val="0016754D"/>
    <w:rsid w:val="001722A0"/>
    <w:rsid w:val="00174570"/>
    <w:rsid w:val="0017526C"/>
    <w:rsid w:val="00175D05"/>
    <w:rsid w:val="00176ACF"/>
    <w:rsid w:val="00182957"/>
    <w:rsid w:val="00183351"/>
    <w:rsid w:val="001835A7"/>
    <w:rsid w:val="00184EAF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A2D51"/>
    <w:rsid w:val="001A51E5"/>
    <w:rsid w:val="001B1DA1"/>
    <w:rsid w:val="001B35A9"/>
    <w:rsid w:val="001B576A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6C1B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49FB"/>
    <w:rsid w:val="001F4D0C"/>
    <w:rsid w:val="001F60F5"/>
    <w:rsid w:val="001F64DB"/>
    <w:rsid w:val="001F65A0"/>
    <w:rsid w:val="001F7728"/>
    <w:rsid w:val="002004BD"/>
    <w:rsid w:val="00200C12"/>
    <w:rsid w:val="002010A7"/>
    <w:rsid w:val="00202C54"/>
    <w:rsid w:val="00203040"/>
    <w:rsid w:val="0020324E"/>
    <w:rsid w:val="00204393"/>
    <w:rsid w:val="00207125"/>
    <w:rsid w:val="00210147"/>
    <w:rsid w:val="002101E5"/>
    <w:rsid w:val="002113F4"/>
    <w:rsid w:val="00211CAB"/>
    <w:rsid w:val="00215AD9"/>
    <w:rsid w:val="00216AF0"/>
    <w:rsid w:val="00217C71"/>
    <w:rsid w:val="00222A3B"/>
    <w:rsid w:val="00222D66"/>
    <w:rsid w:val="00225B19"/>
    <w:rsid w:val="00227FD4"/>
    <w:rsid w:val="00232558"/>
    <w:rsid w:val="00233519"/>
    <w:rsid w:val="002340E5"/>
    <w:rsid w:val="00234FA1"/>
    <w:rsid w:val="002350C3"/>
    <w:rsid w:val="00235F05"/>
    <w:rsid w:val="00237C19"/>
    <w:rsid w:val="00240C08"/>
    <w:rsid w:val="0024433E"/>
    <w:rsid w:val="00251C88"/>
    <w:rsid w:val="00252157"/>
    <w:rsid w:val="00253056"/>
    <w:rsid w:val="002539B9"/>
    <w:rsid w:val="00254076"/>
    <w:rsid w:val="00255E7D"/>
    <w:rsid w:val="00256F2E"/>
    <w:rsid w:val="00257D6A"/>
    <w:rsid w:val="0026006F"/>
    <w:rsid w:val="00260ADD"/>
    <w:rsid w:val="00261AED"/>
    <w:rsid w:val="00261C7D"/>
    <w:rsid w:val="00261F4B"/>
    <w:rsid w:val="002641FD"/>
    <w:rsid w:val="0026756F"/>
    <w:rsid w:val="00270041"/>
    <w:rsid w:val="00271114"/>
    <w:rsid w:val="00272BA1"/>
    <w:rsid w:val="00274BA1"/>
    <w:rsid w:val="00276F23"/>
    <w:rsid w:val="002772CD"/>
    <w:rsid w:val="00280188"/>
    <w:rsid w:val="00281C04"/>
    <w:rsid w:val="00282639"/>
    <w:rsid w:val="00282A1C"/>
    <w:rsid w:val="00284D6A"/>
    <w:rsid w:val="0029065B"/>
    <w:rsid w:val="002961E6"/>
    <w:rsid w:val="002964DB"/>
    <w:rsid w:val="00296603"/>
    <w:rsid w:val="00297D0F"/>
    <w:rsid w:val="00297F33"/>
    <w:rsid w:val="002A0166"/>
    <w:rsid w:val="002A1387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D12"/>
    <w:rsid w:val="002C4A71"/>
    <w:rsid w:val="002C7653"/>
    <w:rsid w:val="002D00A5"/>
    <w:rsid w:val="002D013C"/>
    <w:rsid w:val="002D13B9"/>
    <w:rsid w:val="002D1B26"/>
    <w:rsid w:val="002D6273"/>
    <w:rsid w:val="002D6825"/>
    <w:rsid w:val="002D6C6B"/>
    <w:rsid w:val="002E0B47"/>
    <w:rsid w:val="002F04CB"/>
    <w:rsid w:val="002F32FE"/>
    <w:rsid w:val="002F4A0E"/>
    <w:rsid w:val="002F4BEB"/>
    <w:rsid w:val="002F5ECC"/>
    <w:rsid w:val="002F66BC"/>
    <w:rsid w:val="002F7E28"/>
    <w:rsid w:val="00300E18"/>
    <w:rsid w:val="00301E57"/>
    <w:rsid w:val="003106A3"/>
    <w:rsid w:val="003122DA"/>
    <w:rsid w:val="0031256B"/>
    <w:rsid w:val="003137D9"/>
    <w:rsid w:val="00315A16"/>
    <w:rsid w:val="00316483"/>
    <w:rsid w:val="00316AB9"/>
    <w:rsid w:val="00317400"/>
    <w:rsid w:val="00317783"/>
    <w:rsid w:val="00320225"/>
    <w:rsid w:val="003205A6"/>
    <w:rsid w:val="00320954"/>
    <w:rsid w:val="003247D5"/>
    <w:rsid w:val="003260A6"/>
    <w:rsid w:val="00330A7D"/>
    <w:rsid w:val="00330DE3"/>
    <w:rsid w:val="00331029"/>
    <w:rsid w:val="00332C76"/>
    <w:rsid w:val="00332EA8"/>
    <w:rsid w:val="00333257"/>
    <w:rsid w:val="0033680C"/>
    <w:rsid w:val="00336AD7"/>
    <w:rsid w:val="00336EA8"/>
    <w:rsid w:val="00337F47"/>
    <w:rsid w:val="003403A7"/>
    <w:rsid w:val="00340CB4"/>
    <w:rsid w:val="00342094"/>
    <w:rsid w:val="003424BE"/>
    <w:rsid w:val="003474B8"/>
    <w:rsid w:val="00360316"/>
    <w:rsid w:val="00360F89"/>
    <w:rsid w:val="00362218"/>
    <w:rsid w:val="00364463"/>
    <w:rsid w:val="003659E9"/>
    <w:rsid w:val="00365BF3"/>
    <w:rsid w:val="003719B4"/>
    <w:rsid w:val="00373910"/>
    <w:rsid w:val="003752CB"/>
    <w:rsid w:val="003752F4"/>
    <w:rsid w:val="003753C1"/>
    <w:rsid w:val="00375E82"/>
    <w:rsid w:val="0038063D"/>
    <w:rsid w:val="003862C2"/>
    <w:rsid w:val="003875D3"/>
    <w:rsid w:val="00387862"/>
    <w:rsid w:val="003907D0"/>
    <w:rsid w:val="0039184F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E87"/>
    <w:rsid w:val="003B79F1"/>
    <w:rsid w:val="003C01D2"/>
    <w:rsid w:val="003C0797"/>
    <w:rsid w:val="003C4775"/>
    <w:rsid w:val="003C5097"/>
    <w:rsid w:val="003C55E2"/>
    <w:rsid w:val="003C61C2"/>
    <w:rsid w:val="003C63B0"/>
    <w:rsid w:val="003C69E5"/>
    <w:rsid w:val="003C6ECF"/>
    <w:rsid w:val="003D099D"/>
    <w:rsid w:val="003D1BD4"/>
    <w:rsid w:val="003D2911"/>
    <w:rsid w:val="003D303A"/>
    <w:rsid w:val="003D4087"/>
    <w:rsid w:val="003D48C9"/>
    <w:rsid w:val="003D7533"/>
    <w:rsid w:val="003E2839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29E7"/>
    <w:rsid w:val="003F4039"/>
    <w:rsid w:val="003F6502"/>
    <w:rsid w:val="0041657D"/>
    <w:rsid w:val="00416A12"/>
    <w:rsid w:val="00424A1B"/>
    <w:rsid w:val="00424AAE"/>
    <w:rsid w:val="00426C4A"/>
    <w:rsid w:val="00430615"/>
    <w:rsid w:val="00433650"/>
    <w:rsid w:val="004339CD"/>
    <w:rsid w:val="00434A1E"/>
    <w:rsid w:val="00435A68"/>
    <w:rsid w:val="00441626"/>
    <w:rsid w:val="00442D7A"/>
    <w:rsid w:val="004436AF"/>
    <w:rsid w:val="0044442B"/>
    <w:rsid w:val="00444D95"/>
    <w:rsid w:val="00445B9F"/>
    <w:rsid w:val="004476F6"/>
    <w:rsid w:val="00450972"/>
    <w:rsid w:val="00450A23"/>
    <w:rsid w:val="00451527"/>
    <w:rsid w:val="0045176C"/>
    <w:rsid w:val="00452348"/>
    <w:rsid w:val="00453897"/>
    <w:rsid w:val="00454650"/>
    <w:rsid w:val="004579CF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803C8"/>
    <w:rsid w:val="00483FC2"/>
    <w:rsid w:val="00485C83"/>
    <w:rsid w:val="00486122"/>
    <w:rsid w:val="00490601"/>
    <w:rsid w:val="0049259D"/>
    <w:rsid w:val="004926F3"/>
    <w:rsid w:val="0049400C"/>
    <w:rsid w:val="00494CCE"/>
    <w:rsid w:val="00494DF4"/>
    <w:rsid w:val="00497599"/>
    <w:rsid w:val="00497BFB"/>
    <w:rsid w:val="004A1712"/>
    <w:rsid w:val="004A46AA"/>
    <w:rsid w:val="004A6681"/>
    <w:rsid w:val="004A7D29"/>
    <w:rsid w:val="004B0398"/>
    <w:rsid w:val="004B22BF"/>
    <w:rsid w:val="004B2C6B"/>
    <w:rsid w:val="004B5242"/>
    <w:rsid w:val="004B6014"/>
    <w:rsid w:val="004B685D"/>
    <w:rsid w:val="004B6F6A"/>
    <w:rsid w:val="004C0493"/>
    <w:rsid w:val="004C4433"/>
    <w:rsid w:val="004C44D7"/>
    <w:rsid w:val="004C6B2C"/>
    <w:rsid w:val="004D0EC6"/>
    <w:rsid w:val="004D33B1"/>
    <w:rsid w:val="004D3A5F"/>
    <w:rsid w:val="004D480C"/>
    <w:rsid w:val="004D6620"/>
    <w:rsid w:val="004E166D"/>
    <w:rsid w:val="004E1A0C"/>
    <w:rsid w:val="004E2262"/>
    <w:rsid w:val="004E34C6"/>
    <w:rsid w:val="004E4CBD"/>
    <w:rsid w:val="004E6207"/>
    <w:rsid w:val="004F03FF"/>
    <w:rsid w:val="004F2CA8"/>
    <w:rsid w:val="004F561C"/>
    <w:rsid w:val="004F77BF"/>
    <w:rsid w:val="00501B50"/>
    <w:rsid w:val="00501C36"/>
    <w:rsid w:val="005025EA"/>
    <w:rsid w:val="00503239"/>
    <w:rsid w:val="00505609"/>
    <w:rsid w:val="005063AF"/>
    <w:rsid w:val="005063BE"/>
    <w:rsid w:val="00510CD6"/>
    <w:rsid w:val="0051115F"/>
    <w:rsid w:val="00512CCB"/>
    <w:rsid w:val="00513E8B"/>
    <w:rsid w:val="00516A96"/>
    <w:rsid w:val="0051705A"/>
    <w:rsid w:val="0051740F"/>
    <w:rsid w:val="0052521F"/>
    <w:rsid w:val="00525EA3"/>
    <w:rsid w:val="00527296"/>
    <w:rsid w:val="00535777"/>
    <w:rsid w:val="00536F84"/>
    <w:rsid w:val="00542201"/>
    <w:rsid w:val="0054356D"/>
    <w:rsid w:val="005435D1"/>
    <w:rsid w:val="005455E0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1D68"/>
    <w:rsid w:val="0059268B"/>
    <w:rsid w:val="00592B33"/>
    <w:rsid w:val="00592DD6"/>
    <w:rsid w:val="005937EC"/>
    <w:rsid w:val="005974B4"/>
    <w:rsid w:val="005A2320"/>
    <w:rsid w:val="005A3A4C"/>
    <w:rsid w:val="005A3D6F"/>
    <w:rsid w:val="005A4210"/>
    <w:rsid w:val="005A5375"/>
    <w:rsid w:val="005A5CC2"/>
    <w:rsid w:val="005A6195"/>
    <w:rsid w:val="005B11EF"/>
    <w:rsid w:val="005B1894"/>
    <w:rsid w:val="005B4C3C"/>
    <w:rsid w:val="005C08E5"/>
    <w:rsid w:val="005C0F8B"/>
    <w:rsid w:val="005C40FB"/>
    <w:rsid w:val="005C688E"/>
    <w:rsid w:val="005D0C69"/>
    <w:rsid w:val="005D2B95"/>
    <w:rsid w:val="005D34FF"/>
    <w:rsid w:val="005D37A7"/>
    <w:rsid w:val="005D385D"/>
    <w:rsid w:val="005D518F"/>
    <w:rsid w:val="005D631D"/>
    <w:rsid w:val="005E1B7C"/>
    <w:rsid w:val="005E1C12"/>
    <w:rsid w:val="005E2770"/>
    <w:rsid w:val="005E48D2"/>
    <w:rsid w:val="005F0544"/>
    <w:rsid w:val="005F0BC2"/>
    <w:rsid w:val="005F1110"/>
    <w:rsid w:val="005F203C"/>
    <w:rsid w:val="005F4D34"/>
    <w:rsid w:val="005F5FB6"/>
    <w:rsid w:val="005F72BC"/>
    <w:rsid w:val="005F731C"/>
    <w:rsid w:val="00600168"/>
    <w:rsid w:val="00600B59"/>
    <w:rsid w:val="00603116"/>
    <w:rsid w:val="006034EB"/>
    <w:rsid w:val="0060358B"/>
    <w:rsid w:val="006037E6"/>
    <w:rsid w:val="00604514"/>
    <w:rsid w:val="00607274"/>
    <w:rsid w:val="00607F25"/>
    <w:rsid w:val="00610FB4"/>
    <w:rsid w:val="00611465"/>
    <w:rsid w:val="006117C3"/>
    <w:rsid w:val="0061340B"/>
    <w:rsid w:val="00613886"/>
    <w:rsid w:val="0061558E"/>
    <w:rsid w:val="00621011"/>
    <w:rsid w:val="00621CAE"/>
    <w:rsid w:val="00622CB1"/>
    <w:rsid w:val="00625E8E"/>
    <w:rsid w:val="006273B3"/>
    <w:rsid w:val="00627964"/>
    <w:rsid w:val="00627A52"/>
    <w:rsid w:val="00633E8E"/>
    <w:rsid w:val="00634017"/>
    <w:rsid w:val="00634190"/>
    <w:rsid w:val="006355C3"/>
    <w:rsid w:val="006356AF"/>
    <w:rsid w:val="00635A2E"/>
    <w:rsid w:val="006375D4"/>
    <w:rsid w:val="006407AF"/>
    <w:rsid w:val="00641C27"/>
    <w:rsid w:val="006427F2"/>
    <w:rsid w:val="0064281C"/>
    <w:rsid w:val="00651E8E"/>
    <w:rsid w:val="00651FAC"/>
    <w:rsid w:val="00652427"/>
    <w:rsid w:val="0065261B"/>
    <w:rsid w:val="006527F8"/>
    <w:rsid w:val="0065589E"/>
    <w:rsid w:val="006631E4"/>
    <w:rsid w:val="00663E9C"/>
    <w:rsid w:val="0066422E"/>
    <w:rsid w:val="006669A6"/>
    <w:rsid w:val="00667906"/>
    <w:rsid w:val="00670E0D"/>
    <w:rsid w:val="00670F39"/>
    <w:rsid w:val="00671FE5"/>
    <w:rsid w:val="006724D1"/>
    <w:rsid w:val="00672E05"/>
    <w:rsid w:val="00674E19"/>
    <w:rsid w:val="00674EA9"/>
    <w:rsid w:val="0067547E"/>
    <w:rsid w:val="006764AC"/>
    <w:rsid w:val="00677843"/>
    <w:rsid w:val="00682E2A"/>
    <w:rsid w:val="006831B8"/>
    <w:rsid w:val="00683EB0"/>
    <w:rsid w:val="006842C6"/>
    <w:rsid w:val="00684DE3"/>
    <w:rsid w:val="00685083"/>
    <w:rsid w:val="00686237"/>
    <w:rsid w:val="00687609"/>
    <w:rsid w:val="0068790F"/>
    <w:rsid w:val="00692D66"/>
    <w:rsid w:val="0069343D"/>
    <w:rsid w:val="00694A23"/>
    <w:rsid w:val="0069549B"/>
    <w:rsid w:val="00695F4C"/>
    <w:rsid w:val="00696D4C"/>
    <w:rsid w:val="00697825"/>
    <w:rsid w:val="006A0CEF"/>
    <w:rsid w:val="006B297D"/>
    <w:rsid w:val="006B31DF"/>
    <w:rsid w:val="006B337E"/>
    <w:rsid w:val="006B6B5E"/>
    <w:rsid w:val="006B7D28"/>
    <w:rsid w:val="006C62E6"/>
    <w:rsid w:val="006C709B"/>
    <w:rsid w:val="006C7507"/>
    <w:rsid w:val="006C7779"/>
    <w:rsid w:val="006D02E3"/>
    <w:rsid w:val="006D2B37"/>
    <w:rsid w:val="006D3CA8"/>
    <w:rsid w:val="006D4DCB"/>
    <w:rsid w:val="006D6E6A"/>
    <w:rsid w:val="006D724E"/>
    <w:rsid w:val="006D7B22"/>
    <w:rsid w:val="006E08D2"/>
    <w:rsid w:val="006E1697"/>
    <w:rsid w:val="006E28F7"/>
    <w:rsid w:val="006E2BAE"/>
    <w:rsid w:val="006E2BD5"/>
    <w:rsid w:val="006E4AEA"/>
    <w:rsid w:val="006E592C"/>
    <w:rsid w:val="006E673F"/>
    <w:rsid w:val="006E6960"/>
    <w:rsid w:val="006E69E0"/>
    <w:rsid w:val="006E6A4A"/>
    <w:rsid w:val="006E70B6"/>
    <w:rsid w:val="006E7138"/>
    <w:rsid w:val="006F202B"/>
    <w:rsid w:val="006F2810"/>
    <w:rsid w:val="006F49B6"/>
    <w:rsid w:val="006F6851"/>
    <w:rsid w:val="006F704F"/>
    <w:rsid w:val="00701D76"/>
    <w:rsid w:val="0070200C"/>
    <w:rsid w:val="00704281"/>
    <w:rsid w:val="007057FF"/>
    <w:rsid w:val="00705FD5"/>
    <w:rsid w:val="00706C60"/>
    <w:rsid w:val="00710F37"/>
    <w:rsid w:val="00711F27"/>
    <w:rsid w:val="0071214C"/>
    <w:rsid w:val="007170FD"/>
    <w:rsid w:val="0071798B"/>
    <w:rsid w:val="00720E1B"/>
    <w:rsid w:val="00721FC9"/>
    <w:rsid w:val="007235DC"/>
    <w:rsid w:val="00723703"/>
    <w:rsid w:val="00726E23"/>
    <w:rsid w:val="00727BAC"/>
    <w:rsid w:val="00735093"/>
    <w:rsid w:val="00736AD6"/>
    <w:rsid w:val="00737DA2"/>
    <w:rsid w:val="0074095C"/>
    <w:rsid w:val="00740962"/>
    <w:rsid w:val="007432CE"/>
    <w:rsid w:val="00744222"/>
    <w:rsid w:val="00745E52"/>
    <w:rsid w:val="00746A47"/>
    <w:rsid w:val="00747A39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5470"/>
    <w:rsid w:val="00776D98"/>
    <w:rsid w:val="00776F51"/>
    <w:rsid w:val="00776FC7"/>
    <w:rsid w:val="007803F1"/>
    <w:rsid w:val="00780C04"/>
    <w:rsid w:val="0078418F"/>
    <w:rsid w:val="00785E77"/>
    <w:rsid w:val="00786D06"/>
    <w:rsid w:val="00786F57"/>
    <w:rsid w:val="00787413"/>
    <w:rsid w:val="00787E6D"/>
    <w:rsid w:val="00790B55"/>
    <w:rsid w:val="00791E1A"/>
    <w:rsid w:val="00793D76"/>
    <w:rsid w:val="007948B7"/>
    <w:rsid w:val="007967CF"/>
    <w:rsid w:val="007A2C24"/>
    <w:rsid w:val="007A3580"/>
    <w:rsid w:val="007A3883"/>
    <w:rsid w:val="007A54AB"/>
    <w:rsid w:val="007A6738"/>
    <w:rsid w:val="007A686E"/>
    <w:rsid w:val="007A7EB7"/>
    <w:rsid w:val="007B0959"/>
    <w:rsid w:val="007B133A"/>
    <w:rsid w:val="007B3D8C"/>
    <w:rsid w:val="007B58DE"/>
    <w:rsid w:val="007B62BF"/>
    <w:rsid w:val="007B7EF1"/>
    <w:rsid w:val="007C2D9D"/>
    <w:rsid w:val="007C3DA2"/>
    <w:rsid w:val="007C4896"/>
    <w:rsid w:val="007C5F29"/>
    <w:rsid w:val="007C62ED"/>
    <w:rsid w:val="007C695C"/>
    <w:rsid w:val="007D1E0D"/>
    <w:rsid w:val="007D2B3A"/>
    <w:rsid w:val="007D51D4"/>
    <w:rsid w:val="007D5561"/>
    <w:rsid w:val="007D760B"/>
    <w:rsid w:val="007E2AEC"/>
    <w:rsid w:val="007E2C22"/>
    <w:rsid w:val="007E3845"/>
    <w:rsid w:val="007E3C7E"/>
    <w:rsid w:val="007E63D4"/>
    <w:rsid w:val="007E705A"/>
    <w:rsid w:val="007F4860"/>
    <w:rsid w:val="007F6CDA"/>
    <w:rsid w:val="007F73D6"/>
    <w:rsid w:val="00802AE2"/>
    <w:rsid w:val="0080328D"/>
    <w:rsid w:val="00804CD0"/>
    <w:rsid w:val="008063B2"/>
    <w:rsid w:val="00811D66"/>
    <w:rsid w:val="008147CD"/>
    <w:rsid w:val="0081491F"/>
    <w:rsid w:val="00815AFD"/>
    <w:rsid w:val="00817BCF"/>
    <w:rsid w:val="0082339D"/>
    <w:rsid w:val="00823F46"/>
    <w:rsid w:val="00826325"/>
    <w:rsid w:val="00830144"/>
    <w:rsid w:val="008305DD"/>
    <w:rsid w:val="00831D8A"/>
    <w:rsid w:val="00832362"/>
    <w:rsid w:val="00833515"/>
    <w:rsid w:val="00834655"/>
    <w:rsid w:val="00834A0D"/>
    <w:rsid w:val="0083539B"/>
    <w:rsid w:val="00837CB4"/>
    <w:rsid w:val="00840385"/>
    <w:rsid w:val="00840C83"/>
    <w:rsid w:val="008421F9"/>
    <w:rsid w:val="008429CD"/>
    <w:rsid w:val="00842CE8"/>
    <w:rsid w:val="00842EF2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CD3"/>
    <w:rsid w:val="00862DBE"/>
    <w:rsid w:val="0086732D"/>
    <w:rsid w:val="00867AEA"/>
    <w:rsid w:val="00867C6C"/>
    <w:rsid w:val="00870C08"/>
    <w:rsid w:val="008717F2"/>
    <w:rsid w:val="008730E5"/>
    <w:rsid w:val="0087426D"/>
    <w:rsid w:val="008804B1"/>
    <w:rsid w:val="0088092B"/>
    <w:rsid w:val="00882909"/>
    <w:rsid w:val="00883CD9"/>
    <w:rsid w:val="00886068"/>
    <w:rsid w:val="008862B0"/>
    <w:rsid w:val="0089026F"/>
    <w:rsid w:val="00890F38"/>
    <w:rsid w:val="00891205"/>
    <w:rsid w:val="00896657"/>
    <w:rsid w:val="00897447"/>
    <w:rsid w:val="00897F35"/>
    <w:rsid w:val="008A0404"/>
    <w:rsid w:val="008A39A4"/>
    <w:rsid w:val="008A4F36"/>
    <w:rsid w:val="008A6A0A"/>
    <w:rsid w:val="008B05D2"/>
    <w:rsid w:val="008B205C"/>
    <w:rsid w:val="008B2D53"/>
    <w:rsid w:val="008B3137"/>
    <w:rsid w:val="008B6699"/>
    <w:rsid w:val="008B6956"/>
    <w:rsid w:val="008B7109"/>
    <w:rsid w:val="008B73FC"/>
    <w:rsid w:val="008C06C1"/>
    <w:rsid w:val="008C4571"/>
    <w:rsid w:val="008D0DBD"/>
    <w:rsid w:val="008D17AA"/>
    <w:rsid w:val="008D2C52"/>
    <w:rsid w:val="008D308A"/>
    <w:rsid w:val="008D3EB0"/>
    <w:rsid w:val="008D4582"/>
    <w:rsid w:val="008D5A80"/>
    <w:rsid w:val="008D75C9"/>
    <w:rsid w:val="008E1A84"/>
    <w:rsid w:val="008E1AA9"/>
    <w:rsid w:val="008E5954"/>
    <w:rsid w:val="008F0BFC"/>
    <w:rsid w:val="008F13B4"/>
    <w:rsid w:val="008F1DF1"/>
    <w:rsid w:val="008F4B0E"/>
    <w:rsid w:val="008F55D6"/>
    <w:rsid w:val="008F6892"/>
    <w:rsid w:val="008F6BB8"/>
    <w:rsid w:val="00900321"/>
    <w:rsid w:val="009004CA"/>
    <w:rsid w:val="00900CD2"/>
    <w:rsid w:val="0090195C"/>
    <w:rsid w:val="009020AA"/>
    <w:rsid w:val="009036E7"/>
    <w:rsid w:val="009062BF"/>
    <w:rsid w:val="00907C07"/>
    <w:rsid w:val="00911872"/>
    <w:rsid w:val="00911B9E"/>
    <w:rsid w:val="00913317"/>
    <w:rsid w:val="009141D6"/>
    <w:rsid w:val="00914BC9"/>
    <w:rsid w:val="0091517A"/>
    <w:rsid w:val="0091639F"/>
    <w:rsid w:val="0092092A"/>
    <w:rsid w:val="00920AE0"/>
    <w:rsid w:val="00920BA2"/>
    <w:rsid w:val="00921249"/>
    <w:rsid w:val="00921524"/>
    <w:rsid w:val="00921C3C"/>
    <w:rsid w:val="00922232"/>
    <w:rsid w:val="00924F6A"/>
    <w:rsid w:val="009313FC"/>
    <w:rsid w:val="0093288D"/>
    <w:rsid w:val="0093363E"/>
    <w:rsid w:val="009341FB"/>
    <w:rsid w:val="009346B0"/>
    <w:rsid w:val="00934786"/>
    <w:rsid w:val="00935657"/>
    <w:rsid w:val="0093608B"/>
    <w:rsid w:val="0094024D"/>
    <w:rsid w:val="00942041"/>
    <w:rsid w:val="00942951"/>
    <w:rsid w:val="00942B7C"/>
    <w:rsid w:val="0094371C"/>
    <w:rsid w:val="0094484B"/>
    <w:rsid w:val="009455F0"/>
    <w:rsid w:val="00947707"/>
    <w:rsid w:val="00947E63"/>
    <w:rsid w:val="00950FA5"/>
    <w:rsid w:val="00951682"/>
    <w:rsid w:val="009528C7"/>
    <w:rsid w:val="00953BDC"/>
    <w:rsid w:val="00955868"/>
    <w:rsid w:val="009561D0"/>
    <w:rsid w:val="00960758"/>
    <w:rsid w:val="009611B4"/>
    <w:rsid w:val="00964B99"/>
    <w:rsid w:val="009653A9"/>
    <w:rsid w:val="00967B90"/>
    <w:rsid w:val="00970AE1"/>
    <w:rsid w:val="00972465"/>
    <w:rsid w:val="00973BAC"/>
    <w:rsid w:val="009804F6"/>
    <w:rsid w:val="009809F6"/>
    <w:rsid w:val="00980FEF"/>
    <w:rsid w:val="009830AC"/>
    <w:rsid w:val="00983C3B"/>
    <w:rsid w:val="0098587C"/>
    <w:rsid w:val="00987FB2"/>
    <w:rsid w:val="0099445C"/>
    <w:rsid w:val="0099568C"/>
    <w:rsid w:val="00997982"/>
    <w:rsid w:val="009A2240"/>
    <w:rsid w:val="009A2E46"/>
    <w:rsid w:val="009A3BA1"/>
    <w:rsid w:val="009A4897"/>
    <w:rsid w:val="009A6654"/>
    <w:rsid w:val="009A6E90"/>
    <w:rsid w:val="009A7F6D"/>
    <w:rsid w:val="009B0516"/>
    <w:rsid w:val="009B1887"/>
    <w:rsid w:val="009B2CC6"/>
    <w:rsid w:val="009B335A"/>
    <w:rsid w:val="009B3EFC"/>
    <w:rsid w:val="009B3F4D"/>
    <w:rsid w:val="009B5391"/>
    <w:rsid w:val="009C223A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F92"/>
    <w:rsid w:val="009E229D"/>
    <w:rsid w:val="009E2CCA"/>
    <w:rsid w:val="009E58AE"/>
    <w:rsid w:val="009F0F53"/>
    <w:rsid w:val="009F1928"/>
    <w:rsid w:val="009F39DC"/>
    <w:rsid w:val="009F4FF8"/>
    <w:rsid w:val="009F5C46"/>
    <w:rsid w:val="009F6D97"/>
    <w:rsid w:val="009F7DFC"/>
    <w:rsid w:val="00A00AB8"/>
    <w:rsid w:val="00A01C1E"/>
    <w:rsid w:val="00A038E4"/>
    <w:rsid w:val="00A03DC8"/>
    <w:rsid w:val="00A04222"/>
    <w:rsid w:val="00A056A8"/>
    <w:rsid w:val="00A0577D"/>
    <w:rsid w:val="00A067AE"/>
    <w:rsid w:val="00A12027"/>
    <w:rsid w:val="00A132E5"/>
    <w:rsid w:val="00A13503"/>
    <w:rsid w:val="00A1370D"/>
    <w:rsid w:val="00A139E6"/>
    <w:rsid w:val="00A13FF8"/>
    <w:rsid w:val="00A17068"/>
    <w:rsid w:val="00A174FB"/>
    <w:rsid w:val="00A17CC5"/>
    <w:rsid w:val="00A212AA"/>
    <w:rsid w:val="00A264BD"/>
    <w:rsid w:val="00A27313"/>
    <w:rsid w:val="00A27727"/>
    <w:rsid w:val="00A3098A"/>
    <w:rsid w:val="00A30B43"/>
    <w:rsid w:val="00A36595"/>
    <w:rsid w:val="00A37073"/>
    <w:rsid w:val="00A4118A"/>
    <w:rsid w:val="00A41F5A"/>
    <w:rsid w:val="00A4282C"/>
    <w:rsid w:val="00A436DC"/>
    <w:rsid w:val="00A46472"/>
    <w:rsid w:val="00A470E2"/>
    <w:rsid w:val="00A50769"/>
    <w:rsid w:val="00A50E54"/>
    <w:rsid w:val="00A51590"/>
    <w:rsid w:val="00A52111"/>
    <w:rsid w:val="00A52176"/>
    <w:rsid w:val="00A52291"/>
    <w:rsid w:val="00A572DB"/>
    <w:rsid w:val="00A62C4F"/>
    <w:rsid w:val="00A6693A"/>
    <w:rsid w:val="00A66DB2"/>
    <w:rsid w:val="00A724FD"/>
    <w:rsid w:val="00A72989"/>
    <w:rsid w:val="00A735FF"/>
    <w:rsid w:val="00A77742"/>
    <w:rsid w:val="00A80026"/>
    <w:rsid w:val="00A8022E"/>
    <w:rsid w:val="00A836B6"/>
    <w:rsid w:val="00A86AFE"/>
    <w:rsid w:val="00A92173"/>
    <w:rsid w:val="00A93DF7"/>
    <w:rsid w:val="00A9426B"/>
    <w:rsid w:val="00A94848"/>
    <w:rsid w:val="00A95202"/>
    <w:rsid w:val="00AA18BC"/>
    <w:rsid w:val="00AA3151"/>
    <w:rsid w:val="00AA418F"/>
    <w:rsid w:val="00AA4D08"/>
    <w:rsid w:val="00AA7ADA"/>
    <w:rsid w:val="00AB0FD8"/>
    <w:rsid w:val="00AB26D4"/>
    <w:rsid w:val="00AB2F04"/>
    <w:rsid w:val="00AB34A1"/>
    <w:rsid w:val="00AB5611"/>
    <w:rsid w:val="00AB5B91"/>
    <w:rsid w:val="00AB6D28"/>
    <w:rsid w:val="00AB74E0"/>
    <w:rsid w:val="00AC27BB"/>
    <w:rsid w:val="00AC33E4"/>
    <w:rsid w:val="00AC3E0F"/>
    <w:rsid w:val="00AC4B19"/>
    <w:rsid w:val="00AC6166"/>
    <w:rsid w:val="00AD4183"/>
    <w:rsid w:val="00AD57BD"/>
    <w:rsid w:val="00AD696A"/>
    <w:rsid w:val="00AD6B6B"/>
    <w:rsid w:val="00AE036C"/>
    <w:rsid w:val="00AE4293"/>
    <w:rsid w:val="00AE4B75"/>
    <w:rsid w:val="00AE6F05"/>
    <w:rsid w:val="00AE7828"/>
    <w:rsid w:val="00AF1C61"/>
    <w:rsid w:val="00AF1E1B"/>
    <w:rsid w:val="00AF2B0D"/>
    <w:rsid w:val="00AF409F"/>
    <w:rsid w:val="00AF4CD0"/>
    <w:rsid w:val="00AF563B"/>
    <w:rsid w:val="00AF595C"/>
    <w:rsid w:val="00AF6B9B"/>
    <w:rsid w:val="00AF6DB6"/>
    <w:rsid w:val="00B00EE2"/>
    <w:rsid w:val="00B05A14"/>
    <w:rsid w:val="00B102E1"/>
    <w:rsid w:val="00B10FA7"/>
    <w:rsid w:val="00B12D13"/>
    <w:rsid w:val="00B13FD1"/>
    <w:rsid w:val="00B1531B"/>
    <w:rsid w:val="00B16B20"/>
    <w:rsid w:val="00B23733"/>
    <w:rsid w:val="00B267E8"/>
    <w:rsid w:val="00B312E5"/>
    <w:rsid w:val="00B324D1"/>
    <w:rsid w:val="00B32C1A"/>
    <w:rsid w:val="00B3712B"/>
    <w:rsid w:val="00B37AF3"/>
    <w:rsid w:val="00B37CCC"/>
    <w:rsid w:val="00B4008F"/>
    <w:rsid w:val="00B4230D"/>
    <w:rsid w:val="00B427BB"/>
    <w:rsid w:val="00B51199"/>
    <w:rsid w:val="00B53A12"/>
    <w:rsid w:val="00B55F9C"/>
    <w:rsid w:val="00B56E6A"/>
    <w:rsid w:val="00B6021B"/>
    <w:rsid w:val="00B603D8"/>
    <w:rsid w:val="00B630A1"/>
    <w:rsid w:val="00B63148"/>
    <w:rsid w:val="00B638A7"/>
    <w:rsid w:val="00B65979"/>
    <w:rsid w:val="00B66AB3"/>
    <w:rsid w:val="00B673AC"/>
    <w:rsid w:val="00B76132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DF"/>
    <w:rsid w:val="00B843A2"/>
    <w:rsid w:val="00B85267"/>
    <w:rsid w:val="00B85FCE"/>
    <w:rsid w:val="00B8724A"/>
    <w:rsid w:val="00B8777F"/>
    <w:rsid w:val="00B92DD6"/>
    <w:rsid w:val="00B951BC"/>
    <w:rsid w:val="00B95904"/>
    <w:rsid w:val="00B96F31"/>
    <w:rsid w:val="00BA2EFF"/>
    <w:rsid w:val="00BA3C77"/>
    <w:rsid w:val="00BA3C7F"/>
    <w:rsid w:val="00BA4794"/>
    <w:rsid w:val="00BA4EE0"/>
    <w:rsid w:val="00BB112F"/>
    <w:rsid w:val="00BB1132"/>
    <w:rsid w:val="00BB1229"/>
    <w:rsid w:val="00BB1775"/>
    <w:rsid w:val="00BC00D1"/>
    <w:rsid w:val="00BC2E18"/>
    <w:rsid w:val="00BC3C37"/>
    <w:rsid w:val="00BC494A"/>
    <w:rsid w:val="00BC6510"/>
    <w:rsid w:val="00BC68DC"/>
    <w:rsid w:val="00BC6FBB"/>
    <w:rsid w:val="00BD0A74"/>
    <w:rsid w:val="00BD0E65"/>
    <w:rsid w:val="00BD2C57"/>
    <w:rsid w:val="00BD3189"/>
    <w:rsid w:val="00BD6159"/>
    <w:rsid w:val="00BE04C2"/>
    <w:rsid w:val="00BE157E"/>
    <w:rsid w:val="00BE27AE"/>
    <w:rsid w:val="00BE3484"/>
    <w:rsid w:val="00BE6118"/>
    <w:rsid w:val="00BE6712"/>
    <w:rsid w:val="00BF053A"/>
    <w:rsid w:val="00BF113E"/>
    <w:rsid w:val="00BF14FB"/>
    <w:rsid w:val="00BF4490"/>
    <w:rsid w:val="00BF47DF"/>
    <w:rsid w:val="00BF66D7"/>
    <w:rsid w:val="00BF75AF"/>
    <w:rsid w:val="00BF7CD0"/>
    <w:rsid w:val="00C010DC"/>
    <w:rsid w:val="00C01363"/>
    <w:rsid w:val="00C02A0A"/>
    <w:rsid w:val="00C04F6D"/>
    <w:rsid w:val="00C05126"/>
    <w:rsid w:val="00C0548D"/>
    <w:rsid w:val="00C055A0"/>
    <w:rsid w:val="00C055FE"/>
    <w:rsid w:val="00C06214"/>
    <w:rsid w:val="00C07318"/>
    <w:rsid w:val="00C12F34"/>
    <w:rsid w:val="00C2187D"/>
    <w:rsid w:val="00C22C72"/>
    <w:rsid w:val="00C251DE"/>
    <w:rsid w:val="00C25B0A"/>
    <w:rsid w:val="00C26F17"/>
    <w:rsid w:val="00C30F77"/>
    <w:rsid w:val="00C31678"/>
    <w:rsid w:val="00C32310"/>
    <w:rsid w:val="00C35177"/>
    <w:rsid w:val="00C3519C"/>
    <w:rsid w:val="00C40B62"/>
    <w:rsid w:val="00C40E1A"/>
    <w:rsid w:val="00C42A07"/>
    <w:rsid w:val="00C43E5B"/>
    <w:rsid w:val="00C478B1"/>
    <w:rsid w:val="00C521E0"/>
    <w:rsid w:val="00C52574"/>
    <w:rsid w:val="00C53707"/>
    <w:rsid w:val="00C54495"/>
    <w:rsid w:val="00C550F7"/>
    <w:rsid w:val="00C554AE"/>
    <w:rsid w:val="00C55E91"/>
    <w:rsid w:val="00C56F87"/>
    <w:rsid w:val="00C5722D"/>
    <w:rsid w:val="00C5749F"/>
    <w:rsid w:val="00C6437E"/>
    <w:rsid w:val="00C645AB"/>
    <w:rsid w:val="00C66C5C"/>
    <w:rsid w:val="00C679A2"/>
    <w:rsid w:val="00C72229"/>
    <w:rsid w:val="00C72A3F"/>
    <w:rsid w:val="00C750C1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EE5"/>
    <w:rsid w:val="00C91156"/>
    <w:rsid w:val="00C91626"/>
    <w:rsid w:val="00C920A8"/>
    <w:rsid w:val="00C92608"/>
    <w:rsid w:val="00C92A09"/>
    <w:rsid w:val="00C9701F"/>
    <w:rsid w:val="00C97488"/>
    <w:rsid w:val="00CA23F6"/>
    <w:rsid w:val="00CA3388"/>
    <w:rsid w:val="00CA7BED"/>
    <w:rsid w:val="00CB41AB"/>
    <w:rsid w:val="00CB43EC"/>
    <w:rsid w:val="00CB467B"/>
    <w:rsid w:val="00CB66E6"/>
    <w:rsid w:val="00CB6E04"/>
    <w:rsid w:val="00CB7E28"/>
    <w:rsid w:val="00CB7E83"/>
    <w:rsid w:val="00CC0D8B"/>
    <w:rsid w:val="00CC2069"/>
    <w:rsid w:val="00CC23CB"/>
    <w:rsid w:val="00CC26C9"/>
    <w:rsid w:val="00CC331B"/>
    <w:rsid w:val="00CC3F54"/>
    <w:rsid w:val="00CC5517"/>
    <w:rsid w:val="00CC6B7F"/>
    <w:rsid w:val="00CC6D99"/>
    <w:rsid w:val="00CC71FB"/>
    <w:rsid w:val="00CD2D71"/>
    <w:rsid w:val="00CD2F62"/>
    <w:rsid w:val="00CE1A82"/>
    <w:rsid w:val="00CE5574"/>
    <w:rsid w:val="00CE7EF3"/>
    <w:rsid w:val="00CF1658"/>
    <w:rsid w:val="00CF1E60"/>
    <w:rsid w:val="00CF3E5E"/>
    <w:rsid w:val="00CF793E"/>
    <w:rsid w:val="00D009D0"/>
    <w:rsid w:val="00D0185F"/>
    <w:rsid w:val="00D0325F"/>
    <w:rsid w:val="00D03714"/>
    <w:rsid w:val="00D0408C"/>
    <w:rsid w:val="00D04436"/>
    <w:rsid w:val="00D04442"/>
    <w:rsid w:val="00D0478C"/>
    <w:rsid w:val="00D04AF9"/>
    <w:rsid w:val="00D05527"/>
    <w:rsid w:val="00D06ED2"/>
    <w:rsid w:val="00D07CB6"/>
    <w:rsid w:val="00D10464"/>
    <w:rsid w:val="00D1214F"/>
    <w:rsid w:val="00D12B7A"/>
    <w:rsid w:val="00D16F8A"/>
    <w:rsid w:val="00D17BA7"/>
    <w:rsid w:val="00D21902"/>
    <w:rsid w:val="00D23267"/>
    <w:rsid w:val="00D23EB7"/>
    <w:rsid w:val="00D23EF6"/>
    <w:rsid w:val="00D241AA"/>
    <w:rsid w:val="00D3010A"/>
    <w:rsid w:val="00D30F07"/>
    <w:rsid w:val="00D31BF7"/>
    <w:rsid w:val="00D3326A"/>
    <w:rsid w:val="00D372B8"/>
    <w:rsid w:val="00D3788C"/>
    <w:rsid w:val="00D41033"/>
    <w:rsid w:val="00D42CA6"/>
    <w:rsid w:val="00D438E2"/>
    <w:rsid w:val="00D44CF5"/>
    <w:rsid w:val="00D4586D"/>
    <w:rsid w:val="00D46903"/>
    <w:rsid w:val="00D52A0C"/>
    <w:rsid w:val="00D53150"/>
    <w:rsid w:val="00D571B1"/>
    <w:rsid w:val="00D579AF"/>
    <w:rsid w:val="00D57E7C"/>
    <w:rsid w:val="00D600E0"/>
    <w:rsid w:val="00D627B1"/>
    <w:rsid w:val="00D63551"/>
    <w:rsid w:val="00D639FE"/>
    <w:rsid w:val="00D64242"/>
    <w:rsid w:val="00D6635A"/>
    <w:rsid w:val="00D729E4"/>
    <w:rsid w:val="00D74002"/>
    <w:rsid w:val="00D745D7"/>
    <w:rsid w:val="00D749B6"/>
    <w:rsid w:val="00D77E90"/>
    <w:rsid w:val="00D8038A"/>
    <w:rsid w:val="00D81EA1"/>
    <w:rsid w:val="00D82EC0"/>
    <w:rsid w:val="00D83539"/>
    <w:rsid w:val="00D8362F"/>
    <w:rsid w:val="00D83E4D"/>
    <w:rsid w:val="00D84295"/>
    <w:rsid w:val="00D8534A"/>
    <w:rsid w:val="00D85CA8"/>
    <w:rsid w:val="00D861CE"/>
    <w:rsid w:val="00D879D0"/>
    <w:rsid w:val="00D9170A"/>
    <w:rsid w:val="00D91894"/>
    <w:rsid w:val="00D925D8"/>
    <w:rsid w:val="00D93E39"/>
    <w:rsid w:val="00D9459D"/>
    <w:rsid w:val="00D96F1E"/>
    <w:rsid w:val="00DA0021"/>
    <w:rsid w:val="00DA0BBE"/>
    <w:rsid w:val="00DA3558"/>
    <w:rsid w:val="00DA4390"/>
    <w:rsid w:val="00DA44F8"/>
    <w:rsid w:val="00DA6A3F"/>
    <w:rsid w:val="00DA765D"/>
    <w:rsid w:val="00DB0221"/>
    <w:rsid w:val="00DB0549"/>
    <w:rsid w:val="00DB1CA2"/>
    <w:rsid w:val="00DB1DBB"/>
    <w:rsid w:val="00DB7239"/>
    <w:rsid w:val="00DC326F"/>
    <w:rsid w:val="00DC5AC0"/>
    <w:rsid w:val="00DC6BC5"/>
    <w:rsid w:val="00DD0A01"/>
    <w:rsid w:val="00DD0EB1"/>
    <w:rsid w:val="00DD2C98"/>
    <w:rsid w:val="00DD693B"/>
    <w:rsid w:val="00DE1550"/>
    <w:rsid w:val="00DE1806"/>
    <w:rsid w:val="00DE1A5F"/>
    <w:rsid w:val="00DE25F7"/>
    <w:rsid w:val="00DE3AA1"/>
    <w:rsid w:val="00DE4E49"/>
    <w:rsid w:val="00DE4FAB"/>
    <w:rsid w:val="00DE6EE6"/>
    <w:rsid w:val="00DF091A"/>
    <w:rsid w:val="00DF189F"/>
    <w:rsid w:val="00DF30FB"/>
    <w:rsid w:val="00DF6737"/>
    <w:rsid w:val="00DF6899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475"/>
    <w:rsid w:val="00E12A45"/>
    <w:rsid w:val="00E13224"/>
    <w:rsid w:val="00E13851"/>
    <w:rsid w:val="00E17C45"/>
    <w:rsid w:val="00E22144"/>
    <w:rsid w:val="00E22773"/>
    <w:rsid w:val="00E256AA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5B5"/>
    <w:rsid w:val="00E409EF"/>
    <w:rsid w:val="00E40D93"/>
    <w:rsid w:val="00E41FCF"/>
    <w:rsid w:val="00E429DF"/>
    <w:rsid w:val="00E43C48"/>
    <w:rsid w:val="00E44505"/>
    <w:rsid w:val="00E46704"/>
    <w:rsid w:val="00E47E01"/>
    <w:rsid w:val="00E47E2C"/>
    <w:rsid w:val="00E50E78"/>
    <w:rsid w:val="00E51512"/>
    <w:rsid w:val="00E51F99"/>
    <w:rsid w:val="00E52975"/>
    <w:rsid w:val="00E55D56"/>
    <w:rsid w:val="00E55E97"/>
    <w:rsid w:val="00E57672"/>
    <w:rsid w:val="00E638BD"/>
    <w:rsid w:val="00E64166"/>
    <w:rsid w:val="00E647B4"/>
    <w:rsid w:val="00E7228F"/>
    <w:rsid w:val="00E73CF1"/>
    <w:rsid w:val="00E74D47"/>
    <w:rsid w:val="00E75421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305A"/>
    <w:rsid w:val="00E94D5E"/>
    <w:rsid w:val="00E94F12"/>
    <w:rsid w:val="00E95CC3"/>
    <w:rsid w:val="00E97589"/>
    <w:rsid w:val="00E977F2"/>
    <w:rsid w:val="00EA0234"/>
    <w:rsid w:val="00EA050C"/>
    <w:rsid w:val="00EA1C63"/>
    <w:rsid w:val="00EA3442"/>
    <w:rsid w:val="00EA40A1"/>
    <w:rsid w:val="00EA476B"/>
    <w:rsid w:val="00EA4A3A"/>
    <w:rsid w:val="00EA4E91"/>
    <w:rsid w:val="00EA53C0"/>
    <w:rsid w:val="00EA5D2B"/>
    <w:rsid w:val="00EA713E"/>
    <w:rsid w:val="00EA79B1"/>
    <w:rsid w:val="00EB139A"/>
    <w:rsid w:val="00EB2119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6D5A"/>
    <w:rsid w:val="00EC7056"/>
    <w:rsid w:val="00EC7B96"/>
    <w:rsid w:val="00ED15E7"/>
    <w:rsid w:val="00ED2DF1"/>
    <w:rsid w:val="00ED3508"/>
    <w:rsid w:val="00ED5C6E"/>
    <w:rsid w:val="00EE13D9"/>
    <w:rsid w:val="00EE20F2"/>
    <w:rsid w:val="00EE57BE"/>
    <w:rsid w:val="00EE5C0E"/>
    <w:rsid w:val="00EE6392"/>
    <w:rsid w:val="00EE7E95"/>
    <w:rsid w:val="00EF1101"/>
    <w:rsid w:val="00EF2BBA"/>
    <w:rsid w:val="00EF379E"/>
    <w:rsid w:val="00EF3BB5"/>
    <w:rsid w:val="00EF441D"/>
    <w:rsid w:val="00EF7A2A"/>
    <w:rsid w:val="00EF7B79"/>
    <w:rsid w:val="00F00B94"/>
    <w:rsid w:val="00F03185"/>
    <w:rsid w:val="00F0378A"/>
    <w:rsid w:val="00F052DA"/>
    <w:rsid w:val="00F05ADD"/>
    <w:rsid w:val="00F06031"/>
    <w:rsid w:val="00F07553"/>
    <w:rsid w:val="00F10D9A"/>
    <w:rsid w:val="00F113C7"/>
    <w:rsid w:val="00F116F5"/>
    <w:rsid w:val="00F14004"/>
    <w:rsid w:val="00F165F6"/>
    <w:rsid w:val="00F204D7"/>
    <w:rsid w:val="00F2102F"/>
    <w:rsid w:val="00F25221"/>
    <w:rsid w:val="00F26B4B"/>
    <w:rsid w:val="00F34915"/>
    <w:rsid w:val="00F3578E"/>
    <w:rsid w:val="00F36C50"/>
    <w:rsid w:val="00F36D92"/>
    <w:rsid w:val="00F36DAA"/>
    <w:rsid w:val="00F40226"/>
    <w:rsid w:val="00F433D1"/>
    <w:rsid w:val="00F43968"/>
    <w:rsid w:val="00F44C43"/>
    <w:rsid w:val="00F45C62"/>
    <w:rsid w:val="00F474B2"/>
    <w:rsid w:val="00F47949"/>
    <w:rsid w:val="00F47C6B"/>
    <w:rsid w:val="00F5144A"/>
    <w:rsid w:val="00F56A30"/>
    <w:rsid w:val="00F56AB3"/>
    <w:rsid w:val="00F6042F"/>
    <w:rsid w:val="00F626FF"/>
    <w:rsid w:val="00F64517"/>
    <w:rsid w:val="00F67C18"/>
    <w:rsid w:val="00F70586"/>
    <w:rsid w:val="00F70B00"/>
    <w:rsid w:val="00F73081"/>
    <w:rsid w:val="00F773C2"/>
    <w:rsid w:val="00F81956"/>
    <w:rsid w:val="00F8509E"/>
    <w:rsid w:val="00F85368"/>
    <w:rsid w:val="00F86395"/>
    <w:rsid w:val="00F91359"/>
    <w:rsid w:val="00F91D1E"/>
    <w:rsid w:val="00F93E64"/>
    <w:rsid w:val="00F950CD"/>
    <w:rsid w:val="00F9751E"/>
    <w:rsid w:val="00F9786E"/>
    <w:rsid w:val="00FA14D2"/>
    <w:rsid w:val="00FA16B7"/>
    <w:rsid w:val="00FA3FAC"/>
    <w:rsid w:val="00FA5065"/>
    <w:rsid w:val="00FB0B09"/>
    <w:rsid w:val="00FB17A8"/>
    <w:rsid w:val="00FB223E"/>
    <w:rsid w:val="00FB2655"/>
    <w:rsid w:val="00FB3022"/>
    <w:rsid w:val="00FB3152"/>
    <w:rsid w:val="00FB7A69"/>
    <w:rsid w:val="00FB7CC1"/>
    <w:rsid w:val="00FC0F22"/>
    <w:rsid w:val="00FC2E55"/>
    <w:rsid w:val="00FC2EED"/>
    <w:rsid w:val="00FC31B4"/>
    <w:rsid w:val="00FC31E8"/>
    <w:rsid w:val="00FC631D"/>
    <w:rsid w:val="00FC6E66"/>
    <w:rsid w:val="00FD012C"/>
    <w:rsid w:val="00FD03E5"/>
    <w:rsid w:val="00FD233A"/>
    <w:rsid w:val="00FD2A8D"/>
    <w:rsid w:val="00FD35BB"/>
    <w:rsid w:val="00FD3675"/>
    <w:rsid w:val="00FD3F51"/>
    <w:rsid w:val="00FD4413"/>
    <w:rsid w:val="00FD4B69"/>
    <w:rsid w:val="00FD66F3"/>
    <w:rsid w:val="00FE00B0"/>
    <w:rsid w:val="00FE054F"/>
    <w:rsid w:val="00FE1407"/>
    <w:rsid w:val="00FE2305"/>
    <w:rsid w:val="00FE2DED"/>
    <w:rsid w:val="00FE31D4"/>
    <w:rsid w:val="00FE5DC9"/>
    <w:rsid w:val="00FE6454"/>
    <w:rsid w:val="00FF3E22"/>
    <w:rsid w:val="00FF5453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DAA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3169E-E698-4F6A-AD64-4EBA0EDB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2122</TotalTime>
  <Pages>2</Pages>
  <Words>279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512</cp:revision>
  <cp:lastPrinted>2022-10-07T19:33:00Z</cp:lastPrinted>
  <dcterms:created xsi:type="dcterms:W3CDTF">2022-02-25T12:08:00Z</dcterms:created>
  <dcterms:modified xsi:type="dcterms:W3CDTF">2022-10-27T18:56:00Z</dcterms:modified>
</cp:coreProperties>
</file>