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B16EA9" w14:textId="0FAACF0B" w:rsidR="00642CB4" w:rsidRPr="00FC5D80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 w:rsidRPr="00FC5D80">
        <w:rPr>
          <w:rFonts w:ascii="Arial" w:hAnsi="Arial" w:cs="Arial"/>
          <w:b/>
          <w:szCs w:val="28"/>
          <w:u w:val="single"/>
        </w:rPr>
        <w:t xml:space="preserve">ROTEIRO DA </w:t>
      </w:r>
      <w:r w:rsidR="00124E03">
        <w:rPr>
          <w:rFonts w:ascii="Arial" w:hAnsi="Arial" w:cs="Arial"/>
          <w:b/>
          <w:szCs w:val="28"/>
          <w:u w:val="single"/>
        </w:rPr>
        <w:t>7</w:t>
      </w:r>
      <w:r w:rsidR="002F0DED" w:rsidRPr="00FC5D80">
        <w:rPr>
          <w:rFonts w:ascii="Arial" w:hAnsi="Arial" w:cs="Arial"/>
          <w:b/>
          <w:szCs w:val="28"/>
          <w:u w:val="single"/>
        </w:rPr>
        <w:t>ª</w:t>
      </w:r>
      <w:r w:rsidR="005B557E" w:rsidRPr="00FC5D80">
        <w:rPr>
          <w:rFonts w:ascii="Arial" w:hAnsi="Arial" w:cs="Arial"/>
          <w:b/>
          <w:szCs w:val="28"/>
          <w:u w:val="single"/>
        </w:rPr>
        <w:t xml:space="preserve"> SESSÃO</w:t>
      </w:r>
      <w:r w:rsidRPr="00FC5D80">
        <w:rPr>
          <w:rFonts w:ascii="Arial" w:hAnsi="Arial" w:cs="Arial"/>
          <w:b/>
          <w:szCs w:val="28"/>
          <w:u w:val="single"/>
        </w:rPr>
        <w:t xml:space="preserve"> ORDINÁRIA</w:t>
      </w:r>
    </w:p>
    <w:p w14:paraId="75EF0B2E" w14:textId="694728F5" w:rsidR="00642CB4" w:rsidRPr="00FC5D80" w:rsidRDefault="00124E03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14</w:t>
      </w:r>
      <w:r w:rsidR="007371AB" w:rsidRPr="00FC5D80">
        <w:rPr>
          <w:rFonts w:ascii="Arial" w:hAnsi="Arial" w:cs="Arial"/>
          <w:b/>
          <w:szCs w:val="28"/>
          <w:u w:val="single"/>
        </w:rPr>
        <w:t xml:space="preserve"> DE </w:t>
      </w:r>
      <w:proofErr w:type="gramStart"/>
      <w:r w:rsidR="00943509">
        <w:rPr>
          <w:rFonts w:ascii="Arial" w:hAnsi="Arial" w:cs="Arial"/>
          <w:b/>
          <w:szCs w:val="28"/>
          <w:u w:val="single"/>
        </w:rPr>
        <w:t>MARÇO</w:t>
      </w:r>
      <w:proofErr w:type="gramEnd"/>
      <w:r w:rsidR="00943509">
        <w:rPr>
          <w:rFonts w:ascii="Arial" w:hAnsi="Arial" w:cs="Arial"/>
          <w:b/>
          <w:szCs w:val="28"/>
          <w:u w:val="single"/>
        </w:rPr>
        <w:t xml:space="preserve"> </w:t>
      </w:r>
      <w:r w:rsidR="00FC215C" w:rsidRPr="00FC5D80">
        <w:rPr>
          <w:rFonts w:ascii="Arial" w:hAnsi="Arial" w:cs="Arial"/>
          <w:b/>
          <w:szCs w:val="28"/>
          <w:u w:val="single"/>
        </w:rPr>
        <w:t>DE 202</w:t>
      </w:r>
      <w:r w:rsidR="003A7F44" w:rsidRPr="00FC5D80">
        <w:rPr>
          <w:rFonts w:ascii="Arial" w:hAnsi="Arial" w:cs="Arial"/>
          <w:b/>
          <w:szCs w:val="28"/>
          <w:u w:val="single"/>
        </w:rPr>
        <w:t>3</w:t>
      </w:r>
    </w:p>
    <w:p w14:paraId="6E8CCFFB" w14:textId="5DC467A8" w:rsidR="00642CB4" w:rsidRPr="00FC5D80" w:rsidRDefault="00A43961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A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faz a s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</w:rPr>
        <w:t>audação</w:t>
      </w:r>
      <w:r w:rsidR="00193B0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2B13BC28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Membros da Mesa,</w:t>
      </w:r>
    </w:p>
    <w:p w14:paraId="2F261AA2" w14:textId="71942C5B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Vereadores</w:t>
      </w:r>
      <w:r w:rsidR="00CC44E9">
        <w:rPr>
          <w:rFonts w:ascii="Arial" w:hAnsi="Arial" w:cs="Arial"/>
          <w:caps/>
          <w:szCs w:val="28"/>
        </w:rPr>
        <w:t xml:space="preserve"> E VEREADORA</w:t>
      </w:r>
      <w:r w:rsidRPr="00FC5D80">
        <w:rPr>
          <w:rFonts w:ascii="Arial" w:hAnsi="Arial" w:cs="Arial"/>
          <w:caps/>
          <w:szCs w:val="28"/>
        </w:rPr>
        <w:t>,</w:t>
      </w:r>
    </w:p>
    <w:p w14:paraId="63D872FE" w14:textId="5C76942C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SERVIDORES</w:t>
      </w:r>
      <w:r w:rsidR="00CC44E9">
        <w:rPr>
          <w:rFonts w:ascii="Arial" w:hAnsi="Arial" w:cs="Arial"/>
          <w:caps/>
          <w:szCs w:val="28"/>
        </w:rPr>
        <w:t xml:space="preserve"> E SERVIDORAS</w:t>
      </w:r>
      <w:r w:rsidRPr="00FC5D80">
        <w:rPr>
          <w:rFonts w:ascii="Arial" w:hAnsi="Arial" w:cs="Arial"/>
          <w:caps/>
          <w:szCs w:val="28"/>
        </w:rPr>
        <w:t>,</w:t>
      </w:r>
    </w:p>
    <w:p w14:paraId="0634856A" w14:textId="15B5457A" w:rsidR="00D33BF5" w:rsidRPr="00FC5D80" w:rsidRDefault="00D33B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(PÚBLICO PRESENTE),</w:t>
      </w:r>
    </w:p>
    <w:p w14:paraId="4FE26F18" w14:textId="77777777" w:rsidR="001644F6" w:rsidRPr="00FC5D80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TELESPECTADORES,</w:t>
      </w:r>
    </w:p>
    <w:p w14:paraId="3CCCDB4A" w14:textId="1C34FF44" w:rsidR="00642CB4" w:rsidRPr="00FC5D80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Internautas</w:t>
      </w:r>
      <w:r w:rsidR="003A7F44" w:rsidRPr="00FC5D80">
        <w:rPr>
          <w:rFonts w:ascii="Arial" w:hAnsi="Arial" w:cs="Arial"/>
          <w:caps/>
          <w:szCs w:val="28"/>
        </w:rPr>
        <w:t>,</w:t>
      </w:r>
    </w:p>
    <w:p w14:paraId="1A05821F" w14:textId="4596EE75" w:rsidR="00642CB4" w:rsidRDefault="00371C6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BO</w:t>
      </w:r>
      <w:r w:rsidR="00196192" w:rsidRPr="00FC5D80">
        <w:rPr>
          <w:rFonts w:ascii="Arial" w:hAnsi="Arial" w:cs="Arial"/>
          <w:caps/>
          <w:szCs w:val="28"/>
        </w:rPr>
        <w:t>M DIA</w:t>
      </w:r>
      <w:r w:rsidR="00642CB4" w:rsidRPr="00FC5D80">
        <w:rPr>
          <w:rFonts w:ascii="Arial" w:hAnsi="Arial" w:cs="Arial"/>
          <w:caps/>
          <w:szCs w:val="28"/>
        </w:rPr>
        <w:t>!</w:t>
      </w:r>
    </w:p>
    <w:p w14:paraId="35101032" w14:textId="77777777" w:rsidR="00B07B62" w:rsidRDefault="00B07B62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</w:p>
    <w:p w14:paraId="67B4B0A9" w14:textId="2EEF2707" w:rsidR="00B07B62" w:rsidRPr="00FC5D80" w:rsidRDefault="00B07B62" w:rsidP="00B07B62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>
        <w:rPr>
          <w:rFonts w:ascii="Arial" w:hAnsi="Arial" w:cs="Arial"/>
          <w:caps/>
          <w:szCs w:val="28"/>
        </w:rPr>
        <w:t>informo que</w:t>
      </w:r>
      <w:r w:rsidR="00FF6777">
        <w:rPr>
          <w:rFonts w:ascii="Arial" w:hAnsi="Arial" w:cs="Arial"/>
          <w:caps/>
          <w:szCs w:val="28"/>
        </w:rPr>
        <w:t>,</w:t>
      </w:r>
      <w:r>
        <w:rPr>
          <w:rFonts w:ascii="Arial" w:hAnsi="Arial" w:cs="Arial"/>
          <w:caps/>
          <w:szCs w:val="28"/>
        </w:rPr>
        <w:t xml:space="preserve"> em razão da ausência </w:t>
      </w:r>
      <w:r w:rsidR="000E3E03">
        <w:rPr>
          <w:rFonts w:ascii="Arial" w:hAnsi="Arial" w:cs="Arial"/>
          <w:caps/>
          <w:szCs w:val="28"/>
        </w:rPr>
        <w:t xml:space="preserve">POR RAZÕES </w:t>
      </w:r>
      <w:r>
        <w:rPr>
          <w:rFonts w:ascii="Arial" w:hAnsi="Arial" w:cs="Arial"/>
          <w:caps/>
          <w:szCs w:val="28"/>
        </w:rPr>
        <w:t>m</w:t>
      </w:r>
      <w:bookmarkStart w:id="0" w:name="_GoBack"/>
      <w:bookmarkEnd w:id="0"/>
      <w:r>
        <w:rPr>
          <w:rFonts w:ascii="Arial" w:hAnsi="Arial" w:cs="Arial"/>
          <w:caps/>
          <w:szCs w:val="28"/>
        </w:rPr>
        <w:t>édica</w:t>
      </w:r>
      <w:r w:rsidR="000E3E03">
        <w:rPr>
          <w:rFonts w:ascii="Arial" w:hAnsi="Arial" w:cs="Arial"/>
          <w:caps/>
          <w:szCs w:val="28"/>
        </w:rPr>
        <w:t>S</w:t>
      </w:r>
      <w:r>
        <w:rPr>
          <w:rFonts w:ascii="Arial" w:hAnsi="Arial" w:cs="Arial"/>
          <w:caps/>
          <w:szCs w:val="28"/>
        </w:rPr>
        <w:t xml:space="preserve"> do vereador abner rosa, </w:t>
      </w:r>
      <w:r w:rsidR="00FF6777">
        <w:rPr>
          <w:rFonts w:ascii="Arial" w:hAnsi="Arial" w:cs="Arial"/>
          <w:caps/>
          <w:szCs w:val="28"/>
        </w:rPr>
        <w:t xml:space="preserve">eu </w:t>
      </w:r>
      <w:r>
        <w:rPr>
          <w:rFonts w:ascii="Arial" w:hAnsi="Arial" w:cs="Arial"/>
          <w:caps/>
          <w:szCs w:val="28"/>
        </w:rPr>
        <w:t>estarei presidindo a sessão ordinária de hoje.</w:t>
      </w:r>
    </w:p>
    <w:p w14:paraId="605DA9BD" w14:textId="3669F740" w:rsidR="00642CB4" w:rsidRPr="00FC5D80" w:rsidRDefault="00BE556B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A 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abre a Sessão e solicita verificação de presença:</w:t>
      </w:r>
    </w:p>
    <w:p w14:paraId="0445A6A2" w14:textId="29F6D034" w:rsidR="00642CB4" w:rsidRPr="00FC5D80" w:rsidRDefault="00CF513C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>
        <w:rPr>
          <w:rFonts w:ascii="Arial" w:hAnsi="Arial" w:cs="Arial"/>
          <w:caps/>
          <w:szCs w:val="28"/>
        </w:rPr>
        <w:t xml:space="preserve">então, </w:t>
      </w:r>
      <w:r w:rsidR="001128B6" w:rsidRPr="00FC5D80">
        <w:rPr>
          <w:rFonts w:ascii="Arial" w:hAnsi="Arial" w:cs="Arial"/>
          <w:caps/>
          <w:szCs w:val="28"/>
        </w:rPr>
        <w:t xml:space="preserve">NA PRESENTE DATA DE </w:t>
      </w:r>
      <w:r w:rsidR="00A11CA6">
        <w:rPr>
          <w:rFonts w:ascii="Arial" w:hAnsi="Arial" w:cs="Arial"/>
          <w:caps/>
          <w:szCs w:val="28"/>
        </w:rPr>
        <w:t>14</w:t>
      </w:r>
      <w:r w:rsidR="00E253B8">
        <w:rPr>
          <w:rFonts w:ascii="Arial" w:hAnsi="Arial" w:cs="Arial"/>
          <w:caps/>
          <w:szCs w:val="28"/>
        </w:rPr>
        <w:t xml:space="preserve"> </w:t>
      </w:r>
      <w:r w:rsidR="007371AB" w:rsidRPr="00FC5D80">
        <w:rPr>
          <w:rFonts w:ascii="Arial" w:hAnsi="Arial" w:cs="Arial"/>
          <w:caps/>
          <w:szCs w:val="28"/>
        </w:rPr>
        <w:t xml:space="preserve">DE </w:t>
      </w:r>
      <w:r w:rsidR="00E253B8">
        <w:rPr>
          <w:rFonts w:ascii="Arial" w:hAnsi="Arial" w:cs="Arial"/>
          <w:caps/>
          <w:szCs w:val="28"/>
        </w:rPr>
        <w:t>MARÇO</w:t>
      </w:r>
      <w:r w:rsidR="001128B6"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30678B" w:rsidRPr="00FC5D80">
        <w:rPr>
          <w:rFonts w:ascii="Arial" w:hAnsi="Arial" w:cs="Arial"/>
          <w:caps/>
          <w:szCs w:val="28"/>
        </w:rPr>
        <w:t xml:space="preserve">ÀS XXXX HORAS, </w:t>
      </w:r>
      <w:r w:rsidR="006E75B5" w:rsidRPr="00FC5D80">
        <w:rPr>
          <w:rFonts w:ascii="Arial" w:hAnsi="Arial" w:cs="Arial"/>
          <w:caps/>
          <w:szCs w:val="28"/>
        </w:rPr>
        <w:t xml:space="preserve">Para </w:t>
      </w:r>
      <w:r w:rsidR="00642CB4" w:rsidRPr="00FC5D80">
        <w:rPr>
          <w:rFonts w:ascii="Arial" w:hAnsi="Arial" w:cs="Arial"/>
          <w:caps/>
          <w:szCs w:val="28"/>
        </w:rPr>
        <w:t xml:space="preserve">darmos início à </w:t>
      </w:r>
      <w:r w:rsidR="00A11CA6">
        <w:rPr>
          <w:rFonts w:ascii="Arial" w:hAnsi="Arial" w:cs="Arial"/>
          <w:caps/>
          <w:szCs w:val="28"/>
        </w:rPr>
        <w:t>7</w:t>
      </w:r>
      <w:r w:rsidR="007371AB" w:rsidRPr="00FC5D80">
        <w:rPr>
          <w:rFonts w:ascii="Arial" w:hAnsi="Arial" w:cs="Arial"/>
          <w:caps/>
          <w:szCs w:val="28"/>
        </w:rPr>
        <w:t>ª (</w:t>
      </w:r>
      <w:r w:rsidR="00A11CA6">
        <w:rPr>
          <w:rFonts w:ascii="Arial" w:hAnsi="Arial" w:cs="Arial"/>
          <w:caps/>
          <w:szCs w:val="28"/>
        </w:rPr>
        <w:t>SÉTIMA</w:t>
      </w:r>
      <w:r w:rsidR="003A7F44" w:rsidRPr="00FC5D80">
        <w:rPr>
          <w:rFonts w:ascii="Arial" w:hAnsi="Arial" w:cs="Arial"/>
          <w:caps/>
          <w:szCs w:val="28"/>
        </w:rPr>
        <w:t>)</w:t>
      </w:r>
      <w:r w:rsidR="00216B67" w:rsidRPr="00FC5D80">
        <w:rPr>
          <w:rFonts w:ascii="Arial" w:hAnsi="Arial" w:cs="Arial"/>
          <w:caps/>
          <w:szCs w:val="28"/>
        </w:rPr>
        <w:t xml:space="preserve"> </w:t>
      </w:r>
      <w:r w:rsidR="00315EFC" w:rsidRPr="00FC5D80">
        <w:rPr>
          <w:rFonts w:ascii="Arial" w:hAnsi="Arial" w:cs="Arial"/>
          <w:caps/>
          <w:szCs w:val="28"/>
        </w:rPr>
        <w:t>SESSÃO</w:t>
      </w:r>
      <w:r w:rsidR="00642CB4" w:rsidRPr="00FC5D80">
        <w:rPr>
          <w:rFonts w:ascii="Arial" w:hAnsi="Arial" w:cs="Arial"/>
          <w:caps/>
          <w:szCs w:val="28"/>
        </w:rPr>
        <w:t xml:space="preserve"> Ordinária</w:t>
      </w:r>
      <w:r w:rsidR="00E76A02" w:rsidRPr="00FC5D80">
        <w:rPr>
          <w:rFonts w:ascii="Arial" w:hAnsi="Arial" w:cs="Arial"/>
          <w:caps/>
          <w:szCs w:val="28"/>
        </w:rPr>
        <w:t xml:space="preserve"> DO </w:t>
      </w:r>
      <w:r w:rsidR="00FC215C" w:rsidRPr="00FC5D80">
        <w:rPr>
          <w:rFonts w:ascii="Arial" w:hAnsi="Arial" w:cs="Arial"/>
          <w:caps/>
          <w:szCs w:val="28"/>
        </w:rPr>
        <w:t>ANO DE 202</w:t>
      </w:r>
      <w:r w:rsidR="003A7F44" w:rsidRPr="00FC5D80">
        <w:rPr>
          <w:rFonts w:ascii="Arial" w:hAnsi="Arial" w:cs="Arial"/>
          <w:caps/>
          <w:szCs w:val="28"/>
        </w:rPr>
        <w:t>3</w:t>
      </w:r>
      <w:r w:rsidR="00E76A02"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SOLICITO </w:t>
      </w:r>
      <w:r w:rsidR="003A7F44" w:rsidRPr="00FC5D80">
        <w:rPr>
          <w:rFonts w:ascii="Arial" w:hAnsi="Arial" w:cs="Arial"/>
          <w:caps/>
          <w:szCs w:val="28"/>
        </w:rPr>
        <w:t>À</w:t>
      </w:r>
      <w:r w:rsidR="00642CB4" w:rsidRPr="00FC5D80">
        <w:rPr>
          <w:rFonts w:ascii="Arial" w:hAnsi="Arial" w:cs="Arial"/>
          <w:caps/>
          <w:szCs w:val="28"/>
        </w:rPr>
        <w:t xml:space="preserve"> 1</w:t>
      </w:r>
      <w:r w:rsidR="003A7F44" w:rsidRPr="00FC5D80">
        <w:rPr>
          <w:rFonts w:ascii="Arial" w:hAnsi="Arial" w:cs="Arial"/>
          <w:caps/>
          <w:szCs w:val="28"/>
        </w:rPr>
        <w:t>ª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3A7F44" w:rsidRPr="00FC5D80">
        <w:rPr>
          <w:rFonts w:ascii="Arial" w:hAnsi="Arial" w:cs="Arial"/>
          <w:caps/>
          <w:szCs w:val="28"/>
        </w:rPr>
        <w:t>A</w:t>
      </w:r>
      <w:r w:rsidR="00642CB4" w:rsidRPr="00FC5D80">
        <w:rPr>
          <w:rFonts w:ascii="Arial" w:hAnsi="Arial" w:cs="Arial"/>
          <w:caps/>
          <w:szCs w:val="28"/>
        </w:rPr>
        <w:t xml:space="preserve"> QUE FAÇA A VERIFICAÇÃO DE PRESENÇA.</w:t>
      </w:r>
    </w:p>
    <w:p w14:paraId="66295BC5" w14:textId="77777777" w:rsidR="00E03A03" w:rsidRPr="00FC5D80" w:rsidRDefault="00E03A03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</w:p>
    <w:p w14:paraId="7F1648B3" w14:textId="6AF20B24" w:rsidR="00472765" w:rsidRPr="00DB5F7F" w:rsidRDefault="003A7F44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FFFFFF" w:themeColor="background1"/>
          <w:szCs w:val="28"/>
        </w:rPr>
      </w:pPr>
      <w:r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1</w:t>
      </w:r>
      <w:r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ª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SECRETÁRI</w:t>
      </w:r>
      <w:r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</w:t>
      </w:r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faz 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chamada e diz:</w:t>
      </w:r>
    </w:p>
    <w:p w14:paraId="14EFEF8B" w14:textId="4C1F323A" w:rsidR="00472765" w:rsidRPr="00FC5D80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há (</w:t>
      </w:r>
      <w:r w:rsidRPr="00FC5D80">
        <w:rPr>
          <w:rFonts w:ascii="Arial" w:hAnsi="Arial" w:cs="Arial"/>
          <w:color w:val="548DD4" w:themeColor="text2" w:themeTint="99"/>
          <w:szCs w:val="28"/>
        </w:rPr>
        <w:t>não há</w:t>
      </w:r>
      <w:r w:rsidRPr="00FC5D80">
        <w:rPr>
          <w:rFonts w:ascii="Arial" w:hAnsi="Arial" w:cs="Arial"/>
          <w:caps/>
          <w:szCs w:val="28"/>
        </w:rPr>
        <w:t xml:space="preserve">) quórum, </w:t>
      </w:r>
      <w:r w:rsidR="003A7F44" w:rsidRPr="00FC5D80">
        <w:rPr>
          <w:rFonts w:ascii="Arial" w:hAnsi="Arial" w:cs="Arial"/>
          <w:caps/>
          <w:szCs w:val="28"/>
        </w:rPr>
        <w:t>SENHOR</w:t>
      </w:r>
      <w:r w:rsidR="00CC44E9">
        <w:rPr>
          <w:rFonts w:ascii="Arial" w:hAnsi="Arial" w:cs="Arial"/>
          <w:caps/>
          <w:szCs w:val="28"/>
        </w:rPr>
        <w:t>A</w:t>
      </w:r>
      <w:r w:rsidR="003A7F44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 xml:space="preserve">presidente. </w:t>
      </w:r>
      <w:r w:rsidRPr="00FC5D80">
        <w:rPr>
          <w:rFonts w:ascii="Arial" w:hAnsi="Arial" w:cs="Arial"/>
          <w:color w:val="548DD4" w:themeColor="text2" w:themeTint="99"/>
          <w:szCs w:val="28"/>
        </w:rPr>
        <w:t>(Mínimo: 5 Vereadores)</w:t>
      </w:r>
    </w:p>
    <w:p w14:paraId="53C56C5B" w14:textId="0420E4D1" w:rsidR="00642CB4" w:rsidRPr="00FC5D80" w:rsidRDefault="00BE556B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A 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declara a Sessão aberta:</w:t>
      </w:r>
    </w:p>
    <w:p w14:paraId="57DAB620" w14:textId="77777777" w:rsidR="00642CB4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SOB A PROTEÇÃO DE DEUS E COM O CORAÇÃO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INTEIRAMENTE VOLTADO PARA A PÁTRIA 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PARA A COMUNIDADE A QUE SERVIMOS</w:t>
      </w:r>
      <w:r w:rsidR="002C29C5" w:rsidRPr="00FC5D80">
        <w:rPr>
          <w:rFonts w:ascii="Arial" w:hAnsi="Arial" w:cs="Arial"/>
          <w:caps/>
          <w:szCs w:val="28"/>
        </w:rPr>
        <w:t xml:space="preserve">, </w:t>
      </w:r>
      <w:r w:rsidRPr="00FC5D80">
        <w:rPr>
          <w:rFonts w:ascii="Arial" w:hAnsi="Arial" w:cs="Arial"/>
          <w:caps/>
          <w:szCs w:val="28"/>
        </w:rPr>
        <w:t>DECLARO ABERTA A PRESENTE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SESSÃO ORDINÁRIA</w:t>
      </w:r>
      <w:r w:rsidR="002C29C5" w:rsidRPr="00FC5D80">
        <w:rPr>
          <w:rFonts w:ascii="Arial" w:hAnsi="Arial" w:cs="Arial"/>
          <w:caps/>
          <w:szCs w:val="28"/>
        </w:rPr>
        <w:t>.</w:t>
      </w:r>
    </w:p>
    <w:p w14:paraId="022EC340" w14:textId="77777777" w:rsidR="00CC44E9" w:rsidRDefault="00CC44E9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</w:p>
    <w:p w14:paraId="7C89C602" w14:textId="24C8788D" w:rsidR="002C29C5" w:rsidRPr="00FC5D80" w:rsidRDefault="00BE556B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A 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e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xecução de hino</w:t>
      </w:r>
      <w:r w:rsidR="00F24C4F" w:rsidRPr="00FC5D80">
        <w:rPr>
          <w:rFonts w:ascii="Arial" w:hAnsi="Arial" w:cs="Arial"/>
          <w:b/>
          <w:color w:val="76923C" w:themeColor="accent3" w:themeShade="BF"/>
          <w:szCs w:val="28"/>
        </w:rPr>
        <w:t>s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6E723B2" w14:textId="78869B2F" w:rsidR="00F41CD1" w:rsidRPr="00FC5D80" w:rsidRDefault="00197A09" w:rsidP="003257AB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PEÇO A TODOS QUE SE LEVANTEM PARA A EXECUÇÃO DO HINO NACIONAL BRASILEIRO</w:t>
      </w:r>
      <w:r w:rsidR="00EA50E4" w:rsidRPr="00FC5D80">
        <w:rPr>
          <w:rFonts w:ascii="Arial" w:hAnsi="Arial" w:cs="Arial"/>
          <w:caps/>
          <w:szCs w:val="28"/>
        </w:rPr>
        <w:t xml:space="preserve"> </w:t>
      </w:r>
      <w:r w:rsidR="00056948" w:rsidRPr="00FC5D80">
        <w:rPr>
          <w:rFonts w:ascii="Arial" w:hAnsi="Arial" w:cs="Arial"/>
          <w:caps/>
          <w:szCs w:val="28"/>
        </w:rPr>
        <w:t xml:space="preserve">E </w:t>
      </w:r>
      <w:r w:rsidR="005C5D58" w:rsidRPr="00FC5D80">
        <w:rPr>
          <w:rFonts w:ascii="Arial" w:hAnsi="Arial" w:cs="Arial"/>
          <w:caps/>
          <w:szCs w:val="28"/>
        </w:rPr>
        <w:t>informo q</w:t>
      </w:r>
      <w:r w:rsidR="004C0979" w:rsidRPr="00FC5D80">
        <w:rPr>
          <w:rFonts w:ascii="Arial" w:hAnsi="Arial" w:cs="Arial"/>
          <w:szCs w:val="28"/>
        </w:rPr>
        <w:t xml:space="preserve">UE, APÓS A EXECUÇÃO DO HINO, </w:t>
      </w:r>
      <w:r w:rsidR="00A11CA6">
        <w:rPr>
          <w:rFonts w:ascii="Arial" w:hAnsi="Arial" w:cs="Arial"/>
          <w:szCs w:val="28"/>
        </w:rPr>
        <w:t>A</w:t>
      </w:r>
      <w:r w:rsidR="001F50DE" w:rsidRPr="00FC5D80">
        <w:rPr>
          <w:rFonts w:ascii="Arial" w:hAnsi="Arial" w:cs="Arial"/>
          <w:szCs w:val="28"/>
        </w:rPr>
        <w:t xml:space="preserve"> VEREADOR</w:t>
      </w:r>
      <w:r w:rsidR="00A11CA6">
        <w:rPr>
          <w:rFonts w:ascii="Arial" w:hAnsi="Arial" w:cs="Arial"/>
          <w:szCs w:val="28"/>
        </w:rPr>
        <w:t>A</w:t>
      </w:r>
      <w:r w:rsidR="001F50DE" w:rsidRPr="00FC5D80">
        <w:rPr>
          <w:rFonts w:ascii="Arial" w:hAnsi="Arial" w:cs="Arial"/>
          <w:szCs w:val="28"/>
        </w:rPr>
        <w:t xml:space="preserve"> </w:t>
      </w:r>
      <w:r w:rsidR="00A11CA6">
        <w:rPr>
          <w:rFonts w:ascii="Arial" w:hAnsi="Arial" w:cs="Arial"/>
          <w:szCs w:val="28"/>
        </w:rPr>
        <w:t>SÔNIA PATAS DA AMIZADE</w:t>
      </w:r>
      <w:r w:rsidR="00B556BF" w:rsidRPr="00FC5D80">
        <w:rPr>
          <w:rFonts w:ascii="Arial" w:hAnsi="Arial" w:cs="Arial"/>
          <w:szCs w:val="28"/>
        </w:rPr>
        <w:t xml:space="preserve"> </w:t>
      </w:r>
      <w:r w:rsidR="00EB565D" w:rsidRPr="00FC5D80">
        <w:rPr>
          <w:rFonts w:ascii="Arial" w:hAnsi="Arial" w:cs="Arial"/>
          <w:szCs w:val="28"/>
        </w:rPr>
        <w:t>PROCEDER</w:t>
      </w:r>
      <w:r w:rsidR="001F50DE" w:rsidRPr="00FC5D80">
        <w:rPr>
          <w:rFonts w:ascii="Arial" w:hAnsi="Arial" w:cs="Arial"/>
          <w:szCs w:val="28"/>
        </w:rPr>
        <w:t xml:space="preserve">Á </w:t>
      </w:r>
      <w:r w:rsidR="004C0979" w:rsidRPr="00FC5D80">
        <w:rPr>
          <w:rFonts w:ascii="Arial" w:hAnsi="Arial" w:cs="Arial"/>
          <w:szCs w:val="28"/>
        </w:rPr>
        <w:t>À LEITURA DE UM TRECHO DA BÍBLIA</w:t>
      </w:r>
      <w:r w:rsidR="007B7E5C" w:rsidRPr="00FC5D80">
        <w:rPr>
          <w:rFonts w:ascii="Arial" w:hAnsi="Arial" w:cs="Arial"/>
          <w:caps/>
          <w:szCs w:val="28"/>
        </w:rPr>
        <w:t>.</w:t>
      </w:r>
    </w:p>
    <w:p w14:paraId="4C515A0D" w14:textId="5C66B5E0" w:rsidR="00E926DD" w:rsidRPr="00FC5D80" w:rsidRDefault="00E926DD">
      <w:pPr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br w:type="page"/>
      </w:r>
    </w:p>
    <w:p w14:paraId="662C3087" w14:textId="6615DEA1" w:rsidR="00117F3C" w:rsidRPr="005C26E0" w:rsidRDefault="00BE556B" w:rsidP="00117F3C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lastRenderedPageBreak/>
        <w:t>A PRESIDENTE</w:t>
      </w:r>
      <w:r w:rsidR="00117F3C"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="00117F3C">
        <w:rPr>
          <w:rFonts w:ascii="Arial" w:hAnsi="Arial" w:cs="Arial"/>
          <w:b/>
          <w:color w:val="76923C" w:themeColor="accent3" w:themeShade="BF"/>
          <w:szCs w:val="24"/>
        </w:rPr>
        <w:t>anuncia a TRIBUNA LIVRE</w:t>
      </w:r>
      <w:r w:rsidR="00117F3C" w:rsidRPr="005C26E0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484E8987" w14:textId="7FC3B70C" w:rsidR="00117F3C" w:rsidRDefault="00117F3C" w:rsidP="00117F3C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DANDO INÍCIO AOS</w:t>
      </w:r>
      <w:r w:rsidRPr="008A543E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NOSSOS </w:t>
      </w:r>
      <w:r w:rsidRPr="008A543E">
        <w:rPr>
          <w:rFonts w:ascii="Arial" w:hAnsi="Arial" w:cs="Arial"/>
          <w:szCs w:val="24"/>
        </w:rPr>
        <w:t>TRABALHOS</w:t>
      </w:r>
      <w:r>
        <w:rPr>
          <w:rFonts w:ascii="Arial" w:hAnsi="Arial" w:cs="Arial"/>
          <w:szCs w:val="24"/>
        </w:rPr>
        <w:t xml:space="preserve">, </w:t>
      </w:r>
      <w:r w:rsidRPr="008A543E">
        <w:rPr>
          <w:rFonts w:ascii="Arial" w:hAnsi="Arial" w:cs="Arial"/>
          <w:szCs w:val="24"/>
        </w:rPr>
        <w:t xml:space="preserve">CONVIDO A OCUPAR A TRIBUNA DESTA CASA LEGISLATIVA </w:t>
      </w:r>
      <w:r>
        <w:rPr>
          <w:rFonts w:ascii="Arial" w:hAnsi="Arial" w:cs="Arial"/>
          <w:szCs w:val="24"/>
        </w:rPr>
        <w:t xml:space="preserve">A SENHORA </w:t>
      </w:r>
      <w:r w:rsidR="003E4355">
        <w:rPr>
          <w:rFonts w:ascii="Arial" w:hAnsi="Arial" w:cs="Arial"/>
          <w:szCs w:val="24"/>
        </w:rPr>
        <w:t>CRISTIANE LAMIN</w:t>
      </w:r>
      <w:r w:rsidRPr="00930AC1">
        <w:rPr>
          <w:rFonts w:ascii="Arial" w:hAnsi="Arial" w:cs="Arial"/>
          <w:szCs w:val="24"/>
        </w:rPr>
        <w:t xml:space="preserve">, </w:t>
      </w:r>
      <w:r w:rsidR="003E4355">
        <w:rPr>
          <w:rFonts w:ascii="Arial" w:hAnsi="Arial" w:cs="Arial"/>
          <w:szCs w:val="24"/>
        </w:rPr>
        <w:t>DO INSTITUTO CÉREBRO MASTER CLÍNICA TERAPÊUTICA E DESENVOLVIMENTO HUMANO</w:t>
      </w:r>
      <w:r w:rsidRPr="00930AC1">
        <w:rPr>
          <w:rFonts w:ascii="Arial" w:hAnsi="Arial" w:cs="Arial"/>
          <w:szCs w:val="24"/>
        </w:rPr>
        <w:t>, QUE ABORDA</w:t>
      </w:r>
      <w:r>
        <w:rPr>
          <w:rFonts w:ascii="Arial" w:hAnsi="Arial" w:cs="Arial"/>
          <w:szCs w:val="24"/>
        </w:rPr>
        <w:t>RÁ</w:t>
      </w:r>
      <w:r w:rsidRPr="00930AC1">
        <w:rPr>
          <w:rFonts w:ascii="Arial" w:hAnsi="Arial" w:cs="Arial"/>
          <w:szCs w:val="24"/>
        </w:rPr>
        <w:t xml:space="preserve"> O TEMA </w:t>
      </w:r>
      <w:r>
        <w:rPr>
          <w:rFonts w:ascii="Arial" w:hAnsi="Arial" w:cs="Arial"/>
          <w:szCs w:val="24"/>
        </w:rPr>
        <w:t>“</w:t>
      </w:r>
      <w:r w:rsidR="003E4355">
        <w:rPr>
          <w:rFonts w:ascii="Arial" w:hAnsi="Arial" w:cs="Arial"/>
          <w:szCs w:val="24"/>
        </w:rPr>
        <w:t>EMPODERAMENTO X VIOLÊNCIA DOMÉSTICA</w:t>
      </w:r>
      <w:r>
        <w:rPr>
          <w:rFonts w:ascii="Arial" w:hAnsi="Arial" w:cs="Arial"/>
          <w:szCs w:val="24"/>
        </w:rPr>
        <w:t>".</w:t>
      </w:r>
    </w:p>
    <w:p w14:paraId="07FEDBC2" w14:textId="261FCE56" w:rsidR="00117F3C" w:rsidRDefault="009C3A41" w:rsidP="00117F3C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</w:t>
      </w:r>
      <w:r w:rsidR="00117F3C">
        <w:rPr>
          <w:rFonts w:ascii="Arial" w:hAnsi="Arial" w:cs="Arial"/>
          <w:szCs w:val="24"/>
        </w:rPr>
        <w:t xml:space="preserve"> SENHOR</w:t>
      </w:r>
      <w:r>
        <w:rPr>
          <w:rFonts w:ascii="Arial" w:hAnsi="Arial" w:cs="Arial"/>
          <w:szCs w:val="24"/>
        </w:rPr>
        <w:t>A</w:t>
      </w:r>
      <w:r w:rsidR="00117F3C">
        <w:rPr>
          <w:rFonts w:ascii="Arial" w:hAnsi="Arial" w:cs="Arial"/>
          <w:szCs w:val="24"/>
        </w:rPr>
        <w:t xml:space="preserve"> TEM O TEMPO DE 15 MINUTOS PARA FAZER USO DA TRIBUNA.</w:t>
      </w:r>
    </w:p>
    <w:p w14:paraId="5741618A" w14:textId="77777777" w:rsidR="00117F3C" w:rsidRDefault="00117F3C" w:rsidP="00117F3C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FIQUE À</w:t>
      </w:r>
      <w:proofErr w:type="gramEnd"/>
      <w:r>
        <w:rPr>
          <w:rFonts w:ascii="Arial" w:hAnsi="Arial" w:cs="Arial"/>
          <w:szCs w:val="24"/>
        </w:rPr>
        <w:t xml:space="preserve"> VONTADE!</w:t>
      </w:r>
    </w:p>
    <w:p w14:paraId="45E89584" w14:textId="77777777" w:rsidR="00AA20E8" w:rsidRDefault="00AA20E8" w:rsidP="00923E81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11700418" w14:textId="7CAB1252" w:rsidR="00AA20E8" w:rsidRPr="005C26E0" w:rsidRDefault="00AA20E8" w:rsidP="00AA20E8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Finalizando a Tribuna Livre, </w:t>
      </w:r>
      <w:r w:rsidR="00BE556B">
        <w:rPr>
          <w:rFonts w:ascii="Arial" w:hAnsi="Arial" w:cs="Arial"/>
          <w:b/>
          <w:color w:val="76923C" w:themeColor="accent3" w:themeShade="BF"/>
          <w:szCs w:val="24"/>
        </w:rPr>
        <w:t>a PRESIDENTE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agradece a presença:</w:t>
      </w:r>
    </w:p>
    <w:p w14:paraId="06BCBB74" w14:textId="01CCDD0B" w:rsidR="00AA20E8" w:rsidRDefault="00AA20E8" w:rsidP="00AA20E8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 w:rsidRPr="008A543E">
        <w:rPr>
          <w:rFonts w:ascii="Arial" w:hAnsi="Arial" w:cs="Arial"/>
          <w:szCs w:val="24"/>
        </w:rPr>
        <w:t>AGRADEÇO</w:t>
      </w:r>
      <w:proofErr w:type="gramEnd"/>
      <w:r>
        <w:rPr>
          <w:rFonts w:ascii="Arial" w:hAnsi="Arial" w:cs="Arial"/>
          <w:szCs w:val="24"/>
        </w:rPr>
        <w:t xml:space="preserve"> </w:t>
      </w:r>
      <w:r w:rsidRPr="008A543E">
        <w:rPr>
          <w:rFonts w:ascii="Arial" w:hAnsi="Arial" w:cs="Arial"/>
          <w:szCs w:val="24"/>
        </w:rPr>
        <w:t xml:space="preserve">A EXPOSIÇÃO FEITA </w:t>
      </w:r>
      <w:r>
        <w:rPr>
          <w:rFonts w:ascii="Arial" w:hAnsi="Arial" w:cs="Arial"/>
          <w:szCs w:val="24"/>
        </w:rPr>
        <w:t xml:space="preserve">PELA SENHORA </w:t>
      </w:r>
      <w:r w:rsidR="005C539A">
        <w:rPr>
          <w:rFonts w:ascii="Arial" w:hAnsi="Arial" w:cs="Arial"/>
          <w:szCs w:val="24"/>
        </w:rPr>
        <w:t>CRISTIANE LAMIN</w:t>
      </w:r>
      <w:r>
        <w:rPr>
          <w:rFonts w:ascii="Arial" w:hAnsi="Arial" w:cs="Arial"/>
          <w:szCs w:val="24"/>
        </w:rPr>
        <w:t>.</w:t>
      </w:r>
    </w:p>
    <w:p w14:paraId="3E25EDB2" w14:textId="77777777" w:rsidR="00AA20E8" w:rsidRDefault="00AA20E8" w:rsidP="00AA20E8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4B211EA3" w14:textId="77777777" w:rsidR="007A6CE8" w:rsidRDefault="007A6CE8" w:rsidP="00AA20E8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4A9799CA" w14:textId="30033939" w:rsidR="00FC673E" w:rsidRPr="00FC5D80" w:rsidRDefault="00BE556B" w:rsidP="0006229A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A PRESIDENTE</w:t>
      </w:r>
      <w:r w:rsidR="00FC673E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anuncia a Fase do Expediente</w:t>
      </w:r>
      <w:r w:rsidR="00D66563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DAC541D" w14:textId="77777777" w:rsidR="002F0529" w:rsidRPr="00FC5D80" w:rsidRDefault="00CE1745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NESTE </w:t>
      </w:r>
      <w:r w:rsidRPr="00FC5D80">
        <w:rPr>
          <w:rFonts w:ascii="Arial" w:hAnsi="Arial" w:cs="Arial"/>
          <w:caps/>
          <w:szCs w:val="28"/>
        </w:rPr>
        <w:t>INSTANTE</w:t>
      </w:r>
      <w:r w:rsidRPr="00FC5D80">
        <w:rPr>
          <w:rFonts w:ascii="Arial" w:hAnsi="Arial" w:cs="Arial"/>
          <w:szCs w:val="28"/>
        </w:rPr>
        <w:t xml:space="preserve"> PASSAREMOS</w:t>
      </w:r>
      <w:r w:rsidR="00125123" w:rsidRPr="00FC5D80">
        <w:rPr>
          <w:rFonts w:ascii="Arial" w:hAnsi="Arial" w:cs="Arial"/>
          <w:szCs w:val="28"/>
        </w:rPr>
        <w:t xml:space="preserve"> </w:t>
      </w:r>
      <w:r w:rsidR="002F0529" w:rsidRPr="00FC5D80">
        <w:rPr>
          <w:rFonts w:ascii="Arial" w:hAnsi="Arial" w:cs="Arial"/>
          <w:szCs w:val="28"/>
        </w:rPr>
        <w:t>À FASE DA SESSÃO ORDINÁRIA</w:t>
      </w:r>
      <w:r w:rsidR="00814A39" w:rsidRPr="00FC5D80">
        <w:rPr>
          <w:rFonts w:ascii="Arial" w:hAnsi="Arial" w:cs="Arial"/>
          <w:szCs w:val="28"/>
        </w:rPr>
        <w:t xml:space="preserve"> EM QUE</w:t>
      </w:r>
      <w:r w:rsidR="002F0529" w:rsidRPr="00FC5D80">
        <w:rPr>
          <w:rFonts w:ascii="Arial" w:hAnsi="Arial" w:cs="Arial"/>
          <w:szCs w:val="28"/>
        </w:rPr>
        <w:t xml:space="preserve"> SERÃO LIDOS E VOTADOS, CONFORME DISCIPLINADO, OS EXPEDIENTES DOS VEREADORES.</w:t>
      </w:r>
    </w:p>
    <w:p w14:paraId="284900C0" w14:textId="743E988F" w:rsidR="002F0529" w:rsidRPr="00FC5D80" w:rsidRDefault="00B87BAE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</w:rPr>
        <w:t>ENTÃO</w:t>
      </w:r>
      <w:r w:rsidRPr="00FC5D80">
        <w:rPr>
          <w:rFonts w:ascii="Arial" w:hAnsi="Arial" w:cs="Arial"/>
          <w:szCs w:val="28"/>
        </w:rPr>
        <w:t xml:space="preserve">, </w:t>
      </w:r>
      <w:r w:rsidR="00642CB4" w:rsidRPr="00FC5D80">
        <w:rPr>
          <w:rFonts w:ascii="Arial" w:hAnsi="Arial" w:cs="Arial"/>
          <w:szCs w:val="28"/>
        </w:rPr>
        <w:t xml:space="preserve">SOLICITO </w:t>
      </w:r>
      <w:r w:rsidR="00F553B7" w:rsidRPr="00FC5D80">
        <w:rPr>
          <w:rFonts w:ascii="Arial" w:hAnsi="Arial" w:cs="Arial"/>
          <w:szCs w:val="28"/>
        </w:rPr>
        <w:t>À</w:t>
      </w:r>
      <w:r w:rsidR="00014BD1" w:rsidRPr="00FC5D80">
        <w:rPr>
          <w:rFonts w:ascii="Arial" w:hAnsi="Arial" w:cs="Arial"/>
          <w:szCs w:val="28"/>
        </w:rPr>
        <w:t xml:space="preserve"> 1</w:t>
      </w:r>
      <w:r w:rsidR="00F553B7" w:rsidRPr="00FC5D80">
        <w:rPr>
          <w:rFonts w:ascii="Arial" w:hAnsi="Arial" w:cs="Arial"/>
          <w:szCs w:val="28"/>
        </w:rPr>
        <w:t>ª</w:t>
      </w:r>
      <w:r w:rsidR="00642CB4" w:rsidRPr="00FC5D80">
        <w:rPr>
          <w:rFonts w:ascii="Arial" w:hAnsi="Arial" w:cs="Arial"/>
          <w:szCs w:val="28"/>
        </w:rPr>
        <w:t xml:space="preserve"> </w:t>
      </w:r>
      <w:r w:rsidR="00574659" w:rsidRPr="00FC5D80">
        <w:rPr>
          <w:rFonts w:ascii="Arial" w:hAnsi="Arial" w:cs="Arial"/>
          <w:szCs w:val="28"/>
        </w:rPr>
        <w:t>SECRETÁRI</w:t>
      </w:r>
      <w:r w:rsidR="00F553B7" w:rsidRPr="00FC5D80">
        <w:rPr>
          <w:rFonts w:ascii="Arial" w:hAnsi="Arial" w:cs="Arial"/>
          <w:szCs w:val="28"/>
        </w:rPr>
        <w:t>A</w:t>
      </w:r>
      <w:r w:rsidR="00642CB4" w:rsidRPr="00FC5D80">
        <w:rPr>
          <w:rFonts w:ascii="Arial" w:hAnsi="Arial" w:cs="Arial"/>
          <w:szCs w:val="28"/>
        </w:rPr>
        <w:t xml:space="preserve"> </w:t>
      </w:r>
      <w:r w:rsidR="003E574C" w:rsidRPr="00FC5D80">
        <w:rPr>
          <w:rFonts w:ascii="Arial" w:hAnsi="Arial" w:cs="Arial"/>
          <w:szCs w:val="28"/>
        </w:rPr>
        <w:t xml:space="preserve">QUE FAÇA </w:t>
      </w:r>
      <w:r w:rsidR="00C602BC" w:rsidRPr="00FC5D80">
        <w:rPr>
          <w:rFonts w:ascii="Arial" w:hAnsi="Arial" w:cs="Arial"/>
          <w:szCs w:val="28"/>
        </w:rPr>
        <w:t xml:space="preserve">A LEITURA </w:t>
      </w:r>
      <w:r w:rsidR="00212E98" w:rsidRPr="00FC5D80">
        <w:rPr>
          <w:rFonts w:ascii="Arial" w:hAnsi="Arial" w:cs="Arial"/>
          <w:szCs w:val="28"/>
        </w:rPr>
        <w:t>DAS</w:t>
      </w:r>
      <w:r w:rsidR="00212E98" w:rsidRPr="00FC5D80">
        <w:rPr>
          <w:rFonts w:ascii="Arial" w:hAnsi="Arial" w:cs="Arial"/>
          <w:szCs w:val="28"/>
          <w:lang w:eastAsia="ko-KR"/>
        </w:rPr>
        <w:t xml:space="preserve"> </w:t>
      </w:r>
      <w:r w:rsidR="00212E98" w:rsidRPr="00FC5D80">
        <w:rPr>
          <w:rFonts w:ascii="Arial" w:hAnsi="Arial" w:cs="Arial"/>
          <w:caps/>
          <w:szCs w:val="28"/>
        </w:rPr>
        <w:t>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DAS </w:t>
      </w:r>
      <w:r w:rsidR="002F0529" w:rsidRPr="00FC5D80">
        <w:rPr>
          <w:rFonts w:ascii="Arial" w:hAnsi="Arial" w:cs="Arial"/>
          <w:b/>
          <w:szCs w:val="28"/>
          <w:u w:val="single"/>
        </w:rPr>
        <w:t>MOÇÕES</w:t>
      </w:r>
      <w:r w:rsidR="00706EA5"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  <w:lang w:eastAsia="ko-KR"/>
        </w:rPr>
        <w:t>PROTOCOLADAS PARA ESTA</w:t>
      </w:r>
      <w:r w:rsidR="00706EA5"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13AE994C" w14:textId="2B9B8E93" w:rsidR="00F64DD4" w:rsidRPr="00DB5F7F" w:rsidRDefault="00A0590D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FFFFFF" w:themeColor="background1"/>
          <w:szCs w:val="28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A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1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ª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 xml:space="preserve"> SECRETÁRI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A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lê o </w:t>
      </w:r>
      <w:r w:rsidR="009C68A3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Relatório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de Moções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.</w:t>
      </w:r>
    </w:p>
    <w:p w14:paraId="2C3BC064" w14:textId="3E443C51" w:rsidR="00F64DD4" w:rsidRPr="00FC5D80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Em caso de solicitação de leitura na íntegra, </w:t>
      </w:r>
      <w:r w:rsidR="00F553B7" w:rsidRPr="00FC5D80">
        <w:rPr>
          <w:rFonts w:ascii="Arial" w:hAnsi="Arial" w:cs="Arial"/>
          <w:szCs w:val="28"/>
          <w:highlight w:val="yellow"/>
          <w:lang w:eastAsia="ko-KR"/>
        </w:rPr>
        <w:t>a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</w:t>
      </w:r>
      <w:r w:rsidR="00C9225D" w:rsidRPr="00FC5D80">
        <w:rPr>
          <w:rFonts w:ascii="Arial" w:hAnsi="Arial" w:cs="Arial"/>
          <w:szCs w:val="28"/>
          <w:highlight w:val="yellow"/>
          <w:lang w:eastAsia="ko-KR"/>
        </w:rPr>
        <w:t>1</w:t>
      </w:r>
      <w:r w:rsidR="00F553B7" w:rsidRPr="00FC5D80">
        <w:rPr>
          <w:rFonts w:ascii="Arial" w:hAnsi="Arial" w:cs="Arial"/>
          <w:szCs w:val="28"/>
          <w:highlight w:val="yellow"/>
          <w:lang w:eastAsia="ko-KR"/>
        </w:rPr>
        <w:t>ª</w:t>
      </w:r>
      <w:r w:rsidR="00C9225D" w:rsidRPr="00FC5D80">
        <w:rPr>
          <w:rFonts w:ascii="Arial" w:hAnsi="Arial" w:cs="Arial"/>
          <w:szCs w:val="28"/>
          <w:highlight w:val="yellow"/>
          <w:lang w:eastAsia="ko-KR"/>
        </w:rPr>
        <w:t xml:space="preserve"> SECRETÁRI</w:t>
      </w:r>
      <w:r w:rsidR="00F553B7" w:rsidRPr="00FC5D80">
        <w:rPr>
          <w:rFonts w:ascii="Arial" w:hAnsi="Arial" w:cs="Arial"/>
          <w:szCs w:val="28"/>
          <w:highlight w:val="yellow"/>
          <w:lang w:eastAsia="ko-KR"/>
        </w:rPr>
        <w:t>A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faz a leitura da Moção solicitada e prossegue no </w:t>
      </w:r>
      <w:r w:rsidR="009C68A3" w:rsidRPr="00FC5D80">
        <w:rPr>
          <w:rFonts w:ascii="Arial" w:hAnsi="Arial" w:cs="Arial"/>
          <w:szCs w:val="28"/>
          <w:highlight w:val="yellow"/>
          <w:lang w:eastAsia="ko-KR"/>
        </w:rPr>
        <w:t>Relatório</w:t>
      </w:r>
      <w:r w:rsidRPr="00FC5D80">
        <w:rPr>
          <w:rFonts w:ascii="Arial" w:hAnsi="Arial" w:cs="Arial"/>
          <w:szCs w:val="28"/>
          <w:highlight w:val="yellow"/>
          <w:lang w:eastAsia="ko-KR"/>
        </w:rPr>
        <w:t>.</w:t>
      </w:r>
    </w:p>
    <w:p w14:paraId="0B50969F" w14:textId="6CA3156E" w:rsidR="00683A23" w:rsidRPr="00FC5D80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Quando 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acabarem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as Moções, </w:t>
      </w:r>
      <w:r w:rsidR="00A86FE2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1</w:t>
      </w:r>
      <w:r w:rsidR="00A86FE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ª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 xml:space="preserve"> SECRETÁRI</w:t>
      </w:r>
      <w:r w:rsidR="00A86FE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A</w:t>
      </w:r>
      <w:r w:rsidRPr="00DB5F7F">
        <w:rPr>
          <w:rFonts w:ascii="Arial" w:hAnsi="Arial" w:cs="Arial"/>
          <w:b/>
          <w:bCs/>
          <w:color w:val="FFFFFF" w:themeColor="background1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di</w:t>
      </w:r>
      <w:r w:rsidR="00530880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6F645F18" w14:textId="000733F9" w:rsidR="008E6923" w:rsidRPr="00FC5D80" w:rsidRDefault="00FD548E" w:rsidP="00FF6431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MOÇÕES, </w:t>
      </w:r>
      <w:r w:rsidR="002033DA"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>!</w:t>
      </w:r>
    </w:p>
    <w:p w14:paraId="2F619AD2" w14:textId="77777777" w:rsidR="005B7EA9" w:rsidRPr="00FC5D80" w:rsidRDefault="005B7EA9" w:rsidP="00FF6431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</w:p>
    <w:p w14:paraId="4E7D2914" w14:textId="329DD3FC" w:rsidR="005B7EA9" w:rsidRPr="00FC5D80" w:rsidRDefault="005B7EA9">
      <w:pPr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br w:type="page"/>
      </w:r>
    </w:p>
    <w:p w14:paraId="2DB3AEFB" w14:textId="392823DC" w:rsidR="0061668D" w:rsidRPr="00FC5D80" w:rsidRDefault="00BE556B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lastRenderedPageBreak/>
        <w:t>A 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</w:t>
      </w:r>
      <w:r w:rsidR="00506067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a 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leitura dos 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REQUERIMENTOS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14CA3A8" w14:textId="5F0BEF92" w:rsidR="00706EA5" w:rsidRPr="00FC5D80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="00014BD1" w:rsidRPr="00FC5D80">
        <w:rPr>
          <w:rFonts w:ascii="Arial" w:hAnsi="Arial" w:cs="Arial"/>
          <w:szCs w:val="28"/>
          <w:lang w:eastAsia="ko-KR"/>
        </w:rPr>
        <w:t xml:space="preserve"> 2</w:t>
      </w:r>
      <w:r w:rsidR="0087049C" w:rsidRPr="00FC5D80">
        <w:rPr>
          <w:rFonts w:ascii="Arial" w:hAnsi="Arial" w:cs="Arial"/>
          <w:szCs w:val="28"/>
          <w:lang w:eastAsia="ko-KR"/>
        </w:rPr>
        <w:t>º</w:t>
      </w:r>
      <w:r w:rsidR="00211A24" w:rsidRPr="00FC5D80">
        <w:rPr>
          <w:rFonts w:ascii="Arial" w:hAnsi="Arial" w:cs="Arial"/>
          <w:szCs w:val="28"/>
          <w:lang w:eastAsia="ko-KR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87049C" w:rsidRPr="00FC5D80">
        <w:rPr>
          <w:rFonts w:ascii="Arial" w:hAnsi="Arial" w:cs="Arial"/>
          <w:caps/>
          <w:szCs w:val="28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3E574C" w:rsidRPr="00FC5D80">
        <w:rPr>
          <w:rFonts w:ascii="Arial" w:hAnsi="Arial" w:cs="Arial"/>
          <w:szCs w:val="28"/>
          <w:lang w:eastAsia="ko-KR"/>
        </w:rPr>
        <w:t xml:space="preserve">QUE FAÇA </w:t>
      </w:r>
      <w:r w:rsidR="00C602BC" w:rsidRPr="00FC5D80">
        <w:rPr>
          <w:rFonts w:ascii="Arial" w:hAnsi="Arial" w:cs="Arial"/>
          <w:szCs w:val="28"/>
          <w:lang w:eastAsia="ko-KR"/>
        </w:rPr>
        <w:t xml:space="preserve">A LEITURA </w:t>
      </w:r>
      <w:r w:rsidR="00212E98" w:rsidRPr="00FC5D80">
        <w:rPr>
          <w:rFonts w:ascii="Arial" w:hAnsi="Arial" w:cs="Arial"/>
          <w:szCs w:val="28"/>
          <w:lang w:eastAsia="ko-KR"/>
        </w:rPr>
        <w:t>DAS 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</w:t>
      </w:r>
      <w:r w:rsidRPr="00FC5D80">
        <w:rPr>
          <w:rFonts w:ascii="Arial" w:hAnsi="Arial" w:cs="Arial"/>
          <w:szCs w:val="28"/>
          <w:lang w:eastAsia="ko-KR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</w:rPr>
        <w:t>PROTOCOLADOS</w:t>
      </w:r>
      <w:r w:rsidR="00F90A5C" w:rsidRPr="00FC5D80">
        <w:rPr>
          <w:rFonts w:ascii="Arial" w:hAnsi="Arial" w:cs="Arial"/>
          <w:szCs w:val="28"/>
          <w:lang w:eastAsia="ko-KR"/>
        </w:rPr>
        <w:t xml:space="preserve"> PARA ESTA</w:t>
      </w:r>
      <w:r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542F4104" w14:textId="1EE49AAE" w:rsidR="00E63DFA" w:rsidRPr="00FC5D80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Caso não haja solicitaç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D54A06" w:rsidRPr="00FC5D80">
        <w:rPr>
          <w:rFonts w:ascii="Arial" w:hAnsi="Arial" w:cs="Arial"/>
          <w:color w:val="FF0000"/>
          <w:szCs w:val="28"/>
          <w:lang w:eastAsia="ko-KR"/>
        </w:rPr>
        <w:t xml:space="preserve">apenas 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9C68A3" w:rsidRPr="00FC5D80">
        <w:rPr>
          <w:rFonts w:ascii="Arial" w:hAnsi="Arial" w:cs="Arial"/>
          <w:color w:val="FF0000"/>
          <w:szCs w:val="28"/>
          <w:lang w:eastAsia="ko-KR"/>
        </w:rPr>
        <w:t>Relatório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>. (Após</w:t>
      </w:r>
      <w:r w:rsidR="00DD1596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 seguir para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item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_Ref526255634 \r \h </w:instrText>
      </w:r>
      <w:r w:rsidR="00092897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29129D">
        <w:rPr>
          <w:rFonts w:ascii="Arial" w:hAnsi="Arial" w:cs="Arial"/>
          <w:color w:val="FF0000"/>
          <w:szCs w:val="28"/>
          <w:lang w:eastAsia="ko-KR"/>
        </w:rPr>
        <w:t>9.6)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3DE2041" w14:textId="6300F598" w:rsidR="00C35E91" w:rsidRPr="00FC5D80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o Requerimento e prossegue no Relatório.</w:t>
      </w:r>
    </w:p>
    <w:p w14:paraId="6B88235F" w14:textId="4708CA19" w:rsidR="00C35E91" w:rsidRPr="00FC5D80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a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diz:</w:t>
      </w:r>
    </w:p>
    <w:p w14:paraId="60C1D178" w14:textId="77777777" w:rsidR="00B11B06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068DE068" w14:textId="66BC77AF" w:rsidR="00C35E91" w:rsidRPr="00FC5D80" w:rsidRDefault="00BE556B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8"/>
          <w:lang w:eastAsia="ko-KR"/>
        </w:rPr>
        <w:t>A PRESIDENTE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</w:t>
      </w:r>
      <w:r w:rsidR="00B11B06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Requerimento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em votação</w:t>
      </w:r>
      <w:r w:rsidR="009C68A3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conforme item </w: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186B5F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\* MERGEFORMAT </w:instrTex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29129D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9.4)</w: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0BE6BA45" w14:textId="411EFAF9" w:rsidR="00C35E91" w:rsidRPr="00FC5D80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Solicitadas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diz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:</w:t>
      </w:r>
    </w:p>
    <w:p w14:paraId="2D849D4B" w14:textId="77777777" w:rsidR="00BF05EC" w:rsidRPr="00FC5D80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bookmarkStart w:id="1" w:name="_Ref526255980"/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539310E0" w14:textId="5D98B74C" w:rsidR="00BF05EC" w:rsidRPr="00FC5D80" w:rsidRDefault="00BE556B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8"/>
          <w:lang w:eastAsia="ko-KR"/>
        </w:rPr>
        <w:t>A PRESIDENTE</w:t>
      </w:r>
      <w:r w:rsidR="00BF05EC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Requerimento em votação, conforme item </w: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186B5F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\* MERGEFORMAT </w:instrTex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29129D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9.4)</w: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4BFB37EB" w14:textId="4F1E9CAD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2" w:name="_Ref935709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Não havendo justificativas</w:t>
      </w:r>
      <w:r w:rsidR="007C61A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(1 minuto)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ou após elas, </w:t>
      </w:r>
      <w:r w:rsidR="00BE556B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a 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1"/>
      <w:bookmarkEnd w:id="2"/>
    </w:p>
    <w:p w14:paraId="7F9D0457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45BC72D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os que </w:t>
      </w:r>
      <w:r w:rsidRPr="00FC5D80">
        <w:rPr>
          <w:rFonts w:ascii="Arial" w:hAnsi="Arial" w:cs="Arial"/>
          <w:caps/>
          <w:szCs w:val="28"/>
        </w:rPr>
        <w:t>forem</w:t>
      </w:r>
      <w:r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aps/>
          <w:color w:val="FFFFFF" w:themeColor="background1"/>
          <w:szCs w:val="28"/>
          <w:highlight w:val="black"/>
          <w:lang w:eastAsia="ko-KR"/>
        </w:rPr>
        <w:t>contrários</w:t>
      </w:r>
      <w:r w:rsidRPr="00FC5D80">
        <w:rPr>
          <w:rFonts w:ascii="Arial" w:hAnsi="Arial" w:cs="Arial"/>
          <w:caps/>
          <w:color w:val="000000" w:themeColor="text1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  <w:lang w:eastAsia="ko-KR"/>
        </w:rPr>
        <w:t>que levantem O BRAÇO.</w:t>
      </w:r>
    </w:p>
    <w:p w14:paraId="698F92D3" w14:textId="58B29AA1" w:rsidR="00C35E91" w:rsidRPr="00FC5D80" w:rsidRDefault="00C35E91" w:rsidP="00290FF9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3" w:name="_Ref526256135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</w:t>
      </w:r>
      <w:r w:rsidR="00BE556B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a 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  <w:bookmarkEnd w:id="3"/>
    </w:p>
    <w:p w14:paraId="4400A33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678314E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="006D7A14"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>!</w:t>
      </w:r>
    </w:p>
    <w:p w14:paraId="2AC6CA06" w14:textId="37973C03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4" w:name="_Ref526255634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Requerimentos,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4"/>
    </w:p>
    <w:p w14:paraId="274120A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REQUERIMENTOS</w:t>
      </w:r>
      <w:r w:rsidRPr="00FC5D80">
        <w:rPr>
          <w:rFonts w:ascii="Arial" w:hAnsi="Arial" w:cs="Arial"/>
          <w:szCs w:val="28"/>
          <w:highlight w:val="yellow"/>
        </w:rPr>
        <w:t xml:space="preserve">, </w:t>
      </w:r>
      <w:r w:rsidR="002033DA" w:rsidRPr="00FC5D80">
        <w:rPr>
          <w:rFonts w:ascii="Arial" w:hAnsi="Arial" w:cs="Arial"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</w:rPr>
        <w:t>!</w:t>
      </w:r>
    </w:p>
    <w:p w14:paraId="088F2DD2" w14:textId="5DFDDCBE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Requerimentos, </w:t>
      </w:r>
      <w:r w:rsidR="00BE556B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a 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77DD81C4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07C82A0D" w14:textId="77777777" w:rsidR="006B03AF" w:rsidRPr="00FC5D80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8"/>
        </w:rPr>
      </w:pPr>
      <w:r w:rsidRPr="00FC5D80">
        <w:rPr>
          <w:rFonts w:ascii="Arial" w:hAnsi="Arial" w:cs="Arial"/>
          <w:b/>
          <w:szCs w:val="28"/>
        </w:rPr>
        <w:br w:type="page"/>
      </w:r>
    </w:p>
    <w:p w14:paraId="2501F34A" w14:textId="64B72568" w:rsidR="003058CD" w:rsidRPr="00FC5D80" w:rsidRDefault="00BE556B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A 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PEDIDOS DE INFORMAÇÕES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6DF2B0F" w14:textId="74644362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Pr="00FC5D80">
        <w:rPr>
          <w:rFonts w:ascii="Arial" w:hAnsi="Arial" w:cs="Arial"/>
          <w:szCs w:val="28"/>
          <w:lang w:eastAsia="ko-KR"/>
        </w:rPr>
        <w:t xml:space="preserve"> 2</w:t>
      </w:r>
      <w:r w:rsidR="0087049C" w:rsidRPr="00FC5D80">
        <w:rPr>
          <w:rFonts w:ascii="Arial" w:hAnsi="Arial" w:cs="Arial"/>
          <w:szCs w:val="28"/>
          <w:lang w:eastAsia="ko-KR"/>
        </w:rPr>
        <w:t>º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</w:rPr>
        <w:t>SECRETÁRI</w:t>
      </w:r>
      <w:r w:rsidR="0087049C" w:rsidRPr="00FC5D80">
        <w:rPr>
          <w:rFonts w:ascii="Arial" w:hAnsi="Arial" w:cs="Arial"/>
          <w:caps/>
          <w:szCs w:val="28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QUE FAÇA A LEITURA DAS SÍNTESES DOS </w:t>
      </w:r>
      <w:r w:rsidRPr="00FC5D80">
        <w:rPr>
          <w:rFonts w:ascii="Arial" w:hAnsi="Arial" w:cs="Arial"/>
          <w:caps/>
          <w:szCs w:val="28"/>
        </w:rPr>
        <w:t>PEDIDOS DE INFORMAÇÕES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</w:rPr>
        <w:t>PROTOCOLADOS</w:t>
      </w:r>
      <w:r w:rsidRPr="00FC5D80">
        <w:rPr>
          <w:rFonts w:ascii="Arial" w:hAnsi="Arial" w:cs="Arial"/>
          <w:szCs w:val="28"/>
          <w:lang w:eastAsia="ko-KR"/>
        </w:rPr>
        <w:t xml:space="preserve"> PARA ESTA SESSÃO.</w:t>
      </w:r>
    </w:p>
    <w:p w14:paraId="4A83BBBC" w14:textId="2959AC62" w:rsidR="003058CD" w:rsidRPr="00FC5D80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Caso não haja solicitação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apenas o Relatório. (Após, seguir para item </w:t>
      </w:r>
      <w:r w:rsidR="0028005D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28005D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_Ref877341 \r \h </w:instrText>
      </w:r>
      <w:r w:rsidR="00940241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28005D" w:rsidRPr="00FC5D80">
        <w:rPr>
          <w:rFonts w:ascii="Arial" w:hAnsi="Arial" w:cs="Arial"/>
          <w:color w:val="FF0000"/>
          <w:szCs w:val="28"/>
          <w:lang w:eastAsia="ko-KR"/>
        </w:rPr>
      </w:r>
      <w:r w:rsidR="0028005D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29129D">
        <w:rPr>
          <w:rFonts w:ascii="Arial" w:hAnsi="Arial" w:cs="Arial"/>
          <w:color w:val="FF0000"/>
          <w:szCs w:val="28"/>
          <w:lang w:eastAsia="ko-KR"/>
        </w:rPr>
        <w:t>10.5)</w:t>
      </w:r>
      <w:r w:rsidR="0028005D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AC5FA9B" w14:textId="6D6A4652" w:rsidR="003058CD" w:rsidRPr="00FC5D80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na íntegra,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34646" w:rsidRPr="00FC5D80">
        <w:rPr>
          <w:rFonts w:ascii="Arial" w:hAnsi="Arial" w:cs="Arial"/>
          <w:color w:val="FF0000"/>
          <w:szCs w:val="28"/>
          <w:lang w:eastAsia="ko-KR"/>
        </w:rPr>
        <w:t>Pedido de Informações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prossegue no Relatório.</w:t>
      </w:r>
    </w:p>
    <w:p w14:paraId="234FEF36" w14:textId="5C8EEC43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Solicitadas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4C98AE94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186E33F1" w14:textId="3F4BBBCA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BE556B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A 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186B5F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\* MERGEFORMAT </w:instrTex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29129D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10.3)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56CB65AA" w14:textId="78650715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5" w:name="_Ref877417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Não havendo justificativas (1 minuto), ou após elas, </w:t>
      </w:r>
      <w:r w:rsidR="00BE556B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a 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5"/>
    </w:p>
    <w:p w14:paraId="5407FEAD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51C21D78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os que </w:t>
      </w:r>
      <w:r w:rsidRPr="00FC5D80">
        <w:rPr>
          <w:rFonts w:ascii="Arial" w:hAnsi="Arial" w:cs="Arial"/>
          <w:caps/>
          <w:szCs w:val="28"/>
        </w:rPr>
        <w:t>forem</w:t>
      </w:r>
      <w:r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aps/>
          <w:color w:val="FFFFFF" w:themeColor="background1"/>
          <w:szCs w:val="28"/>
          <w:highlight w:val="black"/>
          <w:lang w:eastAsia="ko-KR"/>
        </w:rPr>
        <w:t>contrários</w:t>
      </w:r>
      <w:r w:rsidRPr="00FC5D80">
        <w:rPr>
          <w:rFonts w:ascii="Arial" w:hAnsi="Arial" w:cs="Arial"/>
          <w:caps/>
          <w:color w:val="000000" w:themeColor="text1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  <w:lang w:eastAsia="ko-KR"/>
        </w:rPr>
        <w:t>que levantem O BRAÇO.</w:t>
      </w:r>
    </w:p>
    <w:p w14:paraId="1EF170A5" w14:textId="29EF052F" w:rsidR="003058CD" w:rsidRPr="00FC5D80" w:rsidRDefault="003058CD" w:rsidP="00540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</w:t>
      </w:r>
      <w:r w:rsidR="00BE556B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a 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</w:p>
    <w:p w14:paraId="2F7B1A92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20B72876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>!</w:t>
      </w:r>
    </w:p>
    <w:p w14:paraId="2D97ED0B" w14:textId="3997B952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6" w:name="_Ref877341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Pedidos de Informações,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6"/>
    </w:p>
    <w:p w14:paraId="386D7EFC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PEDIDO DE INFORMAÇÕES</w:t>
      </w:r>
      <w:r w:rsidRPr="00FC5D80">
        <w:rPr>
          <w:rFonts w:ascii="Arial" w:hAnsi="Arial" w:cs="Arial"/>
          <w:szCs w:val="28"/>
          <w:highlight w:val="yellow"/>
        </w:rPr>
        <w:t>, PRESIDENTE!</w:t>
      </w:r>
    </w:p>
    <w:p w14:paraId="5BAD6808" w14:textId="7EBB3BEF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</w:t>
      </w:r>
      <w:r w:rsidR="00AE23F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</w:t>
      </w:r>
      <w:r w:rsidR="00BE556B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a 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6EBCD89E" w14:textId="77777777" w:rsidR="00655FF3" w:rsidRPr="00FC5D80" w:rsidRDefault="003058CD" w:rsidP="004E732C">
      <w:pPr>
        <w:spacing w:after="240"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szCs w:val="28"/>
          <w:lang w:eastAsia="ko-KR"/>
        </w:rPr>
        <w:t>PEDIDO</w:t>
      </w:r>
      <w:r w:rsidR="002F73F4" w:rsidRPr="00FC5D80">
        <w:rPr>
          <w:rFonts w:ascii="Arial" w:hAnsi="Arial" w:cs="Arial"/>
          <w:szCs w:val="28"/>
          <w:lang w:eastAsia="ko-KR"/>
        </w:rPr>
        <w:t>S</w:t>
      </w:r>
      <w:r w:rsidRPr="00FC5D80">
        <w:rPr>
          <w:rFonts w:ascii="Arial" w:hAnsi="Arial" w:cs="Arial"/>
          <w:szCs w:val="28"/>
          <w:lang w:eastAsia="ko-KR"/>
        </w:rPr>
        <w:t xml:space="preserve"> DE INFORMAÇÕES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730EE287" w14:textId="77777777" w:rsidR="009E004B" w:rsidRPr="00FC5D80" w:rsidRDefault="009E004B" w:rsidP="009E004B">
      <w:pPr>
        <w:tabs>
          <w:tab w:val="left" w:pos="709"/>
          <w:tab w:val="right" w:leader="dot" w:pos="7797"/>
        </w:tabs>
        <w:spacing w:line="360" w:lineRule="auto"/>
        <w:jc w:val="center"/>
        <w:rPr>
          <w:rFonts w:ascii="Arial" w:eastAsia="Times New Roman" w:hAnsi="Arial"/>
          <w:szCs w:val="28"/>
        </w:rPr>
      </w:pPr>
    </w:p>
    <w:p w14:paraId="2E32AACC" w14:textId="4F2CCB36" w:rsidR="001F31C8" w:rsidRPr="00FC5D80" w:rsidRDefault="009E004B">
      <w:pPr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br w:type="page"/>
      </w:r>
    </w:p>
    <w:p w14:paraId="52BD699F" w14:textId="4F8F47DE" w:rsidR="005C539A" w:rsidRPr="00572B09" w:rsidRDefault="00BE556B" w:rsidP="005C539A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A PRESIDENTE</w:t>
      </w:r>
      <w:r w:rsidR="005C539A"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 solicita a leitura d</w:t>
      </w:r>
      <w:r w:rsidR="005C539A">
        <w:rPr>
          <w:rFonts w:ascii="Arial" w:hAnsi="Arial" w:cs="Arial"/>
          <w:b/>
          <w:color w:val="76923C" w:themeColor="accent3" w:themeShade="BF"/>
          <w:szCs w:val="24"/>
        </w:rPr>
        <w:t>as respostas d</w:t>
      </w:r>
      <w:r w:rsidR="005C539A"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os </w:t>
      </w:r>
      <w:r w:rsidR="005C539A">
        <w:rPr>
          <w:rFonts w:ascii="Arial" w:hAnsi="Arial" w:cs="Arial"/>
          <w:b/>
          <w:color w:val="76923C" w:themeColor="accent3" w:themeShade="BF"/>
          <w:szCs w:val="24"/>
          <w:u w:val="single"/>
        </w:rPr>
        <w:t>PEDIDOS DE INFORMAÇÕES</w:t>
      </w:r>
      <w:r w:rsidR="005C539A" w:rsidRPr="00572B09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4789E675" w14:textId="77777777" w:rsidR="005C539A" w:rsidRPr="00572B09" w:rsidRDefault="005C539A" w:rsidP="005C539A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  <w:r>
        <w:rPr>
          <w:rFonts w:ascii="Arial" w:hAnsi="Arial" w:cs="Arial"/>
          <w:szCs w:val="24"/>
        </w:rPr>
        <w:t xml:space="preserve">AGORA, </w:t>
      </w:r>
      <w:r w:rsidRPr="00940241">
        <w:rPr>
          <w:rFonts w:ascii="Arial" w:hAnsi="Arial" w:cs="Arial"/>
          <w:szCs w:val="24"/>
        </w:rPr>
        <w:t>SOLICITO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>
        <w:rPr>
          <w:rFonts w:ascii="Arial" w:hAnsi="Arial" w:cs="Arial"/>
          <w:szCs w:val="24"/>
          <w:lang w:eastAsia="ko-KR"/>
        </w:rPr>
        <w:t>AO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>
        <w:rPr>
          <w:rFonts w:ascii="Arial" w:hAnsi="Arial" w:cs="Arial"/>
          <w:szCs w:val="24"/>
          <w:lang w:eastAsia="ko-KR"/>
        </w:rPr>
        <w:t xml:space="preserve">VEREADOR PAULINHO DOS CONDUTORES, LÍDER DO GOVERNO, </w:t>
      </w:r>
      <w:r w:rsidRPr="00940241">
        <w:rPr>
          <w:rFonts w:ascii="Arial" w:hAnsi="Arial" w:cs="Arial"/>
          <w:szCs w:val="24"/>
          <w:lang w:eastAsia="ko-KR"/>
        </w:rPr>
        <w:t xml:space="preserve">QUE FAÇA A LEITURA DAS </w:t>
      </w:r>
      <w:r>
        <w:rPr>
          <w:rFonts w:ascii="Arial" w:hAnsi="Arial" w:cs="Arial"/>
          <w:szCs w:val="24"/>
          <w:lang w:eastAsia="ko-KR"/>
        </w:rPr>
        <w:t xml:space="preserve">RESPOSTAS </w:t>
      </w:r>
      <w:r>
        <w:rPr>
          <w:rFonts w:ascii="Arial" w:hAnsi="Arial" w:cs="Arial"/>
          <w:szCs w:val="24"/>
        </w:rPr>
        <w:t>APRESENTADAS</w:t>
      </w:r>
      <w:r>
        <w:rPr>
          <w:rFonts w:ascii="Arial" w:hAnsi="Arial" w:cs="Arial"/>
          <w:szCs w:val="24"/>
          <w:lang w:eastAsia="ko-KR"/>
        </w:rPr>
        <w:t xml:space="preserve"> PELO EXECUTIVO A</w:t>
      </w:r>
      <w:r w:rsidRPr="00940241">
        <w:rPr>
          <w:rFonts w:ascii="Arial" w:hAnsi="Arial" w:cs="Arial"/>
          <w:szCs w:val="24"/>
          <w:lang w:eastAsia="ko-KR"/>
        </w:rPr>
        <w:t xml:space="preserve">OS </w:t>
      </w:r>
      <w:r w:rsidRPr="00940241">
        <w:rPr>
          <w:rFonts w:ascii="Arial" w:hAnsi="Arial" w:cs="Arial"/>
          <w:caps/>
          <w:szCs w:val="24"/>
        </w:rPr>
        <w:t>PEDIDOS DE INFORMAÇÕES</w:t>
      </w:r>
      <w:r>
        <w:rPr>
          <w:rFonts w:ascii="Arial" w:hAnsi="Arial" w:cs="Arial"/>
          <w:caps/>
          <w:szCs w:val="24"/>
        </w:rPr>
        <w:t>.</w:t>
      </w:r>
    </w:p>
    <w:p w14:paraId="105AED59" w14:textId="77777777" w:rsidR="005C539A" w:rsidRDefault="005C539A" w:rsidP="005C539A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</w:p>
    <w:p w14:paraId="0B5036D1" w14:textId="77777777" w:rsidR="005C539A" w:rsidRPr="00630DFA" w:rsidRDefault="005C539A" w:rsidP="005C539A">
      <w:pPr>
        <w:pStyle w:val="PargrafodaLista"/>
        <w:numPr>
          <w:ilvl w:val="1"/>
          <w:numId w:val="4"/>
        </w:numPr>
        <w:spacing w:line="312" w:lineRule="auto"/>
        <w:ind w:left="851" w:hanging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  <w:r w:rsidRPr="00630DFA">
        <w:rPr>
          <w:rFonts w:ascii="Arial" w:hAnsi="Arial" w:cs="Arial"/>
          <w:b/>
          <w:bCs/>
          <w:color w:val="1F497D" w:themeColor="text2"/>
          <w:szCs w:val="24"/>
        </w:rPr>
        <w:t xml:space="preserve">O </w:t>
      </w:r>
      <w:r>
        <w:rPr>
          <w:rFonts w:ascii="Arial" w:hAnsi="Arial" w:cs="Arial"/>
          <w:b/>
          <w:bCs/>
          <w:color w:val="1F497D" w:themeColor="text2"/>
          <w:szCs w:val="24"/>
          <w:u w:val="single"/>
        </w:rPr>
        <w:t>LÍDER DO GOVERNO</w:t>
      </w:r>
      <w:r w:rsidRPr="00630DFA">
        <w:rPr>
          <w:rFonts w:ascii="Arial" w:hAnsi="Arial" w:cs="Arial"/>
          <w:b/>
          <w:bCs/>
          <w:color w:val="1F497D" w:themeColor="text2"/>
          <w:szCs w:val="24"/>
        </w:rPr>
        <w:t xml:space="preserve"> faz a leitura das respostas aos Pedidos de Informações na ordem de protocolo.</w:t>
      </w:r>
    </w:p>
    <w:p w14:paraId="1F53AE58" w14:textId="77777777" w:rsidR="005C539A" w:rsidRDefault="005C539A" w:rsidP="005C539A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326D37">
        <w:rPr>
          <w:rFonts w:ascii="Arial" w:hAnsi="Arial" w:cs="Arial"/>
          <w:b/>
          <w:bCs/>
          <w:color w:val="1F497D" w:themeColor="text2"/>
          <w:szCs w:val="24"/>
        </w:rPr>
        <w:t>Quando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 acabarem </w:t>
      </w:r>
      <w:r>
        <w:rPr>
          <w:rFonts w:ascii="Arial" w:hAnsi="Arial" w:cs="Arial"/>
          <w:b/>
          <w:bCs/>
          <w:color w:val="1F497D" w:themeColor="text2"/>
          <w:szCs w:val="24"/>
          <w:lang w:eastAsia="ko-KR"/>
        </w:rPr>
        <w:t>a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s </w:t>
      </w:r>
      <w:r>
        <w:rPr>
          <w:rFonts w:ascii="Arial" w:hAnsi="Arial" w:cs="Arial"/>
          <w:b/>
          <w:bCs/>
          <w:color w:val="1F497D" w:themeColor="text2"/>
          <w:szCs w:val="24"/>
          <w:lang w:eastAsia="ko-KR"/>
        </w:rPr>
        <w:t>respostas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, o </w:t>
      </w:r>
      <w:r>
        <w:rPr>
          <w:rFonts w:ascii="Arial" w:hAnsi="Arial" w:cs="Arial"/>
          <w:b/>
          <w:bCs/>
          <w:color w:val="1F497D" w:themeColor="text2"/>
          <w:szCs w:val="24"/>
          <w:u w:val="single"/>
        </w:rPr>
        <w:t>LÍDER DO GOVERNO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 diz:</w:t>
      </w:r>
    </w:p>
    <w:p w14:paraId="68542535" w14:textId="77777777" w:rsidR="005C539A" w:rsidRDefault="005C539A" w:rsidP="005C539A">
      <w:pPr>
        <w:pStyle w:val="PargrafodaLista"/>
        <w:spacing w:before="240" w:line="360" w:lineRule="auto"/>
        <w:ind w:left="851"/>
        <w:contextualSpacing w:val="0"/>
        <w:jc w:val="both"/>
        <w:rPr>
          <w:rFonts w:ascii="Arial" w:hAnsi="Arial" w:cs="Arial"/>
          <w:caps/>
          <w:szCs w:val="24"/>
          <w:lang w:eastAsia="ko-KR"/>
        </w:rPr>
      </w:pPr>
      <w:r w:rsidRPr="00A41457">
        <w:rPr>
          <w:rFonts w:ascii="Arial" w:hAnsi="Arial" w:cs="Arial"/>
          <w:caps/>
          <w:szCs w:val="24"/>
          <w:highlight w:val="yellow"/>
          <w:lang w:eastAsia="ko-KR"/>
        </w:rPr>
        <w:t xml:space="preserve">NÃO HÁ MAIS </w:t>
      </w:r>
      <w:r>
        <w:rPr>
          <w:rFonts w:ascii="Arial" w:hAnsi="Arial" w:cs="Arial"/>
          <w:caps/>
          <w:szCs w:val="24"/>
          <w:highlight w:val="yellow"/>
        </w:rPr>
        <w:t>RESPOSTAS A SEREM LIDAS</w:t>
      </w:r>
      <w:r w:rsidRPr="00A41457">
        <w:rPr>
          <w:rFonts w:ascii="Arial" w:hAnsi="Arial" w:cs="Arial"/>
          <w:caps/>
          <w:szCs w:val="24"/>
          <w:highlight w:val="yellow"/>
          <w:lang w:eastAsia="ko-KR"/>
        </w:rPr>
        <w:t>, PRESIDENTE</w:t>
      </w:r>
      <w:r>
        <w:rPr>
          <w:rFonts w:ascii="Arial" w:hAnsi="Arial" w:cs="Arial"/>
          <w:caps/>
          <w:szCs w:val="24"/>
          <w:lang w:eastAsia="ko-KR"/>
        </w:rPr>
        <w:t>!</w:t>
      </w:r>
    </w:p>
    <w:p w14:paraId="064C192E" w14:textId="77777777" w:rsidR="00572B09" w:rsidRDefault="00572B09" w:rsidP="00572B09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</w:p>
    <w:p w14:paraId="4B23C771" w14:textId="0B18EAC5" w:rsidR="005C539A" w:rsidRPr="00FC5D80" w:rsidRDefault="00BE556B" w:rsidP="005C539A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A PRESIDENTE</w:t>
      </w:r>
      <w:r w:rsidR="005C539A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="005C539A"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Votos de Pesar</w:t>
      </w:r>
      <w:r w:rsidR="005C539A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36A717A3" w14:textId="77777777" w:rsidR="005C539A" w:rsidRPr="00FC5D80" w:rsidRDefault="005C539A" w:rsidP="005C539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proofErr w:type="gramStart"/>
      <w:r w:rsidRPr="00FC5D80">
        <w:rPr>
          <w:rFonts w:ascii="Arial" w:hAnsi="Arial" w:cs="Arial"/>
          <w:caps/>
          <w:szCs w:val="28"/>
          <w:lang w:eastAsia="ko-KR"/>
        </w:rPr>
        <w:t>SOLICITO à</w:t>
      </w:r>
      <w:proofErr w:type="gramEnd"/>
      <w:r w:rsidRPr="00FC5D80">
        <w:rPr>
          <w:rFonts w:ascii="Arial" w:hAnsi="Arial" w:cs="Arial"/>
          <w:caps/>
          <w:szCs w:val="28"/>
          <w:lang w:eastAsia="ko-KR"/>
        </w:rPr>
        <w:t xml:space="preserve"> 1ª SECRETÁRIA QUE FAÇA A LEITURA DOS VOTOS DE PESAR APRESENTADOS PELOS SENHORES VEREADORES.</w:t>
      </w:r>
    </w:p>
    <w:p w14:paraId="43429D09" w14:textId="77777777" w:rsidR="005C539A" w:rsidRPr="00FC5D80" w:rsidRDefault="005C539A" w:rsidP="005C539A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A 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1ª SECRETÁRIA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faz a leitura dos Votos de Pesar na ordem de protocolo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.</w:t>
      </w:r>
    </w:p>
    <w:p w14:paraId="55FA965C" w14:textId="5CEF03D3" w:rsidR="00D1131A" w:rsidRPr="00FC5D80" w:rsidRDefault="0005004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</w:rPr>
        <w:t>Quando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acabarem os Votos de Pesar, </w:t>
      </w:r>
      <w:r w:rsidR="00DB7FA8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1</w:t>
      </w:r>
      <w:r w:rsidR="00DB7FA8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ª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 xml:space="preserve"> SECRETÁRI</w:t>
      </w:r>
      <w:r w:rsidR="00DB7FA8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A</w:t>
      </w:r>
      <w:r w:rsidRPr="00DB5F7F">
        <w:rPr>
          <w:rFonts w:ascii="Arial" w:hAnsi="Arial" w:cs="Arial"/>
          <w:b/>
          <w:bCs/>
          <w:color w:val="FFFFFF" w:themeColor="background1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diz:</w:t>
      </w:r>
    </w:p>
    <w:p w14:paraId="09672CA7" w14:textId="77777777" w:rsidR="0005004E" w:rsidRPr="00FC5D80" w:rsidRDefault="0005004E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NÃO HÁ MAIS </w:t>
      </w:r>
      <w:r w:rsidRPr="00FC5D80">
        <w:rPr>
          <w:rFonts w:ascii="Arial" w:hAnsi="Arial" w:cs="Arial"/>
          <w:caps/>
          <w:szCs w:val="28"/>
          <w:highlight w:val="yellow"/>
        </w:rPr>
        <w:t>VOTOS</w:t>
      </w: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 DE PESAR, </w:t>
      </w:r>
      <w:r w:rsidR="00C279C5" w:rsidRPr="00FC5D80">
        <w:rPr>
          <w:rFonts w:ascii="Arial" w:hAnsi="Arial" w:cs="Arial"/>
          <w:caps/>
          <w:szCs w:val="28"/>
          <w:highlight w:val="yellow"/>
          <w:lang w:eastAsia="ko-KR"/>
        </w:rPr>
        <w:t>PRESIDENTE</w:t>
      </w:r>
      <w:r w:rsidRPr="00FC5D80">
        <w:rPr>
          <w:rFonts w:ascii="Arial" w:hAnsi="Arial" w:cs="Arial"/>
          <w:caps/>
          <w:szCs w:val="28"/>
          <w:highlight w:val="yellow"/>
          <w:lang w:eastAsia="ko-KR"/>
        </w:rPr>
        <w:t>!</w:t>
      </w:r>
    </w:p>
    <w:p w14:paraId="105DF9C8" w14:textId="70075CD6" w:rsidR="006E155B" w:rsidRPr="00FC5D80" w:rsidRDefault="00BE556B" w:rsidP="006E155B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8"/>
          <w:lang w:eastAsia="ko-KR"/>
        </w:rPr>
        <w:t>A PRESIDENTE</w:t>
      </w:r>
      <w:r w:rsidR="006E155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5619A93E" w14:textId="51BCEE05" w:rsidR="006E155B" w:rsidRPr="00FC5D80" w:rsidRDefault="006E155B" w:rsidP="006E155B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EM </w:t>
      </w:r>
      <w:r w:rsidRPr="00FC5D80">
        <w:rPr>
          <w:rFonts w:ascii="Arial" w:hAnsi="Arial" w:cs="Arial"/>
          <w:caps/>
          <w:szCs w:val="28"/>
        </w:rPr>
        <w:t>MEMÓRIA</w:t>
      </w:r>
      <w:r w:rsidRPr="00FC5D80">
        <w:rPr>
          <w:rFonts w:ascii="Arial" w:hAnsi="Arial" w:cs="Arial"/>
          <w:szCs w:val="28"/>
          <w:lang w:eastAsia="ko-KR"/>
        </w:rPr>
        <w:t xml:space="preserve"> DOS ENTES QUERIDOS, CONVIDO A TODOS PARA QUE FAÇAMOS ALGUNS INSTANTES DE SILÊNCIO.</w:t>
      </w:r>
    </w:p>
    <w:p w14:paraId="12F5B19D" w14:textId="77777777" w:rsidR="00FC5D80" w:rsidRDefault="00FC5D80">
      <w:pPr>
        <w:rPr>
          <w:rFonts w:ascii="Arial" w:hAnsi="Arial" w:cs="Arial"/>
          <w:b/>
          <w:color w:val="548DD4" w:themeColor="text2" w:themeTint="99"/>
          <w:szCs w:val="28"/>
          <w:lang w:eastAsia="ko-KR"/>
        </w:rPr>
      </w:pPr>
      <w:r>
        <w:rPr>
          <w:rFonts w:ascii="Arial" w:hAnsi="Arial" w:cs="Arial"/>
          <w:b/>
          <w:color w:val="548DD4" w:themeColor="text2" w:themeTint="99"/>
          <w:szCs w:val="28"/>
          <w:lang w:eastAsia="ko-KR"/>
        </w:rPr>
        <w:br w:type="page"/>
      </w:r>
    </w:p>
    <w:p w14:paraId="3E04C513" w14:textId="32C6CA4D" w:rsidR="00FC5D80" w:rsidRPr="003058CD" w:rsidRDefault="00BE556B" w:rsidP="0050047E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 PRESIDENTE</w:t>
      </w:r>
      <w:r w:rsidR="00FC5D80"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Dia:</w:t>
      </w:r>
    </w:p>
    <w:p w14:paraId="58094158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PASSAREMOS</w:t>
      </w:r>
      <w:r w:rsidRPr="00940241">
        <w:rPr>
          <w:rFonts w:ascii="Arial" w:hAnsi="Arial" w:cs="Arial"/>
          <w:szCs w:val="24"/>
          <w:lang w:eastAsia="ko-KR"/>
        </w:rPr>
        <w:t xml:space="preserve">, </w:t>
      </w:r>
      <w:r w:rsidRPr="00940241">
        <w:rPr>
          <w:rFonts w:ascii="Arial" w:hAnsi="Arial" w:cs="Arial"/>
          <w:caps/>
          <w:szCs w:val="24"/>
        </w:rPr>
        <w:t>NESTE</w:t>
      </w:r>
      <w:r w:rsidRPr="00940241">
        <w:rPr>
          <w:rFonts w:ascii="Arial" w:hAnsi="Arial" w:cs="Arial"/>
          <w:szCs w:val="24"/>
          <w:lang w:eastAsia="ko-KR"/>
        </w:rPr>
        <w:t xml:space="preserve"> INSTANTE, À FASE DA ORDEM DO DIA.</w:t>
      </w:r>
    </w:p>
    <w:p w14:paraId="761CA5D5" w14:textId="3582DD7E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940241">
        <w:rPr>
          <w:rFonts w:ascii="Arial" w:hAnsi="Arial" w:cs="Arial"/>
          <w:szCs w:val="24"/>
        </w:rPr>
        <w:t>PEÇO</w:t>
      </w:r>
      <w:r w:rsidR="005403DA">
        <w:rPr>
          <w:rFonts w:ascii="Arial" w:hAnsi="Arial" w:cs="Arial"/>
          <w:szCs w:val="24"/>
          <w:lang w:eastAsia="ko-KR"/>
        </w:rPr>
        <w:t xml:space="preserve"> À</w:t>
      </w:r>
      <w:proofErr w:type="gramEnd"/>
      <w:r w:rsidR="005403DA">
        <w:rPr>
          <w:rFonts w:ascii="Arial" w:hAnsi="Arial" w:cs="Arial"/>
          <w:szCs w:val="24"/>
          <w:lang w:eastAsia="ko-KR"/>
        </w:rPr>
        <w:t xml:space="preserve"> 1ª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</w:rPr>
        <w:t>SECRETÁRI</w:t>
      </w:r>
      <w:r w:rsidR="005403DA">
        <w:rPr>
          <w:rFonts w:ascii="Arial" w:hAnsi="Arial" w:cs="Arial"/>
          <w:caps/>
          <w:szCs w:val="24"/>
        </w:rPr>
        <w:t>A</w:t>
      </w:r>
      <w:r w:rsidRPr="00940241">
        <w:rPr>
          <w:rFonts w:ascii="Arial" w:hAnsi="Arial" w:cs="Arial"/>
          <w:szCs w:val="24"/>
          <w:lang w:eastAsia="ko-KR"/>
        </w:rPr>
        <w:t xml:space="preserve"> QUE PROCEDA À LEITURA DO RESUMO DO PRIMEIRO PROJETO </w:t>
      </w:r>
      <w:r w:rsidRPr="00940241">
        <w:rPr>
          <w:rFonts w:ascii="Arial" w:hAnsi="Arial" w:cs="Arial"/>
          <w:caps/>
          <w:szCs w:val="24"/>
        </w:rPr>
        <w:t>CONSTANTE</w:t>
      </w:r>
      <w:r w:rsidRPr="00940241">
        <w:rPr>
          <w:rFonts w:ascii="Arial" w:hAnsi="Arial" w:cs="Arial"/>
          <w:szCs w:val="24"/>
          <w:lang w:eastAsia="ko-KR"/>
        </w:rPr>
        <w:t xml:space="preserve"> DA ORDEM DO DIA.</w:t>
      </w:r>
    </w:p>
    <w:p w14:paraId="4412C68D" w14:textId="3697772B" w:rsidR="00FC5D80" w:rsidRPr="00326D37" w:rsidRDefault="005403DA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bookmarkStart w:id="7" w:name="_Ref475712815"/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A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>1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>ª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 xml:space="preserve"> SECRETÁRI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>A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faz a leitura da ementa do Projeto</w:t>
      </w:r>
      <w:bookmarkEnd w:id="7"/>
      <w:r w:rsidR="00FC5D80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.</w:t>
      </w:r>
    </w:p>
    <w:p w14:paraId="1F57F7E6" w14:textId="79BF511D" w:rsidR="00FC5D80" w:rsidRPr="003058CD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</w:t>
      </w:r>
      <w:r w:rsidR="00BE556B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 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CCE02E2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O PROJETO está em discussão.</w:t>
      </w:r>
    </w:p>
    <w:p w14:paraId="565140C9" w14:textId="48223A10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houver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</w:t>
      </w:r>
      <w:r w:rsidR="00BE556B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 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62F5110" w14:textId="1AF161C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havendo mais nenhum Vereador desejando discutir a matéria, peço </w:t>
      </w:r>
      <w:r w:rsidR="0050047E">
        <w:rPr>
          <w:rFonts w:ascii="Arial" w:hAnsi="Arial" w:cs="Arial"/>
          <w:caps/>
          <w:szCs w:val="24"/>
          <w:lang w:eastAsia="ko-KR"/>
        </w:rPr>
        <w:t>À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1</w:t>
      </w:r>
      <w:r w:rsidR="0050047E"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ª SecretáriA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 xml:space="preserve"> que proceda À votação nominal</w:t>
      </w:r>
      <w:r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do projeto, na forma regimental.</w:t>
      </w:r>
    </w:p>
    <w:p w14:paraId="604597D2" w14:textId="60F1E2E2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8" w:name="_Ref85330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</w:t>
      </w:r>
      <w:r w:rsidR="00BE556B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 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8"/>
    </w:p>
    <w:p w14:paraId="68DE384A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PROJETO 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30226964" w14:textId="74CB6BD1" w:rsidR="00FC5D80" w:rsidRPr="00B73532" w:rsidRDefault="00BE556B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9" w:name="_Ref878893"/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 PRESIDENTE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9"/>
    </w:p>
    <w:p w14:paraId="3331FA7E" w14:textId="28CE6931" w:rsidR="00FC5D80" w:rsidRPr="00092897" w:rsidRDefault="00FC5D80" w:rsidP="00FC5D80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_Ref475712815 \r \h </w:instrTex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\* MERGEFORMAT </w:instrTex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29129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14)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1F639376" w14:textId="57F2A9AE" w:rsidR="00FC5D80" w:rsidRPr="00326D37" w:rsidRDefault="005403DA" w:rsidP="00FC5D80">
      <w:pPr>
        <w:pStyle w:val="PargrafodaLista"/>
        <w:numPr>
          <w:ilvl w:val="0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Caso acabem os projetos, a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>1ª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 xml:space="preserve"> SECRETÁRI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>A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dirá</w:t>
      </w:r>
      <w:r w:rsidR="00FC5D80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:</w:t>
      </w:r>
    </w:p>
    <w:p w14:paraId="4A1CC79F" w14:textId="1B913772" w:rsidR="00FC5D80" w:rsidRPr="00B73532" w:rsidRDefault="00FC5D80" w:rsidP="00FC5D80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326D37">
        <w:rPr>
          <w:rFonts w:ascii="Arial" w:hAnsi="Arial" w:cs="Arial"/>
          <w:szCs w:val="24"/>
          <w:highlight w:val="yellow"/>
          <w:lang w:eastAsia="ko-KR"/>
        </w:rPr>
        <w:t>NÃO HÁ MAIS PROJETOS, PRESIDENTE!</w:t>
      </w:r>
      <w:r w:rsidRPr="00326D37">
        <w:rPr>
          <w:rFonts w:ascii="Arial" w:hAnsi="Arial" w:cs="Arial"/>
          <w:b/>
          <w:szCs w:val="24"/>
          <w:highlight w:val="yellow"/>
          <w:lang w:eastAsia="ko-KR"/>
        </w:rPr>
        <w:t xml:space="preserve"> </w:t>
      </w:r>
      <w:r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(Seguir para item </w:t>
      </w:r>
      <w:r w:rsidR="005C539A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19</w:t>
      </w:r>
      <w:r w:rsidR="005C539A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)</w:t>
      </w:r>
    </w:p>
    <w:p w14:paraId="4D22E99D" w14:textId="39CA3FB7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F83EC8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 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</w:t>
      </w:r>
      <w:r w:rsidR="00BE556B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 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F69177B" w14:textId="6C1528AD" w:rsidR="00FC5D80" w:rsidRPr="00940241" w:rsidRDefault="0050047E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proofErr w:type="gramStart"/>
      <w:r>
        <w:rPr>
          <w:rFonts w:ascii="Arial" w:hAnsi="Arial" w:cs="Arial"/>
          <w:caps/>
          <w:szCs w:val="24"/>
          <w:lang w:eastAsia="ko-KR"/>
        </w:rPr>
        <w:t>peço À</w:t>
      </w:r>
      <w:proofErr w:type="gramEnd"/>
      <w:r>
        <w:rPr>
          <w:rFonts w:ascii="Arial" w:hAnsi="Arial" w:cs="Arial"/>
          <w:caps/>
          <w:szCs w:val="24"/>
          <w:lang w:eastAsia="ko-KR"/>
        </w:rPr>
        <w:t xml:space="preserve"> </w:t>
      </w:r>
      <w:r w:rsidRPr="00DB5F7F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1ª secretáriA</w:t>
      </w:r>
      <w:r w:rsidR="00FC5D80"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que </w:t>
      </w:r>
      <w:r w:rsidR="00FC5D80">
        <w:rPr>
          <w:rFonts w:ascii="Arial" w:hAnsi="Arial" w:cs="Arial"/>
          <w:caps/>
          <w:szCs w:val="24"/>
          <w:lang w:eastAsia="ko-KR"/>
        </w:rPr>
        <w:t xml:space="preserve">FAÇA A </w:t>
      </w:r>
      <w:r w:rsidR="00FC5D80" w:rsidRPr="00940241">
        <w:rPr>
          <w:rFonts w:ascii="Arial" w:hAnsi="Arial" w:cs="Arial"/>
          <w:caps/>
          <w:szCs w:val="24"/>
          <w:lang w:eastAsia="ko-KR"/>
        </w:rPr>
        <w:t>lei</w:t>
      </w:r>
      <w:r w:rsidR="00FC5D80">
        <w:rPr>
          <w:rFonts w:ascii="Arial" w:hAnsi="Arial" w:cs="Arial"/>
          <w:caps/>
          <w:szCs w:val="24"/>
          <w:lang w:eastAsia="ko-KR"/>
        </w:rPr>
        <w:t>TURA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="00FC5D80">
        <w:rPr>
          <w:rFonts w:ascii="Arial" w:hAnsi="Arial" w:cs="Arial"/>
          <w:caps/>
          <w:szCs w:val="24"/>
          <w:lang w:eastAsia="ko-KR"/>
        </w:rPr>
        <w:t>D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a </w:t>
      </w:r>
      <w:r w:rsidR="00FC5D80">
        <w:rPr>
          <w:rFonts w:ascii="Arial" w:hAnsi="Arial" w:cs="Arial"/>
          <w:caps/>
          <w:szCs w:val="24"/>
          <w:lang w:eastAsia="ko-KR"/>
        </w:rPr>
        <w:t xml:space="preserve">EMENDA </w:t>
      </w:r>
      <w:r w:rsidR="00FC5D80" w:rsidRPr="00940241">
        <w:rPr>
          <w:rFonts w:ascii="Arial" w:hAnsi="Arial" w:cs="Arial"/>
          <w:caps/>
          <w:szCs w:val="24"/>
          <w:lang w:eastAsia="ko-KR"/>
        </w:rPr>
        <w:t>nº ___.</w:t>
      </w:r>
    </w:p>
    <w:p w14:paraId="0DB6B5A9" w14:textId="23C927D6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</w:t>
      </w:r>
      <w:r w:rsidR="00BE556B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 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3563BE0E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está em votação 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</w:t>
      </w:r>
    </w:p>
    <w:p w14:paraId="4E7EF8A0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u w:val="single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os que </w:t>
      </w:r>
      <w:r w:rsidRPr="00940241">
        <w:rPr>
          <w:rFonts w:ascii="Arial" w:hAnsi="Arial" w:cs="Arial"/>
          <w:caps/>
          <w:szCs w:val="24"/>
        </w:rPr>
        <w:t>forem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940241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7814EE49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56065064" w14:textId="77777777" w:rsidR="00FC5D80" w:rsidRPr="00B73532" w:rsidRDefault="00FC5D80" w:rsidP="00FC5D8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4B46FF7E" w14:textId="53F53EA5" w:rsidR="00FC5D80" w:rsidRPr="00940241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Finalizada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 xml:space="preserve"> a votação de emendas, </w:t>
      </w:r>
      <w:r w:rsidR="00BE556B">
        <w:rPr>
          <w:rFonts w:ascii="Arial" w:hAnsi="Arial" w:cs="Arial"/>
          <w:b/>
          <w:color w:val="76923C" w:themeColor="accent3" w:themeShade="BF"/>
          <w:szCs w:val="24"/>
        </w:rPr>
        <w:t>a PRESIDENTE</w:t>
      </w: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>diz:</w:t>
      </w:r>
    </w:p>
    <w:p w14:paraId="7DC46594" w14:textId="0D96BF4D" w:rsidR="00FC5D80" w:rsidRDefault="0050047E" w:rsidP="00FC5D80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proofErr w:type="gramStart"/>
      <w:r>
        <w:rPr>
          <w:rFonts w:ascii="Arial" w:hAnsi="Arial" w:cs="Arial"/>
          <w:caps/>
          <w:szCs w:val="24"/>
          <w:lang w:eastAsia="ko-KR"/>
        </w:rPr>
        <w:t>peço À</w:t>
      </w:r>
      <w:proofErr w:type="gramEnd"/>
      <w:r w:rsidR="00FC5D80"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="00FC5D80" w:rsidRPr="00DB5F7F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1</w:t>
      </w:r>
      <w:r w:rsidRPr="00DB5F7F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ª SecretáriA</w:t>
      </w:r>
      <w:r w:rsidR="00FC5D80" w:rsidRPr="00DB5F7F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 xml:space="preserve"> que proceda À votação nominal</w:t>
      </w:r>
      <w:r w:rsidR="00FC5D80" w:rsidRPr="00DB5F7F">
        <w:rPr>
          <w:rFonts w:ascii="Arial" w:hAnsi="Arial" w:cs="Arial"/>
          <w:b/>
          <w:caps/>
          <w:color w:val="FFFFFF" w:themeColor="background1"/>
          <w:szCs w:val="24"/>
          <w:lang w:eastAsia="ko-KR"/>
        </w:rPr>
        <w:t xml:space="preserve"> </w:t>
      </w:r>
      <w:r w:rsidR="00FC5D80" w:rsidRPr="00940241">
        <w:rPr>
          <w:rFonts w:ascii="Arial" w:hAnsi="Arial" w:cs="Arial"/>
          <w:caps/>
          <w:szCs w:val="24"/>
          <w:lang w:eastAsia="ko-KR"/>
        </w:rPr>
        <w:t>do projeto, na forma regimental</w:t>
      </w:r>
      <w:r w:rsidR="00FC5D80" w:rsidRPr="00940241">
        <w:rPr>
          <w:rFonts w:ascii="Arial" w:hAnsi="Arial" w:cs="Arial"/>
          <w:szCs w:val="24"/>
          <w:lang w:eastAsia="ko-KR"/>
        </w:rPr>
        <w:t>.</w:t>
      </w:r>
      <w:r w:rsidR="00FC5D80">
        <w:rPr>
          <w:rFonts w:ascii="Arial" w:hAnsi="Arial" w:cs="Arial"/>
          <w:b/>
          <w:szCs w:val="24"/>
          <w:lang w:eastAsia="ko-KR"/>
        </w:rPr>
        <w:t xml:space="preserve"> 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 w:rsidR="00BE556B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 PRESIDENTE</w:t>
      </w:r>
      <w:r w:rsidR="00FC5D8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 – ver item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_Ref853302 \r \h  \* MERGEFORMAT </w:instrTex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29129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16.1)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7279D2AD" w14:textId="4733681F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10" w:name="_Ref126671193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Encerrando a Ordem do Dia, </w:t>
      </w:r>
      <w:r w:rsidR="00BE556B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 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10"/>
    </w:p>
    <w:p w14:paraId="4694370D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DIA, PASSAREMOS AO HORÁRIO DA TRIBUNA.</w:t>
      </w:r>
    </w:p>
    <w:p w14:paraId="62716917" w14:textId="308810B0" w:rsidR="00BB60B3" w:rsidRPr="00FC5D80" w:rsidRDefault="008D61D0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Chamada para Temas Livres. </w:t>
      </w:r>
      <w:r w:rsidR="00BE556B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A PRESIDENTE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33D98A12" w14:textId="051BDB78" w:rsidR="00BB60B3" w:rsidRPr="00FC5D80" w:rsidRDefault="00BB60B3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SOLICITO</w:t>
      </w:r>
      <w:r w:rsidR="00670193" w:rsidRPr="00FC5D80">
        <w:rPr>
          <w:rFonts w:ascii="Arial" w:hAnsi="Arial" w:cs="Arial"/>
          <w:szCs w:val="28"/>
          <w:lang w:eastAsia="ko-KR"/>
        </w:rPr>
        <w:t>, ENTÃO,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7B3F34" w:rsidRPr="00FC5D80">
        <w:rPr>
          <w:rFonts w:ascii="Arial" w:hAnsi="Arial" w:cs="Arial"/>
          <w:szCs w:val="28"/>
          <w:lang w:eastAsia="ko-KR"/>
        </w:rPr>
        <w:t>À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DB5F7F">
        <w:rPr>
          <w:rFonts w:ascii="Arial" w:hAnsi="Arial" w:cs="Arial"/>
          <w:b/>
          <w:color w:val="FFFFFF" w:themeColor="background1"/>
          <w:szCs w:val="28"/>
          <w:highlight w:val="red"/>
          <w:lang w:eastAsia="ko-KR"/>
        </w:rPr>
        <w:t>1</w:t>
      </w:r>
      <w:r w:rsidR="007B3F34" w:rsidRPr="00DB5F7F">
        <w:rPr>
          <w:rFonts w:ascii="Arial" w:hAnsi="Arial" w:cs="Arial"/>
          <w:b/>
          <w:color w:val="FFFFFF" w:themeColor="background1"/>
          <w:szCs w:val="28"/>
          <w:highlight w:val="red"/>
          <w:lang w:eastAsia="ko-KR"/>
        </w:rPr>
        <w:t>ª</w:t>
      </w:r>
      <w:r w:rsidRPr="00DB5F7F">
        <w:rPr>
          <w:rFonts w:ascii="Arial" w:hAnsi="Arial" w:cs="Arial"/>
          <w:b/>
          <w:color w:val="FFFFFF" w:themeColor="background1"/>
          <w:szCs w:val="28"/>
          <w:highlight w:val="red"/>
          <w:lang w:eastAsia="ko-KR"/>
        </w:rPr>
        <w:t xml:space="preserve"> </w:t>
      </w:r>
      <w:r w:rsidR="00574659" w:rsidRPr="00DB5F7F">
        <w:rPr>
          <w:rFonts w:ascii="Arial" w:hAnsi="Arial" w:cs="Arial"/>
          <w:b/>
          <w:color w:val="FFFFFF" w:themeColor="background1"/>
          <w:szCs w:val="28"/>
          <w:highlight w:val="red"/>
          <w:lang w:eastAsia="ko-KR"/>
        </w:rPr>
        <w:t>SECRETÁRI</w:t>
      </w:r>
      <w:r w:rsidR="007B3F34" w:rsidRPr="00DB5F7F">
        <w:rPr>
          <w:rFonts w:ascii="Arial" w:hAnsi="Arial" w:cs="Arial"/>
          <w:b/>
          <w:color w:val="FFFFFF" w:themeColor="background1"/>
          <w:szCs w:val="28"/>
          <w:highlight w:val="red"/>
          <w:lang w:eastAsia="ko-KR"/>
        </w:rPr>
        <w:t>A</w:t>
      </w:r>
      <w:r w:rsidRPr="00DB5F7F">
        <w:rPr>
          <w:rFonts w:ascii="Arial" w:hAnsi="Arial" w:cs="Arial"/>
          <w:color w:val="FFFFFF" w:themeColor="background1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  <w:lang w:eastAsia="ko-KR"/>
        </w:rPr>
        <w:t xml:space="preserve">QUE FAÇA A CHAMADA DOS INSCRITOS PARA FAZER USO DA PALAVRA NOS </w:t>
      </w:r>
      <w:r w:rsidRPr="00FC5D80">
        <w:rPr>
          <w:rFonts w:ascii="Arial" w:hAnsi="Arial" w:cs="Arial"/>
          <w:b/>
          <w:szCs w:val="28"/>
          <w:u w:val="single"/>
          <w:lang w:eastAsia="ko-KR"/>
        </w:rPr>
        <w:t>TEMAS LIVRES</w:t>
      </w:r>
      <w:r w:rsidRPr="00FC5D80">
        <w:rPr>
          <w:rFonts w:ascii="Arial" w:hAnsi="Arial" w:cs="Arial"/>
          <w:szCs w:val="28"/>
          <w:lang w:eastAsia="ko-KR"/>
        </w:rPr>
        <w:t>.</w:t>
      </w:r>
    </w:p>
    <w:p w14:paraId="3B92B1E6" w14:textId="06114DE0" w:rsidR="00BB60B3" w:rsidRPr="00FC5D80" w:rsidRDefault="00296934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SERÃO </w:t>
      </w:r>
      <w:r w:rsidRPr="00FC5D80">
        <w:rPr>
          <w:rFonts w:ascii="Arial" w:hAnsi="Arial" w:cs="Arial"/>
          <w:b/>
          <w:szCs w:val="28"/>
          <w:lang w:eastAsia="ko-KR"/>
        </w:rPr>
        <w:t>12</w:t>
      </w:r>
      <w:r w:rsidR="00BB60B3" w:rsidRPr="00FC5D80">
        <w:rPr>
          <w:rFonts w:ascii="Arial" w:hAnsi="Arial" w:cs="Arial"/>
          <w:b/>
          <w:szCs w:val="28"/>
          <w:lang w:eastAsia="ko-KR"/>
        </w:rPr>
        <w:t xml:space="preserve"> MINUTOS</w:t>
      </w:r>
      <w:r w:rsidR="00BB60B3" w:rsidRPr="00FC5D80">
        <w:rPr>
          <w:rFonts w:ascii="Arial" w:hAnsi="Arial" w:cs="Arial"/>
          <w:szCs w:val="28"/>
          <w:lang w:eastAsia="ko-KR"/>
        </w:rPr>
        <w:t xml:space="preserve"> PARA CADA ORADOR.</w:t>
      </w:r>
    </w:p>
    <w:p w14:paraId="05BFAAD6" w14:textId="1DB7D50F" w:rsidR="00A03804" w:rsidRPr="00FC5D80" w:rsidRDefault="007B3F34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A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1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ª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 xml:space="preserve"> SECRETÁRI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A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diz</w:t>
      </w:r>
      <w:r w:rsidR="00A03804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50984E6" w14:textId="77777777" w:rsidR="00A03804" w:rsidRPr="00FC5D80" w:rsidRDefault="00A03804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CHAMO </w:t>
      </w:r>
      <w:proofErr w:type="gramStart"/>
      <w:r w:rsidRPr="00FC5D80">
        <w:rPr>
          <w:rFonts w:ascii="Arial" w:hAnsi="Arial" w:cs="Arial"/>
          <w:szCs w:val="28"/>
          <w:highlight w:val="yellow"/>
          <w:lang w:eastAsia="ko-KR"/>
        </w:rPr>
        <w:t>O(</w:t>
      </w:r>
      <w:proofErr w:type="gramEnd"/>
      <w:r w:rsidRPr="00FC5D80">
        <w:rPr>
          <w:rFonts w:ascii="Arial" w:hAnsi="Arial" w:cs="Arial"/>
          <w:szCs w:val="28"/>
          <w:highlight w:val="yellow"/>
          <w:lang w:eastAsia="ko-KR"/>
        </w:rPr>
        <w:t>A) VEREADOR(A) __________ PARA OCUPAR A TRIBUNA!</w:t>
      </w:r>
    </w:p>
    <w:p w14:paraId="793C2506" w14:textId="77777777" w:rsidR="00BB60B3" w:rsidRPr="00FC5D80" w:rsidRDefault="00A03804" w:rsidP="00F24C4F">
      <w:pPr>
        <w:spacing w:line="360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(Repetir este passo até esgotar a lista)</w:t>
      </w:r>
    </w:p>
    <w:p w14:paraId="13653D3C" w14:textId="0BA21031" w:rsidR="00A03804" w:rsidRPr="00FC5D80" w:rsidRDefault="00A03804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Esgotada a lista,</w:t>
      </w:r>
      <w:r w:rsidR="001858E8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7B3F3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a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1</w:t>
      </w:r>
      <w:r w:rsidR="007B3F3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ª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 xml:space="preserve"> SECRETÁRI</w:t>
      </w:r>
      <w:r w:rsidR="007B3F3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A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DEAE98F" w14:textId="77777777" w:rsidR="00A03804" w:rsidRPr="00FC5D80" w:rsidRDefault="002033DA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="00A03804" w:rsidRPr="00FC5D80">
        <w:rPr>
          <w:rFonts w:ascii="Arial" w:hAnsi="Arial" w:cs="Arial"/>
          <w:szCs w:val="28"/>
          <w:highlight w:val="yellow"/>
          <w:lang w:eastAsia="ko-KR"/>
        </w:rPr>
        <w:t>, NÃO HÁ MAIS INSCRITOS PARA OS TEMAS LIVRES.</w:t>
      </w:r>
    </w:p>
    <w:p w14:paraId="280EE6B9" w14:textId="47152507" w:rsidR="00642CB4" w:rsidRPr="00FC5D80" w:rsidRDefault="008D61D0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Encerramento da Sessão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. </w:t>
      </w:r>
      <w:r w:rsidR="00BE556B">
        <w:rPr>
          <w:rFonts w:ascii="Arial" w:hAnsi="Arial" w:cs="Arial"/>
          <w:b/>
          <w:color w:val="76923C" w:themeColor="accent3" w:themeShade="BF"/>
          <w:szCs w:val="28"/>
        </w:rPr>
        <w:t>A PRESIDENTE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diz:</w:t>
      </w:r>
    </w:p>
    <w:p w14:paraId="5EB5FD87" w14:textId="77777777" w:rsidR="00CE1745" w:rsidRPr="00FC5D80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NÃO HAVENDO MAIS MATÉRIA A SER TRATADA,</w:t>
      </w:r>
    </w:p>
    <w:p w14:paraId="06CC1856" w14:textId="77777777" w:rsidR="00642CB4" w:rsidRPr="00FC5D80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 PARTICIPAÇÃO DE TODOS OS VEREADORES,</w:t>
      </w:r>
    </w:p>
    <w:p w14:paraId="5ECE4B1F" w14:textId="577016FD" w:rsidR="008D61D0" w:rsidRPr="00FC5D80" w:rsidRDefault="003429BA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OS</w:t>
      </w:r>
      <w:r w:rsidR="0037099D" w:rsidRPr="00FC5D80">
        <w:rPr>
          <w:rFonts w:ascii="Arial" w:hAnsi="Arial" w:cs="Arial"/>
          <w:szCs w:val="28"/>
          <w:lang w:eastAsia="ko-KR"/>
        </w:rPr>
        <w:t xml:space="preserve"> SERVIDORES </w:t>
      </w:r>
      <w:r w:rsidR="00CC44E9">
        <w:rPr>
          <w:rFonts w:ascii="Arial" w:hAnsi="Arial" w:cs="Arial"/>
          <w:szCs w:val="28"/>
          <w:lang w:eastAsia="ko-KR"/>
        </w:rPr>
        <w:t xml:space="preserve">E SERVIDORAS </w:t>
      </w:r>
      <w:r w:rsidR="0037099D" w:rsidRPr="00FC5D80">
        <w:rPr>
          <w:rFonts w:ascii="Arial" w:hAnsi="Arial" w:cs="Arial"/>
          <w:szCs w:val="28"/>
          <w:lang w:eastAsia="ko-KR"/>
        </w:rPr>
        <w:t>DESTA CASA,</w:t>
      </w:r>
    </w:p>
    <w:p w14:paraId="4B4FC54D" w14:textId="1364FA62" w:rsidR="00D33BF5" w:rsidRPr="00FC5D80" w:rsidRDefault="00D33BF5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(</w:t>
      </w: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AO PÚBLICO PRESENTE),</w:t>
      </w:r>
    </w:p>
    <w:p w14:paraId="3C025897" w14:textId="77777777" w:rsidR="00642CB4" w:rsidRPr="00FC5D80" w:rsidRDefault="003429BA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AGRADEÇO, </w:t>
      </w:r>
      <w:r w:rsidR="00345B5A" w:rsidRPr="00FC5D80">
        <w:rPr>
          <w:rFonts w:ascii="Arial" w:hAnsi="Arial" w:cs="Arial"/>
          <w:szCs w:val="28"/>
          <w:lang w:eastAsia="ko-KR"/>
        </w:rPr>
        <w:t>POR FIM</w:t>
      </w:r>
      <w:r w:rsidRPr="00FC5D80">
        <w:rPr>
          <w:rFonts w:ascii="Arial" w:hAnsi="Arial" w:cs="Arial"/>
          <w:szCs w:val="28"/>
          <w:lang w:eastAsia="ko-KR"/>
        </w:rPr>
        <w:t xml:space="preserve">, TODOS OS QUE </w:t>
      </w:r>
      <w:r w:rsidR="00345B5A" w:rsidRPr="00FC5D80">
        <w:rPr>
          <w:rFonts w:ascii="Arial" w:hAnsi="Arial" w:cs="Arial"/>
          <w:szCs w:val="28"/>
          <w:lang w:eastAsia="ko-KR"/>
        </w:rPr>
        <w:t xml:space="preserve">NOS </w:t>
      </w:r>
      <w:r w:rsidR="004C10F0" w:rsidRPr="00FC5D80">
        <w:rPr>
          <w:rFonts w:ascii="Arial" w:hAnsi="Arial" w:cs="Arial"/>
          <w:szCs w:val="28"/>
          <w:lang w:eastAsia="ko-KR"/>
        </w:rPr>
        <w:t xml:space="preserve">ACOMPANHARAM </w:t>
      </w:r>
      <w:r w:rsidR="001644F6" w:rsidRPr="00FC5D80">
        <w:rPr>
          <w:rFonts w:ascii="Arial" w:hAnsi="Arial" w:cs="Arial"/>
          <w:szCs w:val="28"/>
          <w:lang w:eastAsia="ko-KR"/>
        </w:rPr>
        <w:t>PELA TV CÂMARA E PELA INTERNET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67F6A4E7" w14:textId="1B81B01E" w:rsidR="00DA2252" w:rsidRPr="00FC5D80" w:rsidRDefault="00672BCA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E, </w:t>
      </w:r>
      <w:r w:rsidR="0037099D" w:rsidRPr="00FC5D80">
        <w:rPr>
          <w:rFonts w:ascii="Arial" w:hAnsi="Arial" w:cs="Arial"/>
          <w:szCs w:val="28"/>
          <w:lang w:eastAsia="ko-KR"/>
        </w:rPr>
        <w:t>ÀS XXX HORAS</w:t>
      </w:r>
      <w:r w:rsidR="00146C11" w:rsidRPr="00FC5D80">
        <w:rPr>
          <w:rFonts w:ascii="Arial" w:hAnsi="Arial" w:cs="Arial"/>
          <w:szCs w:val="28"/>
          <w:lang w:eastAsia="ko-KR"/>
        </w:rPr>
        <w:t xml:space="preserve"> DO DIA </w:t>
      </w:r>
      <w:r w:rsidR="005C539A">
        <w:rPr>
          <w:rFonts w:ascii="Arial" w:hAnsi="Arial" w:cs="Arial"/>
          <w:szCs w:val="28"/>
          <w:lang w:eastAsia="ko-KR"/>
        </w:rPr>
        <w:t>14</w:t>
      </w:r>
      <w:r w:rsidR="007371AB" w:rsidRPr="00FC5D80">
        <w:rPr>
          <w:rFonts w:ascii="Arial" w:hAnsi="Arial" w:cs="Arial"/>
          <w:szCs w:val="28"/>
          <w:lang w:eastAsia="ko-KR"/>
        </w:rPr>
        <w:t xml:space="preserve"> DE </w:t>
      </w:r>
      <w:r w:rsidR="00CF3A8F">
        <w:rPr>
          <w:rFonts w:ascii="Arial" w:hAnsi="Arial" w:cs="Arial"/>
          <w:szCs w:val="28"/>
          <w:lang w:eastAsia="ko-KR"/>
        </w:rPr>
        <w:t>MARÇO</w:t>
      </w:r>
      <w:r w:rsidR="0037099D" w:rsidRPr="00FC5D80">
        <w:rPr>
          <w:rFonts w:ascii="Arial" w:hAnsi="Arial" w:cs="Arial"/>
          <w:szCs w:val="28"/>
          <w:lang w:eastAsia="ko-KR"/>
        </w:rPr>
        <w:t xml:space="preserve">, DECLARO ENCERRADA A </w:t>
      </w:r>
      <w:r w:rsidR="0050047E">
        <w:rPr>
          <w:rFonts w:ascii="Arial" w:hAnsi="Arial" w:cs="Arial"/>
          <w:szCs w:val="28"/>
          <w:lang w:eastAsia="ko-KR"/>
        </w:rPr>
        <w:br/>
      </w:r>
      <w:r w:rsidR="005C539A">
        <w:rPr>
          <w:rFonts w:ascii="Arial" w:hAnsi="Arial" w:cs="Arial"/>
          <w:szCs w:val="28"/>
          <w:lang w:eastAsia="ko-KR"/>
        </w:rPr>
        <w:t>7</w:t>
      </w:r>
      <w:r w:rsidR="007371AB" w:rsidRPr="00FC5D80">
        <w:rPr>
          <w:rFonts w:ascii="Arial" w:hAnsi="Arial" w:cs="Arial"/>
          <w:szCs w:val="28"/>
          <w:lang w:eastAsia="ko-KR"/>
        </w:rPr>
        <w:t>ª (</w:t>
      </w:r>
      <w:r w:rsidR="007A6CE8">
        <w:rPr>
          <w:rFonts w:ascii="Arial" w:hAnsi="Arial" w:cs="Arial"/>
          <w:szCs w:val="28"/>
          <w:lang w:eastAsia="ko-KR"/>
        </w:rPr>
        <w:t>S</w:t>
      </w:r>
      <w:r w:rsidR="005C539A">
        <w:rPr>
          <w:rFonts w:ascii="Arial" w:hAnsi="Arial" w:cs="Arial"/>
          <w:szCs w:val="28"/>
          <w:lang w:eastAsia="ko-KR"/>
        </w:rPr>
        <w:t>ÉTIMA</w:t>
      </w:r>
      <w:r w:rsidR="005C5D58" w:rsidRPr="00FC5D80">
        <w:rPr>
          <w:rFonts w:ascii="Arial" w:hAnsi="Arial" w:cs="Arial"/>
          <w:szCs w:val="28"/>
          <w:lang w:eastAsia="ko-KR"/>
        </w:rPr>
        <w:t>)</w:t>
      </w:r>
      <w:r w:rsidR="00315EFC" w:rsidRPr="00FC5D80">
        <w:rPr>
          <w:rFonts w:ascii="Arial" w:hAnsi="Arial" w:cs="Arial"/>
          <w:szCs w:val="28"/>
          <w:lang w:eastAsia="ko-KR"/>
        </w:rPr>
        <w:t xml:space="preserve"> SESSÃO</w:t>
      </w:r>
      <w:r w:rsidR="0037099D" w:rsidRPr="00FC5D80">
        <w:rPr>
          <w:rFonts w:ascii="Arial" w:hAnsi="Arial" w:cs="Arial"/>
          <w:szCs w:val="28"/>
          <w:lang w:eastAsia="ko-KR"/>
        </w:rPr>
        <w:t xml:space="preserve"> ORDINÁRIA DA CÂMARA MUNICIPAL DE JACAREÍ, DO </w:t>
      </w:r>
      <w:r w:rsidR="00FC215C" w:rsidRPr="00FC5D80">
        <w:rPr>
          <w:rFonts w:ascii="Arial" w:hAnsi="Arial" w:cs="Arial"/>
          <w:szCs w:val="28"/>
          <w:lang w:eastAsia="ko-KR"/>
        </w:rPr>
        <w:t>ANO DE 202</w:t>
      </w:r>
      <w:r w:rsidR="007B3F34" w:rsidRPr="00FC5D80">
        <w:rPr>
          <w:rFonts w:ascii="Arial" w:hAnsi="Arial" w:cs="Arial"/>
          <w:szCs w:val="28"/>
          <w:lang w:eastAsia="ko-KR"/>
        </w:rPr>
        <w:t>3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0D9117D1" w14:textId="093373D4" w:rsidR="00FC5D80" w:rsidRDefault="0037099D" w:rsidP="00B12425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BOA </w:t>
      </w:r>
      <w:r w:rsidR="00216B67" w:rsidRPr="00FC5D80">
        <w:rPr>
          <w:rFonts w:ascii="Arial" w:hAnsi="Arial" w:cs="Arial"/>
          <w:szCs w:val="28"/>
          <w:lang w:eastAsia="ko-KR"/>
        </w:rPr>
        <w:t xml:space="preserve">TARDE </w:t>
      </w:r>
      <w:r w:rsidRPr="00FC5D80">
        <w:rPr>
          <w:rFonts w:ascii="Arial" w:hAnsi="Arial" w:cs="Arial"/>
          <w:szCs w:val="28"/>
          <w:lang w:eastAsia="ko-KR"/>
        </w:rPr>
        <w:t>A TODOS!</w:t>
      </w:r>
    </w:p>
    <w:p w14:paraId="15EF3F7F" w14:textId="77777777" w:rsidR="00FC5D80" w:rsidRDefault="00FC5D80">
      <w:pPr>
        <w:rPr>
          <w:rFonts w:ascii="Arial" w:hAnsi="Arial" w:cs="Arial"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br w:type="page"/>
      </w:r>
    </w:p>
    <w:p w14:paraId="682844BD" w14:textId="07F1C85C" w:rsidR="00FC5D80" w:rsidRPr="00C02EE8" w:rsidRDefault="00FC5D80" w:rsidP="00FC5D8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</w:rPr>
        <w:t>Pausa para intervalo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. </w:t>
      </w:r>
      <w:r w:rsidR="00BE556B">
        <w:rPr>
          <w:rFonts w:ascii="Arial" w:hAnsi="Arial" w:cs="Arial"/>
          <w:b/>
          <w:color w:val="76923C" w:themeColor="accent3" w:themeShade="BF"/>
          <w:szCs w:val="24"/>
        </w:rPr>
        <w:t>A 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6BE202AA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CONSULTO O PLENÁRIO SE HÁ ALGUMA OBJEÇÃO PARA SUSPENDERMOS A SESSÃO PARA HORÁRIO DE ALMOÇO A PARTIR DESTE MOMENTO, COM RETORNO DENTRO DE UMA HORA (OU SEJA, ÀS_______HORAS).</w:t>
      </w:r>
    </w:p>
    <w:p w14:paraId="588D2533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9D8EFAB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NÃO HAVENDO OBJEÇÃO, DECLARO SUSPENSA A SESSÃO POR UMA HORA.</w:t>
      </w:r>
    </w:p>
    <w:p w14:paraId="1E5EAF64" w14:textId="77777777" w:rsidR="00CB63BA" w:rsidRDefault="00CB63BA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23AB9970" w14:textId="77777777" w:rsidR="00572B09" w:rsidRDefault="00572B09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17B4773" w14:textId="77777777" w:rsidR="00CB63BA" w:rsidRDefault="00CB63BA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1455670A" w14:textId="5A43BFBD" w:rsidR="00FC5D80" w:rsidRPr="00E1006F" w:rsidRDefault="00BE556B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A PRESIDENTE</w:t>
      </w:r>
      <w:r w:rsidR="00FC5D80"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26592FFD" w14:textId="77777777" w:rsidR="00572B09" w:rsidRDefault="00FC5D80" w:rsidP="008A7E29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 w:rsidR="00830164">
        <w:rPr>
          <w:rFonts w:ascii="Arial" w:hAnsi="Arial" w:cs="Arial"/>
          <w:szCs w:val="24"/>
        </w:rPr>
        <w:t>À</w:t>
      </w:r>
      <w:r w:rsidRPr="00E1006F">
        <w:rPr>
          <w:rFonts w:ascii="Arial" w:hAnsi="Arial" w:cs="Arial"/>
          <w:szCs w:val="24"/>
        </w:rPr>
        <w:t xml:space="preserve"> </w:t>
      </w:r>
      <w:r w:rsidRPr="00DB5F7F">
        <w:rPr>
          <w:rFonts w:ascii="Arial" w:hAnsi="Arial" w:cs="Arial"/>
          <w:b/>
          <w:color w:val="FFFFFF" w:themeColor="background1"/>
          <w:szCs w:val="24"/>
          <w:highlight w:val="red"/>
        </w:rPr>
        <w:t>1</w:t>
      </w:r>
      <w:r w:rsidR="00830164" w:rsidRPr="00DB5F7F">
        <w:rPr>
          <w:rFonts w:ascii="Arial" w:hAnsi="Arial" w:cs="Arial"/>
          <w:b/>
          <w:color w:val="FFFFFF" w:themeColor="background1"/>
          <w:szCs w:val="24"/>
          <w:highlight w:val="red"/>
        </w:rPr>
        <w:t>ª</w:t>
      </w:r>
      <w:r w:rsidRPr="00DB5F7F">
        <w:rPr>
          <w:rFonts w:ascii="Arial" w:hAnsi="Arial" w:cs="Arial"/>
          <w:b/>
          <w:color w:val="FFFFFF" w:themeColor="background1"/>
          <w:szCs w:val="24"/>
          <w:highlight w:val="red"/>
        </w:rPr>
        <w:t xml:space="preserve"> SECRETÁRI</w:t>
      </w:r>
      <w:r w:rsidR="00830164" w:rsidRPr="00DB5F7F">
        <w:rPr>
          <w:rFonts w:ascii="Arial" w:hAnsi="Arial" w:cs="Arial"/>
          <w:b/>
          <w:color w:val="FFFFFF" w:themeColor="background1"/>
          <w:szCs w:val="24"/>
          <w:highlight w:val="red"/>
        </w:rPr>
        <w:t>A</w:t>
      </w:r>
      <w:r w:rsidRPr="00DB5F7F">
        <w:rPr>
          <w:rFonts w:ascii="Arial" w:hAnsi="Arial" w:cs="Arial"/>
          <w:color w:val="FFFFFF" w:themeColor="background1"/>
          <w:szCs w:val="24"/>
        </w:rPr>
        <w:t xml:space="preserve"> </w:t>
      </w:r>
      <w:r w:rsidRPr="00E1006F">
        <w:rPr>
          <w:rFonts w:ascii="Arial" w:hAnsi="Arial" w:cs="Arial"/>
          <w:szCs w:val="24"/>
        </w:rPr>
        <w:t>QUE PROCEDA À VERIFICAÇÃO DE PRESENÇA.</w:t>
      </w:r>
    </w:p>
    <w:sectPr w:rsidR="00572B09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E074A" w14:textId="77777777" w:rsidR="00E70F1F" w:rsidRDefault="00E70F1F">
      <w:r>
        <w:separator/>
      </w:r>
    </w:p>
  </w:endnote>
  <w:endnote w:type="continuationSeparator" w:id="0">
    <w:p w14:paraId="27645E18" w14:textId="77777777" w:rsidR="00E70F1F" w:rsidRDefault="00E7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95B18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67CB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570E0" w14:textId="77777777" w:rsidR="00E70F1F" w:rsidRDefault="00E70F1F">
      <w:r>
        <w:separator/>
      </w:r>
    </w:p>
  </w:footnote>
  <w:footnote w:type="continuationSeparator" w:id="0">
    <w:p w14:paraId="530C815E" w14:textId="77777777" w:rsidR="00E70F1F" w:rsidRDefault="00E7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6B3B3" w14:textId="77777777" w:rsidR="00F10A87" w:rsidRDefault="00F10A87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657A8493" wp14:editId="283CF443">
              <wp:simplePos x="0" y="0"/>
              <wp:positionH relativeFrom="column">
                <wp:posOffset>330505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6" name="Grupo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2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7989C2" w14:textId="77777777" w:rsidR="00F10A87" w:rsidRPr="00F73DA3" w:rsidRDefault="00F10A87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42A6A33B" w14:textId="77777777" w:rsidR="00F10A87" w:rsidRPr="00F73DA3" w:rsidRDefault="00F10A87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57CF07" w14:textId="0CF0F9AD" w:rsidR="00F10A87" w:rsidRPr="0096018D" w:rsidRDefault="00F10A87" w:rsidP="00454D4A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57A8493" id="Grupo 16" o:spid="_x0000_s1026" style="position:absolute;left:0;text-align:left;margin-left:26pt;margin-top:-6.25pt;width:480.85pt;height:56.6pt;z-index:251657216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inset="0,0,0,0">
                  <w:txbxContent>
                    <w:p w14:paraId="257989C2" w14:textId="77777777" w:rsidR="00F10A87" w:rsidRPr="00F73DA3" w:rsidRDefault="00F10A87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42A6A33B" w14:textId="77777777" w:rsidR="00F10A87" w:rsidRPr="00F73DA3" w:rsidRDefault="00F10A87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Text Box 2" o:spid="_x0000_s1028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2057CF07" w14:textId="0CF0F9AD" w:rsidR="00F10A87" w:rsidRPr="0096018D" w:rsidRDefault="00F10A87" w:rsidP="00454D4A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29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UefJDAAAAA2wAAAA8AAABkcnMvZG93bnJldi54bWxET0trwkAQvgv9D8sUejObWhB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R58k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6D18A1F5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650A1C3A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FE9D062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7EC2E58" w14:textId="51F68274" w:rsidR="00F10A87" w:rsidRPr="00011642" w:rsidRDefault="00F676DD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>
      <w:rPr>
        <w:rFonts w:ascii="Arial" w:hAnsi="Arial" w:cs="Arial"/>
        <w:b/>
        <w:sz w:val="20"/>
        <w:u w:val="single"/>
      </w:rPr>
      <w:t xml:space="preserve">Roteiro para a </w:t>
    </w:r>
    <w:r w:rsidR="003E4355">
      <w:rPr>
        <w:rFonts w:ascii="Arial" w:hAnsi="Arial" w:cs="Arial"/>
        <w:b/>
        <w:sz w:val="20"/>
        <w:u w:val="single"/>
      </w:rPr>
      <w:t>7</w:t>
    </w:r>
    <w:r w:rsidR="00155158">
      <w:rPr>
        <w:rFonts w:ascii="Arial" w:hAnsi="Arial" w:cs="Arial"/>
        <w:b/>
        <w:sz w:val="20"/>
        <w:u w:val="single"/>
      </w:rPr>
      <w:t xml:space="preserve">ª Sessão Ordinária </w:t>
    </w:r>
    <w:r w:rsidR="003E4355">
      <w:rPr>
        <w:rFonts w:ascii="Arial" w:hAnsi="Arial" w:cs="Arial"/>
        <w:b/>
        <w:sz w:val="20"/>
        <w:u w:val="single"/>
      </w:rPr>
      <w:t>14</w:t>
    </w:r>
    <w:r w:rsidR="0027129C">
      <w:rPr>
        <w:rFonts w:ascii="Arial" w:hAnsi="Arial" w:cs="Arial"/>
        <w:b/>
        <w:sz w:val="20"/>
        <w:u w:val="single"/>
      </w:rPr>
      <w:t>/</w:t>
    </w:r>
    <w:r w:rsidR="00C06FFB">
      <w:rPr>
        <w:rFonts w:ascii="Arial" w:hAnsi="Arial" w:cs="Arial"/>
        <w:b/>
        <w:sz w:val="20"/>
        <w:u w:val="single"/>
      </w:rPr>
      <w:t>0</w:t>
    </w:r>
    <w:r w:rsidR="00923E81">
      <w:rPr>
        <w:rFonts w:ascii="Arial" w:hAnsi="Arial" w:cs="Arial"/>
        <w:b/>
        <w:sz w:val="20"/>
        <w:u w:val="single"/>
      </w:rPr>
      <w:t>3</w:t>
    </w:r>
    <w:r w:rsidR="00FC215C">
      <w:rPr>
        <w:rFonts w:ascii="Arial" w:hAnsi="Arial" w:cs="Arial"/>
        <w:b/>
        <w:sz w:val="20"/>
        <w:u w:val="single"/>
      </w:rPr>
      <w:t>/202</w:t>
    </w:r>
    <w:r w:rsidR="00C06FFB">
      <w:rPr>
        <w:rFonts w:ascii="Arial" w:hAnsi="Arial" w:cs="Arial"/>
        <w:b/>
        <w:sz w:val="20"/>
        <w:u w:val="single"/>
      </w:rPr>
      <w:t>3</w:t>
    </w:r>
    <w:r w:rsidR="00F10A87" w:rsidRPr="00011642">
      <w:rPr>
        <w:rFonts w:ascii="Arial" w:hAnsi="Arial" w:cs="Arial"/>
        <w:b/>
        <w:sz w:val="20"/>
        <w:u w:val="single"/>
      </w:rPr>
      <w:t xml:space="preserve"> - Fls. </w:t>
    </w:r>
    <w:r w:rsidR="00F10A87" w:rsidRPr="00011642">
      <w:rPr>
        <w:rFonts w:ascii="Arial" w:hAnsi="Arial" w:cs="Arial"/>
        <w:b/>
        <w:sz w:val="20"/>
        <w:u w:val="single"/>
      </w:rPr>
      <w:fldChar w:fldCharType="begin"/>
    </w:r>
    <w:r w:rsidR="00F10A87" w:rsidRPr="00011642">
      <w:rPr>
        <w:rFonts w:ascii="Arial" w:hAnsi="Arial" w:cs="Arial"/>
        <w:b/>
        <w:sz w:val="20"/>
        <w:u w:val="single"/>
      </w:rPr>
      <w:instrText>PAGE   \* MERGEFORMAT</w:instrText>
    </w:r>
    <w:r w:rsidR="00F10A87" w:rsidRPr="00011642">
      <w:rPr>
        <w:rFonts w:ascii="Arial" w:hAnsi="Arial" w:cs="Arial"/>
        <w:b/>
        <w:sz w:val="20"/>
        <w:u w:val="single"/>
      </w:rPr>
      <w:fldChar w:fldCharType="separate"/>
    </w:r>
    <w:r w:rsidR="000E3E03">
      <w:rPr>
        <w:rFonts w:ascii="Arial" w:hAnsi="Arial" w:cs="Arial"/>
        <w:b/>
        <w:noProof/>
        <w:sz w:val="20"/>
        <w:u w:val="single"/>
      </w:rPr>
      <w:t>8</w:t>
    </w:r>
    <w:r w:rsidR="00F10A8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C42E7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57387A8" wp14:editId="7C27FF4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47F7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66DA7694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1BA82" w14:textId="02111F79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7387A8" id="Grupo 15" o:spid="_x0000_s1030" style="position:absolute;left:0;text-align:left;margin-left:21.85pt;margin-top:-6.25pt;width:480.85pt;height:56.6pt;z-index:251658240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31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28447F7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66DA7694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Text Box 2" o:spid="_x0000_s1032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4451BA82" w14:textId="02111F79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3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8DF6985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DDFBF5F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0BBD983A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03858E2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8B5197"/>
    <w:multiLevelType w:val="hybridMultilevel"/>
    <w:tmpl w:val="918648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0DBEA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6"/>
  </w:num>
  <w:num w:numId="5">
    <w:abstractNumId w:val="17"/>
  </w:num>
  <w:num w:numId="6">
    <w:abstractNumId w:val="22"/>
  </w:num>
  <w:num w:numId="7">
    <w:abstractNumId w:val="7"/>
  </w:num>
  <w:num w:numId="8">
    <w:abstractNumId w:val="20"/>
  </w:num>
  <w:num w:numId="9">
    <w:abstractNumId w:val="4"/>
  </w:num>
  <w:num w:numId="10">
    <w:abstractNumId w:val="19"/>
  </w:num>
  <w:num w:numId="11">
    <w:abstractNumId w:val="15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2"/>
  </w:num>
  <w:num w:numId="19">
    <w:abstractNumId w:val="0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  <w:num w:numId="23">
    <w:abstractNumId w:val="21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0385"/>
    <w:rsid w:val="00000682"/>
    <w:rsid w:val="00001284"/>
    <w:rsid w:val="000015E2"/>
    <w:rsid w:val="000027DA"/>
    <w:rsid w:val="00006E38"/>
    <w:rsid w:val="000077D0"/>
    <w:rsid w:val="00010575"/>
    <w:rsid w:val="000114E0"/>
    <w:rsid w:val="00011642"/>
    <w:rsid w:val="00011BE4"/>
    <w:rsid w:val="00012789"/>
    <w:rsid w:val="00014BD1"/>
    <w:rsid w:val="00016232"/>
    <w:rsid w:val="00016DA7"/>
    <w:rsid w:val="00016EB4"/>
    <w:rsid w:val="00017742"/>
    <w:rsid w:val="00017AC6"/>
    <w:rsid w:val="00023276"/>
    <w:rsid w:val="00024010"/>
    <w:rsid w:val="000241AD"/>
    <w:rsid w:val="0002566F"/>
    <w:rsid w:val="000264BC"/>
    <w:rsid w:val="00027AC8"/>
    <w:rsid w:val="000309F8"/>
    <w:rsid w:val="00036429"/>
    <w:rsid w:val="00037D78"/>
    <w:rsid w:val="00042FEF"/>
    <w:rsid w:val="0004348E"/>
    <w:rsid w:val="00043F12"/>
    <w:rsid w:val="00044414"/>
    <w:rsid w:val="00044B25"/>
    <w:rsid w:val="00044FD9"/>
    <w:rsid w:val="0004588E"/>
    <w:rsid w:val="0004657B"/>
    <w:rsid w:val="00047A29"/>
    <w:rsid w:val="00047C4E"/>
    <w:rsid w:val="0005004E"/>
    <w:rsid w:val="000544E0"/>
    <w:rsid w:val="00054F47"/>
    <w:rsid w:val="0005584B"/>
    <w:rsid w:val="00056948"/>
    <w:rsid w:val="00056F88"/>
    <w:rsid w:val="000575B9"/>
    <w:rsid w:val="0006229A"/>
    <w:rsid w:val="00062793"/>
    <w:rsid w:val="00063430"/>
    <w:rsid w:val="00063BD9"/>
    <w:rsid w:val="00065DED"/>
    <w:rsid w:val="00065F25"/>
    <w:rsid w:val="00067745"/>
    <w:rsid w:val="00070AD5"/>
    <w:rsid w:val="000726F3"/>
    <w:rsid w:val="00080B06"/>
    <w:rsid w:val="00080FFC"/>
    <w:rsid w:val="0008291A"/>
    <w:rsid w:val="00082DD2"/>
    <w:rsid w:val="00084387"/>
    <w:rsid w:val="000845CE"/>
    <w:rsid w:val="00084614"/>
    <w:rsid w:val="00084675"/>
    <w:rsid w:val="00085CB5"/>
    <w:rsid w:val="0009000D"/>
    <w:rsid w:val="00092232"/>
    <w:rsid w:val="00092897"/>
    <w:rsid w:val="00092FE2"/>
    <w:rsid w:val="00093C52"/>
    <w:rsid w:val="00094490"/>
    <w:rsid w:val="00094C68"/>
    <w:rsid w:val="00094C78"/>
    <w:rsid w:val="00095555"/>
    <w:rsid w:val="000958D5"/>
    <w:rsid w:val="00095977"/>
    <w:rsid w:val="00096187"/>
    <w:rsid w:val="00096384"/>
    <w:rsid w:val="00097C74"/>
    <w:rsid w:val="000A01F0"/>
    <w:rsid w:val="000A0864"/>
    <w:rsid w:val="000A0A59"/>
    <w:rsid w:val="000A30D3"/>
    <w:rsid w:val="000A3BB3"/>
    <w:rsid w:val="000A6041"/>
    <w:rsid w:val="000B0649"/>
    <w:rsid w:val="000B1514"/>
    <w:rsid w:val="000B2649"/>
    <w:rsid w:val="000B266D"/>
    <w:rsid w:val="000B3E68"/>
    <w:rsid w:val="000B47BA"/>
    <w:rsid w:val="000B5E80"/>
    <w:rsid w:val="000C0B66"/>
    <w:rsid w:val="000C0BEF"/>
    <w:rsid w:val="000C197C"/>
    <w:rsid w:val="000C459D"/>
    <w:rsid w:val="000C6B0C"/>
    <w:rsid w:val="000D2FF4"/>
    <w:rsid w:val="000D31D5"/>
    <w:rsid w:val="000D3310"/>
    <w:rsid w:val="000D3574"/>
    <w:rsid w:val="000D47B0"/>
    <w:rsid w:val="000D57A3"/>
    <w:rsid w:val="000D63B7"/>
    <w:rsid w:val="000D660D"/>
    <w:rsid w:val="000D7B7C"/>
    <w:rsid w:val="000E0826"/>
    <w:rsid w:val="000E0D23"/>
    <w:rsid w:val="000E2A45"/>
    <w:rsid w:val="000E3E03"/>
    <w:rsid w:val="000E4200"/>
    <w:rsid w:val="000E64BF"/>
    <w:rsid w:val="000F27FA"/>
    <w:rsid w:val="000F2B7C"/>
    <w:rsid w:val="000F419A"/>
    <w:rsid w:val="000F4AD7"/>
    <w:rsid w:val="000F519C"/>
    <w:rsid w:val="000F63F2"/>
    <w:rsid w:val="000F66BB"/>
    <w:rsid w:val="000F6810"/>
    <w:rsid w:val="000F7514"/>
    <w:rsid w:val="001001A9"/>
    <w:rsid w:val="00100749"/>
    <w:rsid w:val="00100827"/>
    <w:rsid w:val="001051E1"/>
    <w:rsid w:val="00105220"/>
    <w:rsid w:val="00105896"/>
    <w:rsid w:val="00107E4B"/>
    <w:rsid w:val="00111260"/>
    <w:rsid w:val="0011136E"/>
    <w:rsid w:val="001128B6"/>
    <w:rsid w:val="00114C2B"/>
    <w:rsid w:val="00114D4C"/>
    <w:rsid w:val="0011536A"/>
    <w:rsid w:val="00116F4C"/>
    <w:rsid w:val="00117F3C"/>
    <w:rsid w:val="00120B5A"/>
    <w:rsid w:val="00121924"/>
    <w:rsid w:val="00121A6C"/>
    <w:rsid w:val="00121DD0"/>
    <w:rsid w:val="0012349C"/>
    <w:rsid w:val="0012492E"/>
    <w:rsid w:val="00124E03"/>
    <w:rsid w:val="00125123"/>
    <w:rsid w:val="00126440"/>
    <w:rsid w:val="00126E6F"/>
    <w:rsid w:val="00130432"/>
    <w:rsid w:val="0013216C"/>
    <w:rsid w:val="00136272"/>
    <w:rsid w:val="001412DB"/>
    <w:rsid w:val="00141428"/>
    <w:rsid w:val="0014591F"/>
    <w:rsid w:val="001461C6"/>
    <w:rsid w:val="00146C11"/>
    <w:rsid w:val="001519C6"/>
    <w:rsid w:val="001534BE"/>
    <w:rsid w:val="00155158"/>
    <w:rsid w:val="00155208"/>
    <w:rsid w:val="001557A3"/>
    <w:rsid w:val="00156F70"/>
    <w:rsid w:val="001571DB"/>
    <w:rsid w:val="00161589"/>
    <w:rsid w:val="0016325B"/>
    <w:rsid w:val="001644F6"/>
    <w:rsid w:val="00165087"/>
    <w:rsid w:val="0016513F"/>
    <w:rsid w:val="00165DC0"/>
    <w:rsid w:val="00166DB4"/>
    <w:rsid w:val="001670C3"/>
    <w:rsid w:val="00167BA5"/>
    <w:rsid w:val="00172C0D"/>
    <w:rsid w:val="00172E81"/>
    <w:rsid w:val="00173974"/>
    <w:rsid w:val="00175B96"/>
    <w:rsid w:val="001813C8"/>
    <w:rsid w:val="00181CD2"/>
    <w:rsid w:val="00183588"/>
    <w:rsid w:val="001858E8"/>
    <w:rsid w:val="001864BD"/>
    <w:rsid w:val="00186B5F"/>
    <w:rsid w:val="00190364"/>
    <w:rsid w:val="001906AF"/>
    <w:rsid w:val="00191D80"/>
    <w:rsid w:val="00193B0D"/>
    <w:rsid w:val="00193DA4"/>
    <w:rsid w:val="00195248"/>
    <w:rsid w:val="00196192"/>
    <w:rsid w:val="00196BAC"/>
    <w:rsid w:val="00197A09"/>
    <w:rsid w:val="00197B42"/>
    <w:rsid w:val="001A1115"/>
    <w:rsid w:val="001A32DA"/>
    <w:rsid w:val="001A4310"/>
    <w:rsid w:val="001A4753"/>
    <w:rsid w:val="001A669E"/>
    <w:rsid w:val="001A6C40"/>
    <w:rsid w:val="001A7F32"/>
    <w:rsid w:val="001B01D6"/>
    <w:rsid w:val="001B02E1"/>
    <w:rsid w:val="001B150E"/>
    <w:rsid w:val="001B1AF1"/>
    <w:rsid w:val="001B27C9"/>
    <w:rsid w:val="001B4F77"/>
    <w:rsid w:val="001B63C9"/>
    <w:rsid w:val="001B7BD6"/>
    <w:rsid w:val="001C0236"/>
    <w:rsid w:val="001C1E94"/>
    <w:rsid w:val="001C37F1"/>
    <w:rsid w:val="001C3D4B"/>
    <w:rsid w:val="001C48AC"/>
    <w:rsid w:val="001C4DDB"/>
    <w:rsid w:val="001C6B1D"/>
    <w:rsid w:val="001D0A2B"/>
    <w:rsid w:val="001D16AC"/>
    <w:rsid w:val="001D368A"/>
    <w:rsid w:val="001D3BF6"/>
    <w:rsid w:val="001D3E7C"/>
    <w:rsid w:val="001D51A3"/>
    <w:rsid w:val="001D63D6"/>
    <w:rsid w:val="001D773D"/>
    <w:rsid w:val="001E1747"/>
    <w:rsid w:val="001E2570"/>
    <w:rsid w:val="001E59E2"/>
    <w:rsid w:val="001E61AB"/>
    <w:rsid w:val="001E78E3"/>
    <w:rsid w:val="001F0334"/>
    <w:rsid w:val="001F1031"/>
    <w:rsid w:val="001F13C3"/>
    <w:rsid w:val="001F18B1"/>
    <w:rsid w:val="001F1C67"/>
    <w:rsid w:val="001F31C8"/>
    <w:rsid w:val="001F43EB"/>
    <w:rsid w:val="001F4BF1"/>
    <w:rsid w:val="001F50DE"/>
    <w:rsid w:val="001F5513"/>
    <w:rsid w:val="001F6ADE"/>
    <w:rsid w:val="00200D8A"/>
    <w:rsid w:val="002024F2"/>
    <w:rsid w:val="002024F8"/>
    <w:rsid w:val="002033DA"/>
    <w:rsid w:val="00204155"/>
    <w:rsid w:val="00204BAB"/>
    <w:rsid w:val="00204ED7"/>
    <w:rsid w:val="0020584A"/>
    <w:rsid w:val="0020586B"/>
    <w:rsid w:val="002112AE"/>
    <w:rsid w:val="00211736"/>
    <w:rsid w:val="0021173A"/>
    <w:rsid w:val="00211A24"/>
    <w:rsid w:val="002125DC"/>
    <w:rsid w:val="00212887"/>
    <w:rsid w:val="00212E98"/>
    <w:rsid w:val="00213407"/>
    <w:rsid w:val="002164AF"/>
    <w:rsid w:val="00216B67"/>
    <w:rsid w:val="00217A03"/>
    <w:rsid w:val="002203E7"/>
    <w:rsid w:val="002214AB"/>
    <w:rsid w:val="00221FF8"/>
    <w:rsid w:val="00226D3A"/>
    <w:rsid w:val="00230143"/>
    <w:rsid w:val="002338B9"/>
    <w:rsid w:val="00233C49"/>
    <w:rsid w:val="002345F0"/>
    <w:rsid w:val="00235FBB"/>
    <w:rsid w:val="002360E6"/>
    <w:rsid w:val="00236477"/>
    <w:rsid w:val="002373F1"/>
    <w:rsid w:val="00237623"/>
    <w:rsid w:val="00245043"/>
    <w:rsid w:val="002471F1"/>
    <w:rsid w:val="0025128A"/>
    <w:rsid w:val="002520E6"/>
    <w:rsid w:val="0025311B"/>
    <w:rsid w:val="00253790"/>
    <w:rsid w:val="00253C82"/>
    <w:rsid w:val="00253F32"/>
    <w:rsid w:val="002625AE"/>
    <w:rsid w:val="00262F5C"/>
    <w:rsid w:val="002630DD"/>
    <w:rsid w:val="002635E2"/>
    <w:rsid w:val="0026460B"/>
    <w:rsid w:val="00267CC3"/>
    <w:rsid w:val="00270DBA"/>
    <w:rsid w:val="0027129C"/>
    <w:rsid w:val="00274154"/>
    <w:rsid w:val="00274384"/>
    <w:rsid w:val="002747DA"/>
    <w:rsid w:val="002753BD"/>
    <w:rsid w:val="00275F4A"/>
    <w:rsid w:val="00276BEC"/>
    <w:rsid w:val="0028005D"/>
    <w:rsid w:val="00280436"/>
    <w:rsid w:val="00280F8B"/>
    <w:rsid w:val="00286B08"/>
    <w:rsid w:val="00286C80"/>
    <w:rsid w:val="00287284"/>
    <w:rsid w:val="00290F6F"/>
    <w:rsid w:val="00290FF9"/>
    <w:rsid w:val="00291137"/>
    <w:rsid w:val="0029129D"/>
    <w:rsid w:val="00291C78"/>
    <w:rsid w:val="00291FC4"/>
    <w:rsid w:val="0029257A"/>
    <w:rsid w:val="002934AA"/>
    <w:rsid w:val="00293B98"/>
    <w:rsid w:val="0029663F"/>
    <w:rsid w:val="00296934"/>
    <w:rsid w:val="00296B6E"/>
    <w:rsid w:val="002A0E77"/>
    <w:rsid w:val="002A0ED1"/>
    <w:rsid w:val="002A12B6"/>
    <w:rsid w:val="002A15D9"/>
    <w:rsid w:val="002A308C"/>
    <w:rsid w:val="002A6BE1"/>
    <w:rsid w:val="002A7434"/>
    <w:rsid w:val="002A76EC"/>
    <w:rsid w:val="002B0FB2"/>
    <w:rsid w:val="002B12DA"/>
    <w:rsid w:val="002B25E1"/>
    <w:rsid w:val="002B2E81"/>
    <w:rsid w:val="002B5365"/>
    <w:rsid w:val="002B5B1D"/>
    <w:rsid w:val="002C29C5"/>
    <w:rsid w:val="002C2A58"/>
    <w:rsid w:val="002C4106"/>
    <w:rsid w:val="002C44B5"/>
    <w:rsid w:val="002C4B2B"/>
    <w:rsid w:val="002C4F8E"/>
    <w:rsid w:val="002C6342"/>
    <w:rsid w:val="002C6AE3"/>
    <w:rsid w:val="002C6F4A"/>
    <w:rsid w:val="002C70C5"/>
    <w:rsid w:val="002D16FE"/>
    <w:rsid w:val="002D1F1D"/>
    <w:rsid w:val="002D3AF1"/>
    <w:rsid w:val="002D4BDA"/>
    <w:rsid w:val="002D76DD"/>
    <w:rsid w:val="002D79A5"/>
    <w:rsid w:val="002D79F7"/>
    <w:rsid w:val="002E1CE0"/>
    <w:rsid w:val="002E208B"/>
    <w:rsid w:val="002E2185"/>
    <w:rsid w:val="002E28A7"/>
    <w:rsid w:val="002E3E52"/>
    <w:rsid w:val="002E418F"/>
    <w:rsid w:val="002E4BE8"/>
    <w:rsid w:val="002E5778"/>
    <w:rsid w:val="002E5C81"/>
    <w:rsid w:val="002F02DB"/>
    <w:rsid w:val="002F0529"/>
    <w:rsid w:val="002F0A6F"/>
    <w:rsid w:val="002F0DED"/>
    <w:rsid w:val="002F0E3B"/>
    <w:rsid w:val="002F1D85"/>
    <w:rsid w:val="002F247B"/>
    <w:rsid w:val="002F2B10"/>
    <w:rsid w:val="002F340A"/>
    <w:rsid w:val="002F367F"/>
    <w:rsid w:val="002F3E98"/>
    <w:rsid w:val="002F429C"/>
    <w:rsid w:val="002F4699"/>
    <w:rsid w:val="002F6A4A"/>
    <w:rsid w:val="002F73F4"/>
    <w:rsid w:val="00300D8A"/>
    <w:rsid w:val="0030262B"/>
    <w:rsid w:val="00303DF4"/>
    <w:rsid w:val="0030410F"/>
    <w:rsid w:val="003043FC"/>
    <w:rsid w:val="00304603"/>
    <w:rsid w:val="00304866"/>
    <w:rsid w:val="003053FF"/>
    <w:rsid w:val="003058CD"/>
    <w:rsid w:val="00305BB6"/>
    <w:rsid w:val="0030678B"/>
    <w:rsid w:val="00307690"/>
    <w:rsid w:val="00311028"/>
    <w:rsid w:val="00311425"/>
    <w:rsid w:val="00311683"/>
    <w:rsid w:val="003124A3"/>
    <w:rsid w:val="00312836"/>
    <w:rsid w:val="00312B74"/>
    <w:rsid w:val="00314F2E"/>
    <w:rsid w:val="00315B5B"/>
    <w:rsid w:val="00315EDC"/>
    <w:rsid w:val="00315EFC"/>
    <w:rsid w:val="00315F23"/>
    <w:rsid w:val="0032101F"/>
    <w:rsid w:val="003216B2"/>
    <w:rsid w:val="00322C0A"/>
    <w:rsid w:val="00323F0F"/>
    <w:rsid w:val="003257AB"/>
    <w:rsid w:val="00326C23"/>
    <w:rsid w:val="00326D37"/>
    <w:rsid w:val="003272B5"/>
    <w:rsid w:val="00327AB0"/>
    <w:rsid w:val="00327AC9"/>
    <w:rsid w:val="0033006C"/>
    <w:rsid w:val="003305AF"/>
    <w:rsid w:val="00330A3B"/>
    <w:rsid w:val="00330A6C"/>
    <w:rsid w:val="00331A27"/>
    <w:rsid w:val="00332311"/>
    <w:rsid w:val="00334549"/>
    <w:rsid w:val="00337040"/>
    <w:rsid w:val="00340832"/>
    <w:rsid w:val="00341E31"/>
    <w:rsid w:val="003429BA"/>
    <w:rsid w:val="0034330D"/>
    <w:rsid w:val="00344F1F"/>
    <w:rsid w:val="00345B5A"/>
    <w:rsid w:val="003479C3"/>
    <w:rsid w:val="00347E7C"/>
    <w:rsid w:val="00350203"/>
    <w:rsid w:val="00350ACA"/>
    <w:rsid w:val="00350DC8"/>
    <w:rsid w:val="0035275B"/>
    <w:rsid w:val="00353538"/>
    <w:rsid w:val="0035368D"/>
    <w:rsid w:val="00353AF9"/>
    <w:rsid w:val="00353BE1"/>
    <w:rsid w:val="00353FB2"/>
    <w:rsid w:val="003548F6"/>
    <w:rsid w:val="00357361"/>
    <w:rsid w:val="00357E7F"/>
    <w:rsid w:val="0036144E"/>
    <w:rsid w:val="00362E05"/>
    <w:rsid w:val="0037045B"/>
    <w:rsid w:val="0037099D"/>
    <w:rsid w:val="00371C65"/>
    <w:rsid w:val="00373139"/>
    <w:rsid w:val="00376BF5"/>
    <w:rsid w:val="00380F20"/>
    <w:rsid w:val="003818EB"/>
    <w:rsid w:val="003818F4"/>
    <w:rsid w:val="003820CE"/>
    <w:rsid w:val="00382862"/>
    <w:rsid w:val="00384AF4"/>
    <w:rsid w:val="00385753"/>
    <w:rsid w:val="0038712B"/>
    <w:rsid w:val="003929AD"/>
    <w:rsid w:val="00392EAF"/>
    <w:rsid w:val="00397FF3"/>
    <w:rsid w:val="003A1619"/>
    <w:rsid w:val="003A1828"/>
    <w:rsid w:val="003A2430"/>
    <w:rsid w:val="003A357E"/>
    <w:rsid w:val="003A56B2"/>
    <w:rsid w:val="003A7D96"/>
    <w:rsid w:val="003A7DEE"/>
    <w:rsid w:val="003A7F44"/>
    <w:rsid w:val="003B0701"/>
    <w:rsid w:val="003B0D72"/>
    <w:rsid w:val="003B19D2"/>
    <w:rsid w:val="003B1A3E"/>
    <w:rsid w:val="003B3420"/>
    <w:rsid w:val="003B35B9"/>
    <w:rsid w:val="003B5DB6"/>
    <w:rsid w:val="003B5F4C"/>
    <w:rsid w:val="003C0EB5"/>
    <w:rsid w:val="003C1BBB"/>
    <w:rsid w:val="003C2E32"/>
    <w:rsid w:val="003C3306"/>
    <w:rsid w:val="003C3705"/>
    <w:rsid w:val="003C3BE2"/>
    <w:rsid w:val="003C5650"/>
    <w:rsid w:val="003C6AD0"/>
    <w:rsid w:val="003D00ED"/>
    <w:rsid w:val="003D084F"/>
    <w:rsid w:val="003D11A5"/>
    <w:rsid w:val="003D1655"/>
    <w:rsid w:val="003D2488"/>
    <w:rsid w:val="003D285F"/>
    <w:rsid w:val="003D2D21"/>
    <w:rsid w:val="003D3704"/>
    <w:rsid w:val="003D3AEB"/>
    <w:rsid w:val="003D6CE2"/>
    <w:rsid w:val="003E0B2A"/>
    <w:rsid w:val="003E2A93"/>
    <w:rsid w:val="003E31FB"/>
    <w:rsid w:val="003E3422"/>
    <w:rsid w:val="003E3776"/>
    <w:rsid w:val="003E3AB2"/>
    <w:rsid w:val="003E4355"/>
    <w:rsid w:val="003E574C"/>
    <w:rsid w:val="003E6398"/>
    <w:rsid w:val="003E6EA4"/>
    <w:rsid w:val="003E756F"/>
    <w:rsid w:val="003F39BB"/>
    <w:rsid w:val="0040078C"/>
    <w:rsid w:val="00400A6B"/>
    <w:rsid w:val="00402F52"/>
    <w:rsid w:val="0040486B"/>
    <w:rsid w:val="004054CE"/>
    <w:rsid w:val="00406545"/>
    <w:rsid w:val="00412795"/>
    <w:rsid w:val="004137B6"/>
    <w:rsid w:val="00422062"/>
    <w:rsid w:val="00422478"/>
    <w:rsid w:val="00422687"/>
    <w:rsid w:val="00422A84"/>
    <w:rsid w:val="00423E01"/>
    <w:rsid w:val="00430789"/>
    <w:rsid w:val="00430B67"/>
    <w:rsid w:val="00432384"/>
    <w:rsid w:val="004336B0"/>
    <w:rsid w:val="0043618B"/>
    <w:rsid w:val="0043626A"/>
    <w:rsid w:val="00437799"/>
    <w:rsid w:val="00437E21"/>
    <w:rsid w:val="00440831"/>
    <w:rsid w:val="0044510E"/>
    <w:rsid w:val="00445DA7"/>
    <w:rsid w:val="0045032F"/>
    <w:rsid w:val="00451E48"/>
    <w:rsid w:val="0045308F"/>
    <w:rsid w:val="00454CCE"/>
    <w:rsid w:val="00454D4A"/>
    <w:rsid w:val="00454E60"/>
    <w:rsid w:val="00456480"/>
    <w:rsid w:val="00456816"/>
    <w:rsid w:val="004574E5"/>
    <w:rsid w:val="004578A5"/>
    <w:rsid w:val="00460E9E"/>
    <w:rsid w:val="0046121D"/>
    <w:rsid w:val="00463BCC"/>
    <w:rsid w:val="00464459"/>
    <w:rsid w:val="0046559F"/>
    <w:rsid w:val="004669CE"/>
    <w:rsid w:val="00467371"/>
    <w:rsid w:val="0046753E"/>
    <w:rsid w:val="00470AD8"/>
    <w:rsid w:val="00472765"/>
    <w:rsid w:val="00472CC9"/>
    <w:rsid w:val="00474E88"/>
    <w:rsid w:val="00474EE3"/>
    <w:rsid w:val="00477191"/>
    <w:rsid w:val="004779D0"/>
    <w:rsid w:val="004805FE"/>
    <w:rsid w:val="00481DDE"/>
    <w:rsid w:val="0048559E"/>
    <w:rsid w:val="004872AC"/>
    <w:rsid w:val="00487D64"/>
    <w:rsid w:val="00491C9A"/>
    <w:rsid w:val="00493115"/>
    <w:rsid w:val="00493139"/>
    <w:rsid w:val="00493267"/>
    <w:rsid w:val="00496B1A"/>
    <w:rsid w:val="004B2B1E"/>
    <w:rsid w:val="004B3A6B"/>
    <w:rsid w:val="004B5392"/>
    <w:rsid w:val="004B58A8"/>
    <w:rsid w:val="004C00B4"/>
    <w:rsid w:val="004C0979"/>
    <w:rsid w:val="004C0D88"/>
    <w:rsid w:val="004C10F0"/>
    <w:rsid w:val="004C4852"/>
    <w:rsid w:val="004C56E8"/>
    <w:rsid w:val="004C6432"/>
    <w:rsid w:val="004C7445"/>
    <w:rsid w:val="004C78B5"/>
    <w:rsid w:val="004D1034"/>
    <w:rsid w:val="004D36D0"/>
    <w:rsid w:val="004D6776"/>
    <w:rsid w:val="004D6CFE"/>
    <w:rsid w:val="004E172D"/>
    <w:rsid w:val="004E17D6"/>
    <w:rsid w:val="004E2410"/>
    <w:rsid w:val="004E2D9E"/>
    <w:rsid w:val="004E46DA"/>
    <w:rsid w:val="004E4D6F"/>
    <w:rsid w:val="004E6821"/>
    <w:rsid w:val="004E732C"/>
    <w:rsid w:val="004F004D"/>
    <w:rsid w:val="004F39E9"/>
    <w:rsid w:val="004F44BB"/>
    <w:rsid w:val="004F4A76"/>
    <w:rsid w:val="004F5FD1"/>
    <w:rsid w:val="0050047E"/>
    <w:rsid w:val="0050248D"/>
    <w:rsid w:val="00503B7A"/>
    <w:rsid w:val="00503E8F"/>
    <w:rsid w:val="0050467A"/>
    <w:rsid w:val="0050475B"/>
    <w:rsid w:val="0050506F"/>
    <w:rsid w:val="00505FD8"/>
    <w:rsid w:val="00506067"/>
    <w:rsid w:val="00506539"/>
    <w:rsid w:val="00507804"/>
    <w:rsid w:val="0051065A"/>
    <w:rsid w:val="00510EA0"/>
    <w:rsid w:val="0051315E"/>
    <w:rsid w:val="0051398B"/>
    <w:rsid w:val="00514241"/>
    <w:rsid w:val="00514297"/>
    <w:rsid w:val="00514A5F"/>
    <w:rsid w:val="005157E5"/>
    <w:rsid w:val="00515F73"/>
    <w:rsid w:val="005206D4"/>
    <w:rsid w:val="00521067"/>
    <w:rsid w:val="005215EF"/>
    <w:rsid w:val="0052325D"/>
    <w:rsid w:val="00524936"/>
    <w:rsid w:val="00524C1F"/>
    <w:rsid w:val="00526454"/>
    <w:rsid w:val="005306A5"/>
    <w:rsid w:val="00530880"/>
    <w:rsid w:val="00531BA5"/>
    <w:rsid w:val="00531EDB"/>
    <w:rsid w:val="0053504F"/>
    <w:rsid w:val="00535DDD"/>
    <w:rsid w:val="00537041"/>
    <w:rsid w:val="005403DA"/>
    <w:rsid w:val="005440BA"/>
    <w:rsid w:val="00544BA7"/>
    <w:rsid w:val="00544BFF"/>
    <w:rsid w:val="00547858"/>
    <w:rsid w:val="00547E0C"/>
    <w:rsid w:val="00550B34"/>
    <w:rsid w:val="00551621"/>
    <w:rsid w:val="00552B98"/>
    <w:rsid w:val="00553253"/>
    <w:rsid w:val="00553AF7"/>
    <w:rsid w:val="0055444E"/>
    <w:rsid w:val="00554FDA"/>
    <w:rsid w:val="00555224"/>
    <w:rsid w:val="005556A0"/>
    <w:rsid w:val="005556B5"/>
    <w:rsid w:val="005559F5"/>
    <w:rsid w:val="00557232"/>
    <w:rsid w:val="00564319"/>
    <w:rsid w:val="0056433F"/>
    <w:rsid w:val="00564368"/>
    <w:rsid w:val="00564C7C"/>
    <w:rsid w:val="00566258"/>
    <w:rsid w:val="00571ABA"/>
    <w:rsid w:val="00572B09"/>
    <w:rsid w:val="00574659"/>
    <w:rsid w:val="0057519A"/>
    <w:rsid w:val="005754CE"/>
    <w:rsid w:val="005811A8"/>
    <w:rsid w:val="00583865"/>
    <w:rsid w:val="005847B1"/>
    <w:rsid w:val="005877C2"/>
    <w:rsid w:val="00587820"/>
    <w:rsid w:val="00587D10"/>
    <w:rsid w:val="00590587"/>
    <w:rsid w:val="005909A1"/>
    <w:rsid w:val="0059116D"/>
    <w:rsid w:val="005938C7"/>
    <w:rsid w:val="00593FF2"/>
    <w:rsid w:val="005942F2"/>
    <w:rsid w:val="005956F4"/>
    <w:rsid w:val="00597E13"/>
    <w:rsid w:val="005A010D"/>
    <w:rsid w:val="005A0B37"/>
    <w:rsid w:val="005A11CB"/>
    <w:rsid w:val="005A3419"/>
    <w:rsid w:val="005A3ADF"/>
    <w:rsid w:val="005B15D0"/>
    <w:rsid w:val="005B3D21"/>
    <w:rsid w:val="005B557E"/>
    <w:rsid w:val="005B5FD8"/>
    <w:rsid w:val="005B7EA9"/>
    <w:rsid w:val="005B7F7C"/>
    <w:rsid w:val="005C010F"/>
    <w:rsid w:val="005C26E0"/>
    <w:rsid w:val="005C2914"/>
    <w:rsid w:val="005C3475"/>
    <w:rsid w:val="005C3938"/>
    <w:rsid w:val="005C42D1"/>
    <w:rsid w:val="005C539A"/>
    <w:rsid w:val="005C5D58"/>
    <w:rsid w:val="005C6EA6"/>
    <w:rsid w:val="005D174C"/>
    <w:rsid w:val="005D1FF6"/>
    <w:rsid w:val="005D24C4"/>
    <w:rsid w:val="005D29D6"/>
    <w:rsid w:val="005D3144"/>
    <w:rsid w:val="005D33DC"/>
    <w:rsid w:val="005D4812"/>
    <w:rsid w:val="005D5296"/>
    <w:rsid w:val="005D6A4A"/>
    <w:rsid w:val="005D75A5"/>
    <w:rsid w:val="005E0684"/>
    <w:rsid w:val="005E0867"/>
    <w:rsid w:val="005E0872"/>
    <w:rsid w:val="005E138D"/>
    <w:rsid w:val="005E25FB"/>
    <w:rsid w:val="005E361D"/>
    <w:rsid w:val="005E47A3"/>
    <w:rsid w:val="005E49C1"/>
    <w:rsid w:val="005E645E"/>
    <w:rsid w:val="005E7879"/>
    <w:rsid w:val="005F0CBC"/>
    <w:rsid w:val="005F2754"/>
    <w:rsid w:val="005F296B"/>
    <w:rsid w:val="005F368A"/>
    <w:rsid w:val="005F46C1"/>
    <w:rsid w:val="005F4BB3"/>
    <w:rsid w:val="00602055"/>
    <w:rsid w:val="00604617"/>
    <w:rsid w:val="0060548C"/>
    <w:rsid w:val="00607103"/>
    <w:rsid w:val="00607F37"/>
    <w:rsid w:val="00611E9F"/>
    <w:rsid w:val="00613AD3"/>
    <w:rsid w:val="00614272"/>
    <w:rsid w:val="006145DD"/>
    <w:rsid w:val="00615271"/>
    <w:rsid w:val="00615CC5"/>
    <w:rsid w:val="0061668D"/>
    <w:rsid w:val="006171FF"/>
    <w:rsid w:val="00617F74"/>
    <w:rsid w:val="00617FE1"/>
    <w:rsid w:val="00620453"/>
    <w:rsid w:val="00620ADA"/>
    <w:rsid w:val="00620C41"/>
    <w:rsid w:val="00621333"/>
    <w:rsid w:val="00622C4B"/>
    <w:rsid w:val="0062324D"/>
    <w:rsid w:val="00624472"/>
    <w:rsid w:val="00624914"/>
    <w:rsid w:val="006268CC"/>
    <w:rsid w:val="00627335"/>
    <w:rsid w:val="006273E7"/>
    <w:rsid w:val="00627F40"/>
    <w:rsid w:val="00630DFA"/>
    <w:rsid w:val="006310F4"/>
    <w:rsid w:val="00631412"/>
    <w:rsid w:val="00631F3C"/>
    <w:rsid w:val="006325AA"/>
    <w:rsid w:val="00634AA9"/>
    <w:rsid w:val="00635754"/>
    <w:rsid w:val="006419D9"/>
    <w:rsid w:val="00641BFB"/>
    <w:rsid w:val="006426AE"/>
    <w:rsid w:val="00642CB4"/>
    <w:rsid w:val="00646227"/>
    <w:rsid w:val="006549B9"/>
    <w:rsid w:val="00655FF3"/>
    <w:rsid w:val="00662145"/>
    <w:rsid w:val="00663882"/>
    <w:rsid w:val="00664834"/>
    <w:rsid w:val="006651EE"/>
    <w:rsid w:val="00665D43"/>
    <w:rsid w:val="00665E76"/>
    <w:rsid w:val="006662D0"/>
    <w:rsid w:val="00666343"/>
    <w:rsid w:val="00670193"/>
    <w:rsid w:val="00670ED6"/>
    <w:rsid w:val="00671C99"/>
    <w:rsid w:val="00672BCA"/>
    <w:rsid w:val="00674FFD"/>
    <w:rsid w:val="0067725F"/>
    <w:rsid w:val="00680677"/>
    <w:rsid w:val="00681021"/>
    <w:rsid w:val="00681316"/>
    <w:rsid w:val="00681448"/>
    <w:rsid w:val="00682E6E"/>
    <w:rsid w:val="00683A23"/>
    <w:rsid w:val="006852DD"/>
    <w:rsid w:val="00687694"/>
    <w:rsid w:val="0069312F"/>
    <w:rsid w:val="006951B4"/>
    <w:rsid w:val="00695A34"/>
    <w:rsid w:val="006A2782"/>
    <w:rsid w:val="006A2B9A"/>
    <w:rsid w:val="006B03AF"/>
    <w:rsid w:val="006B0B8E"/>
    <w:rsid w:val="006B0D0B"/>
    <w:rsid w:val="006B11B5"/>
    <w:rsid w:val="006B1231"/>
    <w:rsid w:val="006B1F41"/>
    <w:rsid w:val="006B2F03"/>
    <w:rsid w:val="006B7145"/>
    <w:rsid w:val="006B77B0"/>
    <w:rsid w:val="006C19CF"/>
    <w:rsid w:val="006C219C"/>
    <w:rsid w:val="006C3DD8"/>
    <w:rsid w:val="006C4ACB"/>
    <w:rsid w:val="006C4E9B"/>
    <w:rsid w:val="006C6C5D"/>
    <w:rsid w:val="006C7BFB"/>
    <w:rsid w:val="006C7D7A"/>
    <w:rsid w:val="006D02DF"/>
    <w:rsid w:val="006D1A9D"/>
    <w:rsid w:val="006D1E7B"/>
    <w:rsid w:val="006D248C"/>
    <w:rsid w:val="006D3117"/>
    <w:rsid w:val="006D3209"/>
    <w:rsid w:val="006D5BDA"/>
    <w:rsid w:val="006D5D2F"/>
    <w:rsid w:val="006D5DA5"/>
    <w:rsid w:val="006D62F6"/>
    <w:rsid w:val="006D6B60"/>
    <w:rsid w:val="006D6DDA"/>
    <w:rsid w:val="006D6F7D"/>
    <w:rsid w:val="006D7A14"/>
    <w:rsid w:val="006E155B"/>
    <w:rsid w:val="006E157A"/>
    <w:rsid w:val="006E179C"/>
    <w:rsid w:val="006E1AF9"/>
    <w:rsid w:val="006E440F"/>
    <w:rsid w:val="006E65E5"/>
    <w:rsid w:val="006E75B5"/>
    <w:rsid w:val="006E7E66"/>
    <w:rsid w:val="006F002B"/>
    <w:rsid w:val="006F10BA"/>
    <w:rsid w:val="006F1A4E"/>
    <w:rsid w:val="006F250B"/>
    <w:rsid w:val="006F2BA9"/>
    <w:rsid w:val="006F412A"/>
    <w:rsid w:val="006F75B5"/>
    <w:rsid w:val="006F7685"/>
    <w:rsid w:val="00700016"/>
    <w:rsid w:val="00700E67"/>
    <w:rsid w:val="00701565"/>
    <w:rsid w:val="00701B7C"/>
    <w:rsid w:val="00701DFF"/>
    <w:rsid w:val="0070649E"/>
    <w:rsid w:val="007064A7"/>
    <w:rsid w:val="007066B0"/>
    <w:rsid w:val="0070679A"/>
    <w:rsid w:val="00706833"/>
    <w:rsid w:val="00706EA5"/>
    <w:rsid w:val="00711A31"/>
    <w:rsid w:val="00714259"/>
    <w:rsid w:val="00715AB1"/>
    <w:rsid w:val="00715F74"/>
    <w:rsid w:val="00717B10"/>
    <w:rsid w:val="0072106C"/>
    <w:rsid w:val="00721447"/>
    <w:rsid w:val="00721450"/>
    <w:rsid w:val="0072299F"/>
    <w:rsid w:val="007230A3"/>
    <w:rsid w:val="00724243"/>
    <w:rsid w:val="00725B1C"/>
    <w:rsid w:val="00725E66"/>
    <w:rsid w:val="0072675B"/>
    <w:rsid w:val="00730AD0"/>
    <w:rsid w:val="00731DF6"/>
    <w:rsid w:val="0073219E"/>
    <w:rsid w:val="00732C23"/>
    <w:rsid w:val="0073407F"/>
    <w:rsid w:val="00734208"/>
    <w:rsid w:val="00734BBF"/>
    <w:rsid w:val="00734E92"/>
    <w:rsid w:val="00735155"/>
    <w:rsid w:val="007371AB"/>
    <w:rsid w:val="00740717"/>
    <w:rsid w:val="00740C44"/>
    <w:rsid w:val="0074291E"/>
    <w:rsid w:val="007436EE"/>
    <w:rsid w:val="00744004"/>
    <w:rsid w:val="00744F59"/>
    <w:rsid w:val="007451D5"/>
    <w:rsid w:val="007461FD"/>
    <w:rsid w:val="00746998"/>
    <w:rsid w:val="00750181"/>
    <w:rsid w:val="00751C28"/>
    <w:rsid w:val="0075343B"/>
    <w:rsid w:val="00754385"/>
    <w:rsid w:val="007545D4"/>
    <w:rsid w:val="0075528D"/>
    <w:rsid w:val="007613D4"/>
    <w:rsid w:val="00763C71"/>
    <w:rsid w:val="0076419B"/>
    <w:rsid w:val="0076662A"/>
    <w:rsid w:val="0076765D"/>
    <w:rsid w:val="00772107"/>
    <w:rsid w:val="007734B5"/>
    <w:rsid w:val="00773E82"/>
    <w:rsid w:val="00774004"/>
    <w:rsid w:val="00774164"/>
    <w:rsid w:val="00774396"/>
    <w:rsid w:val="007756B1"/>
    <w:rsid w:val="00775A1B"/>
    <w:rsid w:val="00776CD2"/>
    <w:rsid w:val="0077717D"/>
    <w:rsid w:val="00780BAA"/>
    <w:rsid w:val="00780F33"/>
    <w:rsid w:val="007811D2"/>
    <w:rsid w:val="007818E5"/>
    <w:rsid w:val="00784EB8"/>
    <w:rsid w:val="00785E18"/>
    <w:rsid w:val="00786D28"/>
    <w:rsid w:val="0079138D"/>
    <w:rsid w:val="00791FE0"/>
    <w:rsid w:val="007923AF"/>
    <w:rsid w:val="00792B63"/>
    <w:rsid w:val="00792DDE"/>
    <w:rsid w:val="00792FC8"/>
    <w:rsid w:val="00793403"/>
    <w:rsid w:val="007938B9"/>
    <w:rsid w:val="00795CA1"/>
    <w:rsid w:val="00796697"/>
    <w:rsid w:val="00797D2F"/>
    <w:rsid w:val="007A0C86"/>
    <w:rsid w:val="007A2458"/>
    <w:rsid w:val="007A4046"/>
    <w:rsid w:val="007A5248"/>
    <w:rsid w:val="007A5ACC"/>
    <w:rsid w:val="007A6CE8"/>
    <w:rsid w:val="007B258B"/>
    <w:rsid w:val="007B3F34"/>
    <w:rsid w:val="007B5B4E"/>
    <w:rsid w:val="007B61BF"/>
    <w:rsid w:val="007B7E5C"/>
    <w:rsid w:val="007C0E8C"/>
    <w:rsid w:val="007C27A6"/>
    <w:rsid w:val="007C3F68"/>
    <w:rsid w:val="007C44B2"/>
    <w:rsid w:val="007C4B06"/>
    <w:rsid w:val="007C4F83"/>
    <w:rsid w:val="007C5FC0"/>
    <w:rsid w:val="007C61A4"/>
    <w:rsid w:val="007C7C11"/>
    <w:rsid w:val="007D0868"/>
    <w:rsid w:val="007D3E31"/>
    <w:rsid w:val="007D7BD6"/>
    <w:rsid w:val="007E28B5"/>
    <w:rsid w:val="007E3822"/>
    <w:rsid w:val="007E6209"/>
    <w:rsid w:val="007F1836"/>
    <w:rsid w:val="007F355C"/>
    <w:rsid w:val="007F44BA"/>
    <w:rsid w:val="007F48AE"/>
    <w:rsid w:val="007F5D6A"/>
    <w:rsid w:val="007F75CA"/>
    <w:rsid w:val="00801469"/>
    <w:rsid w:val="0080197E"/>
    <w:rsid w:val="008032B0"/>
    <w:rsid w:val="00804C57"/>
    <w:rsid w:val="008059C0"/>
    <w:rsid w:val="008059E6"/>
    <w:rsid w:val="00805E6E"/>
    <w:rsid w:val="00806DAE"/>
    <w:rsid w:val="00807EA6"/>
    <w:rsid w:val="00811477"/>
    <w:rsid w:val="00811A05"/>
    <w:rsid w:val="00811A46"/>
    <w:rsid w:val="008123F3"/>
    <w:rsid w:val="00813998"/>
    <w:rsid w:val="0081409E"/>
    <w:rsid w:val="0081487A"/>
    <w:rsid w:val="00814A39"/>
    <w:rsid w:val="00817B15"/>
    <w:rsid w:val="008233BF"/>
    <w:rsid w:val="00823D5F"/>
    <w:rsid w:val="00823F91"/>
    <w:rsid w:val="00824DAA"/>
    <w:rsid w:val="008256C8"/>
    <w:rsid w:val="0082660F"/>
    <w:rsid w:val="00826666"/>
    <w:rsid w:val="008276EC"/>
    <w:rsid w:val="00830164"/>
    <w:rsid w:val="00830B84"/>
    <w:rsid w:val="00831C51"/>
    <w:rsid w:val="008328DD"/>
    <w:rsid w:val="00834308"/>
    <w:rsid w:val="00834646"/>
    <w:rsid w:val="00835822"/>
    <w:rsid w:val="00836C42"/>
    <w:rsid w:val="00836FB2"/>
    <w:rsid w:val="00837321"/>
    <w:rsid w:val="00841688"/>
    <w:rsid w:val="00841EBA"/>
    <w:rsid w:val="00842127"/>
    <w:rsid w:val="008427C5"/>
    <w:rsid w:val="00842E0C"/>
    <w:rsid w:val="00842FDE"/>
    <w:rsid w:val="00843BC6"/>
    <w:rsid w:val="00850C2F"/>
    <w:rsid w:val="00852719"/>
    <w:rsid w:val="008554FC"/>
    <w:rsid w:val="00856108"/>
    <w:rsid w:val="00856E0A"/>
    <w:rsid w:val="008603E4"/>
    <w:rsid w:val="00860631"/>
    <w:rsid w:val="00864B16"/>
    <w:rsid w:val="00866C1E"/>
    <w:rsid w:val="0087049C"/>
    <w:rsid w:val="008726DC"/>
    <w:rsid w:val="0087290C"/>
    <w:rsid w:val="00872CAD"/>
    <w:rsid w:val="008734BF"/>
    <w:rsid w:val="00875C8E"/>
    <w:rsid w:val="00876333"/>
    <w:rsid w:val="00876587"/>
    <w:rsid w:val="00877E50"/>
    <w:rsid w:val="00880D15"/>
    <w:rsid w:val="00882C30"/>
    <w:rsid w:val="00882C34"/>
    <w:rsid w:val="00883162"/>
    <w:rsid w:val="00885D4D"/>
    <w:rsid w:val="00886C56"/>
    <w:rsid w:val="008909A4"/>
    <w:rsid w:val="0089234E"/>
    <w:rsid w:val="00892481"/>
    <w:rsid w:val="00892C08"/>
    <w:rsid w:val="00893230"/>
    <w:rsid w:val="0089382E"/>
    <w:rsid w:val="00893CF0"/>
    <w:rsid w:val="00894ED0"/>
    <w:rsid w:val="008968F5"/>
    <w:rsid w:val="0089785C"/>
    <w:rsid w:val="008A0BF8"/>
    <w:rsid w:val="008A0EB2"/>
    <w:rsid w:val="008A10A8"/>
    <w:rsid w:val="008A21CD"/>
    <w:rsid w:val="008A4E5B"/>
    <w:rsid w:val="008A543E"/>
    <w:rsid w:val="008A7E29"/>
    <w:rsid w:val="008B012B"/>
    <w:rsid w:val="008B13D6"/>
    <w:rsid w:val="008B1DB2"/>
    <w:rsid w:val="008B559D"/>
    <w:rsid w:val="008B59E4"/>
    <w:rsid w:val="008B5CFA"/>
    <w:rsid w:val="008B5D7D"/>
    <w:rsid w:val="008B5E79"/>
    <w:rsid w:val="008B7157"/>
    <w:rsid w:val="008B75EE"/>
    <w:rsid w:val="008B7880"/>
    <w:rsid w:val="008C4913"/>
    <w:rsid w:val="008C5F11"/>
    <w:rsid w:val="008C643B"/>
    <w:rsid w:val="008C6D45"/>
    <w:rsid w:val="008D0AF3"/>
    <w:rsid w:val="008D173B"/>
    <w:rsid w:val="008D23FC"/>
    <w:rsid w:val="008D27FF"/>
    <w:rsid w:val="008D606C"/>
    <w:rsid w:val="008D61D0"/>
    <w:rsid w:val="008D65AB"/>
    <w:rsid w:val="008E0610"/>
    <w:rsid w:val="008E26A9"/>
    <w:rsid w:val="008E67C5"/>
    <w:rsid w:val="008E6923"/>
    <w:rsid w:val="008E70CB"/>
    <w:rsid w:val="008E787E"/>
    <w:rsid w:val="008F0059"/>
    <w:rsid w:val="008F011B"/>
    <w:rsid w:val="008F05B6"/>
    <w:rsid w:val="008F0760"/>
    <w:rsid w:val="008F0DFC"/>
    <w:rsid w:val="008F0E78"/>
    <w:rsid w:val="008F1C07"/>
    <w:rsid w:val="008F3084"/>
    <w:rsid w:val="008F41D4"/>
    <w:rsid w:val="008F5259"/>
    <w:rsid w:val="008F6668"/>
    <w:rsid w:val="008F76F8"/>
    <w:rsid w:val="00900037"/>
    <w:rsid w:val="0090156C"/>
    <w:rsid w:val="009018B6"/>
    <w:rsid w:val="009020B5"/>
    <w:rsid w:val="00903531"/>
    <w:rsid w:val="0090437C"/>
    <w:rsid w:val="00906EED"/>
    <w:rsid w:val="00907BC6"/>
    <w:rsid w:val="00907C98"/>
    <w:rsid w:val="00910CC6"/>
    <w:rsid w:val="00913797"/>
    <w:rsid w:val="00913921"/>
    <w:rsid w:val="0091411B"/>
    <w:rsid w:val="00915FCE"/>
    <w:rsid w:val="00921D43"/>
    <w:rsid w:val="009221BE"/>
    <w:rsid w:val="00923E81"/>
    <w:rsid w:val="00924048"/>
    <w:rsid w:val="009242B1"/>
    <w:rsid w:val="009246E0"/>
    <w:rsid w:val="009262BA"/>
    <w:rsid w:val="00930AC1"/>
    <w:rsid w:val="00930F08"/>
    <w:rsid w:val="00931428"/>
    <w:rsid w:val="009324AC"/>
    <w:rsid w:val="00932660"/>
    <w:rsid w:val="00934B61"/>
    <w:rsid w:val="00935376"/>
    <w:rsid w:val="00935B74"/>
    <w:rsid w:val="00935D70"/>
    <w:rsid w:val="00940241"/>
    <w:rsid w:val="00942101"/>
    <w:rsid w:val="00943509"/>
    <w:rsid w:val="00943ADB"/>
    <w:rsid w:val="0094595E"/>
    <w:rsid w:val="009474DD"/>
    <w:rsid w:val="0094755D"/>
    <w:rsid w:val="009477A0"/>
    <w:rsid w:val="00951E0D"/>
    <w:rsid w:val="00952270"/>
    <w:rsid w:val="00952726"/>
    <w:rsid w:val="00952FCE"/>
    <w:rsid w:val="009544F6"/>
    <w:rsid w:val="0095500B"/>
    <w:rsid w:val="0096018D"/>
    <w:rsid w:val="00961248"/>
    <w:rsid w:val="009620E5"/>
    <w:rsid w:val="0096572A"/>
    <w:rsid w:val="00966D4B"/>
    <w:rsid w:val="00967B79"/>
    <w:rsid w:val="009716F2"/>
    <w:rsid w:val="00972366"/>
    <w:rsid w:val="009768E6"/>
    <w:rsid w:val="0098181C"/>
    <w:rsid w:val="00981C18"/>
    <w:rsid w:val="0098281E"/>
    <w:rsid w:val="009847DC"/>
    <w:rsid w:val="009857BF"/>
    <w:rsid w:val="00985C32"/>
    <w:rsid w:val="00986306"/>
    <w:rsid w:val="00986AF6"/>
    <w:rsid w:val="00987FF5"/>
    <w:rsid w:val="00990074"/>
    <w:rsid w:val="0099015A"/>
    <w:rsid w:val="009902B2"/>
    <w:rsid w:val="00990E43"/>
    <w:rsid w:val="0099264F"/>
    <w:rsid w:val="00993594"/>
    <w:rsid w:val="00993CF0"/>
    <w:rsid w:val="0099749F"/>
    <w:rsid w:val="009A2ABD"/>
    <w:rsid w:val="009A34B7"/>
    <w:rsid w:val="009A3E42"/>
    <w:rsid w:val="009B1F73"/>
    <w:rsid w:val="009B207E"/>
    <w:rsid w:val="009B2915"/>
    <w:rsid w:val="009B3157"/>
    <w:rsid w:val="009B32F8"/>
    <w:rsid w:val="009B5152"/>
    <w:rsid w:val="009B5A95"/>
    <w:rsid w:val="009B5FB9"/>
    <w:rsid w:val="009B62AF"/>
    <w:rsid w:val="009B781B"/>
    <w:rsid w:val="009C2379"/>
    <w:rsid w:val="009C3A41"/>
    <w:rsid w:val="009C5D63"/>
    <w:rsid w:val="009C68A3"/>
    <w:rsid w:val="009D003A"/>
    <w:rsid w:val="009D2C8C"/>
    <w:rsid w:val="009D2F98"/>
    <w:rsid w:val="009D37AC"/>
    <w:rsid w:val="009D48BB"/>
    <w:rsid w:val="009D4B96"/>
    <w:rsid w:val="009D4EBC"/>
    <w:rsid w:val="009D50D4"/>
    <w:rsid w:val="009D5C4D"/>
    <w:rsid w:val="009D7212"/>
    <w:rsid w:val="009D7263"/>
    <w:rsid w:val="009E004B"/>
    <w:rsid w:val="009E1F05"/>
    <w:rsid w:val="009E2484"/>
    <w:rsid w:val="009E3732"/>
    <w:rsid w:val="009F1A26"/>
    <w:rsid w:val="009F220B"/>
    <w:rsid w:val="009F432F"/>
    <w:rsid w:val="009F4533"/>
    <w:rsid w:val="009F49FC"/>
    <w:rsid w:val="00A03804"/>
    <w:rsid w:val="00A04AD7"/>
    <w:rsid w:val="00A0590D"/>
    <w:rsid w:val="00A0789A"/>
    <w:rsid w:val="00A11CA6"/>
    <w:rsid w:val="00A127A7"/>
    <w:rsid w:val="00A14AB5"/>
    <w:rsid w:val="00A17C60"/>
    <w:rsid w:val="00A17CA7"/>
    <w:rsid w:val="00A17D7D"/>
    <w:rsid w:val="00A207B1"/>
    <w:rsid w:val="00A21CEA"/>
    <w:rsid w:val="00A23757"/>
    <w:rsid w:val="00A23F3D"/>
    <w:rsid w:val="00A2439D"/>
    <w:rsid w:val="00A24F92"/>
    <w:rsid w:val="00A30354"/>
    <w:rsid w:val="00A336FF"/>
    <w:rsid w:val="00A344AC"/>
    <w:rsid w:val="00A34879"/>
    <w:rsid w:val="00A34B32"/>
    <w:rsid w:val="00A34CC5"/>
    <w:rsid w:val="00A36620"/>
    <w:rsid w:val="00A37842"/>
    <w:rsid w:val="00A413EE"/>
    <w:rsid w:val="00A41457"/>
    <w:rsid w:val="00A4159F"/>
    <w:rsid w:val="00A42A56"/>
    <w:rsid w:val="00A42E63"/>
    <w:rsid w:val="00A43961"/>
    <w:rsid w:val="00A46085"/>
    <w:rsid w:val="00A46B01"/>
    <w:rsid w:val="00A47058"/>
    <w:rsid w:val="00A4757B"/>
    <w:rsid w:val="00A510B9"/>
    <w:rsid w:val="00A51F60"/>
    <w:rsid w:val="00A520E2"/>
    <w:rsid w:val="00A523ED"/>
    <w:rsid w:val="00A52F20"/>
    <w:rsid w:val="00A56B31"/>
    <w:rsid w:val="00A56D55"/>
    <w:rsid w:val="00A572DB"/>
    <w:rsid w:val="00A600CF"/>
    <w:rsid w:val="00A60EA5"/>
    <w:rsid w:val="00A618C9"/>
    <w:rsid w:val="00A626E5"/>
    <w:rsid w:val="00A62F0D"/>
    <w:rsid w:val="00A639DB"/>
    <w:rsid w:val="00A64499"/>
    <w:rsid w:val="00A65023"/>
    <w:rsid w:val="00A65F40"/>
    <w:rsid w:val="00A71736"/>
    <w:rsid w:val="00A71998"/>
    <w:rsid w:val="00A75743"/>
    <w:rsid w:val="00A762D5"/>
    <w:rsid w:val="00A77C24"/>
    <w:rsid w:val="00A77D44"/>
    <w:rsid w:val="00A8179E"/>
    <w:rsid w:val="00A839A6"/>
    <w:rsid w:val="00A83EB7"/>
    <w:rsid w:val="00A84A23"/>
    <w:rsid w:val="00A85C65"/>
    <w:rsid w:val="00A85F52"/>
    <w:rsid w:val="00A86FE2"/>
    <w:rsid w:val="00A90605"/>
    <w:rsid w:val="00A9063E"/>
    <w:rsid w:val="00A928F9"/>
    <w:rsid w:val="00A92CB9"/>
    <w:rsid w:val="00A9383B"/>
    <w:rsid w:val="00A95134"/>
    <w:rsid w:val="00A97A4C"/>
    <w:rsid w:val="00AA1713"/>
    <w:rsid w:val="00AA206B"/>
    <w:rsid w:val="00AA20E8"/>
    <w:rsid w:val="00AA3F5C"/>
    <w:rsid w:val="00AA5745"/>
    <w:rsid w:val="00AA5DCF"/>
    <w:rsid w:val="00AA706A"/>
    <w:rsid w:val="00AA7347"/>
    <w:rsid w:val="00AA7460"/>
    <w:rsid w:val="00AB1B97"/>
    <w:rsid w:val="00AB295D"/>
    <w:rsid w:val="00AB3250"/>
    <w:rsid w:val="00AB4C24"/>
    <w:rsid w:val="00AB4FA4"/>
    <w:rsid w:val="00AB4FF6"/>
    <w:rsid w:val="00AC0A4F"/>
    <w:rsid w:val="00AC225C"/>
    <w:rsid w:val="00AC23F0"/>
    <w:rsid w:val="00AC2A2D"/>
    <w:rsid w:val="00AC4262"/>
    <w:rsid w:val="00AC6DFD"/>
    <w:rsid w:val="00AC703C"/>
    <w:rsid w:val="00AC712C"/>
    <w:rsid w:val="00AC7401"/>
    <w:rsid w:val="00AC7E65"/>
    <w:rsid w:val="00AD0F88"/>
    <w:rsid w:val="00AD235D"/>
    <w:rsid w:val="00AD43C2"/>
    <w:rsid w:val="00AD6C34"/>
    <w:rsid w:val="00AD7E4F"/>
    <w:rsid w:val="00AE18E7"/>
    <w:rsid w:val="00AE1EFE"/>
    <w:rsid w:val="00AE23F2"/>
    <w:rsid w:val="00AE2478"/>
    <w:rsid w:val="00AE43E3"/>
    <w:rsid w:val="00AE4DFD"/>
    <w:rsid w:val="00AE64D8"/>
    <w:rsid w:val="00AF020A"/>
    <w:rsid w:val="00AF1668"/>
    <w:rsid w:val="00AF1C00"/>
    <w:rsid w:val="00AF22DD"/>
    <w:rsid w:val="00AF236D"/>
    <w:rsid w:val="00AF2639"/>
    <w:rsid w:val="00AF69E4"/>
    <w:rsid w:val="00B00633"/>
    <w:rsid w:val="00B02F47"/>
    <w:rsid w:val="00B040CF"/>
    <w:rsid w:val="00B0438C"/>
    <w:rsid w:val="00B04BF1"/>
    <w:rsid w:val="00B0555C"/>
    <w:rsid w:val="00B07B08"/>
    <w:rsid w:val="00B07B62"/>
    <w:rsid w:val="00B07CA7"/>
    <w:rsid w:val="00B10FD8"/>
    <w:rsid w:val="00B11A48"/>
    <w:rsid w:val="00B11B06"/>
    <w:rsid w:val="00B12425"/>
    <w:rsid w:val="00B1492D"/>
    <w:rsid w:val="00B17E12"/>
    <w:rsid w:val="00B20CBF"/>
    <w:rsid w:val="00B20D4F"/>
    <w:rsid w:val="00B21159"/>
    <w:rsid w:val="00B22284"/>
    <w:rsid w:val="00B22EFE"/>
    <w:rsid w:val="00B24A7C"/>
    <w:rsid w:val="00B25494"/>
    <w:rsid w:val="00B25AF6"/>
    <w:rsid w:val="00B26A49"/>
    <w:rsid w:val="00B3124F"/>
    <w:rsid w:val="00B32141"/>
    <w:rsid w:val="00B325A6"/>
    <w:rsid w:val="00B32748"/>
    <w:rsid w:val="00B32905"/>
    <w:rsid w:val="00B33AA3"/>
    <w:rsid w:val="00B33BE5"/>
    <w:rsid w:val="00B34B5A"/>
    <w:rsid w:val="00B3597A"/>
    <w:rsid w:val="00B35B35"/>
    <w:rsid w:val="00B363A5"/>
    <w:rsid w:val="00B36B39"/>
    <w:rsid w:val="00B3700E"/>
    <w:rsid w:val="00B43D7F"/>
    <w:rsid w:val="00B45340"/>
    <w:rsid w:val="00B45BEE"/>
    <w:rsid w:val="00B463CE"/>
    <w:rsid w:val="00B47947"/>
    <w:rsid w:val="00B50951"/>
    <w:rsid w:val="00B50D87"/>
    <w:rsid w:val="00B517EA"/>
    <w:rsid w:val="00B5301F"/>
    <w:rsid w:val="00B53850"/>
    <w:rsid w:val="00B53CEB"/>
    <w:rsid w:val="00B55438"/>
    <w:rsid w:val="00B556BF"/>
    <w:rsid w:val="00B57C81"/>
    <w:rsid w:val="00B60937"/>
    <w:rsid w:val="00B62022"/>
    <w:rsid w:val="00B626FD"/>
    <w:rsid w:val="00B6382B"/>
    <w:rsid w:val="00B63C97"/>
    <w:rsid w:val="00B642BD"/>
    <w:rsid w:val="00B645DA"/>
    <w:rsid w:val="00B64B7C"/>
    <w:rsid w:val="00B65970"/>
    <w:rsid w:val="00B6623B"/>
    <w:rsid w:val="00B666FA"/>
    <w:rsid w:val="00B66CBE"/>
    <w:rsid w:val="00B66FD8"/>
    <w:rsid w:val="00B67F4D"/>
    <w:rsid w:val="00B71C88"/>
    <w:rsid w:val="00B71D21"/>
    <w:rsid w:val="00B73532"/>
    <w:rsid w:val="00B76076"/>
    <w:rsid w:val="00B84472"/>
    <w:rsid w:val="00B85388"/>
    <w:rsid w:val="00B85C85"/>
    <w:rsid w:val="00B86062"/>
    <w:rsid w:val="00B87BAE"/>
    <w:rsid w:val="00B87D7C"/>
    <w:rsid w:val="00B908BA"/>
    <w:rsid w:val="00B92E47"/>
    <w:rsid w:val="00B93008"/>
    <w:rsid w:val="00B93D15"/>
    <w:rsid w:val="00B93D63"/>
    <w:rsid w:val="00B967E7"/>
    <w:rsid w:val="00B9704B"/>
    <w:rsid w:val="00BA0BA5"/>
    <w:rsid w:val="00BA108C"/>
    <w:rsid w:val="00BA1565"/>
    <w:rsid w:val="00BA2A5F"/>
    <w:rsid w:val="00BA3D14"/>
    <w:rsid w:val="00BA47D4"/>
    <w:rsid w:val="00BA510C"/>
    <w:rsid w:val="00BA7EFB"/>
    <w:rsid w:val="00BB0DEF"/>
    <w:rsid w:val="00BB2AE1"/>
    <w:rsid w:val="00BB4A6A"/>
    <w:rsid w:val="00BB545C"/>
    <w:rsid w:val="00BB5E2E"/>
    <w:rsid w:val="00BB60B3"/>
    <w:rsid w:val="00BB74D6"/>
    <w:rsid w:val="00BC019F"/>
    <w:rsid w:val="00BC0601"/>
    <w:rsid w:val="00BC0A5A"/>
    <w:rsid w:val="00BC2F2D"/>
    <w:rsid w:val="00BC3091"/>
    <w:rsid w:val="00BC5217"/>
    <w:rsid w:val="00BC5DB8"/>
    <w:rsid w:val="00BC7B49"/>
    <w:rsid w:val="00BC7C2D"/>
    <w:rsid w:val="00BD0839"/>
    <w:rsid w:val="00BD0F92"/>
    <w:rsid w:val="00BD1BAA"/>
    <w:rsid w:val="00BD1C41"/>
    <w:rsid w:val="00BD23BD"/>
    <w:rsid w:val="00BD34B4"/>
    <w:rsid w:val="00BD3C47"/>
    <w:rsid w:val="00BD5416"/>
    <w:rsid w:val="00BD7968"/>
    <w:rsid w:val="00BE138C"/>
    <w:rsid w:val="00BE45E4"/>
    <w:rsid w:val="00BE48D1"/>
    <w:rsid w:val="00BE556B"/>
    <w:rsid w:val="00BE5A42"/>
    <w:rsid w:val="00BE7B04"/>
    <w:rsid w:val="00BF05EC"/>
    <w:rsid w:val="00BF1668"/>
    <w:rsid w:val="00BF1821"/>
    <w:rsid w:val="00BF6A47"/>
    <w:rsid w:val="00C008B9"/>
    <w:rsid w:val="00C00B43"/>
    <w:rsid w:val="00C013C3"/>
    <w:rsid w:val="00C01505"/>
    <w:rsid w:val="00C02EE8"/>
    <w:rsid w:val="00C036B3"/>
    <w:rsid w:val="00C04999"/>
    <w:rsid w:val="00C04A5E"/>
    <w:rsid w:val="00C060DF"/>
    <w:rsid w:val="00C06BEA"/>
    <w:rsid w:val="00C06FFB"/>
    <w:rsid w:val="00C10926"/>
    <w:rsid w:val="00C109F3"/>
    <w:rsid w:val="00C10BBF"/>
    <w:rsid w:val="00C12E6C"/>
    <w:rsid w:val="00C17092"/>
    <w:rsid w:val="00C1762B"/>
    <w:rsid w:val="00C20D68"/>
    <w:rsid w:val="00C24140"/>
    <w:rsid w:val="00C248A1"/>
    <w:rsid w:val="00C259B2"/>
    <w:rsid w:val="00C279C5"/>
    <w:rsid w:val="00C3265B"/>
    <w:rsid w:val="00C33E63"/>
    <w:rsid w:val="00C34FA0"/>
    <w:rsid w:val="00C35ACC"/>
    <w:rsid w:val="00C35E91"/>
    <w:rsid w:val="00C36C54"/>
    <w:rsid w:val="00C36E68"/>
    <w:rsid w:val="00C41984"/>
    <w:rsid w:val="00C42F1E"/>
    <w:rsid w:val="00C4353A"/>
    <w:rsid w:val="00C44435"/>
    <w:rsid w:val="00C44861"/>
    <w:rsid w:val="00C44D39"/>
    <w:rsid w:val="00C45C91"/>
    <w:rsid w:val="00C504B3"/>
    <w:rsid w:val="00C50946"/>
    <w:rsid w:val="00C51753"/>
    <w:rsid w:val="00C51C40"/>
    <w:rsid w:val="00C523F8"/>
    <w:rsid w:val="00C53367"/>
    <w:rsid w:val="00C5459E"/>
    <w:rsid w:val="00C56C13"/>
    <w:rsid w:val="00C602BC"/>
    <w:rsid w:val="00C60FC4"/>
    <w:rsid w:val="00C623F9"/>
    <w:rsid w:val="00C63D05"/>
    <w:rsid w:val="00C6580C"/>
    <w:rsid w:val="00C717D1"/>
    <w:rsid w:val="00C72D7A"/>
    <w:rsid w:val="00C77B38"/>
    <w:rsid w:val="00C8257E"/>
    <w:rsid w:val="00C828A1"/>
    <w:rsid w:val="00C82C1B"/>
    <w:rsid w:val="00C8435A"/>
    <w:rsid w:val="00C84843"/>
    <w:rsid w:val="00C8503C"/>
    <w:rsid w:val="00C85746"/>
    <w:rsid w:val="00C85B82"/>
    <w:rsid w:val="00C869DB"/>
    <w:rsid w:val="00C9225D"/>
    <w:rsid w:val="00C94099"/>
    <w:rsid w:val="00C9513D"/>
    <w:rsid w:val="00C97BF3"/>
    <w:rsid w:val="00CA049F"/>
    <w:rsid w:val="00CA079E"/>
    <w:rsid w:val="00CA1AFB"/>
    <w:rsid w:val="00CA26E3"/>
    <w:rsid w:val="00CA55D0"/>
    <w:rsid w:val="00CA6A0C"/>
    <w:rsid w:val="00CA759E"/>
    <w:rsid w:val="00CB02FD"/>
    <w:rsid w:val="00CB0FB2"/>
    <w:rsid w:val="00CB1611"/>
    <w:rsid w:val="00CB1A3D"/>
    <w:rsid w:val="00CB1BCA"/>
    <w:rsid w:val="00CB1D19"/>
    <w:rsid w:val="00CB27D6"/>
    <w:rsid w:val="00CB2BAB"/>
    <w:rsid w:val="00CB61F1"/>
    <w:rsid w:val="00CB63BA"/>
    <w:rsid w:val="00CB6D58"/>
    <w:rsid w:val="00CB7B39"/>
    <w:rsid w:val="00CC0E67"/>
    <w:rsid w:val="00CC29EC"/>
    <w:rsid w:val="00CC2A7A"/>
    <w:rsid w:val="00CC374C"/>
    <w:rsid w:val="00CC44E9"/>
    <w:rsid w:val="00CC474F"/>
    <w:rsid w:val="00CC4762"/>
    <w:rsid w:val="00CC69FD"/>
    <w:rsid w:val="00CD50DA"/>
    <w:rsid w:val="00CD626F"/>
    <w:rsid w:val="00CD6770"/>
    <w:rsid w:val="00CD7A85"/>
    <w:rsid w:val="00CE1745"/>
    <w:rsid w:val="00CE57D5"/>
    <w:rsid w:val="00CE63B7"/>
    <w:rsid w:val="00CE6C30"/>
    <w:rsid w:val="00CE7027"/>
    <w:rsid w:val="00CE7105"/>
    <w:rsid w:val="00CF04EB"/>
    <w:rsid w:val="00CF192C"/>
    <w:rsid w:val="00CF196D"/>
    <w:rsid w:val="00CF23D0"/>
    <w:rsid w:val="00CF2D90"/>
    <w:rsid w:val="00CF3A8F"/>
    <w:rsid w:val="00CF43B3"/>
    <w:rsid w:val="00CF513C"/>
    <w:rsid w:val="00CF6FEC"/>
    <w:rsid w:val="00CF7B8B"/>
    <w:rsid w:val="00D000F6"/>
    <w:rsid w:val="00D00DFD"/>
    <w:rsid w:val="00D03542"/>
    <w:rsid w:val="00D0387A"/>
    <w:rsid w:val="00D043DA"/>
    <w:rsid w:val="00D0535F"/>
    <w:rsid w:val="00D06271"/>
    <w:rsid w:val="00D064F7"/>
    <w:rsid w:val="00D065B8"/>
    <w:rsid w:val="00D072FE"/>
    <w:rsid w:val="00D07753"/>
    <w:rsid w:val="00D1067B"/>
    <w:rsid w:val="00D1131A"/>
    <w:rsid w:val="00D14EB1"/>
    <w:rsid w:val="00D14F3A"/>
    <w:rsid w:val="00D156C0"/>
    <w:rsid w:val="00D15B00"/>
    <w:rsid w:val="00D2071C"/>
    <w:rsid w:val="00D2072E"/>
    <w:rsid w:val="00D209AE"/>
    <w:rsid w:val="00D20BE6"/>
    <w:rsid w:val="00D230EF"/>
    <w:rsid w:val="00D2477C"/>
    <w:rsid w:val="00D2487D"/>
    <w:rsid w:val="00D24F03"/>
    <w:rsid w:val="00D26FB8"/>
    <w:rsid w:val="00D277EF"/>
    <w:rsid w:val="00D301D7"/>
    <w:rsid w:val="00D315FE"/>
    <w:rsid w:val="00D316BE"/>
    <w:rsid w:val="00D32A3C"/>
    <w:rsid w:val="00D33960"/>
    <w:rsid w:val="00D33BF5"/>
    <w:rsid w:val="00D34991"/>
    <w:rsid w:val="00D368A6"/>
    <w:rsid w:val="00D3691D"/>
    <w:rsid w:val="00D37021"/>
    <w:rsid w:val="00D37566"/>
    <w:rsid w:val="00D404C7"/>
    <w:rsid w:val="00D40743"/>
    <w:rsid w:val="00D4306A"/>
    <w:rsid w:val="00D4346F"/>
    <w:rsid w:val="00D44E4A"/>
    <w:rsid w:val="00D451C6"/>
    <w:rsid w:val="00D45996"/>
    <w:rsid w:val="00D46206"/>
    <w:rsid w:val="00D46512"/>
    <w:rsid w:val="00D46F0D"/>
    <w:rsid w:val="00D47B49"/>
    <w:rsid w:val="00D50EAC"/>
    <w:rsid w:val="00D52488"/>
    <w:rsid w:val="00D52962"/>
    <w:rsid w:val="00D53EF2"/>
    <w:rsid w:val="00D54836"/>
    <w:rsid w:val="00D54A06"/>
    <w:rsid w:val="00D54BBC"/>
    <w:rsid w:val="00D5521D"/>
    <w:rsid w:val="00D56FCF"/>
    <w:rsid w:val="00D6040B"/>
    <w:rsid w:val="00D65FFF"/>
    <w:rsid w:val="00D66563"/>
    <w:rsid w:val="00D66A08"/>
    <w:rsid w:val="00D7133C"/>
    <w:rsid w:val="00D7169B"/>
    <w:rsid w:val="00D73307"/>
    <w:rsid w:val="00D733FC"/>
    <w:rsid w:val="00D73C66"/>
    <w:rsid w:val="00D811CB"/>
    <w:rsid w:val="00D83430"/>
    <w:rsid w:val="00D8372D"/>
    <w:rsid w:val="00D841C0"/>
    <w:rsid w:val="00D902DC"/>
    <w:rsid w:val="00D90929"/>
    <w:rsid w:val="00D91EE7"/>
    <w:rsid w:val="00D9240D"/>
    <w:rsid w:val="00D948CF"/>
    <w:rsid w:val="00D94CA8"/>
    <w:rsid w:val="00D95FB3"/>
    <w:rsid w:val="00D97710"/>
    <w:rsid w:val="00D97B97"/>
    <w:rsid w:val="00DA00E0"/>
    <w:rsid w:val="00DA170F"/>
    <w:rsid w:val="00DA2252"/>
    <w:rsid w:val="00DA3993"/>
    <w:rsid w:val="00DA3C74"/>
    <w:rsid w:val="00DA67AF"/>
    <w:rsid w:val="00DA6B11"/>
    <w:rsid w:val="00DA7687"/>
    <w:rsid w:val="00DA7AF9"/>
    <w:rsid w:val="00DB049B"/>
    <w:rsid w:val="00DB1F13"/>
    <w:rsid w:val="00DB4805"/>
    <w:rsid w:val="00DB48F6"/>
    <w:rsid w:val="00DB4CB3"/>
    <w:rsid w:val="00DB5F7F"/>
    <w:rsid w:val="00DB7B95"/>
    <w:rsid w:val="00DB7FA8"/>
    <w:rsid w:val="00DC0895"/>
    <w:rsid w:val="00DC16EC"/>
    <w:rsid w:val="00DC2C50"/>
    <w:rsid w:val="00DC5B69"/>
    <w:rsid w:val="00DC5D88"/>
    <w:rsid w:val="00DD09E0"/>
    <w:rsid w:val="00DD09F9"/>
    <w:rsid w:val="00DD1596"/>
    <w:rsid w:val="00DD200D"/>
    <w:rsid w:val="00DD2442"/>
    <w:rsid w:val="00DD2FB5"/>
    <w:rsid w:val="00DD4549"/>
    <w:rsid w:val="00DE0715"/>
    <w:rsid w:val="00DE07D8"/>
    <w:rsid w:val="00DE3298"/>
    <w:rsid w:val="00DE4A23"/>
    <w:rsid w:val="00DE4AED"/>
    <w:rsid w:val="00DE5122"/>
    <w:rsid w:val="00DE6B1C"/>
    <w:rsid w:val="00DE6F95"/>
    <w:rsid w:val="00DE7780"/>
    <w:rsid w:val="00DE7A5E"/>
    <w:rsid w:val="00DE7C73"/>
    <w:rsid w:val="00DF08ED"/>
    <w:rsid w:val="00DF1271"/>
    <w:rsid w:val="00DF1A31"/>
    <w:rsid w:val="00DF1F0A"/>
    <w:rsid w:val="00DF1FF0"/>
    <w:rsid w:val="00DF3673"/>
    <w:rsid w:val="00DF47AC"/>
    <w:rsid w:val="00DF54FF"/>
    <w:rsid w:val="00DF69B9"/>
    <w:rsid w:val="00DF7BE4"/>
    <w:rsid w:val="00DF7D77"/>
    <w:rsid w:val="00E000AA"/>
    <w:rsid w:val="00E01941"/>
    <w:rsid w:val="00E02863"/>
    <w:rsid w:val="00E0353B"/>
    <w:rsid w:val="00E03A03"/>
    <w:rsid w:val="00E03F29"/>
    <w:rsid w:val="00E05CAA"/>
    <w:rsid w:val="00E074CE"/>
    <w:rsid w:val="00E07E21"/>
    <w:rsid w:val="00E1006F"/>
    <w:rsid w:val="00E10341"/>
    <w:rsid w:val="00E11F92"/>
    <w:rsid w:val="00E12189"/>
    <w:rsid w:val="00E14F37"/>
    <w:rsid w:val="00E156A0"/>
    <w:rsid w:val="00E17C49"/>
    <w:rsid w:val="00E208FC"/>
    <w:rsid w:val="00E253B8"/>
    <w:rsid w:val="00E26111"/>
    <w:rsid w:val="00E27744"/>
    <w:rsid w:val="00E3022D"/>
    <w:rsid w:val="00E30A3C"/>
    <w:rsid w:val="00E30D36"/>
    <w:rsid w:val="00E320DF"/>
    <w:rsid w:val="00E32572"/>
    <w:rsid w:val="00E33390"/>
    <w:rsid w:val="00E35931"/>
    <w:rsid w:val="00E36457"/>
    <w:rsid w:val="00E41261"/>
    <w:rsid w:val="00E42D50"/>
    <w:rsid w:val="00E43A89"/>
    <w:rsid w:val="00E4574D"/>
    <w:rsid w:val="00E45E83"/>
    <w:rsid w:val="00E46903"/>
    <w:rsid w:val="00E46C5B"/>
    <w:rsid w:val="00E470A8"/>
    <w:rsid w:val="00E5025F"/>
    <w:rsid w:val="00E51B28"/>
    <w:rsid w:val="00E53063"/>
    <w:rsid w:val="00E538B8"/>
    <w:rsid w:val="00E53ED1"/>
    <w:rsid w:val="00E5595D"/>
    <w:rsid w:val="00E56115"/>
    <w:rsid w:val="00E57B6A"/>
    <w:rsid w:val="00E603C2"/>
    <w:rsid w:val="00E606F5"/>
    <w:rsid w:val="00E61158"/>
    <w:rsid w:val="00E62DB4"/>
    <w:rsid w:val="00E63735"/>
    <w:rsid w:val="00E63DFA"/>
    <w:rsid w:val="00E65220"/>
    <w:rsid w:val="00E65B84"/>
    <w:rsid w:val="00E66810"/>
    <w:rsid w:val="00E66884"/>
    <w:rsid w:val="00E66F1E"/>
    <w:rsid w:val="00E70F1F"/>
    <w:rsid w:val="00E7175A"/>
    <w:rsid w:val="00E71E81"/>
    <w:rsid w:val="00E76420"/>
    <w:rsid w:val="00E76738"/>
    <w:rsid w:val="00E76A02"/>
    <w:rsid w:val="00E773B9"/>
    <w:rsid w:val="00E80DC4"/>
    <w:rsid w:val="00E82D66"/>
    <w:rsid w:val="00E86C30"/>
    <w:rsid w:val="00E90C30"/>
    <w:rsid w:val="00E91C42"/>
    <w:rsid w:val="00E926DD"/>
    <w:rsid w:val="00E944F8"/>
    <w:rsid w:val="00E94C86"/>
    <w:rsid w:val="00E9724B"/>
    <w:rsid w:val="00E9735C"/>
    <w:rsid w:val="00E97887"/>
    <w:rsid w:val="00EA023C"/>
    <w:rsid w:val="00EA0FA0"/>
    <w:rsid w:val="00EA159D"/>
    <w:rsid w:val="00EA2F71"/>
    <w:rsid w:val="00EA4355"/>
    <w:rsid w:val="00EA50E4"/>
    <w:rsid w:val="00EA59B3"/>
    <w:rsid w:val="00EA5B28"/>
    <w:rsid w:val="00EA6952"/>
    <w:rsid w:val="00EA71AA"/>
    <w:rsid w:val="00EA726F"/>
    <w:rsid w:val="00EA7A6F"/>
    <w:rsid w:val="00EB1188"/>
    <w:rsid w:val="00EB1A8A"/>
    <w:rsid w:val="00EB508C"/>
    <w:rsid w:val="00EB5391"/>
    <w:rsid w:val="00EB565D"/>
    <w:rsid w:val="00EB57D4"/>
    <w:rsid w:val="00EB6516"/>
    <w:rsid w:val="00EC0F0D"/>
    <w:rsid w:val="00EC1B84"/>
    <w:rsid w:val="00EC5CF3"/>
    <w:rsid w:val="00EC6C18"/>
    <w:rsid w:val="00ED03D3"/>
    <w:rsid w:val="00ED067F"/>
    <w:rsid w:val="00ED0DB4"/>
    <w:rsid w:val="00ED2065"/>
    <w:rsid w:val="00ED35D8"/>
    <w:rsid w:val="00ED7922"/>
    <w:rsid w:val="00EE71AD"/>
    <w:rsid w:val="00EE7D9F"/>
    <w:rsid w:val="00EF1C45"/>
    <w:rsid w:val="00EF42FA"/>
    <w:rsid w:val="00EF5EB1"/>
    <w:rsid w:val="00EF6429"/>
    <w:rsid w:val="00EF6553"/>
    <w:rsid w:val="00EF6C3C"/>
    <w:rsid w:val="00F004B0"/>
    <w:rsid w:val="00F00B7C"/>
    <w:rsid w:val="00F029D4"/>
    <w:rsid w:val="00F031AB"/>
    <w:rsid w:val="00F03A1D"/>
    <w:rsid w:val="00F06E86"/>
    <w:rsid w:val="00F10A87"/>
    <w:rsid w:val="00F10B77"/>
    <w:rsid w:val="00F113AE"/>
    <w:rsid w:val="00F11A9F"/>
    <w:rsid w:val="00F137E7"/>
    <w:rsid w:val="00F1386A"/>
    <w:rsid w:val="00F13927"/>
    <w:rsid w:val="00F178DF"/>
    <w:rsid w:val="00F20391"/>
    <w:rsid w:val="00F213EB"/>
    <w:rsid w:val="00F219AA"/>
    <w:rsid w:val="00F21B15"/>
    <w:rsid w:val="00F22668"/>
    <w:rsid w:val="00F227EF"/>
    <w:rsid w:val="00F239EF"/>
    <w:rsid w:val="00F23C1A"/>
    <w:rsid w:val="00F23ED1"/>
    <w:rsid w:val="00F24475"/>
    <w:rsid w:val="00F24C4F"/>
    <w:rsid w:val="00F275FC"/>
    <w:rsid w:val="00F27895"/>
    <w:rsid w:val="00F30823"/>
    <w:rsid w:val="00F30A04"/>
    <w:rsid w:val="00F31B2F"/>
    <w:rsid w:val="00F31DF1"/>
    <w:rsid w:val="00F33404"/>
    <w:rsid w:val="00F36A30"/>
    <w:rsid w:val="00F36C37"/>
    <w:rsid w:val="00F40EEB"/>
    <w:rsid w:val="00F41CD1"/>
    <w:rsid w:val="00F420E5"/>
    <w:rsid w:val="00F433A4"/>
    <w:rsid w:val="00F4667A"/>
    <w:rsid w:val="00F470BD"/>
    <w:rsid w:val="00F47623"/>
    <w:rsid w:val="00F47BF1"/>
    <w:rsid w:val="00F522BE"/>
    <w:rsid w:val="00F5297B"/>
    <w:rsid w:val="00F53053"/>
    <w:rsid w:val="00F535A0"/>
    <w:rsid w:val="00F54EC5"/>
    <w:rsid w:val="00F553B7"/>
    <w:rsid w:val="00F57031"/>
    <w:rsid w:val="00F5757D"/>
    <w:rsid w:val="00F60AA6"/>
    <w:rsid w:val="00F61243"/>
    <w:rsid w:val="00F619F1"/>
    <w:rsid w:val="00F624C0"/>
    <w:rsid w:val="00F62B2B"/>
    <w:rsid w:val="00F63870"/>
    <w:rsid w:val="00F645D9"/>
    <w:rsid w:val="00F64A5C"/>
    <w:rsid w:val="00F64DD4"/>
    <w:rsid w:val="00F668D4"/>
    <w:rsid w:val="00F6718F"/>
    <w:rsid w:val="00F672C0"/>
    <w:rsid w:val="00F676DD"/>
    <w:rsid w:val="00F70E62"/>
    <w:rsid w:val="00F726CE"/>
    <w:rsid w:val="00F739F6"/>
    <w:rsid w:val="00F73DA3"/>
    <w:rsid w:val="00F74CE7"/>
    <w:rsid w:val="00F74F67"/>
    <w:rsid w:val="00F800C2"/>
    <w:rsid w:val="00F8080C"/>
    <w:rsid w:val="00F80906"/>
    <w:rsid w:val="00F8142B"/>
    <w:rsid w:val="00F815F7"/>
    <w:rsid w:val="00F81873"/>
    <w:rsid w:val="00F83EC8"/>
    <w:rsid w:val="00F84046"/>
    <w:rsid w:val="00F90A5C"/>
    <w:rsid w:val="00F925DB"/>
    <w:rsid w:val="00F9392A"/>
    <w:rsid w:val="00F95C00"/>
    <w:rsid w:val="00F95F08"/>
    <w:rsid w:val="00F9677A"/>
    <w:rsid w:val="00F9699F"/>
    <w:rsid w:val="00F97CF8"/>
    <w:rsid w:val="00FA0E8F"/>
    <w:rsid w:val="00FA2F33"/>
    <w:rsid w:val="00FA3B7F"/>
    <w:rsid w:val="00FA3CFC"/>
    <w:rsid w:val="00FA5425"/>
    <w:rsid w:val="00FA68BE"/>
    <w:rsid w:val="00FA7033"/>
    <w:rsid w:val="00FA7762"/>
    <w:rsid w:val="00FB0CE4"/>
    <w:rsid w:val="00FB165F"/>
    <w:rsid w:val="00FB31EC"/>
    <w:rsid w:val="00FB3FC4"/>
    <w:rsid w:val="00FB4878"/>
    <w:rsid w:val="00FB4AA5"/>
    <w:rsid w:val="00FC215C"/>
    <w:rsid w:val="00FC3033"/>
    <w:rsid w:val="00FC34FB"/>
    <w:rsid w:val="00FC5D80"/>
    <w:rsid w:val="00FC673E"/>
    <w:rsid w:val="00FC6D88"/>
    <w:rsid w:val="00FD122A"/>
    <w:rsid w:val="00FD1652"/>
    <w:rsid w:val="00FD2C0F"/>
    <w:rsid w:val="00FD4B3A"/>
    <w:rsid w:val="00FD548E"/>
    <w:rsid w:val="00FD5691"/>
    <w:rsid w:val="00FD7709"/>
    <w:rsid w:val="00FE40F5"/>
    <w:rsid w:val="00FE603E"/>
    <w:rsid w:val="00FF045F"/>
    <w:rsid w:val="00FF19E4"/>
    <w:rsid w:val="00FF330C"/>
    <w:rsid w:val="00FF4888"/>
    <w:rsid w:val="00FF56CC"/>
    <w:rsid w:val="00FF597D"/>
    <w:rsid w:val="00FF6431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341AF69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DFA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5ACDB-CC79-4A2B-A446-557085C8D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236</TotalTime>
  <Pages>8</Pages>
  <Words>1372</Words>
  <Characters>7165</Characters>
  <Application>Microsoft Office Word</Application>
  <DocSecurity>0</DocSecurity>
  <Lines>59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Sec.Dir-Leg</cp:lastModifiedBy>
  <cp:revision>194</cp:revision>
  <cp:lastPrinted>2023-03-13T20:18:00Z</cp:lastPrinted>
  <dcterms:created xsi:type="dcterms:W3CDTF">2022-11-11T11:32:00Z</dcterms:created>
  <dcterms:modified xsi:type="dcterms:W3CDTF">2023-03-13T23:48:00Z</dcterms:modified>
</cp:coreProperties>
</file>