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662" w:rsidRPr="002D4E52" w:rsidRDefault="001641D4" w:rsidP="00467886">
      <w:pPr>
        <w:tabs>
          <w:tab w:val="left" w:pos="1134"/>
        </w:tabs>
        <w:spacing w:after="80" w:line="360" w:lineRule="auto"/>
        <w:jc w:val="both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6F549DBE">
                <wp:simplePos x="0" y="0"/>
                <wp:positionH relativeFrom="column">
                  <wp:posOffset>4522470</wp:posOffset>
                </wp:positionH>
                <wp:positionV relativeFrom="paragraph">
                  <wp:posOffset>-212090</wp:posOffset>
                </wp:positionV>
                <wp:extent cx="1371600" cy="285750"/>
                <wp:effectExtent l="0" t="0" r="19050" b="19050"/>
                <wp:wrapNone/>
                <wp:docPr id="5" name="Retângulo de cantos arredondado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85750"/>
                        </a:xfrm>
                        <a:prstGeom prst="roundRect">
                          <a:avLst>
                            <a:gd name="adj" fmla="val 1406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41D4" w:rsidRPr="00911279" w:rsidRDefault="001641D4" w:rsidP="001641D4">
                            <w:pPr>
                              <w:spacing w:before="100" w:beforeAutospacing="1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Cód. 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.00.0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8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04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∙ 1C ∙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tângulo de cantos arredondados 5" o:spid="_x0000_s1026" style="position:absolute;left:0;text-align:left;margin-left:356.1pt;margin-top:-16.7pt;width:108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92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" filled="f">
                <v:stroke joinstyle="miter"/>
                <v:textbox>
                  <w:txbxContent>
                    <w:p w:rsidR="001641D4" w:rsidRPr="00911279" w:rsidRDefault="001641D4" w:rsidP="001641D4">
                      <w:pPr>
                        <w:spacing w:before="100" w:beforeAutospacing="1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Cód. 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1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.00.0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8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04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 xml:space="preserve"> ∙ 1C ∙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0EC6" w:rsidRPr="006F704F" w:rsidRDefault="004D0EC6" w:rsidP="00467886">
      <w:pPr>
        <w:tabs>
          <w:tab w:val="left" w:pos="1134"/>
        </w:tabs>
        <w:spacing w:after="80" w:line="360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Assunto:</w:t>
      </w:r>
      <w:r w:rsidRPr="006F704F">
        <w:rPr>
          <w:rFonts w:cs="Arial"/>
        </w:rPr>
        <w:tab/>
      </w:r>
      <w:proofErr w:type="gramEnd"/>
      <w:r w:rsidR="002A1387" w:rsidRPr="006F704F">
        <w:rPr>
          <w:rFonts w:cs="Arial"/>
          <w:b/>
        </w:rPr>
        <w:t xml:space="preserve">PAUTA RESUMIDA PARA A </w:t>
      </w:r>
      <w:r w:rsidR="00294638">
        <w:rPr>
          <w:rFonts w:cs="Arial"/>
          <w:b/>
        </w:rPr>
        <w:t>1</w:t>
      </w:r>
      <w:r w:rsidR="00427FCF">
        <w:rPr>
          <w:rFonts w:cs="Arial"/>
          <w:b/>
        </w:rPr>
        <w:t>7</w:t>
      </w:r>
      <w:r w:rsidRPr="006F704F">
        <w:rPr>
          <w:rFonts w:cs="Arial"/>
          <w:b/>
        </w:rPr>
        <w:t>ª SESSÃO ORDINÁRIA</w:t>
      </w:r>
      <w:r w:rsidRPr="006F704F">
        <w:rPr>
          <w:rFonts w:cs="Arial"/>
          <w:b/>
          <w:bCs/>
        </w:rPr>
        <w:t xml:space="preserve"> DO ANO DE 202</w:t>
      </w:r>
      <w:r w:rsidR="00776564">
        <w:rPr>
          <w:rFonts w:cs="Arial"/>
          <w:b/>
          <w:bCs/>
        </w:rPr>
        <w:t>3</w:t>
      </w:r>
    </w:p>
    <w:p w:rsidR="004D0EC6" w:rsidRPr="006F704F" w:rsidRDefault="004D0EC6" w:rsidP="00467886">
      <w:pPr>
        <w:tabs>
          <w:tab w:val="left" w:pos="1134"/>
        </w:tabs>
        <w:spacing w:after="80" w:line="360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Data:</w:t>
      </w:r>
      <w:r w:rsidRPr="006F704F">
        <w:rPr>
          <w:rFonts w:cs="Arial"/>
        </w:rPr>
        <w:tab/>
      </w:r>
      <w:proofErr w:type="gramEnd"/>
      <w:r w:rsidR="00427FCF">
        <w:rPr>
          <w:rFonts w:cs="Arial"/>
          <w:b/>
        </w:rPr>
        <w:t>24</w:t>
      </w:r>
      <w:r w:rsidR="001523D7">
        <w:rPr>
          <w:rFonts w:cs="Arial"/>
          <w:b/>
        </w:rPr>
        <w:t>/</w:t>
      </w:r>
      <w:r w:rsidR="00776564">
        <w:rPr>
          <w:rFonts w:cs="Arial"/>
          <w:b/>
        </w:rPr>
        <w:t>0</w:t>
      </w:r>
      <w:r w:rsidR="001B5E0D">
        <w:rPr>
          <w:rFonts w:cs="Arial"/>
          <w:b/>
        </w:rPr>
        <w:t>5</w:t>
      </w:r>
      <w:r w:rsidRPr="006F704F">
        <w:rPr>
          <w:rFonts w:cs="Arial"/>
          <w:b/>
        </w:rPr>
        <w:t>/202</w:t>
      </w:r>
      <w:r w:rsidR="00776564">
        <w:rPr>
          <w:rFonts w:cs="Arial"/>
          <w:b/>
        </w:rPr>
        <w:t>3</w:t>
      </w:r>
      <w:r w:rsidR="009A3BA1">
        <w:rPr>
          <w:rFonts w:cs="Arial"/>
          <w:b/>
          <w:bCs/>
        </w:rPr>
        <w:t xml:space="preserve"> (</w:t>
      </w:r>
      <w:r w:rsidR="00322B97">
        <w:rPr>
          <w:rFonts w:cs="Arial"/>
          <w:b/>
          <w:bCs/>
        </w:rPr>
        <w:t>qu</w:t>
      </w:r>
      <w:r w:rsidR="00890FFD">
        <w:rPr>
          <w:rFonts w:cs="Arial"/>
          <w:b/>
          <w:bCs/>
        </w:rPr>
        <w:t>arta</w:t>
      </w:r>
      <w:r w:rsidR="004A2754">
        <w:rPr>
          <w:rFonts w:cs="Arial"/>
          <w:b/>
          <w:bCs/>
        </w:rPr>
        <w:t>-feira</w:t>
      </w:r>
      <w:r w:rsidR="00AB26D4">
        <w:rPr>
          <w:rFonts w:cs="Arial"/>
          <w:b/>
          <w:bCs/>
        </w:rPr>
        <w:t>)</w:t>
      </w:r>
    </w:p>
    <w:p w:rsidR="004D0EC6" w:rsidRPr="006F704F" w:rsidRDefault="004D0EC6" w:rsidP="00467886">
      <w:pPr>
        <w:tabs>
          <w:tab w:val="left" w:pos="1134"/>
        </w:tabs>
        <w:spacing w:after="80" w:line="360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Início:</w:t>
      </w:r>
      <w:r w:rsidRPr="006F704F">
        <w:rPr>
          <w:rFonts w:cs="Arial"/>
        </w:rPr>
        <w:tab/>
      </w:r>
      <w:proofErr w:type="gramEnd"/>
      <w:r w:rsidR="00434A1E">
        <w:rPr>
          <w:rFonts w:cs="Arial"/>
          <w:b/>
          <w:bCs/>
        </w:rPr>
        <w:t>09</w:t>
      </w:r>
      <w:r w:rsidRPr="006F704F">
        <w:rPr>
          <w:rFonts w:cs="Arial"/>
          <w:b/>
          <w:bCs/>
        </w:rPr>
        <w:t xml:space="preserve"> horas</w:t>
      </w:r>
    </w:p>
    <w:p w:rsidR="00726E23" w:rsidRDefault="00726E23" w:rsidP="00DE3AA1">
      <w:pPr>
        <w:spacing w:line="288" w:lineRule="auto"/>
        <w:jc w:val="both"/>
        <w:rPr>
          <w:rFonts w:cs="Arial"/>
          <w:b/>
          <w:bCs/>
        </w:rPr>
      </w:pPr>
    </w:p>
    <w:p w:rsidR="004D0EC6" w:rsidRPr="006F704F" w:rsidRDefault="004D0EC6" w:rsidP="00AB5B91">
      <w:pPr>
        <w:spacing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  <w:b/>
          <w:bCs/>
        </w:rPr>
        <w:t>Senhor(</w:t>
      </w:r>
      <w:proofErr w:type="gramEnd"/>
      <w:r w:rsidRPr="006F704F">
        <w:rPr>
          <w:rFonts w:cs="Arial"/>
          <w:b/>
          <w:bCs/>
        </w:rPr>
        <w:t>a) Vereador(a),</w:t>
      </w:r>
    </w:p>
    <w:p w:rsidR="00DE2302" w:rsidRPr="0063514F" w:rsidRDefault="00DE2302" w:rsidP="00DE3AA1">
      <w:pPr>
        <w:spacing w:after="120" w:line="288" w:lineRule="auto"/>
        <w:jc w:val="both"/>
        <w:rPr>
          <w:rFonts w:cs="Arial"/>
          <w:b/>
          <w:bCs/>
        </w:rPr>
      </w:pPr>
    </w:p>
    <w:p w:rsidR="004D0EC6" w:rsidRDefault="004D0EC6" w:rsidP="00853563">
      <w:pPr>
        <w:spacing w:after="240" w:line="360" w:lineRule="auto"/>
        <w:jc w:val="both"/>
        <w:rPr>
          <w:rFonts w:cs="Arial"/>
          <w:bCs/>
        </w:rPr>
      </w:pPr>
      <w:r w:rsidRPr="006F704F">
        <w:rPr>
          <w:rFonts w:cs="Arial"/>
        </w:rPr>
        <w:t xml:space="preserve">Por ordem do Presidente desta Casa Legislativa, o Vereador </w:t>
      </w:r>
      <w:r w:rsidR="00776564">
        <w:rPr>
          <w:rFonts w:cs="Arial"/>
        </w:rPr>
        <w:t>Abner Rodrigues de Moraes Rosa</w:t>
      </w:r>
      <w:r w:rsidRPr="00375E82">
        <w:rPr>
          <w:rFonts w:cs="Arial"/>
        </w:rPr>
        <w:t>, observadas as disposições legais e regimentais vigentes, informo a pauta resumida para Sessão Ordinária acima referida</w:t>
      </w:r>
      <w:r w:rsidRPr="00375E82">
        <w:rPr>
          <w:rFonts w:cs="Arial"/>
          <w:bCs/>
        </w:rPr>
        <w:t>:</w:t>
      </w:r>
    </w:p>
    <w:p w:rsidR="004D0EC6" w:rsidRDefault="004D0EC6" w:rsidP="00BD180A">
      <w:pPr>
        <w:numPr>
          <w:ilvl w:val="0"/>
          <w:numId w:val="14"/>
        </w:numPr>
        <w:spacing w:before="180" w:after="120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Leitura e votação dos trabalhos legislativos;</w:t>
      </w:r>
    </w:p>
    <w:p w:rsidR="004A3F5A" w:rsidRDefault="00E5705F" w:rsidP="00BD180A">
      <w:pPr>
        <w:numPr>
          <w:ilvl w:val="0"/>
          <w:numId w:val="14"/>
        </w:numPr>
        <w:spacing w:before="180" w:after="120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Discussão e votação das matérias constantes da Ordem do Dia</w:t>
      </w:r>
      <w:r w:rsidR="004A3F5A">
        <w:rPr>
          <w:rFonts w:eastAsia="Calibri" w:cs="Arial"/>
        </w:rPr>
        <w:t>;</w:t>
      </w:r>
    </w:p>
    <w:p w:rsidR="00F474B2" w:rsidRPr="006F704F" w:rsidRDefault="00FE1407" w:rsidP="00BD180A">
      <w:pPr>
        <w:numPr>
          <w:ilvl w:val="0"/>
          <w:numId w:val="14"/>
        </w:numPr>
        <w:spacing w:before="180" w:after="120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U</w:t>
      </w:r>
      <w:r w:rsidR="00F474B2" w:rsidRPr="00375E82">
        <w:rPr>
          <w:rFonts w:eastAsia="Calibri" w:cs="Arial"/>
        </w:rPr>
        <w:t xml:space="preserve">so da Tribuna </w:t>
      </w:r>
      <w:r w:rsidRPr="00375E82">
        <w:rPr>
          <w:rFonts w:eastAsia="Calibri" w:cs="Arial"/>
        </w:rPr>
        <w:t>pelos Vereadores</w:t>
      </w:r>
      <w:r w:rsidRPr="006F704F">
        <w:rPr>
          <w:rFonts w:eastAsia="Calibri" w:cs="Arial"/>
        </w:rPr>
        <w:t xml:space="preserve"> no horário dos</w:t>
      </w:r>
      <w:r w:rsidR="00F474B2" w:rsidRPr="006F704F">
        <w:rPr>
          <w:rFonts w:eastAsia="Calibri" w:cs="Arial"/>
        </w:rPr>
        <w:t xml:space="preserve"> Temas Livres</w:t>
      </w:r>
      <w:r w:rsidRPr="006F704F">
        <w:rPr>
          <w:rFonts w:eastAsia="Calibri" w:cs="Arial"/>
        </w:rPr>
        <w:t>.</w:t>
      </w:r>
    </w:p>
    <w:p w:rsidR="0063514F" w:rsidRPr="0063514F" w:rsidRDefault="0063514F" w:rsidP="00DE3AA1">
      <w:pPr>
        <w:spacing w:line="288" w:lineRule="auto"/>
        <w:jc w:val="both"/>
        <w:rPr>
          <w:rFonts w:eastAsia="Calibri" w:cs="Arial"/>
          <w:sz w:val="10"/>
          <w:szCs w:val="10"/>
        </w:rPr>
      </w:pPr>
    </w:p>
    <w:p w:rsidR="00E5705F" w:rsidRDefault="00E5705F" w:rsidP="00E5705F">
      <w:pPr>
        <w:numPr>
          <w:ilvl w:val="0"/>
          <w:numId w:val="16"/>
        </w:numPr>
        <w:pBdr>
          <w:top w:val="single" w:sz="4" w:space="1" w:color="auto"/>
        </w:pBdr>
        <w:spacing w:before="120" w:after="360" w:line="360" w:lineRule="auto"/>
        <w:ind w:left="425" w:hanging="425"/>
        <w:jc w:val="both"/>
        <w:rPr>
          <w:rFonts w:cs="Arial"/>
        </w:rPr>
      </w:pPr>
      <w:r w:rsidRPr="006F704F">
        <w:rPr>
          <w:rFonts w:cs="Arial"/>
          <w:b/>
          <w:bCs/>
          <w:u w:val="single"/>
        </w:rPr>
        <w:t>ORDEM DO DIA</w:t>
      </w:r>
      <w:r w:rsidRPr="006F704F">
        <w:rPr>
          <w:rFonts w:cs="Arial"/>
        </w:rPr>
        <w:t>:</w:t>
      </w:r>
    </w:p>
    <w:p w:rsidR="0016513B" w:rsidRPr="007803F1" w:rsidRDefault="0016513B" w:rsidP="0016513B">
      <w:pPr>
        <w:numPr>
          <w:ilvl w:val="0"/>
          <w:numId w:val="17"/>
        </w:numPr>
        <w:tabs>
          <w:tab w:val="left" w:pos="426"/>
        </w:tabs>
        <w:spacing w:before="120" w:line="307" w:lineRule="auto"/>
        <w:ind w:left="426" w:hanging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 xml:space="preserve">Discussão única </w:t>
      </w:r>
      <w:r w:rsidRPr="007803F1">
        <w:rPr>
          <w:rFonts w:cs="Arial"/>
          <w:b/>
          <w:color w:val="000000"/>
          <w:u w:val="single"/>
        </w:rPr>
        <w:t xml:space="preserve">do </w:t>
      </w:r>
      <w:r w:rsidR="00D0581A" w:rsidRPr="007803F1">
        <w:rPr>
          <w:rFonts w:cs="Arial"/>
          <w:b/>
          <w:color w:val="000000"/>
          <w:u w:val="single"/>
        </w:rPr>
        <w:t>P</w:t>
      </w:r>
      <w:r w:rsidR="00427FCF">
        <w:rPr>
          <w:rFonts w:cs="Arial"/>
          <w:b/>
          <w:color w:val="000000"/>
          <w:u w:val="single"/>
        </w:rPr>
        <w:t>L</w:t>
      </w:r>
      <w:r w:rsidR="00D0581A">
        <w:rPr>
          <w:rFonts w:cs="Arial"/>
          <w:b/>
          <w:color w:val="000000"/>
          <w:u w:val="single"/>
        </w:rPr>
        <w:t xml:space="preserve">L </w:t>
      </w:r>
      <w:r w:rsidR="00D0581A" w:rsidRPr="007803F1">
        <w:rPr>
          <w:rFonts w:cs="Arial"/>
          <w:b/>
          <w:color w:val="000000"/>
          <w:u w:val="single"/>
        </w:rPr>
        <w:t xml:space="preserve">nº </w:t>
      </w:r>
      <w:r w:rsidR="00427FCF">
        <w:rPr>
          <w:rFonts w:cs="Arial"/>
          <w:b/>
          <w:color w:val="000000"/>
          <w:u w:val="single"/>
        </w:rPr>
        <w:t>61</w:t>
      </w:r>
      <w:r w:rsidR="00D0581A" w:rsidRPr="007803F1">
        <w:rPr>
          <w:rFonts w:cs="Arial"/>
          <w:b/>
          <w:color w:val="000000"/>
          <w:u w:val="single"/>
        </w:rPr>
        <w:t>/202</w:t>
      </w:r>
      <w:r w:rsidR="00427FCF">
        <w:rPr>
          <w:rFonts w:cs="Arial"/>
          <w:b/>
          <w:color w:val="000000"/>
          <w:u w:val="single"/>
        </w:rPr>
        <w:t>2</w:t>
      </w:r>
      <w:r w:rsidR="00D0581A" w:rsidRPr="007803F1">
        <w:rPr>
          <w:rFonts w:cs="Arial"/>
          <w:b/>
          <w:color w:val="000000"/>
          <w:u w:val="single"/>
        </w:rPr>
        <w:t xml:space="preserve"> </w:t>
      </w:r>
      <w:r w:rsidR="00D0581A">
        <w:rPr>
          <w:rFonts w:cs="Arial"/>
          <w:b/>
          <w:color w:val="000000"/>
          <w:u w:val="single"/>
        </w:rPr>
        <w:t>–</w:t>
      </w:r>
      <w:r w:rsidR="00D0581A" w:rsidRPr="007803F1">
        <w:rPr>
          <w:rFonts w:cs="Arial"/>
          <w:b/>
          <w:color w:val="000000"/>
          <w:u w:val="single"/>
        </w:rPr>
        <w:t xml:space="preserve"> Pro</w:t>
      </w:r>
      <w:r w:rsidR="00D0581A">
        <w:rPr>
          <w:rFonts w:cs="Arial"/>
          <w:b/>
          <w:color w:val="000000"/>
          <w:u w:val="single"/>
        </w:rPr>
        <w:t xml:space="preserve">jeto de </w:t>
      </w:r>
      <w:r w:rsidR="00427FCF">
        <w:rPr>
          <w:rFonts w:cs="Arial"/>
          <w:b/>
          <w:color w:val="000000"/>
          <w:u w:val="single"/>
        </w:rPr>
        <w:t xml:space="preserve">Lei do </w:t>
      </w:r>
      <w:r w:rsidR="00D0581A">
        <w:rPr>
          <w:rFonts w:cs="Arial"/>
          <w:b/>
          <w:color w:val="000000"/>
          <w:u w:val="single"/>
        </w:rPr>
        <w:t>Legislativo</w:t>
      </w:r>
    </w:p>
    <w:p w:rsidR="00D0581A" w:rsidRPr="007803F1" w:rsidRDefault="0016513B" w:rsidP="00D0581A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7803F1">
        <w:rPr>
          <w:rFonts w:cs="Arial"/>
          <w:color w:val="000000"/>
          <w:u w:val="single"/>
        </w:rPr>
        <w:t>Autoria</w:t>
      </w:r>
      <w:r w:rsidRPr="007803F1">
        <w:rPr>
          <w:rFonts w:cs="Arial"/>
          <w:color w:val="000000"/>
        </w:rPr>
        <w:t xml:space="preserve">: </w:t>
      </w:r>
      <w:r w:rsidR="00236D87">
        <w:rPr>
          <w:rFonts w:cs="Arial"/>
          <w:color w:val="000000"/>
        </w:rPr>
        <w:t xml:space="preserve">Vereador </w:t>
      </w:r>
      <w:r w:rsidR="00427FCF">
        <w:rPr>
          <w:rFonts w:cs="Arial"/>
          <w:color w:val="000000"/>
        </w:rPr>
        <w:t>Luís Flávio - Flavinho</w:t>
      </w:r>
      <w:r w:rsidR="00D0581A" w:rsidRPr="007803F1">
        <w:rPr>
          <w:rFonts w:cs="Arial"/>
          <w:color w:val="000000"/>
        </w:rPr>
        <w:t>.</w:t>
      </w:r>
    </w:p>
    <w:p w:rsidR="0016513B" w:rsidRDefault="00D0581A" w:rsidP="00D0581A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7803F1">
        <w:rPr>
          <w:rFonts w:cs="Arial"/>
          <w:color w:val="000000"/>
          <w:u w:val="single"/>
        </w:rPr>
        <w:t>Assunto</w:t>
      </w:r>
      <w:r w:rsidRPr="007803F1">
        <w:rPr>
          <w:rFonts w:cs="Arial"/>
          <w:color w:val="000000"/>
        </w:rPr>
        <w:t xml:space="preserve">: </w:t>
      </w:r>
      <w:r w:rsidR="00427FCF" w:rsidRPr="00427FCF">
        <w:rPr>
          <w:rFonts w:cs="Arial"/>
          <w:color w:val="000000"/>
        </w:rPr>
        <w:t>Dispõe sobre a denominação da Rua Eurico Fernandes.</w:t>
      </w:r>
    </w:p>
    <w:p w:rsidR="00DE2302" w:rsidRPr="0063514F" w:rsidRDefault="00DE2302" w:rsidP="002658A4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:rsidR="0063514F" w:rsidRDefault="0063514F" w:rsidP="002658A4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</w:p>
    <w:p w:rsidR="00D0581A" w:rsidRPr="007803F1" w:rsidRDefault="00D0581A" w:rsidP="00D0581A">
      <w:pPr>
        <w:numPr>
          <w:ilvl w:val="0"/>
          <w:numId w:val="17"/>
        </w:numPr>
        <w:tabs>
          <w:tab w:val="left" w:pos="426"/>
        </w:tabs>
        <w:spacing w:before="120" w:line="307" w:lineRule="auto"/>
        <w:ind w:left="426" w:hanging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 xml:space="preserve">Discussão única </w:t>
      </w:r>
      <w:r w:rsidRPr="007803F1">
        <w:rPr>
          <w:rFonts w:cs="Arial"/>
          <w:b/>
          <w:color w:val="000000"/>
          <w:u w:val="single"/>
        </w:rPr>
        <w:t>do P</w:t>
      </w:r>
      <w:r>
        <w:rPr>
          <w:rFonts w:cs="Arial"/>
          <w:b/>
          <w:color w:val="000000"/>
          <w:u w:val="single"/>
        </w:rPr>
        <w:t xml:space="preserve">LL </w:t>
      </w:r>
      <w:r w:rsidRPr="007803F1">
        <w:rPr>
          <w:rFonts w:cs="Arial"/>
          <w:b/>
          <w:color w:val="000000"/>
          <w:u w:val="single"/>
        </w:rPr>
        <w:t xml:space="preserve">nº </w:t>
      </w:r>
      <w:r w:rsidR="00427FCF">
        <w:rPr>
          <w:rFonts w:cs="Arial"/>
          <w:b/>
          <w:color w:val="000000"/>
          <w:u w:val="single"/>
        </w:rPr>
        <w:t>20</w:t>
      </w:r>
      <w:r w:rsidRPr="007803F1">
        <w:rPr>
          <w:rFonts w:cs="Arial"/>
          <w:b/>
          <w:color w:val="000000"/>
          <w:u w:val="single"/>
        </w:rPr>
        <w:t>/202</w:t>
      </w:r>
      <w:r>
        <w:rPr>
          <w:rFonts w:cs="Arial"/>
          <w:b/>
          <w:color w:val="000000"/>
          <w:u w:val="single"/>
        </w:rPr>
        <w:t>3</w:t>
      </w:r>
      <w:r w:rsidRPr="007803F1">
        <w:rPr>
          <w:rFonts w:cs="Arial"/>
          <w:b/>
          <w:color w:val="000000"/>
          <w:u w:val="single"/>
        </w:rPr>
        <w:t xml:space="preserve"> </w:t>
      </w:r>
      <w:r>
        <w:rPr>
          <w:rFonts w:cs="Arial"/>
          <w:b/>
          <w:color w:val="000000"/>
          <w:u w:val="single"/>
        </w:rPr>
        <w:t>–</w:t>
      </w:r>
      <w:r w:rsidRPr="007803F1">
        <w:rPr>
          <w:rFonts w:cs="Arial"/>
          <w:b/>
          <w:color w:val="000000"/>
          <w:u w:val="single"/>
        </w:rPr>
        <w:t xml:space="preserve"> Pro</w:t>
      </w:r>
      <w:r>
        <w:rPr>
          <w:rFonts w:cs="Arial"/>
          <w:b/>
          <w:color w:val="000000"/>
          <w:u w:val="single"/>
        </w:rPr>
        <w:t>jeto de Lei do Legislativo</w:t>
      </w:r>
    </w:p>
    <w:p w:rsidR="00D0581A" w:rsidRPr="007803F1" w:rsidRDefault="00D0581A" w:rsidP="00D0581A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7803F1">
        <w:rPr>
          <w:rFonts w:cs="Arial"/>
          <w:color w:val="000000"/>
          <w:u w:val="single"/>
        </w:rPr>
        <w:t>Autoria</w:t>
      </w:r>
      <w:r w:rsidRPr="007803F1">
        <w:rPr>
          <w:rFonts w:cs="Arial"/>
          <w:color w:val="000000"/>
        </w:rPr>
        <w:t xml:space="preserve">: </w:t>
      </w:r>
      <w:r w:rsidR="00427FCF">
        <w:rPr>
          <w:rFonts w:cs="Arial"/>
          <w:color w:val="000000"/>
        </w:rPr>
        <w:t>Vereador Rogério Timóteo</w:t>
      </w:r>
      <w:r w:rsidRPr="007803F1">
        <w:rPr>
          <w:rFonts w:cs="Arial"/>
          <w:color w:val="000000"/>
        </w:rPr>
        <w:t>.</w:t>
      </w:r>
    </w:p>
    <w:p w:rsidR="005F5A04" w:rsidRDefault="00D0581A" w:rsidP="00D0581A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7803F1">
        <w:rPr>
          <w:rFonts w:cs="Arial"/>
          <w:color w:val="000000"/>
          <w:u w:val="single"/>
        </w:rPr>
        <w:t>Assunto</w:t>
      </w:r>
      <w:r w:rsidRPr="007803F1">
        <w:rPr>
          <w:rFonts w:cs="Arial"/>
          <w:color w:val="000000"/>
        </w:rPr>
        <w:t xml:space="preserve">: </w:t>
      </w:r>
      <w:r w:rsidR="00427FCF" w:rsidRPr="00427FCF">
        <w:rPr>
          <w:rFonts w:cs="Arial"/>
          <w:color w:val="000000"/>
        </w:rPr>
        <w:t>Dispõe sobre a proibição da entrada nas escolas e ambientes educacionais do Município de Jacareí de pessoas e alunos portando armas de fogo, réplicas, simulacros, objetos cortantes ou perfurantes, e dá outras providências.</w:t>
      </w:r>
    </w:p>
    <w:p w:rsidR="0041090D" w:rsidRDefault="0041090D" w:rsidP="005F5A04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</w:p>
    <w:p w:rsidR="00B26BCB" w:rsidRPr="00B26BCB" w:rsidRDefault="00B26BCB" w:rsidP="005F5A04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:rsidR="00277F98" w:rsidRPr="007803F1" w:rsidRDefault="00277F98" w:rsidP="00277F98">
      <w:pPr>
        <w:numPr>
          <w:ilvl w:val="0"/>
          <w:numId w:val="17"/>
        </w:numPr>
        <w:tabs>
          <w:tab w:val="left" w:pos="426"/>
        </w:tabs>
        <w:spacing w:before="120" w:line="307" w:lineRule="auto"/>
        <w:ind w:left="426" w:hanging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 xml:space="preserve">Discussão única </w:t>
      </w:r>
      <w:r w:rsidRPr="007803F1">
        <w:rPr>
          <w:rFonts w:cs="Arial"/>
          <w:b/>
          <w:color w:val="000000"/>
          <w:u w:val="single"/>
        </w:rPr>
        <w:t xml:space="preserve">do </w:t>
      </w:r>
      <w:r w:rsidR="009836DE">
        <w:rPr>
          <w:rFonts w:cs="Arial"/>
          <w:b/>
          <w:color w:val="000000"/>
          <w:u w:val="single"/>
        </w:rPr>
        <w:t>VT</w:t>
      </w:r>
      <w:r>
        <w:rPr>
          <w:rFonts w:cs="Arial"/>
          <w:b/>
          <w:color w:val="000000"/>
          <w:u w:val="single"/>
        </w:rPr>
        <w:t xml:space="preserve"> </w:t>
      </w:r>
      <w:r w:rsidRPr="007803F1">
        <w:rPr>
          <w:rFonts w:cs="Arial"/>
          <w:b/>
          <w:color w:val="000000"/>
          <w:u w:val="single"/>
        </w:rPr>
        <w:t xml:space="preserve">nº </w:t>
      </w:r>
      <w:r>
        <w:rPr>
          <w:rFonts w:cs="Arial"/>
          <w:b/>
          <w:color w:val="000000"/>
          <w:u w:val="single"/>
        </w:rPr>
        <w:t>0</w:t>
      </w:r>
      <w:r w:rsidR="009836DE">
        <w:rPr>
          <w:rFonts w:cs="Arial"/>
          <w:b/>
          <w:color w:val="000000"/>
          <w:u w:val="single"/>
        </w:rPr>
        <w:t>3</w:t>
      </w:r>
      <w:r w:rsidRPr="007803F1">
        <w:rPr>
          <w:rFonts w:cs="Arial"/>
          <w:b/>
          <w:color w:val="000000"/>
          <w:u w:val="single"/>
        </w:rPr>
        <w:t>/202</w:t>
      </w:r>
      <w:r>
        <w:rPr>
          <w:rFonts w:cs="Arial"/>
          <w:b/>
          <w:color w:val="000000"/>
          <w:u w:val="single"/>
        </w:rPr>
        <w:t>3</w:t>
      </w:r>
      <w:r w:rsidRPr="007803F1">
        <w:rPr>
          <w:rFonts w:cs="Arial"/>
          <w:b/>
          <w:color w:val="000000"/>
          <w:u w:val="single"/>
        </w:rPr>
        <w:t xml:space="preserve"> </w:t>
      </w:r>
      <w:r>
        <w:rPr>
          <w:rFonts w:cs="Arial"/>
          <w:b/>
          <w:color w:val="000000"/>
          <w:u w:val="single"/>
        </w:rPr>
        <w:t>–</w:t>
      </w:r>
      <w:r w:rsidRPr="007803F1">
        <w:rPr>
          <w:rFonts w:cs="Arial"/>
          <w:b/>
          <w:color w:val="000000"/>
          <w:u w:val="single"/>
        </w:rPr>
        <w:t xml:space="preserve"> </w:t>
      </w:r>
      <w:r w:rsidR="009836DE">
        <w:rPr>
          <w:rFonts w:cs="Arial"/>
          <w:b/>
          <w:color w:val="000000"/>
          <w:u w:val="single"/>
        </w:rPr>
        <w:t>Veto Total</w:t>
      </w:r>
    </w:p>
    <w:p w:rsidR="00277F98" w:rsidRDefault="00277F98" w:rsidP="00277F98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7803F1">
        <w:rPr>
          <w:rFonts w:cs="Arial"/>
          <w:color w:val="000000"/>
          <w:u w:val="single"/>
        </w:rPr>
        <w:t>Autoria</w:t>
      </w:r>
      <w:r w:rsidRPr="007803F1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Prefeito Municipal Izaias José de Santana</w:t>
      </w:r>
      <w:r w:rsidRPr="007803F1">
        <w:rPr>
          <w:rFonts w:cs="Arial"/>
          <w:color w:val="000000"/>
        </w:rPr>
        <w:t>.</w:t>
      </w:r>
    </w:p>
    <w:p w:rsidR="009836DE" w:rsidRPr="007803F1" w:rsidRDefault="009836DE" w:rsidP="009836DE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7803F1">
        <w:rPr>
          <w:rFonts w:cs="Arial"/>
          <w:color w:val="000000"/>
          <w:u w:val="single"/>
        </w:rPr>
        <w:t>Autoria</w:t>
      </w:r>
      <w:r>
        <w:rPr>
          <w:rFonts w:cs="Arial"/>
          <w:color w:val="000000"/>
          <w:u w:val="single"/>
        </w:rPr>
        <w:t xml:space="preserve"> do Projeto Vetado</w:t>
      </w:r>
      <w:r w:rsidRPr="007803F1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Vereadora Sônia Patas da Amizade</w:t>
      </w:r>
      <w:r w:rsidRPr="007803F1">
        <w:rPr>
          <w:rFonts w:cs="Arial"/>
          <w:color w:val="000000"/>
        </w:rPr>
        <w:t>.</w:t>
      </w:r>
    </w:p>
    <w:p w:rsidR="00277F98" w:rsidRDefault="00277F98" w:rsidP="00277F98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7803F1">
        <w:rPr>
          <w:rFonts w:cs="Arial"/>
          <w:color w:val="000000"/>
          <w:u w:val="single"/>
        </w:rPr>
        <w:t>Assunto</w:t>
      </w:r>
      <w:r w:rsidRPr="007803F1">
        <w:rPr>
          <w:rFonts w:cs="Arial"/>
          <w:color w:val="000000"/>
        </w:rPr>
        <w:t xml:space="preserve">: </w:t>
      </w:r>
      <w:r w:rsidR="009836DE" w:rsidRPr="009836DE">
        <w:rPr>
          <w:rFonts w:cs="Arial"/>
          <w:color w:val="000000"/>
        </w:rPr>
        <w:t>Veto Total ao autógrafo da Lei n.º 6.533/2023, que "Dispõe sobre a afixação de cartazes informativos e sobre a restrição para comercialização ou administração de medicamento inibidor do estro (</w:t>
      </w:r>
      <w:proofErr w:type="spellStart"/>
      <w:r w:rsidR="009836DE" w:rsidRPr="009836DE">
        <w:rPr>
          <w:rFonts w:cs="Arial"/>
          <w:color w:val="000000"/>
        </w:rPr>
        <w:t>anti-cio</w:t>
      </w:r>
      <w:proofErr w:type="spellEnd"/>
      <w:r w:rsidR="009836DE" w:rsidRPr="009836DE">
        <w:rPr>
          <w:rFonts w:cs="Arial"/>
          <w:color w:val="000000"/>
        </w:rPr>
        <w:t>) em fêmeas das espécies caninas e felinas, no âmbito do município de Jacareí, e dá outras providências"</w:t>
      </w:r>
      <w:r w:rsidR="009836DE">
        <w:rPr>
          <w:rFonts w:cs="Arial"/>
          <w:color w:val="000000"/>
        </w:rPr>
        <w:t>.</w:t>
      </w:r>
    </w:p>
    <w:p w:rsidR="00277F98" w:rsidRDefault="00277F98" w:rsidP="005F5A04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</w:p>
    <w:p w:rsidR="004D0EC6" w:rsidRPr="006F704F" w:rsidRDefault="004D0EC6" w:rsidP="00A1370D">
      <w:pPr>
        <w:numPr>
          <w:ilvl w:val="0"/>
          <w:numId w:val="16"/>
        </w:numPr>
        <w:pBdr>
          <w:top w:val="single" w:sz="4" w:space="1" w:color="auto"/>
        </w:pBdr>
        <w:spacing w:before="120" w:after="120" w:line="336" w:lineRule="auto"/>
        <w:ind w:left="425" w:hanging="425"/>
        <w:jc w:val="both"/>
        <w:rPr>
          <w:rFonts w:cs="Arial"/>
          <w:b/>
          <w:bCs/>
          <w:u w:val="single"/>
        </w:rPr>
      </w:pPr>
      <w:r w:rsidRPr="006F704F">
        <w:rPr>
          <w:rFonts w:cs="Arial"/>
          <w:b/>
          <w:bCs/>
          <w:u w:val="single"/>
        </w:rPr>
        <w:lastRenderedPageBreak/>
        <w:t>ORDEM PARA VOTAÇÃO NOMINAL E PARA TEMAS LIVRES</w:t>
      </w:r>
      <w:r w:rsidR="003B2E87">
        <w:rPr>
          <w:rFonts w:cs="Arial"/>
          <w:b/>
          <w:bCs/>
          <w:u w:val="single"/>
        </w:rPr>
        <w:t>:</w:t>
      </w:r>
    </w:p>
    <w:p w:rsidR="00B539B1" w:rsidRDefault="00B539B1" w:rsidP="00B539B1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ROBERTO ABREU</w:t>
      </w:r>
      <w:r>
        <w:rPr>
          <w:rFonts w:cs="Arial"/>
        </w:rPr>
        <w:tab/>
        <w:t>UNIÃO BRASIL</w:t>
      </w:r>
    </w:p>
    <w:p w:rsidR="002D4E52" w:rsidRDefault="002D4E52" w:rsidP="002D4E52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 xml:space="preserve">RODRIGO SALOMON, DR. </w:t>
      </w:r>
      <w:r w:rsidRPr="006F704F">
        <w:rPr>
          <w:rFonts w:cs="Arial"/>
        </w:rPr>
        <w:tab/>
        <w:t>PSDB</w:t>
      </w:r>
    </w:p>
    <w:p w:rsidR="00A667D0" w:rsidRDefault="00A667D0" w:rsidP="00A667D0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BF47DF">
        <w:rPr>
          <w:rFonts w:cs="Arial"/>
        </w:rPr>
        <w:t>ROGÉRIO TIMÓTEO</w:t>
      </w:r>
      <w:r w:rsidRPr="00BF47DF">
        <w:rPr>
          <w:rFonts w:cs="Arial"/>
        </w:rPr>
        <w:tab/>
        <w:t>REPUBLICANOS</w:t>
      </w:r>
      <w:proofErr w:type="gramStart"/>
      <w:r w:rsidR="008B7C53" w:rsidRPr="006F704F">
        <w:rPr>
          <w:rFonts w:cs="Arial"/>
        </w:rPr>
        <w:tab/>
        <w:t>(</w:t>
      </w:r>
      <w:proofErr w:type="gramEnd"/>
      <w:r w:rsidR="008B7C53" w:rsidRPr="006F704F">
        <w:rPr>
          <w:rFonts w:cs="Arial"/>
        </w:rPr>
        <w:t>LEITURA DA BÍBLIA)</w:t>
      </w:r>
    </w:p>
    <w:p w:rsidR="00DE2302" w:rsidRDefault="00DE2302" w:rsidP="00DE2302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RONINHA</w:t>
      </w:r>
      <w:r w:rsidRPr="006F704F">
        <w:rPr>
          <w:rFonts w:cs="Arial"/>
        </w:rPr>
        <w:tab/>
        <w:t>PODE</w:t>
      </w:r>
      <w:r>
        <w:rPr>
          <w:rFonts w:cs="Arial"/>
        </w:rPr>
        <w:t>MOS</w:t>
      </w:r>
    </w:p>
    <w:p w:rsidR="00B83ACD" w:rsidRDefault="00B83ACD" w:rsidP="006D57E7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SÔNIA PATAS DA AMIZADE</w:t>
      </w:r>
      <w:r w:rsidRPr="006F704F">
        <w:rPr>
          <w:rFonts w:cs="Arial"/>
        </w:rPr>
        <w:tab/>
        <w:t>PL</w:t>
      </w:r>
    </w:p>
    <w:p w:rsidR="009242CB" w:rsidRDefault="009242CB" w:rsidP="009242CB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VALMIR DO PARQUE MEIA LUA</w:t>
      </w:r>
      <w:r w:rsidRPr="006F704F">
        <w:rPr>
          <w:rFonts w:cs="Arial"/>
        </w:rPr>
        <w:tab/>
      </w:r>
      <w:r>
        <w:rPr>
          <w:rFonts w:cs="Arial"/>
        </w:rPr>
        <w:t>UNIÃO BRASIL</w:t>
      </w:r>
    </w:p>
    <w:p w:rsidR="00C41288" w:rsidRDefault="00C41288" w:rsidP="00C41288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ABNER</w:t>
      </w:r>
      <w:r>
        <w:rPr>
          <w:rFonts w:cs="Arial"/>
        </w:rPr>
        <w:t xml:space="preserve"> ROSA</w:t>
      </w:r>
      <w:r w:rsidRPr="006F704F">
        <w:rPr>
          <w:rFonts w:cs="Arial"/>
        </w:rPr>
        <w:tab/>
        <w:t>PSDB</w:t>
      </w:r>
    </w:p>
    <w:p w:rsidR="00E535DD" w:rsidRDefault="00E535DD" w:rsidP="00E535DD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DUDI</w:t>
      </w:r>
      <w:r w:rsidRPr="006F704F">
        <w:rPr>
          <w:rFonts w:cs="Arial"/>
        </w:rPr>
        <w:tab/>
        <w:t>PL</w:t>
      </w:r>
    </w:p>
    <w:p w:rsidR="00E535DD" w:rsidRDefault="00E535DD" w:rsidP="00E535DD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HERNANI BARRETO</w:t>
      </w:r>
      <w:r w:rsidRPr="006F704F">
        <w:rPr>
          <w:rFonts w:cs="Arial"/>
        </w:rPr>
        <w:tab/>
        <w:t>REPUBLICANOS</w:t>
      </w:r>
    </w:p>
    <w:p w:rsidR="00F94B5E" w:rsidRDefault="00F94B5E" w:rsidP="00F94B5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LUÍS FLÁVIO - FLAVINHO</w:t>
      </w:r>
      <w:r w:rsidRPr="006F704F">
        <w:rPr>
          <w:rFonts w:cs="Arial"/>
        </w:rPr>
        <w:tab/>
        <w:t>PT</w:t>
      </w:r>
    </w:p>
    <w:p w:rsidR="00157143" w:rsidRDefault="00157143" w:rsidP="00157143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MARIA AMÉLIA</w:t>
      </w:r>
      <w:r w:rsidRPr="006F704F">
        <w:rPr>
          <w:rFonts w:cs="Arial"/>
        </w:rPr>
        <w:tab/>
        <w:t>PSDB</w:t>
      </w:r>
    </w:p>
    <w:p w:rsidR="006233D9" w:rsidRDefault="006233D9" w:rsidP="006233D9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PAULINHO DO ESPORTE</w:t>
      </w:r>
      <w:r w:rsidRPr="006F704F">
        <w:rPr>
          <w:rFonts w:cs="Arial"/>
        </w:rPr>
        <w:tab/>
        <w:t>PSD</w:t>
      </w:r>
    </w:p>
    <w:p w:rsidR="008B7C53" w:rsidRDefault="008B7C53" w:rsidP="008B7C53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PAULINHO DOS CONDUTORES</w:t>
      </w:r>
      <w:r w:rsidRPr="006F704F">
        <w:rPr>
          <w:rFonts w:cs="Arial"/>
        </w:rPr>
        <w:tab/>
        <w:t>PL</w:t>
      </w:r>
    </w:p>
    <w:p w:rsidR="00A1370D" w:rsidRDefault="00A1370D" w:rsidP="00CF62A4">
      <w:pPr>
        <w:tabs>
          <w:tab w:val="left" w:leader="dot" w:pos="709"/>
          <w:tab w:val="left" w:leader="dot" w:pos="6237"/>
          <w:tab w:val="right" w:leader="dot" w:pos="6521"/>
        </w:tabs>
        <w:spacing w:line="360" w:lineRule="auto"/>
        <w:jc w:val="both"/>
        <w:rPr>
          <w:rFonts w:cs="Arial"/>
        </w:rPr>
      </w:pPr>
    </w:p>
    <w:p w:rsidR="004D0EC6" w:rsidRPr="006F704F" w:rsidRDefault="004D0EC6" w:rsidP="00A1370D">
      <w:pPr>
        <w:spacing w:line="312" w:lineRule="auto"/>
        <w:jc w:val="right"/>
        <w:rPr>
          <w:rFonts w:cs="Arial"/>
        </w:rPr>
      </w:pPr>
      <w:r w:rsidRPr="006F704F">
        <w:rPr>
          <w:rFonts w:cs="Arial"/>
        </w:rPr>
        <w:t xml:space="preserve">Câmara Municipal de Jacareí, </w:t>
      </w:r>
      <w:r w:rsidR="006233D9">
        <w:rPr>
          <w:rFonts w:cs="Arial"/>
        </w:rPr>
        <w:t>1</w:t>
      </w:r>
      <w:r w:rsidR="00A430E8">
        <w:rPr>
          <w:rFonts w:cs="Arial"/>
        </w:rPr>
        <w:t>9</w:t>
      </w:r>
      <w:bookmarkStart w:id="0" w:name="_GoBack"/>
      <w:bookmarkEnd w:id="0"/>
      <w:r w:rsidR="00E0540A" w:rsidRPr="006F704F">
        <w:rPr>
          <w:rFonts w:cs="Arial"/>
        </w:rPr>
        <w:t xml:space="preserve"> de </w:t>
      </w:r>
      <w:r w:rsidR="00157143">
        <w:rPr>
          <w:rFonts w:cs="Arial"/>
        </w:rPr>
        <w:t>maio</w:t>
      </w:r>
      <w:r w:rsidR="002D4E52">
        <w:rPr>
          <w:rFonts w:cs="Arial"/>
        </w:rPr>
        <w:t xml:space="preserve"> </w:t>
      </w:r>
      <w:r w:rsidRPr="006F704F">
        <w:rPr>
          <w:rFonts w:cs="Arial"/>
        </w:rPr>
        <w:t>de 202</w:t>
      </w:r>
      <w:r w:rsidR="00513CD1">
        <w:rPr>
          <w:rFonts w:cs="Arial"/>
        </w:rPr>
        <w:t>3</w:t>
      </w:r>
      <w:r w:rsidRPr="006F704F">
        <w:rPr>
          <w:rFonts w:cs="Arial"/>
        </w:rPr>
        <w:t>.</w:t>
      </w:r>
    </w:p>
    <w:p w:rsidR="006355C3" w:rsidRDefault="006355C3" w:rsidP="00A1370D">
      <w:pPr>
        <w:spacing w:line="312" w:lineRule="auto"/>
        <w:jc w:val="right"/>
        <w:rPr>
          <w:rFonts w:cs="Arial"/>
        </w:rPr>
      </w:pPr>
    </w:p>
    <w:p w:rsidR="001F49FB" w:rsidRPr="001F49FB" w:rsidRDefault="001F49FB" w:rsidP="00A1370D">
      <w:pPr>
        <w:spacing w:line="312" w:lineRule="auto"/>
        <w:jc w:val="right"/>
        <w:rPr>
          <w:rFonts w:cs="Arial"/>
          <w:sz w:val="10"/>
          <w:szCs w:val="10"/>
        </w:rPr>
      </w:pPr>
    </w:p>
    <w:p w:rsidR="004D0EC6" w:rsidRPr="006F704F" w:rsidRDefault="00EF7A2A" w:rsidP="001F49FB">
      <w:pPr>
        <w:jc w:val="right"/>
        <w:rPr>
          <w:rFonts w:cs="Arial"/>
          <w:b/>
        </w:rPr>
      </w:pPr>
      <w:r w:rsidRPr="006F704F">
        <w:rPr>
          <w:rFonts w:cs="Arial"/>
          <w:b/>
        </w:rPr>
        <w:t>Felipe Santos de Lima</w:t>
      </w:r>
    </w:p>
    <w:p w:rsidR="00C251DE" w:rsidRPr="006F704F" w:rsidRDefault="004D0EC6" w:rsidP="001F49FB">
      <w:pPr>
        <w:jc w:val="right"/>
        <w:rPr>
          <w:rFonts w:cs="Arial"/>
        </w:rPr>
      </w:pPr>
      <w:r w:rsidRPr="006F704F">
        <w:rPr>
          <w:rFonts w:cs="Arial"/>
        </w:rPr>
        <w:t>Secretário-Diretor Legislativo</w:t>
      </w:r>
    </w:p>
    <w:sectPr w:rsidR="00C251DE" w:rsidRPr="006F704F" w:rsidSect="00C251DE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851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13F" w:rsidRDefault="0091213F">
      <w:r>
        <w:separator/>
      </w:r>
    </w:p>
  </w:endnote>
  <w:endnote w:type="continuationSeparator" w:id="0">
    <w:p w:rsidR="0091213F" w:rsidRDefault="0091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13F" w:rsidRDefault="0091213F">
      <w:r>
        <w:separator/>
      </w:r>
    </w:p>
  </w:footnote>
  <w:footnote w:type="continuationSeparator" w:id="0">
    <w:p w:rsidR="0091213F" w:rsidRDefault="0091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7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8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0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1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5D34FF">
      <w:rPr>
        <w:rFonts w:cs="Arial"/>
        <w:b/>
        <w:sz w:val="20"/>
        <w:szCs w:val="20"/>
        <w:u w:val="single"/>
      </w:rPr>
      <w:t xml:space="preserve">Pauta resumida para a </w:t>
    </w:r>
    <w:r w:rsidR="009242CB">
      <w:rPr>
        <w:rFonts w:cs="Arial"/>
        <w:b/>
        <w:sz w:val="20"/>
        <w:szCs w:val="20"/>
        <w:u w:val="single"/>
      </w:rPr>
      <w:t>1</w:t>
    </w:r>
    <w:r w:rsidR="008B7C53">
      <w:rPr>
        <w:rFonts w:cs="Arial"/>
        <w:b/>
        <w:sz w:val="20"/>
        <w:szCs w:val="20"/>
        <w:u w:val="single"/>
      </w:rPr>
      <w:t>7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8B7C53">
      <w:rPr>
        <w:rFonts w:cs="Arial"/>
        <w:b/>
        <w:sz w:val="20"/>
        <w:szCs w:val="20"/>
        <w:u w:val="single"/>
      </w:rPr>
      <w:t>24</w:t>
    </w:r>
    <w:r w:rsidR="00BD180A">
      <w:rPr>
        <w:rFonts w:cs="Arial"/>
        <w:b/>
        <w:sz w:val="20"/>
        <w:szCs w:val="20"/>
        <w:u w:val="single"/>
      </w:rPr>
      <w:t>/</w:t>
    </w:r>
    <w:r w:rsidR="006E2C9C">
      <w:rPr>
        <w:rFonts w:cs="Arial"/>
        <w:b/>
        <w:sz w:val="20"/>
        <w:szCs w:val="20"/>
        <w:u w:val="single"/>
      </w:rPr>
      <w:t>0</w:t>
    </w:r>
    <w:r w:rsidR="008F354A">
      <w:rPr>
        <w:rFonts w:cs="Arial"/>
        <w:b/>
        <w:sz w:val="20"/>
        <w:szCs w:val="20"/>
        <w:u w:val="single"/>
      </w:rPr>
      <w:t>5</w:t>
    </w:r>
    <w:r w:rsidR="004D0EC6" w:rsidRPr="004D0EC6">
      <w:rPr>
        <w:rFonts w:cs="Arial"/>
        <w:b/>
        <w:sz w:val="20"/>
        <w:szCs w:val="20"/>
        <w:u w:val="single"/>
      </w:rPr>
      <w:t>/202</w:t>
    </w:r>
    <w:r w:rsidR="006E2C9C">
      <w:rPr>
        <w:rFonts w:cs="Arial"/>
        <w:b/>
        <w:sz w:val="20"/>
        <w:szCs w:val="20"/>
        <w:u w:val="single"/>
      </w:rPr>
      <w:t>3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A430E8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A430E8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2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3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5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6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449E0"/>
    <w:multiLevelType w:val="hybridMultilevel"/>
    <w:tmpl w:val="7AE658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573D9"/>
    <w:multiLevelType w:val="hybridMultilevel"/>
    <w:tmpl w:val="CDFA920A"/>
    <w:lvl w:ilvl="0" w:tplc="F210D6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9"/>
  </w:num>
  <w:num w:numId="5">
    <w:abstractNumId w:val="13"/>
  </w:num>
  <w:num w:numId="6">
    <w:abstractNumId w:val="1"/>
  </w:num>
  <w:num w:numId="7">
    <w:abstractNumId w:val="14"/>
  </w:num>
  <w:num w:numId="8">
    <w:abstractNumId w:val="8"/>
  </w:num>
  <w:num w:numId="9">
    <w:abstractNumId w:val="15"/>
  </w:num>
  <w:num w:numId="10">
    <w:abstractNumId w:val="17"/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6"/>
  </w:num>
  <w:num w:numId="15">
    <w:abstractNumId w:val="3"/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14AE"/>
    <w:rsid w:val="00002263"/>
    <w:rsid w:val="00007983"/>
    <w:rsid w:val="00010158"/>
    <w:rsid w:val="0001190B"/>
    <w:rsid w:val="00011D9F"/>
    <w:rsid w:val="000122AA"/>
    <w:rsid w:val="00012EC5"/>
    <w:rsid w:val="0001340A"/>
    <w:rsid w:val="00014699"/>
    <w:rsid w:val="0001581B"/>
    <w:rsid w:val="000162D9"/>
    <w:rsid w:val="00017775"/>
    <w:rsid w:val="000230D7"/>
    <w:rsid w:val="000238B8"/>
    <w:rsid w:val="00024775"/>
    <w:rsid w:val="0002482B"/>
    <w:rsid w:val="00025E95"/>
    <w:rsid w:val="000334E5"/>
    <w:rsid w:val="00033944"/>
    <w:rsid w:val="00035380"/>
    <w:rsid w:val="0003551B"/>
    <w:rsid w:val="00036EEC"/>
    <w:rsid w:val="00037CF0"/>
    <w:rsid w:val="0004089B"/>
    <w:rsid w:val="00040D4F"/>
    <w:rsid w:val="00040EB3"/>
    <w:rsid w:val="0004132E"/>
    <w:rsid w:val="00042362"/>
    <w:rsid w:val="000427D6"/>
    <w:rsid w:val="00043296"/>
    <w:rsid w:val="00043851"/>
    <w:rsid w:val="00046CA2"/>
    <w:rsid w:val="00047B1B"/>
    <w:rsid w:val="00052064"/>
    <w:rsid w:val="00054688"/>
    <w:rsid w:val="00055BEA"/>
    <w:rsid w:val="00055C70"/>
    <w:rsid w:val="00057163"/>
    <w:rsid w:val="000613E0"/>
    <w:rsid w:val="00061531"/>
    <w:rsid w:val="0006165B"/>
    <w:rsid w:val="000636C5"/>
    <w:rsid w:val="0006593A"/>
    <w:rsid w:val="00072F96"/>
    <w:rsid w:val="00073E9A"/>
    <w:rsid w:val="000747BA"/>
    <w:rsid w:val="00074C79"/>
    <w:rsid w:val="00074D9F"/>
    <w:rsid w:val="000759E6"/>
    <w:rsid w:val="00083B52"/>
    <w:rsid w:val="00084192"/>
    <w:rsid w:val="0008513B"/>
    <w:rsid w:val="000864F6"/>
    <w:rsid w:val="00086E7E"/>
    <w:rsid w:val="000876CD"/>
    <w:rsid w:val="0009068C"/>
    <w:rsid w:val="00090D12"/>
    <w:rsid w:val="00090FD7"/>
    <w:rsid w:val="0009153B"/>
    <w:rsid w:val="000940BB"/>
    <w:rsid w:val="00095992"/>
    <w:rsid w:val="00095C49"/>
    <w:rsid w:val="000960ED"/>
    <w:rsid w:val="000961BA"/>
    <w:rsid w:val="00096234"/>
    <w:rsid w:val="000A05D6"/>
    <w:rsid w:val="000A107C"/>
    <w:rsid w:val="000A5842"/>
    <w:rsid w:val="000A5A2C"/>
    <w:rsid w:val="000A62E1"/>
    <w:rsid w:val="000A7479"/>
    <w:rsid w:val="000B2455"/>
    <w:rsid w:val="000B3D79"/>
    <w:rsid w:val="000B553D"/>
    <w:rsid w:val="000B5AA4"/>
    <w:rsid w:val="000B6728"/>
    <w:rsid w:val="000B7026"/>
    <w:rsid w:val="000B722E"/>
    <w:rsid w:val="000B7342"/>
    <w:rsid w:val="000B782C"/>
    <w:rsid w:val="000C2EC9"/>
    <w:rsid w:val="000C71FC"/>
    <w:rsid w:val="000C73E3"/>
    <w:rsid w:val="000D3963"/>
    <w:rsid w:val="000D56A5"/>
    <w:rsid w:val="000D60C2"/>
    <w:rsid w:val="000D6B43"/>
    <w:rsid w:val="000D7CC1"/>
    <w:rsid w:val="000E0237"/>
    <w:rsid w:val="000E10C3"/>
    <w:rsid w:val="000E1DB7"/>
    <w:rsid w:val="000E3B41"/>
    <w:rsid w:val="000E42A9"/>
    <w:rsid w:val="000E7022"/>
    <w:rsid w:val="000E7266"/>
    <w:rsid w:val="000F4AFF"/>
    <w:rsid w:val="000F5B44"/>
    <w:rsid w:val="000F74A9"/>
    <w:rsid w:val="0010237C"/>
    <w:rsid w:val="00102734"/>
    <w:rsid w:val="0010338A"/>
    <w:rsid w:val="001039E1"/>
    <w:rsid w:val="00106256"/>
    <w:rsid w:val="00107367"/>
    <w:rsid w:val="00111F72"/>
    <w:rsid w:val="00113DB8"/>
    <w:rsid w:val="001142D3"/>
    <w:rsid w:val="00115908"/>
    <w:rsid w:val="0011667E"/>
    <w:rsid w:val="0011723F"/>
    <w:rsid w:val="00117FC8"/>
    <w:rsid w:val="00120A34"/>
    <w:rsid w:val="00120A97"/>
    <w:rsid w:val="00120BB9"/>
    <w:rsid w:val="0012247D"/>
    <w:rsid w:val="00122A6F"/>
    <w:rsid w:val="001251BF"/>
    <w:rsid w:val="00125EF5"/>
    <w:rsid w:val="00126BA9"/>
    <w:rsid w:val="001276EA"/>
    <w:rsid w:val="00130402"/>
    <w:rsid w:val="00132D39"/>
    <w:rsid w:val="00133004"/>
    <w:rsid w:val="00134906"/>
    <w:rsid w:val="00135AEF"/>
    <w:rsid w:val="001373E1"/>
    <w:rsid w:val="001374C3"/>
    <w:rsid w:val="00140B02"/>
    <w:rsid w:val="001457E1"/>
    <w:rsid w:val="001523D7"/>
    <w:rsid w:val="001529E9"/>
    <w:rsid w:val="00154132"/>
    <w:rsid w:val="0015651A"/>
    <w:rsid w:val="00157143"/>
    <w:rsid w:val="001578B4"/>
    <w:rsid w:val="00157963"/>
    <w:rsid w:val="00160D81"/>
    <w:rsid w:val="001613A6"/>
    <w:rsid w:val="001613CC"/>
    <w:rsid w:val="00161C94"/>
    <w:rsid w:val="00162591"/>
    <w:rsid w:val="00162605"/>
    <w:rsid w:val="00162B2B"/>
    <w:rsid w:val="0016340A"/>
    <w:rsid w:val="00163724"/>
    <w:rsid w:val="00163988"/>
    <w:rsid w:val="00163A33"/>
    <w:rsid w:val="001641D4"/>
    <w:rsid w:val="00164676"/>
    <w:rsid w:val="0016513B"/>
    <w:rsid w:val="001663B8"/>
    <w:rsid w:val="001671DF"/>
    <w:rsid w:val="0016754D"/>
    <w:rsid w:val="001722A0"/>
    <w:rsid w:val="0017263F"/>
    <w:rsid w:val="00174570"/>
    <w:rsid w:val="0017526C"/>
    <w:rsid w:val="00175D05"/>
    <w:rsid w:val="00176ACF"/>
    <w:rsid w:val="00176F8C"/>
    <w:rsid w:val="00181263"/>
    <w:rsid w:val="00181BA0"/>
    <w:rsid w:val="00182957"/>
    <w:rsid w:val="00183351"/>
    <w:rsid w:val="001835A7"/>
    <w:rsid w:val="00184EAF"/>
    <w:rsid w:val="00187460"/>
    <w:rsid w:val="00190C2F"/>
    <w:rsid w:val="00191B13"/>
    <w:rsid w:val="00192818"/>
    <w:rsid w:val="00193671"/>
    <w:rsid w:val="00193EAA"/>
    <w:rsid w:val="00194B1C"/>
    <w:rsid w:val="00194B48"/>
    <w:rsid w:val="001950C8"/>
    <w:rsid w:val="00196B33"/>
    <w:rsid w:val="00197884"/>
    <w:rsid w:val="00197D83"/>
    <w:rsid w:val="001A2D51"/>
    <w:rsid w:val="001A51E5"/>
    <w:rsid w:val="001B1DA1"/>
    <w:rsid w:val="001B35A9"/>
    <w:rsid w:val="001B4457"/>
    <w:rsid w:val="001B576A"/>
    <w:rsid w:val="001B5E0D"/>
    <w:rsid w:val="001B6C59"/>
    <w:rsid w:val="001B7587"/>
    <w:rsid w:val="001B7A74"/>
    <w:rsid w:val="001C0A57"/>
    <w:rsid w:val="001C0F15"/>
    <w:rsid w:val="001C12F9"/>
    <w:rsid w:val="001C2493"/>
    <w:rsid w:val="001C2795"/>
    <w:rsid w:val="001C4D11"/>
    <w:rsid w:val="001C61F6"/>
    <w:rsid w:val="001C6D9B"/>
    <w:rsid w:val="001D0435"/>
    <w:rsid w:val="001D1328"/>
    <w:rsid w:val="001D43D3"/>
    <w:rsid w:val="001D6C1B"/>
    <w:rsid w:val="001D7B1A"/>
    <w:rsid w:val="001D7D01"/>
    <w:rsid w:val="001E1226"/>
    <w:rsid w:val="001E13B0"/>
    <w:rsid w:val="001E1AD4"/>
    <w:rsid w:val="001E69E4"/>
    <w:rsid w:val="001F058A"/>
    <w:rsid w:val="001F1E27"/>
    <w:rsid w:val="001F1FE7"/>
    <w:rsid w:val="001F24DE"/>
    <w:rsid w:val="001F49FB"/>
    <w:rsid w:val="001F4D0C"/>
    <w:rsid w:val="001F60F5"/>
    <w:rsid w:val="001F64DB"/>
    <w:rsid w:val="001F65A0"/>
    <w:rsid w:val="001F7728"/>
    <w:rsid w:val="002004BD"/>
    <w:rsid w:val="00200C12"/>
    <w:rsid w:val="002010A7"/>
    <w:rsid w:val="00202C54"/>
    <w:rsid w:val="00203040"/>
    <w:rsid w:val="0020324E"/>
    <w:rsid w:val="00204393"/>
    <w:rsid w:val="00207125"/>
    <w:rsid w:val="00210147"/>
    <w:rsid w:val="002101E5"/>
    <w:rsid w:val="002113F4"/>
    <w:rsid w:val="00211CAB"/>
    <w:rsid w:val="002134D2"/>
    <w:rsid w:val="00215506"/>
    <w:rsid w:val="00215AD9"/>
    <w:rsid w:val="00216AF0"/>
    <w:rsid w:val="00217C71"/>
    <w:rsid w:val="00222A3B"/>
    <w:rsid w:val="00222D66"/>
    <w:rsid w:val="00225B19"/>
    <w:rsid w:val="00227FD4"/>
    <w:rsid w:val="00232558"/>
    <w:rsid w:val="00233519"/>
    <w:rsid w:val="002340E5"/>
    <w:rsid w:val="00234FA1"/>
    <w:rsid w:val="002350C3"/>
    <w:rsid w:val="00235F05"/>
    <w:rsid w:val="0023625B"/>
    <w:rsid w:val="002364DC"/>
    <w:rsid w:val="00236D87"/>
    <w:rsid w:val="00237C19"/>
    <w:rsid w:val="00237CA4"/>
    <w:rsid w:val="00240C08"/>
    <w:rsid w:val="00242C67"/>
    <w:rsid w:val="0024433E"/>
    <w:rsid w:val="00251C88"/>
    <w:rsid w:val="00252157"/>
    <w:rsid w:val="00253056"/>
    <w:rsid w:val="002539B9"/>
    <w:rsid w:val="00254076"/>
    <w:rsid w:val="00254C9F"/>
    <w:rsid w:val="00255E7D"/>
    <w:rsid w:val="00256F2E"/>
    <w:rsid w:val="00257D6A"/>
    <w:rsid w:val="0026006F"/>
    <w:rsid w:val="00260ADD"/>
    <w:rsid w:val="00261AED"/>
    <w:rsid w:val="00261C7D"/>
    <w:rsid w:val="00261F4B"/>
    <w:rsid w:val="00263A22"/>
    <w:rsid w:val="002641FD"/>
    <w:rsid w:val="002658A4"/>
    <w:rsid w:val="0026756F"/>
    <w:rsid w:val="00270041"/>
    <w:rsid w:val="00270CC9"/>
    <w:rsid w:val="00271114"/>
    <w:rsid w:val="002719F6"/>
    <w:rsid w:val="00271DCC"/>
    <w:rsid w:val="00272BA1"/>
    <w:rsid w:val="00274BA1"/>
    <w:rsid w:val="0027523C"/>
    <w:rsid w:val="00276F23"/>
    <w:rsid w:val="002772CD"/>
    <w:rsid w:val="00277F98"/>
    <w:rsid w:val="00280188"/>
    <w:rsid w:val="00281C04"/>
    <w:rsid w:val="00282639"/>
    <w:rsid w:val="00282A1C"/>
    <w:rsid w:val="00282E34"/>
    <w:rsid w:val="00284D6A"/>
    <w:rsid w:val="0029065B"/>
    <w:rsid w:val="00293B38"/>
    <w:rsid w:val="00293E4F"/>
    <w:rsid w:val="00294638"/>
    <w:rsid w:val="002961E6"/>
    <w:rsid w:val="002964DB"/>
    <w:rsid w:val="00296603"/>
    <w:rsid w:val="00297D0F"/>
    <w:rsid w:val="00297F33"/>
    <w:rsid w:val="002A0166"/>
    <w:rsid w:val="002A1387"/>
    <w:rsid w:val="002A3190"/>
    <w:rsid w:val="002A41E9"/>
    <w:rsid w:val="002A5C62"/>
    <w:rsid w:val="002A6BDB"/>
    <w:rsid w:val="002A735A"/>
    <w:rsid w:val="002B0191"/>
    <w:rsid w:val="002B171E"/>
    <w:rsid w:val="002B18CA"/>
    <w:rsid w:val="002B3C08"/>
    <w:rsid w:val="002B4022"/>
    <w:rsid w:val="002B48DA"/>
    <w:rsid w:val="002B502F"/>
    <w:rsid w:val="002B5D12"/>
    <w:rsid w:val="002C4A71"/>
    <w:rsid w:val="002C5407"/>
    <w:rsid w:val="002C5CE9"/>
    <w:rsid w:val="002C7653"/>
    <w:rsid w:val="002D00A5"/>
    <w:rsid w:val="002D013C"/>
    <w:rsid w:val="002D13B9"/>
    <w:rsid w:val="002D1B26"/>
    <w:rsid w:val="002D4E52"/>
    <w:rsid w:val="002D6273"/>
    <w:rsid w:val="002D6825"/>
    <w:rsid w:val="002D6C6B"/>
    <w:rsid w:val="002D6F2E"/>
    <w:rsid w:val="002E0B47"/>
    <w:rsid w:val="002E13F0"/>
    <w:rsid w:val="002F0334"/>
    <w:rsid w:val="002F04CB"/>
    <w:rsid w:val="002F2DAE"/>
    <w:rsid w:val="002F32FE"/>
    <w:rsid w:val="002F4A0E"/>
    <w:rsid w:val="002F4BEB"/>
    <w:rsid w:val="002F5ECC"/>
    <w:rsid w:val="002F66BC"/>
    <w:rsid w:val="002F7E28"/>
    <w:rsid w:val="00300E18"/>
    <w:rsid w:val="00301E57"/>
    <w:rsid w:val="0030564A"/>
    <w:rsid w:val="003106A3"/>
    <w:rsid w:val="003122DA"/>
    <w:rsid w:val="0031256B"/>
    <w:rsid w:val="00313195"/>
    <w:rsid w:val="003137D9"/>
    <w:rsid w:val="0031418E"/>
    <w:rsid w:val="00315A16"/>
    <w:rsid w:val="00316483"/>
    <w:rsid w:val="003168DD"/>
    <w:rsid w:val="00316AB9"/>
    <w:rsid w:val="00317400"/>
    <w:rsid w:val="00317783"/>
    <w:rsid w:val="00320225"/>
    <w:rsid w:val="003205A6"/>
    <w:rsid w:val="00320954"/>
    <w:rsid w:val="0032282C"/>
    <w:rsid w:val="00322B97"/>
    <w:rsid w:val="003247D5"/>
    <w:rsid w:val="0032607F"/>
    <w:rsid w:val="003260A6"/>
    <w:rsid w:val="00330A7D"/>
    <w:rsid w:val="00330DE3"/>
    <w:rsid w:val="00331029"/>
    <w:rsid w:val="003327C8"/>
    <w:rsid w:val="00332C76"/>
    <w:rsid w:val="00332EA8"/>
    <w:rsid w:val="00333257"/>
    <w:rsid w:val="0033680C"/>
    <w:rsid w:val="00336AD7"/>
    <w:rsid w:val="00336EA8"/>
    <w:rsid w:val="00337F47"/>
    <w:rsid w:val="003403A7"/>
    <w:rsid w:val="00340CB4"/>
    <w:rsid w:val="00342094"/>
    <w:rsid w:val="003424BE"/>
    <w:rsid w:val="003462FC"/>
    <w:rsid w:val="003474B8"/>
    <w:rsid w:val="00350DFE"/>
    <w:rsid w:val="003575FD"/>
    <w:rsid w:val="00360316"/>
    <w:rsid w:val="00360F89"/>
    <w:rsid w:val="00362218"/>
    <w:rsid w:val="00364463"/>
    <w:rsid w:val="003659E9"/>
    <w:rsid w:val="00365BF3"/>
    <w:rsid w:val="003719B4"/>
    <w:rsid w:val="0037202F"/>
    <w:rsid w:val="00373910"/>
    <w:rsid w:val="003752CB"/>
    <w:rsid w:val="003752F4"/>
    <w:rsid w:val="003753C1"/>
    <w:rsid w:val="00375E82"/>
    <w:rsid w:val="0038063D"/>
    <w:rsid w:val="003862C2"/>
    <w:rsid w:val="003875D3"/>
    <w:rsid w:val="00387862"/>
    <w:rsid w:val="003907D0"/>
    <w:rsid w:val="0039184F"/>
    <w:rsid w:val="00395060"/>
    <w:rsid w:val="00397D0E"/>
    <w:rsid w:val="00397E28"/>
    <w:rsid w:val="003A20A5"/>
    <w:rsid w:val="003A243F"/>
    <w:rsid w:val="003A4536"/>
    <w:rsid w:val="003B01E2"/>
    <w:rsid w:val="003B06D1"/>
    <w:rsid w:val="003B0ACF"/>
    <w:rsid w:val="003B1FDC"/>
    <w:rsid w:val="003B2B8E"/>
    <w:rsid w:val="003B2E87"/>
    <w:rsid w:val="003B79F1"/>
    <w:rsid w:val="003C01D2"/>
    <w:rsid w:val="003C0797"/>
    <w:rsid w:val="003C1268"/>
    <w:rsid w:val="003C4775"/>
    <w:rsid w:val="003C5097"/>
    <w:rsid w:val="003C55E2"/>
    <w:rsid w:val="003C61C2"/>
    <w:rsid w:val="003C63B0"/>
    <w:rsid w:val="003C69E5"/>
    <w:rsid w:val="003C6ECF"/>
    <w:rsid w:val="003D099D"/>
    <w:rsid w:val="003D1BD4"/>
    <w:rsid w:val="003D2911"/>
    <w:rsid w:val="003D303A"/>
    <w:rsid w:val="003D4087"/>
    <w:rsid w:val="003D48C9"/>
    <w:rsid w:val="003D6A72"/>
    <w:rsid w:val="003D7533"/>
    <w:rsid w:val="003E2839"/>
    <w:rsid w:val="003E4CC1"/>
    <w:rsid w:val="003E5035"/>
    <w:rsid w:val="003E6368"/>
    <w:rsid w:val="003E6530"/>
    <w:rsid w:val="003E67BE"/>
    <w:rsid w:val="003F0098"/>
    <w:rsid w:val="003F00A4"/>
    <w:rsid w:val="003F00FD"/>
    <w:rsid w:val="003F02BC"/>
    <w:rsid w:val="003F0423"/>
    <w:rsid w:val="003F29E7"/>
    <w:rsid w:val="003F33CE"/>
    <w:rsid w:val="003F4039"/>
    <w:rsid w:val="003F6502"/>
    <w:rsid w:val="00404974"/>
    <w:rsid w:val="0041090D"/>
    <w:rsid w:val="0041524B"/>
    <w:rsid w:val="0041657D"/>
    <w:rsid w:val="00416A12"/>
    <w:rsid w:val="00424A1B"/>
    <w:rsid w:val="00424AAE"/>
    <w:rsid w:val="00426C4A"/>
    <w:rsid w:val="00427FCF"/>
    <w:rsid w:val="00430615"/>
    <w:rsid w:val="00431206"/>
    <w:rsid w:val="00433650"/>
    <w:rsid w:val="004339CD"/>
    <w:rsid w:val="00433B9A"/>
    <w:rsid w:val="00434A1E"/>
    <w:rsid w:val="00435204"/>
    <w:rsid w:val="00435A68"/>
    <w:rsid w:val="004373CF"/>
    <w:rsid w:val="00441626"/>
    <w:rsid w:val="00442D7A"/>
    <w:rsid w:val="004436AF"/>
    <w:rsid w:val="0044442B"/>
    <w:rsid w:val="00444D95"/>
    <w:rsid w:val="00445B9F"/>
    <w:rsid w:val="004476F6"/>
    <w:rsid w:val="00450972"/>
    <w:rsid w:val="00450A23"/>
    <w:rsid w:val="00451527"/>
    <w:rsid w:val="0045176C"/>
    <w:rsid w:val="00452348"/>
    <w:rsid w:val="00453897"/>
    <w:rsid w:val="00453A69"/>
    <w:rsid w:val="00454650"/>
    <w:rsid w:val="004579CF"/>
    <w:rsid w:val="00457F58"/>
    <w:rsid w:val="00460127"/>
    <w:rsid w:val="00462771"/>
    <w:rsid w:val="0046726A"/>
    <w:rsid w:val="00467886"/>
    <w:rsid w:val="004714AF"/>
    <w:rsid w:val="00471AA4"/>
    <w:rsid w:val="00475F33"/>
    <w:rsid w:val="0047614A"/>
    <w:rsid w:val="00476D11"/>
    <w:rsid w:val="004803C8"/>
    <w:rsid w:val="00483FC2"/>
    <w:rsid w:val="004841D3"/>
    <w:rsid w:val="0048443A"/>
    <w:rsid w:val="00485C83"/>
    <w:rsid w:val="00486122"/>
    <w:rsid w:val="00490601"/>
    <w:rsid w:val="0049259D"/>
    <w:rsid w:val="004926F3"/>
    <w:rsid w:val="0049400C"/>
    <w:rsid w:val="00494CCE"/>
    <w:rsid w:val="00494DF4"/>
    <w:rsid w:val="00497599"/>
    <w:rsid w:val="00497BFB"/>
    <w:rsid w:val="004A1712"/>
    <w:rsid w:val="004A2754"/>
    <w:rsid w:val="004A3F5A"/>
    <w:rsid w:val="004A46AA"/>
    <w:rsid w:val="004A6681"/>
    <w:rsid w:val="004A7D29"/>
    <w:rsid w:val="004B0398"/>
    <w:rsid w:val="004B03C3"/>
    <w:rsid w:val="004B22BF"/>
    <w:rsid w:val="004B2C6B"/>
    <w:rsid w:val="004B5242"/>
    <w:rsid w:val="004B6014"/>
    <w:rsid w:val="004B685D"/>
    <w:rsid w:val="004B6F6A"/>
    <w:rsid w:val="004C0493"/>
    <w:rsid w:val="004C0B98"/>
    <w:rsid w:val="004C1F80"/>
    <w:rsid w:val="004C4433"/>
    <w:rsid w:val="004C44D7"/>
    <w:rsid w:val="004C5A3A"/>
    <w:rsid w:val="004C6B2C"/>
    <w:rsid w:val="004C710C"/>
    <w:rsid w:val="004D0EC6"/>
    <w:rsid w:val="004D33B1"/>
    <w:rsid w:val="004D3A5F"/>
    <w:rsid w:val="004D44B1"/>
    <w:rsid w:val="004D480C"/>
    <w:rsid w:val="004D6620"/>
    <w:rsid w:val="004E166D"/>
    <w:rsid w:val="004E1A0C"/>
    <w:rsid w:val="004E2262"/>
    <w:rsid w:val="004E34C6"/>
    <w:rsid w:val="004E4CBD"/>
    <w:rsid w:val="004E6207"/>
    <w:rsid w:val="004F024A"/>
    <w:rsid w:val="004F03FF"/>
    <w:rsid w:val="004F07CF"/>
    <w:rsid w:val="004F2CA8"/>
    <w:rsid w:val="004F53A0"/>
    <w:rsid w:val="004F561C"/>
    <w:rsid w:val="004F77BF"/>
    <w:rsid w:val="00501B50"/>
    <w:rsid w:val="00501C36"/>
    <w:rsid w:val="005025EA"/>
    <w:rsid w:val="00503239"/>
    <w:rsid w:val="00504BB4"/>
    <w:rsid w:val="00505609"/>
    <w:rsid w:val="005063AF"/>
    <w:rsid w:val="005063BE"/>
    <w:rsid w:val="00510CD6"/>
    <w:rsid w:val="0051115F"/>
    <w:rsid w:val="0051116C"/>
    <w:rsid w:val="00512CCB"/>
    <w:rsid w:val="00513CD1"/>
    <w:rsid w:val="00513E8B"/>
    <w:rsid w:val="00516A96"/>
    <w:rsid w:val="0051705A"/>
    <w:rsid w:val="00517123"/>
    <w:rsid w:val="0051740F"/>
    <w:rsid w:val="00520C85"/>
    <w:rsid w:val="005212B6"/>
    <w:rsid w:val="0052521F"/>
    <w:rsid w:val="00525EA3"/>
    <w:rsid w:val="00527296"/>
    <w:rsid w:val="005337B5"/>
    <w:rsid w:val="00535777"/>
    <w:rsid w:val="00536F84"/>
    <w:rsid w:val="00537947"/>
    <w:rsid w:val="00542201"/>
    <w:rsid w:val="0054312C"/>
    <w:rsid w:val="0054356D"/>
    <w:rsid w:val="005435D1"/>
    <w:rsid w:val="005454BF"/>
    <w:rsid w:val="005455E0"/>
    <w:rsid w:val="00550C40"/>
    <w:rsid w:val="00551CEF"/>
    <w:rsid w:val="005538C3"/>
    <w:rsid w:val="0055396F"/>
    <w:rsid w:val="0055590C"/>
    <w:rsid w:val="005571A6"/>
    <w:rsid w:val="00557363"/>
    <w:rsid w:val="00562268"/>
    <w:rsid w:val="00563094"/>
    <w:rsid w:val="0056493D"/>
    <w:rsid w:val="0057031C"/>
    <w:rsid w:val="005713FF"/>
    <w:rsid w:val="005714FC"/>
    <w:rsid w:val="00571511"/>
    <w:rsid w:val="00571AA7"/>
    <w:rsid w:val="00575036"/>
    <w:rsid w:val="005761B5"/>
    <w:rsid w:val="0057676F"/>
    <w:rsid w:val="00576E1E"/>
    <w:rsid w:val="00577034"/>
    <w:rsid w:val="00580C57"/>
    <w:rsid w:val="00582037"/>
    <w:rsid w:val="00582CBC"/>
    <w:rsid w:val="00582F58"/>
    <w:rsid w:val="00583A0D"/>
    <w:rsid w:val="00583A14"/>
    <w:rsid w:val="005856EB"/>
    <w:rsid w:val="00585E6C"/>
    <w:rsid w:val="0058654A"/>
    <w:rsid w:val="00591D68"/>
    <w:rsid w:val="0059268B"/>
    <w:rsid w:val="00592B33"/>
    <w:rsid w:val="00592DD6"/>
    <w:rsid w:val="005937EC"/>
    <w:rsid w:val="00593FD4"/>
    <w:rsid w:val="005974B4"/>
    <w:rsid w:val="005A2320"/>
    <w:rsid w:val="005A3A4C"/>
    <w:rsid w:val="005A3D6F"/>
    <w:rsid w:val="005A4210"/>
    <w:rsid w:val="005A5375"/>
    <w:rsid w:val="005A5CC2"/>
    <w:rsid w:val="005A6195"/>
    <w:rsid w:val="005A76EE"/>
    <w:rsid w:val="005B010C"/>
    <w:rsid w:val="005B0590"/>
    <w:rsid w:val="005B11EF"/>
    <w:rsid w:val="005B1894"/>
    <w:rsid w:val="005B4C3C"/>
    <w:rsid w:val="005C08E5"/>
    <w:rsid w:val="005C0F8B"/>
    <w:rsid w:val="005C40FB"/>
    <w:rsid w:val="005C5149"/>
    <w:rsid w:val="005C688E"/>
    <w:rsid w:val="005D0C69"/>
    <w:rsid w:val="005D155B"/>
    <w:rsid w:val="005D2B95"/>
    <w:rsid w:val="005D34FF"/>
    <w:rsid w:val="005D37A7"/>
    <w:rsid w:val="005D385D"/>
    <w:rsid w:val="005D518F"/>
    <w:rsid w:val="005D631D"/>
    <w:rsid w:val="005D7644"/>
    <w:rsid w:val="005E1B7C"/>
    <w:rsid w:val="005E1C12"/>
    <w:rsid w:val="005E2770"/>
    <w:rsid w:val="005E48D2"/>
    <w:rsid w:val="005F0544"/>
    <w:rsid w:val="005F0BC2"/>
    <w:rsid w:val="005F1110"/>
    <w:rsid w:val="005F203C"/>
    <w:rsid w:val="005F3289"/>
    <w:rsid w:val="005F4D34"/>
    <w:rsid w:val="005F5A04"/>
    <w:rsid w:val="005F5F71"/>
    <w:rsid w:val="005F5FB6"/>
    <w:rsid w:val="005F72BC"/>
    <w:rsid w:val="005F731C"/>
    <w:rsid w:val="00600168"/>
    <w:rsid w:val="00600B59"/>
    <w:rsid w:val="00600EC2"/>
    <w:rsid w:val="00603116"/>
    <w:rsid w:val="006034EB"/>
    <w:rsid w:val="0060358B"/>
    <w:rsid w:val="006037E6"/>
    <w:rsid w:val="00604514"/>
    <w:rsid w:val="00606804"/>
    <w:rsid w:val="00607274"/>
    <w:rsid w:val="00607F25"/>
    <w:rsid w:val="00610FB4"/>
    <w:rsid w:val="00611465"/>
    <w:rsid w:val="006117C3"/>
    <w:rsid w:val="0061340B"/>
    <w:rsid w:val="00613886"/>
    <w:rsid w:val="0061558E"/>
    <w:rsid w:val="0062059D"/>
    <w:rsid w:val="00621011"/>
    <w:rsid w:val="00621CAE"/>
    <w:rsid w:val="00622CB1"/>
    <w:rsid w:val="006233D9"/>
    <w:rsid w:val="00624347"/>
    <w:rsid w:val="00625E8E"/>
    <w:rsid w:val="006273B3"/>
    <w:rsid w:val="00627964"/>
    <w:rsid w:val="00627A52"/>
    <w:rsid w:val="00633E8E"/>
    <w:rsid w:val="00634017"/>
    <w:rsid w:val="00634190"/>
    <w:rsid w:val="0063514F"/>
    <w:rsid w:val="006355C3"/>
    <w:rsid w:val="006356AF"/>
    <w:rsid w:val="00635A2E"/>
    <w:rsid w:val="00636392"/>
    <w:rsid w:val="006375D4"/>
    <w:rsid w:val="006407AF"/>
    <w:rsid w:val="00641C27"/>
    <w:rsid w:val="006427F2"/>
    <w:rsid w:val="0064281C"/>
    <w:rsid w:val="00651E8E"/>
    <w:rsid w:val="00651FAC"/>
    <w:rsid w:val="00652427"/>
    <w:rsid w:val="0065261B"/>
    <w:rsid w:val="006527F8"/>
    <w:rsid w:val="006529DA"/>
    <w:rsid w:val="0065589E"/>
    <w:rsid w:val="00660DC5"/>
    <w:rsid w:val="00661A2C"/>
    <w:rsid w:val="006631E4"/>
    <w:rsid w:val="00663E9C"/>
    <w:rsid w:val="0066422E"/>
    <w:rsid w:val="006669A6"/>
    <w:rsid w:val="00667906"/>
    <w:rsid w:val="00670E0D"/>
    <w:rsid w:val="00670F39"/>
    <w:rsid w:val="00671FE5"/>
    <w:rsid w:val="006724D1"/>
    <w:rsid w:val="00672E05"/>
    <w:rsid w:val="00674E19"/>
    <w:rsid w:val="00674EA9"/>
    <w:rsid w:val="0067547E"/>
    <w:rsid w:val="006764AC"/>
    <w:rsid w:val="00677843"/>
    <w:rsid w:val="00682E2A"/>
    <w:rsid w:val="006831B8"/>
    <w:rsid w:val="00683CD4"/>
    <w:rsid w:val="00683EB0"/>
    <w:rsid w:val="006842C6"/>
    <w:rsid w:val="00684DE3"/>
    <w:rsid w:val="00685083"/>
    <w:rsid w:val="00686237"/>
    <w:rsid w:val="00687609"/>
    <w:rsid w:val="0068790F"/>
    <w:rsid w:val="00692D66"/>
    <w:rsid w:val="0069343D"/>
    <w:rsid w:val="00694A23"/>
    <w:rsid w:val="0069549B"/>
    <w:rsid w:val="00695F4C"/>
    <w:rsid w:val="00696D4C"/>
    <w:rsid w:val="00697825"/>
    <w:rsid w:val="006A0CEF"/>
    <w:rsid w:val="006A0EF1"/>
    <w:rsid w:val="006A5512"/>
    <w:rsid w:val="006B297D"/>
    <w:rsid w:val="006B31DF"/>
    <w:rsid w:val="006B337E"/>
    <w:rsid w:val="006B3A89"/>
    <w:rsid w:val="006B6B5E"/>
    <w:rsid w:val="006B7D28"/>
    <w:rsid w:val="006C62E6"/>
    <w:rsid w:val="006C709B"/>
    <w:rsid w:val="006C7507"/>
    <w:rsid w:val="006C7779"/>
    <w:rsid w:val="006D02E3"/>
    <w:rsid w:val="006D2B37"/>
    <w:rsid w:val="006D3CA8"/>
    <w:rsid w:val="006D4DCB"/>
    <w:rsid w:val="006D57E7"/>
    <w:rsid w:val="006D585F"/>
    <w:rsid w:val="006D6E6A"/>
    <w:rsid w:val="006D724E"/>
    <w:rsid w:val="006D75F2"/>
    <w:rsid w:val="006D7B22"/>
    <w:rsid w:val="006E08D2"/>
    <w:rsid w:val="006E15F7"/>
    <w:rsid w:val="006E1697"/>
    <w:rsid w:val="006E28F7"/>
    <w:rsid w:val="006E2BAE"/>
    <w:rsid w:val="006E2BD5"/>
    <w:rsid w:val="006E2C9C"/>
    <w:rsid w:val="006E3761"/>
    <w:rsid w:val="006E4AEA"/>
    <w:rsid w:val="006E592C"/>
    <w:rsid w:val="006E673F"/>
    <w:rsid w:val="006E6960"/>
    <w:rsid w:val="006E69E0"/>
    <w:rsid w:val="006E6A4A"/>
    <w:rsid w:val="006E70B6"/>
    <w:rsid w:val="006E7138"/>
    <w:rsid w:val="006F202B"/>
    <w:rsid w:val="006F2810"/>
    <w:rsid w:val="006F49B6"/>
    <w:rsid w:val="006F6851"/>
    <w:rsid w:val="006F704F"/>
    <w:rsid w:val="00701D76"/>
    <w:rsid w:val="0070200C"/>
    <w:rsid w:val="00704281"/>
    <w:rsid w:val="007057FF"/>
    <w:rsid w:val="00705FD5"/>
    <w:rsid w:val="00706C60"/>
    <w:rsid w:val="00710F37"/>
    <w:rsid w:val="00711F27"/>
    <w:rsid w:val="0071214C"/>
    <w:rsid w:val="00716D9E"/>
    <w:rsid w:val="007170FD"/>
    <w:rsid w:val="0071798B"/>
    <w:rsid w:val="00720E1B"/>
    <w:rsid w:val="007216C2"/>
    <w:rsid w:val="00721FC9"/>
    <w:rsid w:val="007225A6"/>
    <w:rsid w:val="00722668"/>
    <w:rsid w:val="007235DC"/>
    <w:rsid w:val="00723703"/>
    <w:rsid w:val="00726E23"/>
    <w:rsid w:val="00727061"/>
    <w:rsid w:val="00727BAC"/>
    <w:rsid w:val="00735093"/>
    <w:rsid w:val="00736AD6"/>
    <w:rsid w:val="00737DA2"/>
    <w:rsid w:val="0074095C"/>
    <w:rsid w:val="00740962"/>
    <w:rsid w:val="007432CE"/>
    <w:rsid w:val="007441AB"/>
    <w:rsid w:val="00744222"/>
    <w:rsid w:val="00745E52"/>
    <w:rsid w:val="00746A47"/>
    <w:rsid w:val="00747A39"/>
    <w:rsid w:val="0075004D"/>
    <w:rsid w:val="007501A2"/>
    <w:rsid w:val="007517B1"/>
    <w:rsid w:val="00753763"/>
    <w:rsid w:val="00754FFB"/>
    <w:rsid w:val="00756172"/>
    <w:rsid w:val="00756480"/>
    <w:rsid w:val="0075648F"/>
    <w:rsid w:val="00761700"/>
    <w:rsid w:val="00762341"/>
    <w:rsid w:val="007632A5"/>
    <w:rsid w:val="00764B58"/>
    <w:rsid w:val="00765A70"/>
    <w:rsid w:val="00765CBD"/>
    <w:rsid w:val="00767750"/>
    <w:rsid w:val="00771CA9"/>
    <w:rsid w:val="00773137"/>
    <w:rsid w:val="00773F46"/>
    <w:rsid w:val="00775470"/>
    <w:rsid w:val="00776564"/>
    <w:rsid w:val="00776D98"/>
    <w:rsid w:val="00776F14"/>
    <w:rsid w:val="00776F51"/>
    <w:rsid w:val="00776FC7"/>
    <w:rsid w:val="007803F1"/>
    <w:rsid w:val="00780C04"/>
    <w:rsid w:val="0078418F"/>
    <w:rsid w:val="00785E77"/>
    <w:rsid w:val="00786D06"/>
    <w:rsid w:val="00786F57"/>
    <w:rsid w:val="00787413"/>
    <w:rsid w:val="00787E6D"/>
    <w:rsid w:val="00790032"/>
    <w:rsid w:val="00790B55"/>
    <w:rsid w:val="00791E1A"/>
    <w:rsid w:val="00793D76"/>
    <w:rsid w:val="007948B7"/>
    <w:rsid w:val="00795635"/>
    <w:rsid w:val="007967CF"/>
    <w:rsid w:val="0079729A"/>
    <w:rsid w:val="007A2C24"/>
    <w:rsid w:val="007A3580"/>
    <w:rsid w:val="007A3883"/>
    <w:rsid w:val="007A54AB"/>
    <w:rsid w:val="007A6738"/>
    <w:rsid w:val="007A686E"/>
    <w:rsid w:val="007A7EB7"/>
    <w:rsid w:val="007B0283"/>
    <w:rsid w:val="007B0959"/>
    <w:rsid w:val="007B133A"/>
    <w:rsid w:val="007B3D8C"/>
    <w:rsid w:val="007B58DE"/>
    <w:rsid w:val="007B62BF"/>
    <w:rsid w:val="007B7EF1"/>
    <w:rsid w:val="007C145B"/>
    <w:rsid w:val="007C2D9D"/>
    <w:rsid w:val="007C3DA2"/>
    <w:rsid w:val="007C4896"/>
    <w:rsid w:val="007C51BE"/>
    <w:rsid w:val="007C5F29"/>
    <w:rsid w:val="007C62ED"/>
    <w:rsid w:val="007C695C"/>
    <w:rsid w:val="007D1E0D"/>
    <w:rsid w:val="007D2B3A"/>
    <w:rsid w:val="007D3B2D"/>
    <w:rsid w:val="007D51D4"/>
    <w:rsid w:val="007D5561"/>
    <w:rsid w:val="007D760B"/>
    <w:rsid w:val="007E2AEC"/>
    <w:rsid w:val="007E2C22"/>
    <w:rsid w:val="007E3845"/>
    <w:rsid w:val="007E3C7E"/>
    <w:rsid w:val="007E4808"/>
    <w:rsid w:val="007E63D4"/>
    <w:rsid w:val="007E705A"/>
    <w:rsid w:val="007F13BB"/>
    <w:rsid w:val="007F4860"/>
    <w:rsid w:val="007F6CDA"/>
    <w:rsid w:val="007F73D6"/>
    <w:rsid w:val="008003D6"/>
    <w:rsid w:val="00802AE2"/>
    <w:rsid w:val="0080328D"/>
    <w:rsid w:val="00804CD0"/>
    <w:rsid w:val="008063B2"/>
    <w:rsid w:val="00811AD6"/>
    <w:rsid w:val="00811D66"/>
    <w:rsid w:val="008147CD"/>
    <w:rsid w:val="0081491F"/>
    <w:rsid w:val="00815AFD"/>
    <w:rsid w:val="00817BCF"/>
    <w:rsid w:val="00820731"/>
    <w:rsid w:val="00822875"/>
    <w:rsid w:val="0082339D"/>
    <w:rsid w:val="00823F46"/>
    <w:rsid w:val="00826325"/>
    <w:rsid w:val="00830144"/>
    <w:rsid w:val="008305DD"/>
    <w:rsid w:val="00831D8A"/>
    <w:rsid w:val="00832362"/>
    <w:rsid w:val="0083247C"/>
    <w:rsid w:val="00833515"/>
    <w:rsid w:val="00834655"/>
    <w:rsid w:val="00834A0D"/>
    <w:rsid w:val="0083539B"/>
    <w:rsid w:val="0083700A"/>
    <w:rsid w:val="00837CB4"/>
    <w:rsid w:val="00840385"/>
    <w:rsid w:val="00840C83"/>
    <w:rsid w:val="008411A5"/>
    <w:rsid w:val="008421F9"/>
    <w:rsid w:val="008429CD"/>
    <w:rsid w:val="00842CE8"/>
    <w:rsid w:val="00842EF2"/>
    <w:rsid w:val="00843EC4"/>
    <w:rsid w:val="00843F7B"/>
    <w:rsid w:val="00846503"/>
    <w:rsid w:val="0085030A"/>
    <w:rsid w:val="00851C5C"/>
    <w:rsid w:val="00852F41"/>
    <w:rsid w:val="00853563"/>
    <w:rsid w:val="008545DF"/>
    <w:rsid w:val="00855136"/>
    <w:rsid w:val="00860B3C"/>
    <w:rsid w:val="008614F7"/>
    <w:rsid w:val="00861CD3"/>
    <w:rsid w:val="00862DBE"/>
    <w:rsid w:val="0086732D"/>
    <w:rsid w:val="00867AEA"/>
    <w:rsid w:val="00867C6C"/>
    <w:rsid w:val="00870C08"/>
    <w:rsid w:val="008717F2"/>
    <w:rsid w:val="008727A9"/>
    <w:rsid w:val="008730E5"/>
    <w:rsid w:val="0087426D"/>
    <w:rsid w:val="00874353"/>
    <w:rsid w:val="008804B1"/>
    <w:rsid w:val="0088092B"/>
    <w:rsid w:val="00882909"/>
    <w:rsid w:val="00883CD9"/>
    <w:rsid w:val="00883E44"/>
    <w:rsid w:val="00886068"/>
    <w:rsid w:val="008862B0"/>
    <w:rsid w:val="0089010A"/>
    <w:rsid w:val="0089026F"/>
    <w:rsid w:val="00890F38"/>
    <w:rsid w:val="00890FFD"/>
    <w:rsid w:val="00891205"/>
    <w:rsid w:val="00896657"/>
    <w:rsid w:val="00897447"/>
    <w:rsid w:val="00897800"/>
    <w:rsid w:val="00897F35"/>
    <w:rsid w:val="008A0404"/>
    <w:rsid w:val="008A06FB"/>
    <w:rsid w:val="008A313F"/>
    <w:rsid w:val="008A39A4"/>
    <w:rsid w:val="008A4F36"/>
    <w:rsid w:val="008A6A0A"/>
    <w:rsid w:val="008B05D2"/>
    <w:rsid w:val="008B205C"/>
    <w:rsid w:val="008B2D53"/>
    <w:rsid w:val="008B3137"/>
    <w:rsid w:val="008B6699"/>
    <w:rsid w:val="008B6956"/>
    <w:rsid w:val="008B7109"/>
    <w:rsid w:val="008B73FC"/>
    <w:rsid w:val="008B7C53"/>
    <w:rsid w:val="008C06C1"/>
    <w:rsid w:val="008C1822"/>
    <w:rsid w:val="008C3473"/>
    <w:rsid w:val="008C4571"/>
    <w:rsid w:val="008D0DBD"/>
    <w:rsid w:val="008D17AA"/>
    <w:rsid w:val="008D2C52"/>
    <w:rsid w:val="008D308A"/>
    <w:rsid w:val="008D3EB0"/>
    <w:rsid w:val="008D4582"/>
    <w:rsid w:val="008D5A80"/>
    <w:rsid w:val="008D73DE"/>
    <w:rsid w:val="008D75C9"/>
    <w:rsid w:val="008E1A84"/>
    <w:rsid w:val="008E1AA9"/>
    <w:rsid w:val="008E322B"/>
    <w:rsid w:val="008E5954"/>
    <w:rsid w:val="008E7907"/>
    <w:rsid w:val="008F0BFC"/>
    <w:rsid w:val="008F0E55"/>
    <w:rsid w:val="008F13B4"/>
    <w:rsid w:val="008F1DF1"/>
    <w:rsid w:val="008F354A"/>
    <w:rsid w:val="008F4B0E"/>
    <w:rsid w:val="008F503A"/>
    <w:rsid w:val="008F55D6"/>
    <w:rsid w:val="008F6892"/>
    <w:rsid w:val="008F6BB8"/>
    <w:rsid w:val="00900321"/>
    <w:rsid w:val="009004CA"/>
    <w:rsid w:val="00900CD2"/>
    <w:rsid w:val="0090195C"/>
    <w:rsid w:val="009020AA"/>
    <w:rsid w:val="009036E7"/>
    <w:rsid w:val="009062BF"/>
    <w:rsid w:val="00907C07"/>
    <w:rsid w:val="00911872"/>
    <w:rsid w:val="00911B9E"/>
    <w:rsid w:val="0091213F"/>
    <w:rsid w:val="00913317"/>
    <w:rsid w:val="009141D6"/>
    <w:rsid w:val="00914BC9"/>
    <w:rsid w:val="0091517A"/>
    <w:rsid w:val="00915D43"/>
    <w:rsid w:val="0091639F"/>
    <w:rsid w:val="0092092A"/>
    <w:rsid w:val="00920AE0"/>
    <w:rsid w:val="00920BA2"/>
    <w:rsid w:val="00921249"/>
    <w:rsid w:val="00921524"/>
    <w:rsid w:val="00921C3C"/>
    <w:rsid w:val="00922232"/>
    <w:rsid w:val="009242CB"/>
    <w:rsid w:val="00924F6A"/>
    <w:rsid w:val="009313FC"/>
    <w:rsid w:val="0093288D"/>
    <w:rsid w:val="0093363E"/>
    <w:rsid w:val="009341FB"/>
    <w:rsid w:val="009346B0"/>
    <w:rsid w:val="00934786"/>
    <w:rsid w:val="00935657"/>
    <w:rsid w:val="0093608B"/>
    <w:rsid w:val="0094024D"/>
    <w:rsid w:val="00942041"/>
    <w:rsid w:val="0094291B"/>
    <w:rsid w:val="00942951"/>
    <w:rsid w:val="00942B7C"/>
    <w:rsid w:val="0094371C"/>
    <w:rsid w:val="0094484B"/>
    <w:rsid w:val="009455F0"/>
    <w:rsid w:val="00947707"/>
    <w:rsid w:val="00947E63"/>
    <w:rsid w:val="00950FA5"/>
    <w:rsid w:val="00951682"/>
    <w:rsid w:val="009528C7"/>
    <w:rsid w:val="00953BDC"/>
    <w:rsid w:val="00955868"/>
    <w:rsid w:val="009561D0"/>
    <w:rsid w:val="00960758"/>
    <w:rsid w:val="009611B4"/>
    <w:rsid w:val="00964B99"/>
    <w:rsid w:val="009653A9"/>
    <w:rsid w:val="009655E1"/>
    <w:rsid w:val="00967B90"/>
    <w:rsid w:val="00970AE1"/>
    <w:rsid w:val="0097142B"/>
    <w:rsid w:val="00972465"/>
    <w:rsid w:val="00973BAC"/>
    <w:rsid w:val="009804F6"/>
    <w:rsid w:val="009809F6"/>
    <w:rsid w:val="00980FEF"/>
    <w:rsid w:val="009830AC"/>
    <w:rsid w:val="009836DE"/>
    <w:rsid w:val="00983C3B"/>
    <w:rsid w:val="0098587C"/>
    <w:rsid w:val="009879F4"/>
    <w:rsid w:val="00987FB2"/>
    <w:rsid w:val="0099445C"/>
    <w:rsid w:val="0099568C"/>
    <w:rsid w:val="00997982"/>
    <w:rsid w:val="009A2240"/>
    <w:rsid w:val="009A2E46"/>
    <w:rsid w:val="009A3BA1"/>
    <w:rsid w:val="009A4897"/>
    <w:rsid w:val="009A6654"/>
    <w:rsid w:val="009A6E90"/>
    <w:rsid w:val="009A7F6D"/>
    <w:rsid w:val="009B0516"/>
    <w:rsid w:val="009B1887"/>
    <w:rsid w:val="009B2CC6"/>
    <w:rsid w:val="009B335A"/>
    <w:rsid w:val="009B3EFC"/>
    <w:rsid w:val="009B3F4D"/>
    <w:rsid w:val="009B5391"/>
    <w:rsid w:val="009C223A"/>
    <w:rsid w:val="009C4068"/>
    <w:rsid w:val="009C4932"/>
    <w:rsid w:val="009C5899"/>
    <w:rsid w:val="009D0570"/>
    <w:rsid w:val="009D0DFB"/>
    <w:rsid w:val="009D1E3D"/>
    <w:rsid w:val="009D220F"/>
    <w:rsid w:val="009D23E8"/>
    <w:rsid w:val="009D3532"/>
    <w:rsid w:val="009D3672"/>
    <w:rsid w:val="009D3CD6"/>
    <w:rsid w:val="009D5791"/>
    <w:rsid w:val="009D58F4"/>
    <w:rsid w:val="009D5F92"/>
    <w:rsid w:val="009E0A13"/>
    <w:rsid w:val="009E229D"/>
    <w:rsid w:val="009E2CCA"/>
    <w:rsid w:val="009E58AE"/>
    <w:rsid w:val="009E6367"/>
    <w:rsid w:val="009F0F53"/>
    <w:rsid w:val="009F1928"/>
    <w:rsid w:val="009F2B85"/>
    <w:rsid w:val="009F39DC"/>
    <w:rsid w:val="009F4FF8"/>
    <w:rsid w:val="009F5C46"/>
    <w:rsid w:val="009F6D97"/>
    <w:rsid w:val="009F799C"/>
    <w:rsid w:val="009F7DFC"/>
    <w:rsid w:val="00A00AB8"/>
    <w:rsid w:val="00A01C1E"/>
    <w:rsid w:val="00A038E4"/>
    <w:rsid w:val="00A03DC8"/>
    <w:rsid w:val="00A04222"/>
    <w:rsid w:val="00A04770"/>
    <w:rsid w:val="00A056A8"/>
    <w:rsid w:val="00A0577D"/>
    <w:rsid w:val="00A067AE"/>
    <w:rsid w:val="00A12027"/>
    <w:rsid w:val="00A132E5"/>
    <w:rsid w:val="00A13503"/>
    <w:rsid w:val="00A13662"/>
    <w:rsid w:val="00A1370D"/>
    <w:rsid w:val="00A139E6"/>
    <w:rsid w:val="00A13FF8"/>
    <w:rsid w:val="00A17068"/>
    <w:rsid w:val="00A174FB"/>
    <w:rsid w:val="00A17CC5"/>
    <w:rsid w:val="00A212AA"/>
    <w:rsid w:val="00A24DEB"/>
    <w:rsid w:val="00A264BD"/>
    <w:rsid w:val="00A27313"/>
    <w:rsid w:val="00A27727"/>
    <w:rsid w:val="00A3098A"/>
    <w:rsid w:val="00A309B0"/>
    <w:rsid w:val="00A30B43"/>
    <w:rsid w:val="00A35D62"/>
    <w:rsid w:val="00A36595"/>
    <w:rsid w:val="00A37073"/>
    <w:rsid w:val="00A4118A"/>
    <w:rsid w:val="00A41F5A"/>
    <w:rsid w:val="00A427FA"/>
    <w:rsid w:val="00A4282C"/>
    <w:rsid w:val="00A430E8"/>
    <w:rsid w:val="00A436DC"/>
    <w:rsid w:val="00A46472"/>
    <w:rsid w:val="00A470E2"/>
    <w:rsid w:val="00A50769"/>
    <w:rsid w:val="00A50E54"/>
    <w:rsid w:val="00A51590"/>
    <w:rsid w:val="00A52111"/>
    <w:rsid w:val="00A52176"/>
    <w:rsid w:val="00A52291"/>
    <w:rsid w:val="00A53BAE"/>
    <w:rsid w:val="00A572DB"/>
    <w:rsid w:val="00A62C4F"/>
    <w:rsid w:val="00A667D0"/>
    <w:rsid w:val="00A6693A"/>
    <w:rsid w:val="00A66DB2"/>
    <w:rsid w:val="00A724FD"/>
    <w:rsid w:val="00A72989"/>
    <w:rsid w:val="00A735FF"/>
    <w:rsid w:val="00A74070"/>
    <w:rsid w:val="00A77742"/>
    <w:rsid w:val="00A80026"/>
    <w:rsid w:val="00A8022E"/>
    <w:rsid w:val="00A836B6"/>
    <w:rsid w:val="00A844E6"/>
    <w:rsid w:val="00A86AFE"/>
    <w:rsid w:val="00A92173"/>
    <w:rsid w:val="00A93DF7"/>
    <w:rsid w:val="00A9426B"/>
    <w:rsid w:val="00A94848"/>
    <w:rsid w:val="00A95202"/>
    <w:rsid w:val="00AA18BC"/>
    <w:rsid w:val="00AA3151"/>
    <w:rsid w:val="00AA418F"/>
    <w:rsid w:val="00AA4D08"/>
    <w:rsid w:val="00AA7ADA"/>
    <w:rsid w:val="00AB0FD8"/>
    <w:rsid w:val="00AB26D4"/>
    <w:rsid w:val="00AB2F04"/>
    <w:rsid w:val="00AB34A1"/>
    <w:rsid w:val="00AB45AE"/>
    <w:rsid w:val="00AB5611"/>
    <w:rsid w:val="00AB5B91"/>
    <w:rsid w:val="00AB6D28"/>
    <w:rsid w:val="00AB74E0"/>
    <w:rsid w:val="00AC27BB"/>
    <w:rsid w:val="00AC33E4"/>
    <w:rsid w:val="00AC3E0F"/>
    <w:rsid w:val="00AC4B19"/>
    <w:rsid w:val="00AC4D53"/>
    <w:rsid w:val="00AC6166"/>
    <w:rsid w:val="00AD4183"/>
    <w:rsid w:val="00AD57BD"/>
    <w:rsid w:val="00AD696A"/>
    <w:rsid w:val="00AD6B6B"/>
    <w:rsid w:val="00AE036C"/>
    <w:rsid w:val="00AE4293"/>
    <w:rsid w:val="00AE4B75"/>
    <w:rsid w:val="00AE6F05"/>
    <w:rsid w:val="00AE7828"/>
    <w:rsid w:val="00AF1C61"/>
    <w:rsid w:val="00AF1E1B"/>
    <w:rsid w:val="00AF2B0D"/>
    <w:rsid w:val="00AF409F"/>
    <w:rsid w:val="00AF4CD0"/>
    <w:rsid w:val="00AF4E26"/>
    <w:rsid w:val="00AF563B"/>
    <w:rsid w:val="00AF595C"/>
    <w:rsid w:val="00AF6B9B"/>
    <w:rsid w:val="00AF6DB6"/>
    <w:rsid w:val="00B00EE2"/>
    <w:rsid w:val="00B05A14"/>
    <w:rsid w:val="00B102E1"/>
    <w:rsid w:val="00B10A9A"/>
    <w:rsid w:val="00B10FA7"/>
    <w:rsid w:val="00B12D13"/>
    <w:rsid w:val="00B13FD1"/>
    <w:rsid w:val="00B1531B"/>
    <w:rsid w:val="00B16B20"/>
    <w:rsid w:val="00B23733"/>
    <w:rsid w:val="00B267E8"/>
    <w:rsid w:val="00B26BCB"/>
    <w:rsid w:val="00B312E5"/>
    <w:rsid w:val="00B324D1"/>
    <w:rsid w:val="00B32C1A"/>
    <w:rsid w:val="00B3712B"/>
    <w:rsid w:val="00B37AF3"/>
    <w:rsid w:val="00B37CCC"/>
    <w:rsid w:val="00B4008F"/>
    <w:rsid w:val="00B4230D"/>
    <w:rsid w:val="00B4249B"/>
    <w:rsid w:val="00B427BB"/>
    <w:rsid w:val="00B50B0E"/>
    <w:rsid w:val="00B51199"/>
    <w:rsid w:val="00B52116"/>
    <w:rsid w:val="00B539B1"/>
    <w:rsid w:val="00B53A12"/>
    <w:rsid w:val="00B55F9C"/>
    <w:rsid w:val="00B56E6A"/>
    <w:rsid w:val="00B6021B"/>
    <w:rsid w:val="00B603D8"/>
    <w:rsid w:val="00B630A1"/>
    <w:rsid w:val="00B63148"/>
    <w:rsid w:val="00B638A7"/>
    <w:rsid w:val="00B65979"/>
    <w:rsid w:val="00B66AB3"/>
    <w:rsid w:val="00B673AC"/>
    <w:rsid w:val="00B724E6"/>
    <w:rsid w:val="00B73E2C"/>
    <w:rsid w:val="00B76132"/>
    <w:rsid w:val="00B77541"/>
    <w:rsid w:val="00B77799"/>
    <w:rsid w:val="00B8034F"/>
    <w:rsid w:val="00B80A86"/>
    <w:rsid w:val="00B80CD3"/>
    <w:rsid w:val="00B80FC2"/>
    <w:rsid w:val="00B810F1"/>
    <w:rsid w:val="00B81976"/>
    <w:rsid w:val="00B82711"/>
    <w:rsid w:val="00B8299B"/>
    <w:rsid w:val="00B83123"/>
    <w:rsid w:val="00B831DF"/>
    <w:rsid w:val="00B83ACD"/>
    <w:rsid w:val="00B843A2"/>
    <w:rsid w:val="00B85267"/>
    <w:rsid w:val="00B85BF0"/>
    <w:rsid w:val="00B85FCE"/>
    <w:rsid w:val="00B8724A"/>
    <w:rsid w:val="00B8777F"/>
    <w:rsid w:val="00B92DD6"/>
    <w:rsid w:val="00B951BC"/>
    <w:rsid w:val="00B95904"/>
    <w:rsid w:val="00B96F31"/>
    <w:rsid w:val="00B97698"/>
    <w:rsid w:val="00BA2EFF"/>
    <w:rsid w:val="00BA3C77"/>
    <w:rsid w:val="00BA3C7F"/>
    <w:rsid w:val="00BA4794"/>
    <w:rsid w:val="00BA4EE0"/>
    <w:rsid w:val="00BA6F04"/>
    <w:rsid w:val="00BB112F"/>
    <w:rsid w:val="00BB1132"/>
    <w:rsid w:val="00BB1229"/>
    <w:rsid w:val="00BB1775"/>
    <w:rsid w:val="00BB4666"/>
    <w:rsid w:val="00BC00D1"/>
    <w:rsid w:val="00BC0C6B"/>
    <w:rsid w:val="00BC2E18"/>
    <w:rsid w:val="00BC3C37"/>
    <w:rsid w:val="00BC494A"/>
    <w:rsid w:val="00BC6510"/>
    <w:rsid w:val="00BC68DC"/>
    <w:rsid w:val="00BC6FBB"/>
    <w:rsid w:val="00BD0A74"/>
    <w:rsid w:val="00BD0E65"/>
    <w:rsid w:val="00BD180A"/>
    <w:rsid w:val="00BD2C57"/>
    <w:rsid w:val="00BD3189"/>
    <w:rsid w:val="00BD6159"/>
    <w:rsid w:val="00BE04C2"/>
    <w:rsid w:val="00BE157E"/>
    <w:rsid w:val="00BE27AE"/>
    <w:rsid w:val="00BE3484"/>
    <w:rsid w:val="00BE47A6"/>
    <w:rsid w:val="00BE6118"/>
    <w:rsid w:val="00BE6712"/>
    <w:rsid w:val="00BF053A"/>
    <w:rsid w:val="00BF05D2"/>
    <w:rsid w:val="00BF113E"/>
    <w:rsid w:val="00BF14FB"/>
    <w:rsid w:val="00BF1C88"/>
    <w:rsid w:val="00BF4490"/>
    <w:rsid w:val="00BF47DF"/>
    <w:rsid w:val="00BF66D7"/>
    <w:rsid w:val="00BF75AF"/>
    <w:rsid w:val="00BF7CD0"/>
    <w:rsid w:val="00C010DC"/>
    <w:rsid w:val="00C01363"/>
    <w:rsid w:val="00C02A0A"/>
    <w:rsid w:val="00C04F6D"/>
    <w:rsid w:val="00C05126"/>
    <w:rsid w:val="00C0548D"/>
    <w:rsid w:val="00C055A0"/>
    <w:rsid w:val="00C055FE"/>
    <w:rsid w:val="00C06214"/>
    <w:rsid w:val="00C07318"/>
    <w:rsid w:val="00C118E1"/>
    <w:rsid w:val="00C12F34"/>
    <w:rsid w:val="00C20071"/>
    <w:rsid w:val="00C2187D"/>
    <w:rsid w:val="00C22C72"/>
    <w:rsid w:val="00C23683"/>
    <w:rsid w:val="00C251DE"/>
    <w:rsid w:val="00C25B0A"/>
    <w:rsid w:val="00C26F17"/>
    <w:rsid w:val="00C276D3"/>
    <w:rsid w:val="00C300AA"/>
    <w:rsid w:val="00C30F77"/>
    <w:rsid w:val="00C31678"/>
    <w:rsid w:val="00C32310"/>
    <w:rsid w:val="00C35177"/>
    <w:rsid w:val="00C3519C"/>
    <w:rsid w:val="00C40B62"/>
    <w:rsid w:val="00C40E1A"/>
    <w:rsid w:val="00C41288"/>
    <w:rsid w:val="00C42A07"/>
    <w:rsid w:val="00C43E5B"/>
    <w:rsid w:val="00C454AE"/>
    <w:rsid w:val="00C45609"/>
    <w:rsid w:val="00C471FB"/>
    <w:rsid w:val="00C478B1"/>
    <w:rsid w:val="00C521E0"/>
    <w:rsid w:val="00C52574"/>
    <w:rsid w:val="00C53707"/>
    <w:rsid w:val="00C54495"/>
    <w:rsid w:val="00C550F7"/>
    <w:rsid w:val="00C554AE"/>
    <w:rsid w:val="00C55E91"/>
    <w:rsid w:val="00C56F87"/>
    <w:rsid w:val="00C5722D"/>
    <w:rsid w:val="00C5749F"/>
    <w:rsid w:val="00C6437E"/>
    <w:rsid w:val="00C645AB"/>
    <w:rsid w:val="00C66C5C"/>
    <w:rsid w:val="00C679A2"/>
    <w:rsid w:val="00C72229"/>
    <w:rsid w:val="00C72A3F"/>
    <w:rsid w:val="00C72F5A"/>
    <w:rsid w:val="00C74003"/>
    <w:rsid w:val="00C750C1"/>
    <w:rsid w:val="00C757D9"/>
    <w:rsid w:val="00C758A3"/>
    <w:rsid w:val="00C8062E"/>
    <w:rsid w:val="00C81275"/>
    <w:rsid w:val="00C81B14"/>
    <w:rsid w:val="00C826C2"/>
    <w:rsid w:val="00C84C40"/>
    <w:rsid w:val="00C852C2"/>
    <w:rsid w:val="00C85D84"/>
    <w:rsid w:val="00C87EE5"/>
    <w:rsid w:val="00C91156"/>
    <w:rsid w:val="00C91626"/>
    <w:rsid w:val="00C920A8"/>
    <w:rsid w:val="00C92608"/>
    <w:rsid w:val="00C92A09"/>
    <w:rsid w:val="00C9701F"/>
    <w:rsid w:val="00C97488"/>
    <w:rsid w:val="00CA23F6"/>
    <w:rsid w:val="00CA3388"/>
    <w:rsid w:val="00CA7B87"/>
    <w:rsid w:val="00CA7BED"/>
    <w:rsid w:val="00CB41AB"/>
    <w:rsid w:val="00CB43EC"/>
    <w:rsid w:val="00CB467B"/>
    <w:rsid w:val="00CB66E6"/>
    <w:rsid w:val="00CB6E04"/>
    <w:rsid w:val="00CB7E28"/>
    <w:rsid w:val="00CB7E83"/>
    <w:rsid w:val="00CC0D8B"/>
    <w:rsid w:val="00CC2069"/>
    <w:rsid w:val="00CC23CB"/>
    <w:rsid w:val="00CC26C9"/>
    <w:rsid w:val="00CC331B"/>
    <w:rsid w:val="00CC3F54"/>
    <w:rsid w:val="00CC5517"/>
    <w:rsid w:val="00CC6B7F"/>
    <w:rsid w:val="00CC6D99"/>
    <w:rsid w:val="00CC71FB"/>
    <w:rsid w:val="00CD18F1"/>
    <w:rsid w:val="00CD2D71"/>
    <w:rsid w:val="00CD2F62"/>
    <w:rsid w:val="00CE1A82"/>
    <w:rsid w:val="00CE5574"/>
    <w:rsid w:val="00CE711F"/>
    <w:rsid w:val="00CE7E09"/>
    <w:rsid w:val="00CE7EF3"/>
    <w:rsid w:val="00CF1658"/>
    <w:rsid w:val="00CF1E60"/>
    <w:rsid w:val="00CF3E5E"/>
    <w:rsid w:val="00CF62A4"/>
    <w:rsid w:val="00CF793E"/>
    <w:rsid w:val="00D009D0"/>
    <w:rsid w:val="00D0185F"/>
    <w:rsid w:val="00D01A73"/>
    <w:rsid w:val="00D01BF5"/>
    <w:rsid w:val="00D0325F"/>
    <w:rsid w:val="00D03714"/>
    <w:rsid w:val="00D0408C"/>
    <w:rsid w:val="00D04436"/>
    <w:rsid w:val="00D04442"/>
    <w:rsid w:val="00D0478C"/>
    <w:rsid w:val="00D04AF9"/>
    <w:rsid w:val="00D05527"/>
    <w:rsid w:val="00D0581A"/>
    <w:rsid w:val="00D06ED2"/>
    <w:rsid w:val="00D07CB6"/>
    <w:rsid w:val="00D10464"/>
    <w:rsid w:val="00D1214F"/>
    <w:rsid w:val="00D12B7A"/>
    <w:rsid w:val="00D16F8A"/>
    <w:rsid w:val="00D17BA7"/>
    <w:rsid w:val="00D21902"/>
    <w:rsid w:val="00D224E8"/>
    <w:rsid w:val="00D23267"/>
    <w:rsid w:val="00D23EB7"/>
    <w:rsid w:val="00D23EF6"/>
    <w:rsid w:val="00D241AA"/>
    <w:rsid w:val="00D242CD"/>
    <w:rsid w:val="00D3010A"/>
    <w:rsid w:val="00D30F07"/>
    <w:rsid w:val="00D31BF7"/>
    <w:rsid w:val="00D32111"/>
    <w:rsid w:val="00D3326A"/>
    <w:rsid w:val="00D372B8"/>
    <w:rsid w:val="00D3788C"/>
    <w:rsid w:val="00D41033"/>
    <w:rsid w:val="00D42CA6"/>
    <w:rsid w:val="00D438E2"/>
    <w:rsid w:val="00D44CF5"/>
    <w:rsid w:val="00D4586D"/>
    <w:rsid w:val="00D46903"/>
    <w:rsid w:val="00D52A0C"/>
    <w:rsid w:val="00D53150"/>
    <w:rsid w:val="00D571B1"/>
    <w:rsid w:val="00D579AF"/>
    <w:rsid w:val="00D57E7C"/>
    <w:rsid w:val="00D600E0"/>
    <w:rsid w:val="00D61867"/>
    <w:rsid w:val="00D62654"/>
    <w:rsid w:val="00D627B1"/>
    <w:rsid w:val="00D631DA"/>
    <w:rsid w:val="00D63551"/>
    <w:rsid w:val="00D639FE"/>
    <w:rsid w:val="00D64242"/>
    <w:rsid w:val="00D6635A"/>
    <w:rsid w:val="00D729E4"/>
    <w:rsid w:val="00D74002"/>
    <w:rsid w:val="00D745D7"/>
    <w:rsid w:val="00D749B6"/>
    <w:rsid w:val="00D77E90"/>
    <w:rsid w:val="00D8038A"/>
    <w:rsid w:val="00D81EA1"/>
    <w:rsid w:val="00D82EC0"/>
    <w:rsid w:val="00D83539"/>
    <w:rsid w:val="00D8362F"/>
    <w:rsid w:val="00D83E4D"/>
    <w:rsid w:val="00D84295"/>
    <w:rsid w:val="00D8534A"/>
    <w:rsid w:val="00D85BD4"/>
    <w:rsid w:val="00D85CA8"/>
    <w:rsid w:val="00D861CE"/>
    <w:rsid w:val="00D879D0"/>
    <w:rsid w:val="00D901FF"/>
    <w:rsid w:val="00D9170A"/>
    <w:rsid w:val="00D91894"/>
    <w:rsid w:val="00D925D8"/>
    <w:rsid w:val="00D92DAB"/>
    <w:rsid w:val="00D93E39"/>
    <w:rsid w:val="00D9459D"/>
    <w:rsid w:val="00D96F1E"/>
    <w:rsid w:val="00DA0021"/>
    <w:rsid w:val="00DA0BBE"/>
    <w:rsid w:val="00DA3558"/>
    <w:rsid w:val="00DA4390"/>
    <w:rsid w:val="00DA44F8"/>
    <w:rsid w:val="00DA6A3F"/>
    <w:rsid w:val="00DA765D"/>
    <w:rsid w:val="00DB0221"/>
    <w:rsid w:val="00DB0549"/>
    <w:rsid w:val="00DB1CA2"/>
    <w:rsid w:val="00DB1DBB"/>
    <w:rsid w:val="00DB7239"/>
    <w:rsid w:val="00DC0D0F"/>
    <w:rsid w:val="00DC24A8"/>
    <w:rsid w:val="00DC326F"/>
    <w:rsid w:val="00DC4F31"/>
    <w:rsid w:val="00DC5AC0"/>
    <w:rsid w:val="00DC6BC5"/>
    <w:rsid w:val="00DC6D9D"/>
    <w:rsid w:val="00DC7648"/>
    <w:rsid w:val="00DD0A01"/>
    <w:rsid w:val="00DD0EB1"/>
    <w:rsid w:val="00DD2C98"/>
    <w:rsid w:val="00DD693B"/>
    <w:rsid w:val="00DE1550"/>
    <w:rsid w:val="00DE1806"/>
    <w:rsid w:val="00DE1A5F"/>
    <w:rsid w:val="00DE2302"/>
    <w:rsid w:val="00DE25F7"/>
    <w:rsid w:val="00DE3AA1"/>
    <w:rsid w:val="00DE4E49"/>
    <w:rsid w:val="00DE4FAB"/>
    <w:rsid w:val="00DE6EE6"/>
    <w:rsid w:val="00DF091A"/>
    <w:rsid w:val="00DF189F"/>
    <w:rsid w:val="00DF30FB"/>
    <w:rsid w:val="00DF6737"/>
    <w:rsid w:val="00DF6899"/>
    <w:rsid w:val="00DF6AE8"/>
    <w:rsid w:val="00DF6BBC"/>
    <w:rsid w:val="00E02DBF"/>
    <w:rsid w:val="00E03D63"/>
    <w:rsid w:val="00E0540A"/>
    <w:rsid w:val="00E059A7"/>
    <w:rsid w:val="00E05FA5"/>
    <w:rsid w:val="00E05FCD"/>
    <w:rsid w:val="00E07CD1"/>
    <w:rsid w:val="00E101F9"/>
    <w:rsid w:val="00E12475"/>
    <w:rsid w:val="00E1262E"/>
    <w:rsid w:val="00E12A45"/>
    <w:rsid w:val="00E13224"/>
    <w:rsid w:val="00E13851"/>
    <w:rsid w:val="00E14024"/>
    <w:rsid w:val="00E17C45"/>
    <w:rsid w:val="00E22144"/>
    <w:rsid w:val="00E22773"/>
    <w:rsid w:val="00E22A6E"/>
    <w:rsid w:val="00E256AA"/>
    <w:rsid w:val="00E25772"/>
    <w:rsid w:val="00E31F89"/>
    <w:rsid w:val="00E33F81"/>
    <w:rsid w:val="00E34164"/>
    <w:rsid w:val="00E34987"/>
    <w:rsid w:val="00E369FE"/>
    <w:rsid w:val="00E37328"/>
    <w:rsid w:val="00E3756E"/>
    <w:rsid w:val="00E37812"/>
    <w:rsid w:val="00E37A64"/>
    <w:rsid w:val="00E402F6"/>
    <w:rsid w:val="00E405B5"/>
    <w:rsid w:val="00E409EF"/>
    <w:rsid w:val="00E40D93"/>
    <w:rsid w:val="00E41FCF"/>
    <w:rsid w:val="00E429DF"/>
    <w:rsid w:val="00E43C48"/>
    <w:rsid w:val="00E44505"/>
    <w:rsid w:val="00E46704"/>
    <w:rsid w:val="00E46D24"/>
    <w:rsid w:val="00E47E01"/>
    <w:rsid w:val="00E47E2C"/>
    <w:rsid w:val="00E50E78"/>
    <w:rsid w:val="00E51512"/>
    <w:rsid w:val="00E51F99"/>
    <w:rsid w:val="00E52975"/>
    <w:rsid w:val="00E535DD"/>
    <w:rsid w:val="00E55D56"/>
    <w:rsid w:val="00E55E97"/>
    <w:rsid w:val="00E5705F"/>
    <w:rsid w:val="00E57672"/>
    <w:rsid w:val="00E634BD"/>
    <w:rsid w:val="00E638BD"/>
    <w:rsid w:val="00E63DB8"/>
    <w:rsid w:val="00E64166"/>
    <w:rsid w:val="00E643D0"/>
    <w:rsid w:val="00E647B4"/>
    <w:rsid w:val="00E7228F"/>
    <w:rsid w:val="00E72DEA"/>
    <w:rsid w:val="00E73CF1"/>
    <w:rsid w:val="00E74D47"/>
    <w:rsid w:val="00E75421"/>
    <w:rsid w:val="00E75CDF"/>
    <w:rsid w:val="00E76F82"/>
    <w:rsid w:val="00E7733B"/>
    <w:rsid w:val="00E824C6"/>
    <w:rsid w:val="00E85180"/>
    <w:rsid w:val="00E86CC3"/>
    <w:rsid w:val="00E8764E"/>
    <w:rsid w:val="00E87810"/>
    <w:rsid w:val="00E90AF1"/>
    <w:rsid w:val="00E92767"/>
    <w:rsid w:val="00E927F5"/>
    <w:rsid w:val="00E92DDB"/>
    <w:rsid w:val="00E9305A"/>
    <w:rsid w:val="00E946FD"/>
    <w:rsid w:val="00E94D5E"/>
    <w:rsid w:val="00E94F12"/>
    <w:rsid w:val="00E95CC3"/>
    <w:rsid w:val="00E97589"/>
    <w:rsid w:val="00E977F2"/>
    <w:rsid w:val="00EA0234"/>
    <w:rsid w:val="00EA050C"/>
    <w:rsid w:val="00EA1C63"/>
    <w:rsid w:val="00EA267F"/>
    <w:rsid w:val="00EA3442"/>
    <w:rsid w:val="00EA40A1"/>
    <w:rsid w:val="00EA476B"/>
    <w:rsid w:val="00EA4A3A"/>
    <w:rsid w:val="00EA4E91"/>
    <w:rsid w:val="00EA53C0"/>
    <w:rsid w:val="00EA5D2B"/>
    <w:rsid w:val="00EA6E76"/>
    <w:rsid w:val="00EA713E"/>
    <w:rsid w:val="00EA79B1"/>
    <w:rsid w:val="00EB139A"/>
    <w:rsid w:val="00EB2119"/>
    <w:rsid w:val="00EB229F"/>
    <w:rsid w:val="00EB39A9"/>
    <w:rsid w:val="00EB4869"/>
    <w:rsid w:val="00EB58F1"/>
    <w:rsid w:val="00EB65E2"/>
    <w:rsid w:val="00EB6D7D"/>
    <w:rsid w:val="00EB755E"/>
    <w:rsid w:val="00EC0379"/>
    <w:rsid w:val="00EC1929"/>
    <w:rsid w:val="00EC2663"/>
    <w:rsid w:val="00EC3976"/>
    <w:rsid w:val="00EC4966"/>
    <w:rsid w:val="00EC534A"/>
    <w:rsid w:val="00EC6D5A"/>
    <w:rsid w:val="00EC7056"/>
    <w:rsid w:val="00EC7B96"/>
    <w:rsid w:val="00ED15E7"/>
    <w:rsid w:val="00ED2DF1"/>
    <w:rsid w:val="00ED3508"/>
    <w:rsid w:val="00ED5C6E"/>
    <w:rsid w:val="00EE13D9"/>
    <w:rsid w:val="00EE20F2"/>
    <w:rsid w:val="00EE57BE"/>
    <w:rsid w:val="00EE5C0E"/>
    <w:rsid w:val="00EE6392"/>
    <w:rsid w:val="00EE7E95"/>
    <w:rsid w:val="00EF1101"/>
    <w:rsid w:val="00EF2BBA"/>
    <w:rsid w:val="00EF32A6"/>
    <w:rsid w:val="00EF379E"/>
    <w:rsid w:val="00EF3BB5"/>
    <w:rsid w:val="00EF441D"/>
    <w:rsid w:val="00EF7A2A"/>
    <w:rsid w:val="00EF7B79"/>
    <w:rsid w:val="00F00B94"/>
    <w:rsid w:val="00F03185"/>
    <w:rsid w:val="00F0378A"/>
    <w:rsid w:val="00F052DA"/>
    <w:rsid w:val="00F05ADD"/>
    <w:rsid w:val="00F06031"/>
    <w:rsid w:val="00F07553"/>
    <w:rsid w:val="00F10D9A"/>
    <w:rsid w:val="00F113C7"/>
    <w:rsid w:val="00F1153D"/>
    <w:rsid w:val="00F116F5"/>
    <w:rsid w:val="00F14004"/>
    <w:rsid w:val="00F165F6"/>
    <w:rsid w:val="00F204D7"/>
    <w:rsid w:val="00F2102F"/>
    <w:rsid w:val="00F25221"/>
    <w:rsid w:val="00F2661C"/>
    <w:rsid w:val="00F267E2"/>
    <w:rsid w:val="00F26B4B"/>
    <w:rsid w:val="00F2701E"/>
    <w:rsid w:val="00F34915"/>
    <w:rsid w:val="00F3578E"/>
    <w:rsid w:val="00F36C50"/>
    <w:rsid w:val="00F36D92"/>
    <w:rsid w:val="00F36DAA"/>
    <w:rsid w:val="00F40226"/>
    <w:rsid w:val="00F433D1"/>
    <w:rsid w:val="00F43968"/>
    <w:rsid w:val="00F43F23"/>
    <w:rsid w:val="00F44C43"/>
    <w:rsid w:val="00F45C62"/>
    <w:rsid w:val="00F474B2"/>
    <w:rsid w:val="00F47949"/>
    <w:rsid w:val="00F47C6B"/>
    <w:rsid w:val="00F5144A"/>
    <w:rsid w:val="00F56A30"/>
    <w:rsid w:val="00F56AB3"/>
    <w:rsid w:val="00F6042F"/>
    <w:rsid w:val="00F626FF"/>
    <w:rsid w:val="00F64517"/>
    <w:rsid w:val="00F67B20"/>
    <w:rsid w:val="00F67C18"/>
    <w:rsid w:val="00F70586"/>
    <w:rsid w:val="00F70B00"/>
    <w:rsid w:val="00F70DBD"/>
    <w:rsid w:val="00F72246"/>
    <w:rsid w:val="00F73081"/>
    <w:rsid w:val="00F773C2"/>
    <w:rsid w:val="00F81956"/>
    <w:rsid w:val="00F8509E"/>
    <w:rsid w:val="00F85368"/>
    <w:rsid w:val="00F853FF"/>
    <w:rsid w:val="00F86395"/>
    <w:rsid w:val="00F91359"/>
    <w:rsid w:val="00F91D1E"/>
    <w:rsid w:val="00F93E64"/>
    <w:rsid w:val="00F94B5E"/>
    <w:rsid w:val="00F950CD"/>
    <w:rsid w:val="00F95212"/>
    <w:rsid w:val="00F9751E"/>
    <w:rsid w:val="00F9786E"/>
    <w:rsid w:val="00FA14D2"/>
    <w:rsid w:val="00FA16B7"/>
    <w:rsid w:val="00FA3FAC"/>
    <w:rsid w:val="00FA5065"/>
    <w:rsid w:val="00FB0B09"/>
    <w:rsid w:val="00FB17A8"/>
    <w:rsid w:val="00FB1FC8"/>
    <w:rsid w:val="00FB223E"/>
    <w:rsid w:val="00FB2655"/>
    <w:rsid w:val="00FB3022"/>
    <w:rsid w:val="00FB3152"/>
    <w:rsid w:val="00FB7A69"/>
    <w:rsid w:val="00FB7CC1"/>
    <w:rsid w:val="00FC0F22"/>
    <w:rsid w:val="00FC17AA"/>
    <w:rsid w:val="00FC2E55"/>
    <w:rsid w:val="00FC2EED"/>
    <w:rsid w:val="00FC31B4"/>
    <w:rsid w:val="00FC31E8"/>
    <w:rsid w:val="00FC631D"/>
    <w:rsid w:val="00FC6E66"/>
    <w:rsid w:val="00FD012C"/>
    <w:rsid w:val="00FD03E5"/>
    <w:rsid w:val="00FD233A"/>
    <w:rsid w:val="00FD277A"/>
    <w:rsid w:val="00FD2A8D"/>
    <w:rsid w:val="00FD35BB"/>
    <w:rsid w:val="00FD3675"/>
    <w:rsid w:val="00FD3F51"/>
    <w:rsid w:val="00FD40CF"/>
    <w:rsid w:val="00FD4413"/>
    <w:rsid w:val="00FD4B69"/>
    <w:rsid w:val="00FD66F3"/>
    <w:rsid w:val="00FE00B0"/>
    <w:rsid w:val="00FE054F"/>
    <w:rsid w:val="00FE0B80"/>
    <w:rsid w:val="00FE1407"/>
    <w:rsid w:val="00FE2305"/>
    <w:rsid w:val="00FE2DED"/>
    <w:rsid w:val="00FE31D4"/>
    <w:rsid w:val="00FE5DC9"/>
    <w:rsid w:val="00FE6454"/>
    <w:rsid w:val="00FF0AE1"/>
    <w:rsid w:val="00FF3E22"/>
    <w:rsid w:val="00FF5453"/>
    <w:rsid w:val="00FF576B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7F98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6AC6C-B8A8-4806-BDF5-0EF3C5939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216</TotalTime>
  <Pages>2</Pages>
  <Words>313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73</cp:revision>
  <cp:lastPrinted>2023-05-05T13:40:00Z</cp:lastPrinted>
  <dcterms:created xsi:type="dcterms:W3CDTF">2023-04-19T11:05:00Z</dcterms:created>
  <dcterms:modified xsi:type="dcterms:W3CDTF">2023-05-19T14:58:00Z</dcterms:modified>
</cp:coreProperties>
</file>