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31291492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771C10">
        <w:rPr>
          <w:rFonts w:ascii="Arial" w:hAnsi="Arial" w:cs="Arial"/>
          <w:b/>
          <w:szCs w:val="28"/>
          <w:u w:val="single"/>
        </w:rPr>
        <w:t>1</w:t>
      </w:r>
      <w:r w:rsidR="003D3F61">
        <w:rPr>
          <w:rFonts w:ascii="Arial" w:hAnsi="Arial" w:cs="Arial"/>
          <w:b/>
          <w:szCs w:val="28"/>
          <w:u w:val="single"/>
        </w:rPr>
        <w:t>8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74FA2B9A" w:rsidR="00642CB4" w:rsidRPr="00FC5D80" w:rsidRDefault="003D3F61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31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 </w:t>
      </w:r>
      <w:proofErr w:type="gramStart"/>
      <w:r w:rsidR="00655D82">
        <w:rPr>
          <w:rFonts w:ascii="Arial" w:hAnsi="Arial" w:cs="Arial"/>
          <w:b/>
          <w:szCs w:val="28"/>
          <w:u w:val="single"/>
        </w:rPr>
        <w:t>MAIO</w:t>
      </w:r>
      <w:proofErr w:type="gramEnd"/>
      <w:r w:rsidR="0094350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3A7F44" w:rsidRPr="00FC5D80">
        <w:rPr>
          <w:rFonts w:ascii="Arial" w:hAnsi="Arial" w:cs="Arial"/>
          <w:b/>
          <w:szCs w:val="28"/>
          <w:u w:val="single"/>
        </w:rPr>
        <w:t>3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2CF73E4E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3D3F61">
        <w:rPr>
          <w:rFonts w:ascii="Arial" w:hAnsi="Arial" w:cs="Arial"/>
          <w:caps/>
          <w:szCs w:val="28"/>
        </w:rPr>
        <w:t>31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655D82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984E44">
        <w:rPr>
          <w:rFonts w:ascii="Arial" w:hAnsi="Arial" w:cs="Arial"/>
          <w:caps/>
          <w:szCs w:val="28"/>
        </w:rPr>
        <w:t>1</w:t>
      </w:r>
      <w:r w:rsidR="003D3F61">
        <w:rPr>
          <w:rFonts w:ascii="Arial" w:hAnsi="Arial" w:cs="Arial"/>
          <w:caps/>
          <w:szCs w:val="28"/>
        </w:rPr>
        <w:t>8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984E44">
        <w:rPr>
          <w:rFonts w:ascii="Arial" w:hAnsi="Arial" w:cs="Arial"/>
          <w:caps/>
          <w:szCs w:val="28"/>
        </w:rPr>
        <w:t xml:space="preserve">DÉCIMA </w:t>
      </w:r>
      <w:r w:rsidR="003D3F61">
        <w:rPr>
          <w:rFonts w:ascii="Arial" w:hAnsi="Arial" w:cs="Arial"/>
          <w:caps/>
          <w:szCs w:val="28"/>
        </w:rPr>
        <w:t>OITAVA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3A7F44" w:rsidRPr="00FC5D80">
        <w:rPr>
          <w:rFonts w:ascii="Arial" w:hAnsi="Arial" w:cs="Arial"/>
          <w:caps/>
          <w:szCs w:val="28"/>
        </w:rPr>
        <w:t>3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DB5F7F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ª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2F59CBCA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EA50E4" w:rsidRPr="00FC5D80">
        <w:rPr>
          <w:rFonts w:ascii="Arial" w:hAnsi="Arial" w:cs="Arial"/>
          <w:caps/>
          <w:szCs w:val="28"/>
        </w:rPr>
        <w:t xml:space="preserve"> </w:t>
      </w:r>
      <w:r w:rsidR="00056948" w:rsidRPr="00FC5D8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F4699" w:rsidRPr="00FC5D80">
        <w:rPr>
          <w:rFonts w:ascii="Arial" w:hAnsi="Arial" w:cs="Arial"/>
          <w:szCs w:val="28"/>
        </w:rPr>
        <w:t>O</w:t>
      </w:r>
      <w:r w:rsidR="001F50DE" w:rsidRPr="00FC5D80">
        <w:rPr>
          <w:rFonts w:ascii="Arial" w:hAnsi="Arial" w:cs="Arial"/>
          <w:szCs w:val="28"/>
        </w:rPr>
        <w:t xml:space="preserve"> VEREADOR </w:t>
      </w:r>
      <w:r w:rsidR="003D3F61">
        <w:rPr>
          <w:rFonts w:ascii="Arial" w:hAnsi="Arial" w:cs="Arial"/>
          <w:szCs w:val="28"/>
        </w:rPr>
        <w:t>RONINHA</w:t>
      </w:r>
      <w:r w:rsidR="0046020B">
        <w:rPr>
          <w:rFonts w:ascii="Arial" w:hAnsi="Arial" w:cs="Arial"/>
          <w:szCs w:val="28"/>
        </w:rPr>
        <w:t xml:space="preserve"> </w:t>
      </w:r>
      <w:r w:rsidR="00EB565D" w:rsidRPr="00FC5D80">
        <w:rPr>
          <w:rFonts w:ascii="Arial" w:hAnsi="Arial" w:cs="Arial"/>
          <w:szCs w:val="28"/>
        </w:rPr>
        <w:t>PROCEDER</w:t>
      </w:r>
      <w:r w:rsidR="001F50DE" w:rsidRPr="00FC5D80">
        <w:rPr>
          <w:rFonts w:ascii="Arial" w:hAnsi="Arial" w:cs="Arial"/>
          <w:szCs w:val="28"/>
        </w:rPr>
        <w:t xml:space="preserve">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00B5A244" w14:textId="77777777" w:rsidR="003C185D" w:rsidRPr="005C26E0" w:rsidRDefault="003C185D" w:rsidP="003C185D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531EB470" w14:textId="3B2A7601" w:rsidR="003C185D" w:rsidRDefault="003C185D" w:rsidP="003C185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 xml:space="preserve">CONVIDO A OCUPAR A TRIBUNA DESTA CASA LEGISLATIVA </w:t>
      </w:r>
      <w:r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 xml:space="preserve"> SENHOR </w:t>
      </w:r>
      <w:r w:rsidRPr="003C185D">
        <w:rPr>
          <w:rFonts w:ascii="Arial" w:hAnsi="Arial" w:cs="Arial"/>
          <w:szCs w:val="24"/>
        </w:rPr>
        <w:t>DORIVAL LEAL MOREIRA</w:t>
      </w:r>
      <w:r w:rsidRPr="009A6585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SECRETÁRIO MUNICIPAL DE ESPORTES E RECREAÇÃO</w:t>
      </w:r>
      <w:r w:rsidRPr="009A6585">
        <w:rPr>
          <w:rFonts w:ascii="Arial" w:hAnsi="Arial" w:cs="Arial"/>
          <w:szCs w:val="24"/>
        </w:rPr>
        <w:t>, QUE TRATAR</w:t>
      </w:r>
      <w:r>
        <w:rPr>
          <w:rFonts w:ascii="Arial" w:hAnsi="Arial" w:cs="Arial"/>
          <w:szCs w:val="24"/>
        </w:rPr>
        <w:t>Á</w:t>
      </w:r>
      <w:r w:rsidRPr="009A6585">
        <w:rPr>
          <w:rFonts w:ascii="Arial" w:hAnsi="Arial" w:cs="Arial"/>
          <w:szCs w:val="24"/>
        </w:rPr>
        <w:t xml:space="preserve"> DO TEMA</w:t>
      </w:r>
      <w:r>
        <w:rPr>
          <w:rFonts w:ascii="Arial" w:hAnsi="Arial" w:cs="Arial"/>
          <w:szCs w:val="24"/>
        </w:rPr>
        <w:t xml:space="preserve"> </w:t>
      </w:r>
      <w:r w:rsidRPr="009A6585">
        <w:rPr>
          <w:rFonts w:ascii="Arial" w:hAnsi="Arial" w:cs="Arial"/>
          <w:szCs w:val="24"/>
        </w:rPr>
        <w:t>"</w:t>
      </w:r>
      <w:r>
        <w:rPr>
          <w:rFonts w:ascii="Arial" w:hAnsi="Arial" w:cs="Arial"/>
          <w:szCs w:val="24"/>
        </w:rPr>
        <w:t>DEVOLUTIVA DAS AÇÕES REFERENTE</w:t>
      </w:r>
      <w:r w:rsidR="00D40A68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AO SUPERÁVIT DESTINADO À SECRETARIA DE ESPORTES E RECREAÇÃO</w:t>
      </w:r>
      <w:r w:rsidRPr="009A6585">
        <w:rPr>
          <w:rFonts w:ascii="Arial" w:hAnsi="Arial" w:cs="Arial"/>
          <w:szCs w:val="24"/>
        </w:rPr>
        <w:t>"</w:t>
      </w:r>
      <w:r>
        <w:rPr>
          <w:rFonts w:ascii="Arial" w:hAnsi="Arial" w:cs="Arial"/>
          <w:szCs w:val="24"/>
        </w:rPr>
        <w:t>.</w:t>
      </w:r>
    </w:p>
    <w:p w14:paraId="5BFD0D32" w14:textId="4F41E7AD" w:rsidR="003C185D" w:rsidRDefault="00D40A68" w:rsidP="003C185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</w:t>
      </w:r>
      <w:r w:rsidR="003C185D">
        <w:rPr>
          <w:rFonts w:ascii="Arial" w:hAnsi="Arial" w:cs="Arial"/>
          <w:szCs w:val="24"/>
        </w:rPr>
        <w:t xml:space="preserve"> SENHOR TEM O TEMPO DE 15 MINUTOS PARA FAZER USO DA TRIBUNA.</w:t>
      </w:r>
    </w:p>
    <w:p w14:paraId="15F01AAC" w14:textId="77777777" w:rsidR="003C185D" w:rsidRDefault="003C185D" w:rsidP="003C185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373BF45A" w14:textId="77777777" w:rsidR="003C185D" w:rsidRDefault="003C185D" w:rsidP="003C185D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1219FF8F" w14:textId="77777777" w:rsidR="003C185D" w:rsidRPr="005C26E0" w:rsidRDefault="003C185D" w:rsidP="003C185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0A6DC2C8" w14:textId="3FF1D2A2" w:rsidR="003C185D" w:rsidRDefault="003C185D" w:rsidP="003C185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>PEL</w:t>
      </w:r>
      <w:r w:rsidR="00D40A68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 xml:space="preserve"> SENHOR</w:t>
      </w:r>
      <w:r w:rsidRPr="00A16438">
        <w:rPr>
          <w:rFonts w:ascii="Arial" w:hAnsi="Arial" w:cs="Arial"/>
          <w:szCs w:val="24"/>
        </w:rPr>
        <w:t xml:space="preserve"> </w:t>
      </w:r>
      <w:r w:rsidR="00D40A68" w:rsidRPr="003C185D">
        <w:rPr>
          <w:rFonts w:ascii="Arial" w:hAnsi="Arial" w:cs="Arial"/>
          <w:szCs w:val="24"/>
        </w:rPr>
        <w:t>DORIVAL LEAL MOREIRA</w:t>
      </w:r>
      <w:r>
        <w:rPr>
          <w:rFonts w:ascii="Arial" w:hAnsi="Arial" w:cs="Arial"/>
          <w:szCs w:val="24"/>
        </w:rPr>
        <w:t>.</w:t>
      </w:r>
    </w:p>
    <w:p w14:paraId="2FD61E1E" w14:textId="77777777" w:rsidR="003C185D" w:rsidRDefault="003C185D" w:rsidP="003C185D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A9799CA" w14:textId="5F1E1A6F" w:rsidR="00FC673E" w:rsidRPr="00FC5D80" w:rsidRDefault="00FC673E" w:rsidP="00AE2E0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DB5F7F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5B663991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DF3FF7">
        <w:rPr>
          <w:rFonts w:ascii="Arial" w:hAnsi="Arial" w:cs="Arial"/>
          <w:color w:val="FF0000"/>
          <w:szCs w:val="28"/>
          <w:lang w:eastAsia="ko-KR"/>
        </w:rPr>
        <w:t>9.6)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76E30229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DF3FF7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61A8EC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DF3FF7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084DC32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DF3FF7">
        <w:rPr>
          <w:rFonts w:ascii="Arial" w:hAnsi="Arial" w:cs="Arial"/>
          <w:color w:val="FF0000"/>
          <w:szCs w:val="28"/>
          <w:lang w:eastAsia="ko-KR"/>
        </w:rPr>
        <w:t>10.6)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55F5FD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DF3FF7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10.4)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42DA06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DF3FF7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10.4)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0927B7E" w14:textId="77777777" w:rsidR="00655D82" w:rsidRPr="00572B09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E986E22" w14:textId="77777777" w:rsidR="00655D82" w:rsidRPr="00572B09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VEREADOR PAULINHO DOS CONDUTORES, LÍDER DO GOVERNO, </w:t>
      </w:r>
      <w:r w:rsidRPr="00940241">
        <w:rPr>
          <w:rFonts w:ascii="Arial" w:hAnsi="Arial" w:cs="Arial"/>
          <w:szCs w:val="24"/>
          <w:lang w:eastAsia="ko-KR"/>
        </w:rPr>
        <w:t xml:space="preserve">QUE FAÇA A LEITURA DAS </w:t>
      </w:r>
      <w:r>
        <w:rPr>
          <w:rFonts w:ascii="Arial" w:hAnsi="Arial" w:cs="Arial"/>
          <w:szCs w:val="24"/>
          <w:lang w:eastAsia="ko-KR"/>
        </w:rPr>
        <w:t xml:space="preserve">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PEDIDOS DE INFORMAÇÕES</w:t>
      </w:r>
      <w:r>
        <w:rPr>
          <w:rFonts w:ascii="Arial" w:hAnsi="Arial" w:cs="Arial"/>
          <w:caps/>
          <w:szCs w:val="24"/>
        </w:rPr>
        <w:t>.</w:t>
      </w:r>
    </w:p>
    <w:p w14:paraId="68C5F4A0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0D469C15" w14:textId="77777777" w:rsidR="00655D82" w:rsidRPr="00630DFA" w:rsidRDefault="00655D82" w:rsidP="00655D82">
      <w:pPr>
        <w:pStyle w:val="PargrafodaLista"/>
        <w:numPr>
          <w:ilvl w:val="1"/>
          <w:numId w:val="4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68DE9211" w14:textId="77777777" w:rsidR="00655D82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a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s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respostas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3D96781C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, PRESIDENTE</w:t>
      </w:r>
      <w:r w:rsidRPr="00A52EBA">
        <w:rPr>
          <w:rFonts w:ascii="Arial" w:hAnsi="Arial" w:cs="Arial"/>
          <w:caps/>
          <w:szCs w:val="24"/>
          <w:highlight w:val="yellow"/>
          <w:lang w:eastAsia="ko-KR"/>
        </w:rPr>
        <w:t>!</w:t>
      </w:r>
    </w:p>
    <w:p w14:paraId="508A8D28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proofErr w:type="gramStart"/>
      <w:r w:rsidRPr="00FC5D80">
        <w:rPr>
          <w:rFonts w:ascii="Arial" w:hAnsi="Arial" w:cs="Arial"/>
          <w:caps/>
          <w:szCs w:val="28"/>
          <w:lang w:eastAsia="ko-KR"/>
        </w:rPr>
        <w:t>SOLICITO à</w:t>
      </w:r>
      <w:proofErr w:type="gramEnd"/>
      <w:r w:rsidRPr="00FC5D80">
        <w:rPr>
          <w:rFonts w:ascii="Arial" w:hAnsi="Arial" w:cs="Arial"/>
          <w:caps/>
          <w:szCs w:val="28"/>
          <w:lang w:eastAsia="ko-KR"/>
        </w:rPr>
        <w:t xml:space="preserve"> 1ª SECRETÁRIA QUE FAÇA A LEITURA DOS VOTOS DE PESAR APRESENTADOS PELOS SENHORES VEREADORES.</w:t>
      </w:r>
    </w:p>
    <w:p w14:paraId="1D9239D1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3582DD7E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="0050047E"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3AA22321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DF3FF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Caso acabem os projetos, 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6CADCA6C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DF3FF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19)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1ª secretáriA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1EA3F157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DF3FF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Start w:id="10" w:name="_GoBack"/>
      <w:bookmarkEnd w:id="10"/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ª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 xml:space="preserve"> </w:t>
      </w:r>
      <w:r w:rsidR="00574659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SECRETÁRI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77777777" w:rsidR="00CE1745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4639F5D2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C07FF0">
        <w:rPr>
          <w:rFonts w:ascii="Arial" w:hAnsi="Arial" w:cs="Arial"/>
          <w:szCs w:val="28"/>
          <w:lang w:eastAsia="ko-KR"/>
        </w:rPr>
        <w:t>31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9E2E8E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5752D0">
        <w:rPr>
          <w:rFonts w:ascii="Arial" w:hAnsi="Arial" w:cs="Arial"/>
          <w:szCs w:val="28"/>
          <w:lang w:eastAsia="ko-KR"/>
        </w:rPr>
        <w:t>1</w:t>
      </w:r>
      <w:r w:rsidR="00C07FF0">
        <w:rPr>
          <w:rFonts w:ascii="Arial" w:hAnsi="Arial" w:cs="Arial"/>
          <w:szCs w:val="28"/>
          <w:lang w:eastAsia="ko-KR"/>
        </w:rPr>
        <w:t>8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5752D0">
        <w:rPr>
          <w:rFonts w:ascii="Arial" w:hAnsi="Arial" w:cs="Arial"/>
          <w:szCs w:val="28"/>
          <w:lang w:eastAsia="ko-KR"/>
        </w:rPr>
        <w:t xml:space="preserve">DÉCIMA </w:t>
      </w:r>
      <w:r w:rsidR="00C07FF0">
        <w:rPr>
          <w:rFonts w:ascii="Arial" w:hAnsi="Arial" w:cs="Arial"/>
          <w:szCs w:val="28"/>
          <w:lang w:eastAsia="ko-KR"/>
        </w:rPr>
        <w:t>OITAVA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B3F34" w:rsidRPr="00FC5D80">
        <w:rPr>
          <w:rFonts w:ascii="Arial" w:hAnsi="Arial" w:cs="Arial"/>
          <w:szCs w:val="28"/>
          <w:lang w:eastAsia="ko-KR"/>
        </w:rPr>
        <w:t>3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5B6DCF7" w14:textId="77777777" w:rsidR="006E7D88" w:rsidRDefault="006E7D88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77777777" w:rsidR="00572B09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30164"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1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ª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 xml:space="preserve"> SECRETÁRI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A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572B0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BCCA9F6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2471EB">
      <w:rPr>
        <w:rFonts w:ascii="Arial" w:hAnsi="Arial" w:cs="Arial"/>
        <w:b/>
        <w:sz w:val="20"/>
        <w:u w:val="single"/>
      </w:rPr>
      <w:t>1</w:t>
    </w:r>
    <w:r w:rsidR="00C07FF0">
      <w:rPr>
        <w:rFonts w:ascii="Arial" w:hAnsi="Arial" w:cs="Arial"/>
        <w:b/>
        <w:sz w:val="20"/>
        <w:u w:val="single"/>
      </w:rPr>
      <w:t>8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C07FF0">
      <w:rPr>
        <w:rFonts w:ascii="Arial" w:hAnsi="Arial" w:cs="Arial"/>
        <w:b/>
        <w:sz w:val="20"/>
        <w:u w:val="single"/>
      </w:rPr>
      <w:t>31</w:t>
    </w:r>
    <w:r w:rsidR="0027129C">
      <w:rPr>
        <w:rFonts w:ascii="Arial" w:hAnsi="Arial" w:cs="Arial"/>
        <w:b/>
        <w:sz w:val="20"/>
        <w:u w:val="single"/>
      </w:rPr>
      <w:t>/</w:t>
    </w:r>
    <w:r w:rsidR="00C06FFB">
      <w:rPr>
        <w:rFonts w:ascii="Arial" w:hAnsi="Arial" w:cs="Arial"/>
        <w:b/>
        <w:sz w:val="20"/>
        <w:u w:val="single"/>
      </w:rPr>
      <w:t>0</w:t>
    </w:r>
    <w:r w:rsidR="00655D82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C06FFB">
      <w:rPr>
        <w:rFonts w:ascii="Arial" w:hAnsi="Arial" w:cs="Arial"/>
        <w:b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DF3FF7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566F"/>
    <w:rsid w:val="000264BC"/>
    <w:rsid w:val="00027AC8"/>
    <w:rsid w:val="000309F8"/>
    <w:rsid w:val="00036429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A76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3B7"/>
    <w:rsid w:val="000D660D"/>
    <w:rsid w:val="000D7B7C"/>
    <w:rsid w:val="000E0826"/>
    <w:rsid w:val="000E0D23"/>
    <w:rsid w:val="000E2A45"/>
    <w:rsid w:val="000E4200"/>
    <w:rsid w:val="000E64BF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F3C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57B17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6192"/>
    <w:rsid w:val="00196BAC"/>
    <w:rsid w:val="00197A09"/>
    <w:rsid w:val="00197B42"/>
    <w:rsid w:val="001A1115"/>
    <w:rsid w:val="001A32DA"/>
    <w:rsid w:val="001A4310"/>
    <w:rsid w:val="001A4753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1747"/>
    <w:rsid w:val="001E2570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33DA"/>
    <w:rsid w:val="00204155"/>
    <w:rsid w:val="00204BAB"/>
    <w:rsid w:val="00204ED7"/>
    <w:rsid w:val="0020584A"/>
    <w:rsid w:val="0020586B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AE3"/>
    <w:rsid w:val="002C6F4A"/>
    <w:rsid w:val="002C70C5"/>
    <w:rsid w:val="002D16FE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9D2"/>
    <w:rsid w:val="003B1A3E"/>
    <w:rsid w:val="003B3420"/>
    <w:rsid w:val="003B35B9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1EA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C55"/>
    <w:rsid w:val="00445DA7"/>
    <w:rsid w:val="0045032F"/>
    <w:rsid w:val="00451E48"/>
    <w:rsid w:val="0045308F"/>
    <w:rsid w:val="00454CCE"/>
    <w:rsid w:val="00454D4A"/>
    <w:rsid w:val="00454E60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3144"/>
    <w:rsid w:val="005D33DC"/>
    <w:rsid w:val="005D4812"/>
    <w:rsid w:val="005D5296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00E1"/>
    <w:rsid w:val="006549B9"/>
    <w:rsid w:val="00655D82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80677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05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6697"/>
    <w:rsid w:val="00797D2F"/>
    <w:rsid w:val="007A0C86"/>
    <w:rsid w:val="007A2458"/>
    <w:rsid w:val="007A4046"/>
    <w:rsid w:val="007A5248"/>
    <w:rsid w:val="007A5ACC"/>
    <w:rsid w:val="007A6CE8"/>
    <w:rsid w:val="007B258B"/>
    <w:rsid w:val="007B3F34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3998"/>
    <w:rsid w:val="0081409E"/>
    <w:rsid w:val="0081487A"/>
    <w:rsid w:val="00814A39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0CC6"/>
    <w:rsid w:val="00913797"/>
    <w:rsid w:val="00913921"/>
    <w:rsid w:val="0091411B"/>
    <w:rsid w:val="00915FCE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5EB"/>
    <w:rsid w:val="0099264F"/>
    <w:rsid w:val="00993594"/>
    <w:rsid w:val="00993CF0"/>
    <w:rsid w:val="0099749F"/>
    <w:rsid w:val="009A2ABD"/>
    <w:rsid w:val="009A34B7"/>
    <w:rsid w:val="009A3E42"/>
    <w:rsid w:val="009A6585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89A"/>
    <w:rsid w:val="00A127A7"/>
    <w:rsid w:val="00A14AB5"/>
    <w:rsid w:val="00A17C60"/>
    <w:rsid w:val="00A17CA7"/>
    <w:rsid w:val="00A17D7D"/>
    <w:rsid w:val="00A207B1"/>
    <w:rsid w:val="00A21CEA"/>
    <w:rsid w:val="00A23757"/>
    <w:rsid w:val="00A23F3D"/>
    <w:rsid w:val="00A2439D"/>
    <w:rsid w:val="00A24F92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5743"/>
    <w:rsid w:val="00A762D5"/>
    <w:rsid w:val="00A77C24"/>
    <w:rsid w:val="00A77D44"/>
    <w:rsid w:val="00A8179E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2E0C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7777B"/>
    <w:rsid w:val="00B84472"/>
    <w:rsid w:val="00B85388"/>
    <w:rsid w:val="00B85C85"/>
    <w:rsid w:val="00B86062"/>
    <w:rsid w:val="00B87BAE"/>
    <w:rsid w:val="00B87D7C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D7A"/>
    <w:rsid w:val="00C77B38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225D"/>
    <w:rsid w:val="00C94099"/>
    <w:rsid w:val="00C9513D"/>
    <w:rsid w:val="00C97BF3"/>
    <w:rsid w:val="00CA049F"/>
    <w:rsid w:val="00CA079E"/>
    <w:rsid w:val="00CA1AFB"/>
    <w:rsid w:val="00CA26E3"/>
    <w:rsid w:val="00CA4ACC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560F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596"/>
    <w:rsid w:val="00DD200D"/>
    <w:rsid w:val="00DD2442"/>
    <w:rsid w:val="00DD2FB5"/>
    <w:rsid w:val="00DD4549"/>
    <w:rsid w:val="00DE0715"/>
    <w:rsid w:val="00DE07D8"/>
    <w:rsid w:val="00DE1836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6420"/>
    <w:rsid w:val="00E76738"/>
    <w:rsid w:val="00E76A02"/>
    <w:rsid w:val="00E773B9"/>
    <w:rsid w:val="00E80DC4"/>
    <w:rsid w:val="00E82D66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71AD"/>
    <w:rsid w:val="00EE7D9F"/>
    <w:rsid w:val="00EF1C45"/>
    <w:rsid w:val="00EF42FA"/>
    <w:rsid w:val="00EF5EB1"/>
    <w:rsid w:val="00EF6429"/>
    <w:rsid w:val="00EF6553"/>
    <w:rsid w:val="00EF6C3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F045F"/>
    <w:rsid w:val="00FF19E4"/>
    <w:rsid w:val="00FF330C"/>
    <w:rsid w:val="00FF4888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989B3-6AB6-496C-94A8-B3DCBDB4C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265</TotalTime>
  <Pages>8</Pages>
  <Words>1382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237</cp:revision>
  <cp:lastPrinted>2023-05-30T20:44:00Z</cp:lastPrinted>
  <dcterms:created xsi:type="dcterms:W3CDTF">2022-11-11T11:32:00Z</dcterms:created>
  <dcterms:modified xsi:type="dcterms:W3CDTF">2023-05-30T20:44:00Z</dcterms:modified>
</cp:coreProperties>
</file>