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16EA9" w14:textId="2891F07B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490465">
        <w:rPr>
          <w:rFonts w:ascii="Arial" w:hAnsi="Arial" w:cs="Arial"/>
          <w:b/>
          <w:szCs w:val="28"/>
          <w:u w:val="single"/>
        </w:rPr>
        <w:t>9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21877457" w:rsidR="00642CB4" w:rsidRPr="00FC5D80" w:rsidRDefault="00490465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4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C6018A">
        <w:rPr>
          <w:rFonts w:ascii="Arial" w:hAnsi="Arial" w:cs="Arial"/>
          <w:b/>
          <w:szCs w:val="28"/>
          <w:u w:val="single"/>
        </w:rPr>
        <w:t>MARÇO</w:t>
      </w:r>
      <w:proofErr w:type="gramEnd"/>
      <w:r w:rsidR="0094350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C6018A">
        <w:rPr>
          <w:rFonts w:ascii="Arial" w:hAnsi="Arial" w:cs="Arial"/>
          <w:b/>
          <w:szCs w:val="28"/>
          <w:u w:val="single"/>
        </w:rPr>
        <w:t>4</w:t>
      </w: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3DA7A8EE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490465">
        <w:rPr>
          <w:rFonts w:ascii="Arial" w:hAnsi="Arial" w:cs="Arial"/>
          <w:caps/>
          <w:szCs w:val="28"/>
        </w:rPr>
        <w:t>4</w:t>
      </w:r>
      <w:r w:rsidR="00E253B8">
        <w:rPr>
          <w:rFonts w:ascii="Arial" w:hAnsi="Arial" w:cs="Arial"/>
          <w:caps/>
          <w:szCs w:val="28"/>
        </w:rPr>
        <w:t xml:space="preserve"> </w:t>
      </w:r>
      <w:r w:rsidR="007371AB" w:rsidRPr="00FC5D80">
        <w:rPr>
          <w:rFonts w:ascii="Arial" w:hAnsi="Arial" w:cs="Arial"/>
          <w:caps/>
          <w:szCs w:val="28"/>
        </w:rPr>
        <w:t xml:space="preserve">DE </w:t>
      </w:r>
      <w:r w:rsidR="00490465">
        <w:rPr>
          <w:rFonts w:ascii="Arial" w:hAnsi="Arial" w:cs="Arial"/>
          <w:caps/>
          <w:szCs w:val="28"/>
        </w:rPr>
        <w:t>ABRIL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490465">
        <w:rPr>
          <w:rFonts w:ascii="Arial" w:hAnsi="Arial" w:cs="Arial"/>
          <w:caps/>
          <w:szCs w:val="28"/>
        </w:rPr>
        <w:t>9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490465">
        <w:rPr>
          <w:rFonts w:ascii="Arial" w:hAnsi="Arial" w:cs="Arial"/>
          <w:caps/>
          <w:szCs w:val="28"/>
        </w:rPr>
        <w:t>NONA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C6018A">
        <w:rPr>
          <w:rFonts w:ascii="Arial" w:hAnsi="Arial" w:cs="Arial"/>
          <w:caps/>
          <w:szCs w:val="28"/>
        </w:rPr>
        <w:t>4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3A7F44" w:rsidRPr="00FC5D80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3A7F44" w:rsidRPr="00FC5D80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3A7F44" w:rsidRPr="00FC5D80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6AF20B24" w:rsidR="00472765" w:rsidRPr="00DB5F7F" w:rsidRDefault="003A7F44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ª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3A5F8C8D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37486">
        <w:rPr>
          <w:rFonts w:ascii="Arial" w:hAnsi="Arial" w:cs="Arial"/>
          <w:caps/>
          <w:szCs w:val="28"/>
        </w:rPr>
        <w:t xml:space="preserve"> </w:t>
      </w:r>
      <w:r w:rsidR="00E30933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>UE, APÓS A EXECUÇÃO DO</w:t>
      </w:r>
      <w:r w:rsidR="00490465">
        <w:rPr>
          <w:rFonts w:ascii="Arial" w:hAnsi="Arial" w:cs="Arial"/>
          <w:szCs w:val="28"/>
        </w:rPr>
        <w:t xml:space="preserve"> </w:t>
      </w:r>
      <w:r w:rsidR="004C0979" w:rsidRPr="00FC5D80">
        <w:rPr>
          <w:rFonts w:ascii="Arial" w:hAnsi="Arial" w:cs="Arial"/>
          <w:szCs w:val="28"/>
        </w:rPr>
        <w:t xml:space="preserve">HINO, </w:t>
      </w:r>
      <w:r w:rsidR="00CA129F">
        <w:rPr>
          <w:rFonts w:ascii="Arial" w:hAnsi="Arial" w:cs="Arial"/>
          <w:szCs w:val="28"/>
        </w:rPr>
        <w:t xml:space="preserve">O VEREADOR </w:t>
      </w:r>
      <w:r w:rsidR="00490465">
        <w:rPr>
          <w:rFonts w:ascii="Arial" w:hAnsi="Arial" w:cs="Arial"/>
          <w:szCs w:val="28"/>
        </w:rPr>
        <w:t>ROGÉRIO TIMÓTEO</w:t>
      </w:r>
      <w:r w:rsidR="00EE20CA">
        <w:rPr>
          <w:rFonts w:ascii="Arial" w:hAnsi="Arial" w:cs="Arial"/>
          <w:szCs w:val="28"/>
        </w:rPr>
        <w:t xml:space="preserve"> </w:t>
      </w:r>
      <w:r w:rsidR="00CA129F">
        <w:rPr>
          <w:rFonts w:ascii="Arial" w:hAnsi="Arial" w:cs="Arial"/>
          <w:szCs w:val="28"/>
        </w:rPr>
        <w:t>PROCEDERÁ</w:t>
      </w:r>
      <w:r w:rsidR="0032070C">
        <w:rPr>
          <w:rFonts w:ascii="Arial" w:hAnsi="Arial" w:cs="Arial"/>
          <w:szCs w:val="28"/>
        </w:rPr>
        <w:t xml:space="preserve">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Pr="00FC5D80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4A9799CA" w14:textId="5F1E1A6F" w:rsidR="00FC673E" w:rsidRPr="00FC5D80" w:rsidRDefault="00FC673E" w:rsidP="00C6018A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743E988F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F553B7" w:rsidRPr="00FC5D80">
        <w:rPr>
          <w:rFonts w:ascii="Arial" w:hAnsi="Arial" w:cs="Arial"/>
          <w:szCs w:val="28"/>
        </w:rPr>
        <w:t>À</w:t>
      </w:r>
      <w:r w:rsidR="00014BD1" w:rsidRPr="00FC5D80">
        <w:rPr>
          <w:rFonts w:ascii="Arial" w:hAnsi="Arial" w:cs="Arial"/>
          <w:szCs w:val="28"/>
        </w:rPr>
        <w:t xml:space="preserve"> 1</w:t>
      </w:r>
      <w:r w:rsidR="00F553B7" w:rsidRPr="00FC5D80">
        <w:rPr>
          <w:rFonts w:ascii="Arial" w:hAnsi="Arial" w:cs="Arial"/>
          <w:szCs w:val="28"/>
        </w:rPr>
        <w:t>ª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574659" w:rsidRPr="00FC5D80">
        <w:rPr>
          <w:rFonts w:ascii="Arial" w:hAnsi="Arial" w:cs="Arial"/>
          <w:szCs w:val="28"/>
        </w:rPr>
        <w:t>SECRETÁRI</w:t>
      </w:r>
      <w:r w:rsidR="00F553B7" w:rsidRPr="00FC5D80">
        <w:rPr>
          <w:rFonts w:ascii="Arial" w:hAnsi="Arial" w:cs="Arial"/>
          <w:szCs w:val="28"/>
        </w:rPr>
        <w:t>A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2B9B8E93" w:rsidR="00F64DD4" w:rsidRPr="00DB5F7F" w:rsidRDefault="00A0590D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3E443C51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>1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ª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 xml:space="preserve"> SECRETÁRI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6CA3156E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A86FE2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A86FE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5B663991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7B5108">
        <w:rPr>
          <w:rFonts w:ascii="Arial" w:hAnsi="Arial" w:cs="Arial"/>
          <w:color w:val="FF0000"/>
          <w:szCs w:val="28"/>
          <w:lang w:eastAsia="ko-KR"/>
        </w:rPr>
        <w:t>7.6)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76E30229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B510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0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E61A8EC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B510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7.4)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0"/>
      <w:bookmarkEnd w:id="1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2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3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3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084DC32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940241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7B5108">
        <w:rPr>
          <w:rFonts w:ascii="Arial" w:hAnsi="Arial" w:cs="Arial"/>
          <w:color w:val="FF0000"/>
          <w:szCs w:val="28"/>
          <w:lang w:eastAsia="ko-KR"/>
        </w:rPr>
        <w:t>8.6)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55F5FD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B510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42DA06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7B5108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4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5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5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730EE287" w14:textId="77777777" w:rsidR="009E004B" w:rsidRPr="00FC5D80" w:rsidRDefault="009E004B" w:rsidP="009E004B">
      <w:pPr>
        <w:tabs>
          <w:tab w:val="left" w:pos="709"/>
          <w:tab w:val="right" w:leader="dot" w:pos="7797"/>
        </w:tabs>
        <w:spacing w:line="360" w:lineRule="auto"/>
        <w:jc w:val="center"/>
        <w:rPr>
          <w:rFonts w:ascii="Arial" w:eastAsia="Times New Roman" w:hAnsi="Arial"/>
          <w:szCs w:val="28"/>
        </w:rPr>
      </w:pP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4EFBD8" w14:textId="77777777" w:rsidR="004C706E" w:rsidRPr="00572B09" w:rsidRDefault="004C706E" w:rsidP="004C706E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7207D2F" w14:textId="58973FDF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>AGORA, SOLICITO</w:t>
      </w:r>
      <w:r>
        <w:rPr>
          <w:rFonts w:ascii="Arial" w:hAnsi="Arial" w:cs="Arial"/>
          <w:szCs w:val="24"/>
          <w:lang w:eastAsia="ko-KR"/>
        </w:rPr>
        <w:t xml:space="preserve"> AO VEREADOR PAULINHO DOS CONDUTORES, LÍDER DO GOVERNO, QUE FAÇA A LEITURA DAS 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AOS </w:t>
      </w:r>
      <w:r>
        <w:rPr>
          <w:rFonts w:ascii="Arial" w:hAnsi="Arial" w:cs="Arial"/>
          <w:caps/>
          <w:szCs w:val="24"/>
        </w:rPr>
        <w:t>PEDIDOS DE INFORMAÇÕES.</w:t>
      </w:r>
    </w:p>
    <w:p w14:paraId="646F6DAE" w14:textId="77777777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21CFA4D9" w14:textId="77777777" w:rsidR="004C706E" w:rsidRDefault="004C706E" w:rsidP="004C706E">
      <w:pPr>
        <w:pStyle w:val="PargrafodaLista"/>
        <w:numPr>
          <w:ilvl w:val="1"/>
          <w:numId w:val="15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35F3DD3E" w14:textId="77777777" w:rsidR="004C706E" w:rsidRDefault="004C706E" w:rsidP="004C706E">
      <w:pPr>
        <w:pStyle w:val="PargrafodaLista"/>
        <w:numPr>
          <w:ilvl w:val="1"/>
          <w:numId w:val="15"/>
        </w:numPr>
        <w:spacing w:before="240" w:line="360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>Quando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as respostas,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677B6724" w14:textId="77777777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>
        <w:rPr>
          <w:rFonts w:ascii="Arial" w:hAnsi="Arial" w:cs="Arial"/>
          <w:caps/>
          <w:szCs w:val="24"/>
          <w:highlight w:val="yellow"/>
          <w:lang w:eastAsia="ko-KR"/>
        </w:rPr>
        <w:t>, PRESIDENTE!</w:t>
      </w:r>
    </w:p>
    <w:p w14:paraId="0430C532" w14:textId="77777777" w:rsidR="004C706E" w:rsidRDefault="004C706E" w:rsidP="004C706E"/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proofErr w:type="gramStart"/>
      <w:r w:rsidRPr="00FC5D80">
        <w:rPr>
          <w:rFonts w:ascii="Arial" w:hAnsi="Arial" w:cs="Arial"/>
          <w:caps/>
          <w:szCs w:val="28"/>
          <w:lang w:eastAsia="ko-KR"/>
        </w:rPr>
        <w:t>SOLICITO à</w:t>
      </w:r>
      <w:proofErr w:type="gramEnd"/>
      <w:r w:rsidRPr="00FC5D80">
        <w:rPr>
          <w:rFonts w:ascii="Arial" w:hAnsi="Arial" w:cs="Arial"/>
          <w:caps/>
          <w:szCs w:val="28"/>
          <w:lang w:eastAsia="ko-KR"/>
        </w:rPr>
        <w:t xml:space="preserve"> 1ª SECRETÁRIA QUE FAÇA A LEITURA DOS VOTOS DE PESAR APRESENTADOS PELOS SENHORES VEREADORES.</w:t>
      </w:r>
    </w:p>
    <w:p w14:paraId="1D9239D1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a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1ª SECRETÁRIA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77777777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3582DD7E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5403DA">
        <w:rPr>
          <w:rFonts w:ascii="Arial" w:hAnsi="Arial" w:cs="Arial"/>
          <w:szCs w:val="24"/>
          <w:lang w:eastAsia="ko-KR"/>
        </w:rPr>
        <w:t xml:space="preserve"> 1ª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</w:rPr>
        <w:t>SECRETÁRI</w:t>
      </w:r>
      <w:r w:rsidR="005403DA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3697772B" w:rsidR="00FC5D80" w:rsidRPr="00326D37" w:rsidRDefault="005403DA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6" w:name="_Ref475712815"/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6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1AF161C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50047E">
        <w:rPr>
          <w:rFonts w:ascii="Arial" w:hAnsi="Arial" w:cs="Arial"/>
          <w:caps/>
          <w:szCs w:val="24"/>
          <w:lang w:eastAsia="ko-KR"/>
        </w:rPr>
        <w:t>À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="0050047E"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3331FA7E" w14:textId="3AA22321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7B510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12)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57F2A9AE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Caso acabem os projetos, 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1ª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u w:val="single"/>
        </w:rPr>
        <w:t>A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6CADCA6C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7B5108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17)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6C1528AD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1ª secretáriA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1EA3F157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1</w:t>
      </w:r>
      <w:r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ª SecretáriA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 xml:space="preserve"> 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7B5108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14.1)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9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051BDB78" w:rsidR="00BB60B3" w:rsidRPr="00FC5D80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7B3F34" w:rsidRPr="00FC5D80">
        <w:rPr>
          <w:rFonts w:ascii="Arial" w:hAnsi="Arial" w:cs="Arial"/>
          <w:szCs w:val="28"/>
          <w:lang w:eastAsia="ko-KR"/>
        </w:rPr>
        <w:t>À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1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ª</w:t>
      </w:r>
      <w:r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 xml:space="preserve"> </w:t>
      </w:r>
      <w:r w:rsidR="00574659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SECRETÁRI</w:t>
      </w:r>
      <w:r w:rsidR="007B3F34" w:rsidRPr="00DB5F7F">
        <w:rPr>
          <w:rFonts w:ascii="Arial" w:hAnsi="Arial" w:cs="Arial"/>
          <w:b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DB7D50F" w:rsidR="00A03804" w:rsidRPr="00FC5D80" w:rsidRDefault="007B3F3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F24C4F">
      <w:pPr>
        <w:spacing w:line="360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0BA21031" w:rsidR="00A03804" w:rsidRPr="00FC5D80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1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ª</w:t>
      </w:r>
      <w:r w:rsidR="00C9225D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 xml:space="preserve"> SECRETÁRI</w:t>
      </w:r>
      <w:r w:rsidR="007B3F3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u w:val="single"/>
        </w:rPr>
        <w:t>A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FB4711">
      <w:pPr>
        <w:pStyle w:val="PargrafodaLista"/>
        <w:numPr>
          <w:ilvl w:val="0"/>
          <w:numId w:val="4"/>
        </w:numPr>
        <w:spacing w:before="240" w:after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4F0E99AE" w:rsidR="00CE1745" w:rsidRPr="00FC5D80" w:rsidRDefault="0037099D" w:rsidP="00C526AB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C526AB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C526AB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C526AB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Pr="00FC5D80" w:rsidRDefault="003429BA" w:rsidP="00C526AB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640877C5" w:rsidR="00DA2252" w:rsidRPr="00FC5D80" w:rsidRDefault="00672BC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490465">
        <w:rPr>
          <w:rFonts w:ascii="Arial" w:hAnsi="Arial" w:cs="Arial"/>
          <w:szCs w:val="28"/>
          <w:lang w:eastAsia="ko-KR"/>
        </w:rPr>
        <w:t>4</w:t>
      </w:r>
      <w:r w:rsidR="007371AB" w:rsidRPr="00FC5D80">
        <w:rPr>
          <w:rFonts w:ascii="Arial" w:hAnsi="Arial" w:cs="Arial"/>
          <w:szCs w:val="28"/>
          <w:lang w:eastAsia="ko-KR"/>
        </w:rPr>
        <w:t xml:space="preserve"> DE </w:t>
      </w:r>
      <w:r w:rsidR="00490465">
        <w:rPr>
          <w:rFonts w:ascii="Arial" w:hAnsi="Arial" w:cs="Arial"/>
          <w:szCs w:val="28"/>
          <w:lang w:eastAsia="ko-KR"/>
        </w:rPr>
        <w:t>ABRIL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490465">
        <w:rPr>
          <w:rFonts w:ascii="Arial" w:hAnsi="Arial" w:cs="Arial"/>
          <w:szCs w:val="28"/>
          <w:lang w:eastAsia="ko-KR"/>
        </w:rPr>
        <w:t>9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490465">
        <w:rPr>
          <w:rFonts w:ascii="Arial" w:hAnsi="Arial" w:cs="Arial"/>
          <w:szCs w:val="28"/>
          <w:lang w:eastAsia="ko-KR"/>
        </w:rPr>
        <w:t>NONA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</w:t>
      </w:r>
      <w:bookmarkStart w:id="10" w:name="_GoBack"/>
      <w:bookmarkEnd w:id="10"/>
      <w:r w:rsidR="0037099D" w:rsidRPr="00FC5D80">
        <w:rPr>
          <w:rFonts w:ascii="Arial" w:hAnsi="Arial" w:cs="Arial"/>
          <w:szCs w:val="28"/>
          <w:lang w:eastAsia="ko-KR"/>
        </w:rPr>
        <w:t xml:space="preserve">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795E4F">
        <w:rPr>
          <w:rFonts w:ascii="Arial" w:hAnsi="Arial" w:cs="Arial"/>
          <w:szCs w:val="28"/>
          <w:lang w:eastAsia="ko-KR"/>
        </w:rPr>
        <w:t>4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0D9117D1" w14:textId="093373D4" w:rsidR="00FC5D80" w:rsidRDefault="0037099D" w:rsidP="00B12425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</w:p>
    <w:p w14:paraId="15EF3F7F" w14:textId="77777777" w:rsidR="00FC5D80" w:rsidRDefault="00FC5D80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6592FFD" w14:textId="77777777" w:rsidR="00572B09" w:rsidRDefault="00FC5D80" w:rsidP="008A7E29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830164">
        <w:rPr>
          <w:rFonts w:ascii="Arial" w:hAnsi="Arial" w:cs="Arial"/>
          <w:szCs w:val="24"/>
        </w:rPr>
        <w:t>À</w:t>
      </w:r>
      <w:r w:rsidRPr="00E1006F">
        <w:rPr>
          <w:rFonts w:ascii="Arial" w:hAnsi="Arial" w:cs="Arial"/>
          <w:szCs w:val="24"/>
        </w:rPr>
        <w:t xml:space="preserve"> 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1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ª</w:t>
      </w:r>
      <w:r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 xml:space="preserve"> SECRETÁRI</w:t>
      </w:r>
      <w:r w:rsidR="00830164" w:rsidRPr="00DB5F7F">
        <w:rPr>
          <w:rFonts w:ascii="Arial" w:hAnsi="Arial" w:cs="Arial"/>
          <w:b/>
          <w:color w:val="FFFFFF" w:themeColor="background1"/>
          <w:szCs w:val="24"/>
          <w:highlight w:val="red"/>
        </w:rPr>
        <w:t>A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sectPr w:rsidR="00572B09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50BFA7C7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490465">
      <w:rPr>
        <w:rFonts w:ascii="Arial" w:hAnsi="Arial" w:cs="Arial"/>
        <w:b/>
        <w:sz w:val="20"/>
        <w:u w:val="single"/>
      </w:rPr>
      <w:t>9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490465">
      <w:rPr>
        <w:rFonts w:ascii="Arial" w:hAnsi="Arial" w:cs="Arial"/>
        <w:b/>
        <w:sz w:val="20"/>
        <w:u w:val="single"/>
      </w:rPr>
      <w:t>04</w:t>
    </w:r>
    <w:r w:rsidR="0027129C">
      <w:rPr>
        <w:rFonts w:ascii="Arial" w:hAnsi="Arial" w:cs="Arial"/>
        <w:b/>
        <w:sz w:val="20"/>
        <w:u w:val="single"/>
      </w:rPr>
      <w:t>/</w:t>
    </w:r>
    <w:r w:rsidR="00C6018A">
      <w:rPr>
        <w:rFonts w:ascii="Arial" w:hAnsi="Arial" w:cs="Arial"/>
        <w:b/>
        <w:sz w:val="20"/>
        <w:u w:val="single"/>
      </w:rPr>
      <w:t>0</w:t>
    </w:r>
    <w:r w:rsidR="00490465">
      <w:rPr>
        <w:rFonts w:ascii="Arial" w:hAnsi="Arial" w:cs="Arial"/>
        <w:b/>
        <w:sz w:val="20"/>
        <w:u w:val="single"/>
      </w:rPr>
      <w:t>4</w:t>
    </w:r>
    <w:r w:rsidR="00FC215C">
      <w:rPr>
        <w:rFonts w:ascii="Arial" w:hAnsi="Arial" w:cs="Arial"/>
        <w:b/>
        <w:sz w:val="20"/>
        <w:u w:val="single"/>
      </w:rPr>
      <w:t>/202</w:t>
    </w:r>
    <w:r w:rsidR="00C6018A">
      <w:rPr>
        <w:rFonts w:ascii="Arial" w:hAnsi="Arial" w:cs="Arial"/>
        <w:b/>
        <w:sz w:val="20"/>
        <w:u w:val="single"/>
      </w:rPr>
      <w:t>4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7B5108">
      <w:rPr>
        <w:rFonts w:ascii="Arial" w:hAnsi="Arial" w:cs="Arial"/>
        <w:b/>
        <w:noProof/>
        <w:sz w:val="20"/>
        <w:u w:val="single"/>
      </w:rPr>
      <w:t>8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6E38"/>
    <w:rsid w:val="000077D0"/>
    <w:rsid w:val="00010575"/>
    <w:rsid w:val="000114E0"/>
    <w:rsid w:val="00011642"/>
    <w:rsid w:val="00011BE4"/>
    <w:rsid w:val="00012789"/>
    <w:rsid w:val="00014BD1"/>
    <w:rsid w:val="00016232"/>
    <w:rsid w:val="00016DA7"/>
    <w:rsid w:val="00016EB4"/>
    <w:rsid w:val="00017742"/>
    <w:rsid w:val="00017AC6"/>
    <w:rsid w:val="000201E0"/>
    <w:rsid w:val="00023276"/>
    <w:rsid w:val="00024010"/>
    <w:rsid w:val="000241AD"/>
    <w:rsid w:val="0002566F"/>
    <w:rsid w:val="000264BC"/>
    <w:rsid w:val="00027AC8"/>
    <w:rsid w:val="000303BD"/>
    <w:rsid w:val="000309F8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86FDF"/>
    <w:rsid w:val="0009000D"/>
    <w:rsid w:val="00092232"/>
    <w:rsid w:val="00092897"/>
    <w:rsid w:val="00092FE2"/>
    <w:rsid w:val="00093C52"/>
    <w:rsid w:val="00094490"/>
    <w:rsid w:val="00094C68"/>
    <w:rsid w:val="00094C78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E68"/>
    <w:rsid w:val="000B47BA"/>
    <w:rsid w:val="000B5A76"/>
    <w:rsid w:val="000B5E80"/>
    <w:rsid w:val="000C0B66"/>
    <w:rsid w:val="000C0BEF"/>
    <w:rsid w:val="000C197C"/>
    <w:rsid w:val="000C459D"/>
    <w:rsid w:val="000C6B0C"/>
    <w:rsid w:val="000D2FF4"/>
    <w:rsid w:val="000D31D5"/>
    <w:rsid w:val="000D3310"/>
    <w:rsid w:val="000D3574"/>
    <w:rsid w:val="000D47B0"/>
    <w:rsid w:val="000D4D10"/>
    <w:rsid w:val="000D57A3"/>
    <w:rsid w:val="000D63B7"/>
    <w:rsid w:val="000D660D"/>
    <w:rsid w:val="000D7B7C"/>
    <w:rsid w:val="000E0826"/>
    <w:rsid w:val="000E0D23"/>
    <w:rsid w:val="000E2A45"/>
    <w:rsid w:val="000E4200"/>
    <w:rsid w:val="000E64BF"/>
    <w:rsid w:val="000F2536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0F787C"/>
    <w:rsid w:val="001001A9"/>
    <w:rsid w:val="00100749"/>
    <w:rsid w:val="00100827"/>
    <w:rsid w:val="0010346A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AB"/>
    <w:rsid w:val="00117F3C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6272"/>
    <w:rsid w:val="001412DB"/>
    <w:rsid w:val="00141428"/>
    <w:rsid w:val="0014591F"/>
    <w:rsid w:val="001461C6"/>
    <w:rsid w:val="00146C11"/>
    <w:rsid w:val="001519C6"/>
    <w:rsid w:val="00152A02"/>
    <w:rsid w:val="001534BE"/>
    <w:rsid w:val="00155158"/>
    <w:rsid w:val="00155208"/>
    <w:rsid w:val="001557A3"/>
    <w:rsid w:val="0015649D"/>
    <w:rsid w:val="00156F70"/>
    <w:rsid w:val="001571DB"/>
    <w:rsid w:val="00157B17"/>
    <w:rsid w:val="00161589"/>
    <w:rsid w:val="0016325B"/>
    <w:rsid w:val="00163DC7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3B0D"/>
    <w:rsid w:val="00193DA4"/>
    <w:rsid w:val="00195248"/>
    <w:rsid w:val="00195C4C"/>
    <w:rsid w:val="00196192"/>
    <w:rsid w:val="00196BAC"/>
    <w:rsid w:val="00197A09"/>
    <w:rsid w:val="00197B42"/>
    <w:rsid w:val="001A1115"/>
    <w:rsid w:val="001A2024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0A18"/>
    <w:rsid w:val="001E1747"/>
    <w:rsid w:val="001E2570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2724"/>
    <w:rsid w:val="002033DA"/>
    <w:rsid w:val="00204155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4E36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CF0"/>
    <w:rsid w:val="00270DBA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F5E"/>
    <w:rsid w:val="002B0FB2"/>
    <w:rsid w:val="002B12DA"/>
    <w:rsid w:val="002B25E1"/>
    <w:rsid w:val="002B2E81"/>
    <w:rsid w:val="002B5365"/>
    <w:rsid w:val="002B5B1D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76DD"/>
    <w:rsid w:val="002D79A5"/>
    <w:rsid w:val="002D79F7"/>
    <w:rsid w:val="002E1CE0"/>
    <w:rsid w:val="002E208B"/>
    <w:rsid w:val="002E2185"/>
    <w:rsid w:val="002E28A7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070C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29AD"/>
    <w:rsid w:val="00392EAF"/>
    <w:rsid w:val="00397FF3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3420"/>
    <w:rsid w:val="003B35B9"/>
    <w:rsid w:val="003B5DB6"/>
    <w:rsid w:val="003B5F4C"/>
    <w:rsid w:val="003C0108"/>
    <w:rsid w:val="003C0EB5"/>
    <w:rsid w:val="003C185D"/>
    <w:rsid w:val="003C1BBB"/>
    <w:rsid w:val="003C2E32"/>
    <w:rsid w:val="003C3306"/>
    <w:rsid w:val="003C3705"/>
    <w:rsid w:val="003C3BE2"/>
    <w:rsid w:val="003C5650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F52"/>
    <w:rsid w:val="004041EA"/>
    <w:rsid w:val="0040486B"/>
    <w:rsid w:val="004054CE"/>
    <w:rsid w:val="00406545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461F"/>
    <w:rsid w:val="0044510E"/>
    <w:rsid w:val="00445C55"/>
    <w:rsid w:val="00445DA7"/>
    <w:rsid w:val="0045032F"/>
    <w:rsid w:val="00451E48"/>
    <w:rsid w:val="00452E5A"/>
    <w:rsid w:val="0045308F"/>
    <w:rsid w:val="00454CCE"/>
    <w:rsid w:val="00454D4A"/>
    <w:rsid w:val="00454E60"/>
    <w:rsid w:val="00455D15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7191"/>
    <w:rsid w:val="004779D0"/>
    <w:rsid w:val="004805FE"/>
    <w:rsid w:val="00481DDE"/>
    <w:rsid w:val="0048559E"/>
    <w:rsid w:val="004872AC"/>
    <w:rsid w:val="00487D64"/>
    <w:rsid w:val="00490465"/>
    <w:rsid w:val="00491C9A"/>
    <w:rsid w:val="00493115"/>
    <w:rsid w:val="00493139"/>
    <w:rsid w:val="00493267"/>
    <w:rsid w:val="00496B1A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8B5"/>
    <w:rsid w:val="004D1034"/>
    <w:rsid w:val="004D2010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833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306A5"/>
    <w:rsid w:val="00530880"/>
    <w:rsid w:val="00531BA5"/>
    <w:rsid w:val="00531EDB"/>
    <w:rsid w:val="0053504F"/>
    <w:rsid w:val="00535DDD"/>
    <w:rsid w:val="00537041"/>
    <w:rsid w:val="005403DA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4319"/>
    <w:rsid w:val="0056433F"/>
    <w:rsid w:val="00564368"/>
    <w:rsid w:val="00564C7C"/>
    <w:rsid w:val="00566258"/>
    <w:rsid w:val="00571ABA"/>
    <w:rsid w:val="00572B09"/>
    <w:rsid w:val="00574659"/>
    <w:rsid w:val="0057519A"/>
    <w:rsid w:val="005752D0"/>
    <w:rsid w:val="005754CE"/>
    <w:rsid w:val="00577EDB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3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AA9"/>
    <w:rsid w:val="00635754"/>
    <w:rsid w:val="006419D9"/>
    <w:rsid w:val="00641BFB"/>
    <w:rsid w:val="006426AE"/>
    <w:rsid w:val="00642CB4"/>
    <w:rsid w:val="00646227"/>
    <w:rsid w:val="006500E1"/>
    <w:rsid w:val="006549B9"/>
    <w:rsid w:val="00655D82"/>
    <w:rsid w:val="00655FF3"/>
    <w:rsid w:val="00662145"/>
    <w:rsid w:val="0066388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7790E"/>
    <w:rsid w:val="00680677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19CF"/>
    <w:rsid w:val="006C219C"/>
    <w:rsid w:val="006C3DD8"/>
    <w:rsid w:val="006C4ACB"/>
    <w:rsid w:val="006C4E9B"/>
    <w:rsid w:val="006C6C5D"/>
    <w:rsid w:val="006C7BFB"/>
    <w:rsid w:val="006C7D7A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11D2"/>
    <w:rsid w:val="007818E5"/>
    <w:rsid w:val="00784EB8"/>
    <w:rsid w:val="00785E18"/>
    <w:rsid w:val="00786D28"/>
    <w:rsid w:val="0079138D"/>
    <w:rsid w:val="00791FE0"/>
    <w:rsid w:val="007923AF"/>
    <w:rsid w:val="00792B63"/>
    <w:rsid w:val="00792DDE"/>
    <w:rsid w:val="00792FC8"/>
    <w:rsid w:val="00793403"/>
    <w:rsid w:val="007938B9"/>
    <w:rsid w:val="00795CA1"/>
    <w:rsid w:val="00795E4F"/>
    <w:rsid w:val="00796697"/>
    <w:rsid w:val="00797D2F"/>
    <w:rsid w:val="007A0C86"/>
    <w:rsid w:val="007A2458"/>
    <w:rsid w:val="007A4046"/>
    <w:rsid w:val="007A5248"/>
    <w:rsid w:val="007A5ACC"/>
    <w:rsid w:val="007A6CE8"/>
    <w:rsid w:val="007B258B"/>
    <w:rsid w:val="007B344D"/>
    <w:rsid w:val="007B3F34"/>
    <w:rsid w:val="007B5108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868"/>
    <w:rsid w:val="007D1215"/>
    <w:rsid w:val="007D3E31"/>
    <w:rsid w:val="007D7BD6"/>
    <w:rsid w:val="007E28B5"/>
    <w:rsid w:val="007E3822"/>
    <w:rsid w:val="007E6164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1477"/>
    <w:rsid w:val="00811A05"/>
    <w:rsid w:val="00811A46"/>
    <w:rsid w:val="008123F3"/>
    <w:rsid w:val="008125AE"/>
    <w:rsid w:val="00813998"/>
    <w:rsid w:val="0081409E"/>
    <w:rsid w:val="0081487A"/>
    <w:rsid w:val="00814A39"/>
    <w:rsid w:val="00817102"/>
    <w:rsid w:val="00817B15"/>
    <w:rsid w:val="008233BF"/>
    <w:rsid w:val="00823D5F"/>
    <w:rsid w:val="00823F91"/>
    <w:rsid w:val="00824DAA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4F3"/>
    <w:rsid w:val="00843BC6"/>
    <w:rsid w:val="00843D12"/>
    <w:rsid w:val="00845929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5259"/>
    <w:rsid w:val="008F6668"/>
    <w:rsid w:val="008F76F8"/>
    <w:rsid w:val="00900037"/>
    <w:rsid w:val="0090156C"/>
    <w:rsid w:val="009018B6"/>
    <w:rsid w:val="009020B5"/>
    <w:rsid w:val="00903531"/>
    <w:rsid w:val="00903560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6018D"/>
    <w:rsid w:val="00961248"/>
    <w:rsid w:val="009620E5"/>
    <w:rsid w:val="009630F7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25EB"/>
    <w:rsid w:val="0099264F"/>
    <w:rsid w:val="00993594"/>
    <w:rsid w:val="00993CF0"/>
    <w:rsid w:val="0099749F"/>
    <w:rsid w:val="009A2ABD"/>
    <w:rsid w:val="009A34B7"/>
    <w:rsid w:val="009A3E42"/>
    <w:rsid w:val="009A6585"/>
    <w:rsid w:val="009B1F73"/>
    <w:rsid w:val="009B207E"/>
    <w:rsid w:val="009B291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590D"/>
    <w:rsid w:val="00A07481"/>
    <w:rsid w:val="00A0789A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5372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26E5"/>
    <w:rsid w:val="00A62F0D"/>
    <w:rsid w:val="00A639DB"/>
    <w:rsid w:val="00A64499"/>
    <w:rsid w:val="00A65023"/>
    <w:rsid w:val="00A65F40"/>
    <w:rsid w:val="00A71736"/>
    <w:rsid w:val="00A71998"/>
    <w:rsid w:val="00A75743"/>
    <w:rsid w:val="00A762D5"/>
    <w:rsid w:val="00A77C24"/>
    <w:rsid w:val="00A77D44"/>
    <w:rsid w:val="00A8179E"/>
    <w:rsid w:val="00A82546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A4F"/>
    <w:rsid w:val="00AC225C"/>
    <w:rsid w:val="00AC23F0"/>
    <w:rsid w:val="00AC2A2D"/>
    <w:rsid w:val="00AC2DE6"/>
    <w:rsid w:val="00AC4262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8E7"/>
    <w:rsid w:val="00AE1EFE"/>
    <w:rsid w:val="00AE23F2"/>
    <w:rsid w:val="00AE2478"/>
    <w:rsid w:val="00AE2E0C"/>
    <w:rsid w:val="00AE43E3"/>
    <w:rsid w:val="00AE4DFD"/>
    <w:rsid w:val="00AE64D8"/>
    <w:rsid w:val="00AF020A"/>
    <w:rsid w:val="00AF1668"/>
    <w:rsid w:val="00AF1C00"/>
    <w:rsid w:val="00AF22DD"/>
    <w:rsid w:val="00AF236D"/>
    <w:rsid w:val="00AF2639"/>
    <w:rsid w:val="00AF29F2"/>
    <w:rsid w:val="00AF69E4"/>
    <w:rsid w:val="00B00633"/>
    <w:rsid w:val="00B02F47"/>
    <w:rsid w:val="00B040CF"/>
    <w:rsid w:val="00B0438C"/>
    <w:rsid w:val="00B04BF1"/>
    <w:rsid w:val="00B0555C"/>
    <w:rsid w:val="00B07B08"/>
    <w:rsid w:val="00B07CA7"/>
    <w:rsid w:val="00B10FD8"/>
    <w:rsid w:val="00B11A48"/>
    <w:rsid w:val="00B11B06"/>
    <w:rsid w:val="00B12425"/>
    <w:rsid w:val="00B12C1E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4B5A"/>
    <w:rsid w:val="00B3597A"/>
    <w:rsid w:val="00B35B35"/>
    <w:rsid w:val="00B363A5"/>
    <w:rsid w:val="00B36B39"/>
    <w:rsid w:val="00B3700E"/>
    <w:rsid w:val="00B41313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2F2B"/>
    <w:rsid w:val="00B73532"/>
    <w:rsid w:val="00B76076"/>
    <w:rsid w:val="00B7777B"/>
    <w:rsid w:val="00B84472"/>
    <w:rsid w:val="00B85388"/>
    <w:rsid w:val="00B85C85"/>
    <w:rsid w:val="00B86062"/>
    <w:rsid w:val="00B87BAE"/>
    <w:rsid w:val="00B87D7C"/>
    <w:rsid w:val="00B87F11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7EFB"/>
    <w:rsid w:val="00BB0DEF"/>
    <w:rsid w:val="00BB2AE1"/>
    <w:rsid w:val="00BB4A6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3175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4140"/>
    <w:rsid w:val="00C248A1"/>
    <w:rsid w:val="00C259B2"/>
    <w:rsid w:val="00C26E2E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18A"/>
    <w:rsid w:val="00C602BC"/>
    <w:rsid w:val="00C60FC4"/>
    <w:rsid w:val="00C623F9"/>
    <w:rsid w:val="00C63D05"/>
    <w:rsid w:val="00C6580C"/>
    <w:rsid w:val="00C717D1"/>
    <w:rsid w:val="00C72D7A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AA8"/>
    <w:rsid w:val="00C9225D"/>
    <w:rsid w:val="00C94099"/>
    <w:rsid w:val="00C94F50"/>
    <w:rsid w:val="00C9513D"/>
    <w:rsid w:val="00C97BF3"/>
    <w:rsid w:val="00CA049F"/>
    <w:rsid w:val="00CA079E"/>
    <w:rsid w:val="00CA129F"/>
    <w:rsid w:val="00CA1AFB"/>
    <w:rsid w:val="00CA26E3"/>
    <w:rsid w:val="00CA4ACC"/>
    <w:rsid w:val="00CA55D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57D5"/>
    <w:rsid w:val="00CE63B7"/>
    <w:rsid w:val="00CE6C30"/>
    <w:rsid w:val="00CE7027"/>
    <w:rsid w:val="00CE7105"/>
    <w:rsid w:val="00CF04EB"/>
    <w:rsid w:val="00CF192C"/>
    <w:rsid w:val="00CF196D"/>
    <w:rsid w:val="00CF23D0"/>
    <w:rsid w:val="00CF2D90"/>
    <w:rsid w:val="00CF3A8F"/>
    <w:rsid w:val="00CF43B3"/>
    <w:rsid w:val="00CF560F"/>
    <w:rsid w:val="00CF6FEC"/>
    <w:rsid w:val="00CF7B8B"/>
    <w:rsid w:val="00D000F6"/>
    <w:rsid w:val="00D00DFD"/>
    <w:rsid w:val="00D03542"/>
    <w:rsid w:val="00D0387A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76B7C"/>
    <w:rsid w:val="00D811CB"/>
    <w:rsid w:val="00D83430"/>
    <w:rsid w:val="00D8372D"/>
    <w:rsid w:val="00D841C0"/>
    <w:rsid w:val="00D902DC"/>
    <w:rsid w:val="00D90929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5F7F"/>
    <w:rsid w:val="00DB7B95"/>
    <w:rsid w:val="00DB7FA8"/>
    <w:rsid w:val="00DC0895"/>
    <w:rsid w:val="00DC16EC"/>
    <w:rsid w:val="00DC2C50"/>
    <w:rsid w:val="00DC5B69"/>
    <w:rsid w:val="00DC5D88"/>
    <w:rsid w:val="00DD09E0"/>
    <w:rsid w:val="00DD09F9"/>
    <w:rsid w:val="00DD10F1"/>
    <w:rsid w:val="00DD1596"/>
    <w:rsid w:val="00DD200D"/>
    <w:rsid w:val="00DD2442"/>
    <w:rsid w:val="00DD2FB5"/>
    <w:rsid w:val="00DD4549"/>
    <w:rsid w:val="00DE0715"/>
    <w:rsid w:val="00DE07D8"/>
    <w:rsid w:val="00DE1836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F"/>
    <w:rsid w:val="00E10341"/>
    <w:rsid w:val="00E11F92"/>
    <w:rsid w:val="00E12189"/>
    <w:rsid w:val="00E141B4"/>
    <w:rsid w:val="00E14F37"/>
    <w:rsid w:val="00E156A0"/>
    <w:rsid w:val="00E17C49"/>
    <w:rsid w:val="00E208FC"/>
    <w:rsid w:val="00E253B8"/>
    <w:rsid w:val="00E26111"/>
    <w:rsid w:val="00E27744"/>
    <w:rsid w:val="00E3022D"/>
    <w:rsid w:val="00E30933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8FE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7922"/>
    <w:rsid w:val="00EE20CA"/>
    <w:rsid w:val="00EE71AD"/>
    <w:rsid w:val="00EE7D9F"/>
    <w:rsid w:val="00EF1C45"/>
    <w:rsid w:val="00EF42FA"/>
    <w:rsid w:val="00EF4673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75FC"/>
    <w:rsid w:val="00F27895"/>
    <w:rsid w:val="00F30823"/>
    <w:rsid w:val="00F30A04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2971"/>
    <w:rsid w:val="00F9392A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40F5"/>
    <w:rsid w:val="00FE603E"/>
    <w:rsid w:val="00FE607F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FA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96F9D-EE06-4206-A3BB-A6AC23C1C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554</TotalTime>
  <Pages>8</Pages>
  <Words>1296</Words>
  <Characters>6802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353</cp:revision>
  <cp:lastPrinted>2024-04-02T20:21:00Z</cp:lastPrinted>
  <dcterms:created xsi:type="dcterms:W3CDTF">2022-11-11T11:32:00Z</dcterms:created>
  <dcterms:modified xsi:type="dcterms:W3CDTF">2024-04-02T20:21:00Z</dcterms:modified>
</cp:coreProperties>
</file>