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7E39741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0A74E8">
        <w:rPr>
          <w:rFonts w:ascii="Arial" w:hAnsi="Arial" w:cs="Arial"/>
          <w:b/>
          <w:szCs w:val="28"/>
          <w:u w:val="single"/>
        </w:rPr>
        <w:t>10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4F0379A" w:rsidR="00642CB4" w:rsidRPr="00FC5D80" w:rsidRDefault="000A74E8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10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ABRIL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C6018A">
        <w:rPr>
          <w:rFonts w:ascii="Arial" w:hAnsi="Arial" w:cs="Arial"/>
          <w:b/>
          <w:szCs w:val="28"/>
          <w:u w:val="single"/>
        </w:rPr>
        <w:t>4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F37FED0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6A10BC">
        <w:rPr>
          <w:rFonts w:ascii="Arial" w:hAnsi="Arial" w:cs="Arial"/>
          <w:caps/>
          <w:szCs w:val="28"/>
        </w:rPr>
        <w:t>10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490465">
        <w:rPr>
          <w:rFonts w:ascii="Arial" w:hAnsi="Arial" w:cs="Arial"/>
          <w:caps/>
          <w:szCs w:val="28"/>
        </w:rPr>
        <w:t>ABRIL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6A10BC">
        <w:rPr>
          <w:rFonts w:ascii="Arial" w:hAnsi="Arial" w:cs="Arial"/>
          <w:caps/>
          <w:szCs w:val="28"/>
        </w:rPr>
        <w:t>10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6A10BC">
        <w:rPr>
          <w:rFonts w:ascii="Arial" w:hAnsi="Arial" w:cs="Arial"/>
          <w:caps/>
          <w:szCs w:val="28"/>
        </w:rPr>
        <w:t>DÉCIMA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C6018A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1D1EB6">
        <w:rPr>
          <w:rFonts w:ascii="Arial" w:hAnsi="Arial" w:cs="Arial"/>
          <w:caps/>
          <w:szCs w:val="28"/>
        </w:rPr>
        <w:t xml:space="preserve">CONVIDO </w:t>
      </w:r>
      <w:r w:rsidR="006A10BC">
        <w:rPr>
          <w:rFonts w:ascii="Arial" w:hAnsi="Arial" w:cs="Arial"/>
          <w:caps/>
          <w:szCs w:val="28"/>
        </w:rPr>
        <w:t xml:space="preserve">O VEREADOR </w:t>
      </w:r>
      <w:r w:rsidR="006A10BC" w:rsidRPr="009F6AA5">
        <w:rPr>
          <w:rFonts w:ascii="Arial" w:hAnsi="Arial" w:cs="Arial"/>
          <w:b/>
          <w:caps/>
          <w:szCs w:val="28"/>
        </w:rPr>
        <w:t>ROGÉRIO TIMÓTEO</w:t>
      </w:r>
      <w:r w:rsidR="006A10BC">
        <w:rPr>
          <w:rFonts w:ascii="Arial" w:hAnsi="Arial" w:cs="Arial"/>
          <w:caps/>
          <w:szCs w:val="28"/>
        </w:rPr>
        <w:t xml:space="preserve"> </w:t>
      </w:r>
      <w:r w:rsidR="001D1EB6">
        <w:rPr>
          <w:rFonts w:ascii="Arial" w:hAnsi="Arial" w:cs="Arial"/>
          <w:caps/>
          <w:szCs w:val="28"/>
        </w:rPr>
        <w:t xml:space="preserve">PARA OCUPAR TEMPORARIAMENTE A FUNÇÃO DE </w:t>
      </w:r>
      <w:r w:rsidR="006C0013">
        <w:rPr>
          <w:rFonts w:ascii="Arial" w:hAnsi="Arial" w:cs="Arial"/>
          <w:caps/>
          <w:szCs w:val="28"/>
        </w:rPr>
        <w:br/>
      </w:r>
      <w:r w:rsidR="00966323">
        <w:rPr>
          <w:rFonts w:ascii="Arial" w:hAnsi="Arial" w:cs="Arial"/>
          <w:caps/>
          <w:szCs w:val="28"/>
        </w:rPr>
        <w:t xml:space="preserve">1º SECRETÁRIO </w:t>
      </w:r>
      <w:r w:rsidR="001D1EB6">
        <w:rPr>
          <w:rFonts w:ascii="Arial" w:hAnsi="Arial" w:cs="Arial"/>
          <w:caps/>
          <w:szCs w:val="28"/>
        </w:rPr>
        <w:t xml:space="preserve">ATÉ </w:t>
      </w:r>
      <w:r w:rsidR="006C0013">
        <w:rPr>
          <w:rFonts w:ascii="Arial" w:hAnsi="Arial" w:cs="Arial"/>
          <w:caps/>
          <w:szCs w:val="28"/>
        </w:rPr>
        <w:t>RESULTADO DA</w:t>
      </w:r>
      <w:r w:rsidR="001D1EB6">
        <w:rPr>
          <w:rFonts w:ascii="Arial" w:hAnsi="Arial" w:cs="Arial"/>
          <w:caps/>
          <w:szCs w:val="28"/>
        </w:rPr>
        <w:t xml:space="preserve"> ELEIÇÃO </w:t>
      </w:r>
      <w:r w:rsidR="004C3171">
        <w:rPr>
          <w:rFonts w:ascii="Arial" w:hAnsi="Arial" w:cs="Arial"/>
          <w:caps/>
          <w:szCs w:val="28"/>
        </w:rPr>
        <w:t xml:space="preserve">PREVISTA </w:t>
      </w:r>
      <w:r w:rsidR="001D1EB6">
        <w:rPr>
          <w:rFonts w:ascii="Arial" w:hAnsi="Arial" w:cs="Arial"/>
          <w:caps/>
          <w:szCs w:val="28"/>
        </w:rPr>
        <w:t>PARA ESTE CARGO NA PRESENTE DATA.</w:t>
      </w:r>
      <w:r w:rsidR="006C0013">
        <w:rPr>
          <w:rFonts w:ascii="Arial" w:hAnsi="Arial" w:cs="Arial"/>
          <w:caps/>
          <w:szCs w:val="28"/>
        </w:rPr>
        <w:t xml:space="preserve"> </w:t>
      </w:r>
      <w:r w:rsidR="001D1EB6">
        <w:rPr>
          <w:rFonts w:ascii="Arial" w:hAnsi="Arial" w:cs="Arial"/>
          <w:caps/>
          <w:szCs w:val="28"/>
        </w:rPr>
        <w:t xml:space="preserve">ASSIM, SOLICITO QUE O VEREADOR ROGÉRIO TIMÓTEO </w:t>
      </w:r>
      <w:r w:rsidR="00642CB4" w:rsidRPr="00FC5D80">
        <w:rPr>
          <w:rFonts w:ascii="Arial" w:hAnsi="Arial" w:cs="Arial"/>
          <w:caps/>
          <w:szCs w:val="28"/>
        </w:rPr>
        <w:t>FAÇA A VERIFICAÇÃO DE PRESENÇA.</w:t>
      </w:r>
    </w:p>
    <w:p w14:paraId="7F1648B3" w14:textId="615BCDF4" w:rsidR="00472765" w:rsidRPr="00DB5F7F" w:rsidRDefault="00966323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1º SECRETÁRIO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477F49D0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37486">
        <w:rPr>
          <w:rFonts w:ascii="Arial" w:hAnsi="Arial" w:cs="Arial"/>
          <w:caps/>
          <w:szCs w:val="28"/>
        </w:rPr>
        <w:t xml:space="preserve"> </w:t>
      </w:r>
      <w:r w:rsidR="00E309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>UE, APÓS A EXECUÇÃO DO</w:t>
      </w:r>
      <w:r w:rsidR="00490465">
        <w:rPr>
          <w:rFonts w:ascii="Arial" w:hAnsi="Arial" w:cs="Arial"/>
          <w:szCs w:val="28"/>
        </w:rPr>
        <w:t xml:space="preserve"> </w:t>
      </w:r>
      <w:r w:rsidR="004C0979" w:rsidRPr="00FC5D80">
        <w:rPr>
          <w:rFonts w:ascii="Arial" w:hAnsi="Arial" w:cs="Arial"/>
          <w:szCs w:val="28"/>
        </w:rPr>
        <w:t xml:space="preserve">HINO, </w:t>
      </w:r>
      <w:r w:rsidR="00CA129F">
        <w:rPr>
          <w:rFonts w:ascii="Arial" w:hAnsi="Arial" w:cs="Arial"/>
          <w:szCs w:val="28"/>
        </w:rPr>
        <w:t xml:space="preserve">O VEREADOR </w:t>
      </w:r>
      <w:r w:rsidR="009D005C">
        <w:rPr>
          <w:rFonts w:ascii="Arial" w:hAnsi="Arial" w:cs="Arial"/>
          <w:szCs w:val="28"/>
        </w:rPr>
        <w:t>RONINHA</w:t>
      </w:r>
      <w:r w:rsidR="00EE20CA">
        <w:rPr>
          <w:rFonts w:ascii="Arial" w:hAnsi="Arial" w:cs="Arial"/>
          <w:szCs w:val="28"/>
        </w:rPr>
        <w:t xml:space="preserve"> </w:t>
      </w:r>
      <w:r w:rsidR="00CA129F">
        <w:rPr>
          <w:rFonts w:ascii="Arial" w:hAnsi="Arial" w:cs="Arial"/>
          <w:szCs w:val="28"/>
        </w:rPr>
        <w:t>PROCEDERÁ</w:t>
      </w:r>
      <w:r w:rsidR="0032070C">
        <w:rPr>
          <w:rFonts w:ascii="Arial" w:hAnsi="Arial" w:cs="Arial"/>
          <w:szCs w:val="28"/>
        </w:rPr>
        <w:t xml:space="preserve">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2A0419ED" w14:textId="77777777" w:rsidR="00D1776C" w:rsidRPr="003058CD" w:rsidRDefault="00D1776C" w:rsidP="00D1776C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A637555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54992EB8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>
        <w:rPr>
          <w:rFonts w:ascii="Arial" w:hAnsi="Arial" w:cs="Arial"/>
          <w:szCs w:val="24"/>
          <w:lang w:eastAsia="ko-KR"/>
        </w:rPr>
        <w:t xml:space="preserve"> AO 1º SECRETÁRIO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13A237F7" w14:textId="77777777" w:rsidR="00D1776C" w:rsidRPr="00326D37" w:rsidRDefault="00D1776C" w:rsidP="00D1776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O 1º SECRETÁRIO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bookmarkEnd w:id="0"/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5149C084" w14:textId="77777777" w:rsidR="00D1776C" w:rsidRPr="003058CD" w:rsidRDefault="00D1776C" w:rsidP="00D1776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6B743A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69A9A" w14:textId="77777777" w:rsidR="00D1776C" w:rsidRPr="00B73532" w:rsidRDefault="00D1776C" w:rsidP="00D1776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5375F55D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>
        <w:rPr>
          <w:rFonts w:ascii="Arial" w:hAnsi="Arial" w:cs="Arial"/>
          <w:caps/>
          <w:szCs w:val="24"/>
          <w:lang w:eastAsia="ko-KR"/>
        </w:rPr>
        <w:t>ao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1º SECRETÁRIO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F52CE71" w14:textId="77777777" w:rsidR="00D1776C" w:rsidRPr="00B73532" w:rsidRDefault="00D1776C" w:rsidP="00D1776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1"/>
    </w:p>
    <w:p w14:paraId="56C6C733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22D4DD00" w14:textId="77777777" w:rsidR="00D1776C" w:rsidRPr="00B73532" w:rsidRDefault="00D1776C" w:rsidP="00D1776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2"/>
    </w:p>
    <w:p w14:paraId="5B2F0AF0" w14:textId="77777777" w:rsidR="00D1776C" w:rsidRPr="00092897" w:rsidRDefault="00D1776C" w:rsidP="00D1776C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7)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36C36D08" w14:textId="77777777" w:rsidR="00D1776C" w:rsidRPr="00326D37" w:rsidRDefault="00D1776C" w:rsidP="00D1776C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o 1º SECRETÁRIO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23AAF91" w14:textId="77777777" w:rsidR="00D1776C" w:rsidRPr="00B73532" w:rsidRDefault="00D1776C" w:rsidP="00D1776C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12)</w:t>
      </w:r>
      <w:r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206DF11E" w14:textId="77777777" w:rsidR="00D1776C" w:rsidRPr="00B73532" w:rsidRDefault="00D1776C" w:rsidP="00D1776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4C7E285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AO 1º SECRETÁRIO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7349D1E5" w14:textId="77777777" w:rsidR="00D1776C" w:rsidRPr="00B73532" w:rsidRDefault="00D1776C" w:rsidP="00D1776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72062644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70F6E414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A98CA54" w14:textId="77777777" w:rsidR="00D1776C" w:rsidRPr="00940241" w:rsidRDefault="00D1776C" w:rsidP="00D1776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6296C41E" w14:textId="77777777" w:rsidR="00D1776C" w:rsidRPr="00B73532" w:rsidRDefault="00D1776C" w:rsidP="00D1776C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CEE974D" w14:textId="77777777" w:rsidR="00D1776C" w:rsidRPr="00940241" w:rsidRDefault="00D1776C" w:rsidP="00D1776C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82F4E18" w14:textId="77777777" w:rsidR="00D1776C" w:rsidRDefault="00D1776C" w:rsidP="00D1776C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AO 1º SECRETÁRIO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Pr="00940241">
        <w:rPr>
          <w:rFonts w:ascii="Arial" w:hAnsi="Arial" w:cs="Arial"/>
          <w:szCs w:val="24"/>
          <w:lang w:eastAsia="ko-KR"/>
        </w:rPr>
        <w:t>.</w:t>
      </w:r>
      <w:r>
        <w:rPr>
          <w:rFonts w:ascii="Arial" w:hAnsi="Arial" w:cs="Arial"/>
          <w:b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9.1)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9D3E8DA" w14:textId="77777777" w:rsidR="00D1776C" w:rsidRPr="00B73532" w:rsidRDefault="00D1776C" w:rsidP="00D1776C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3"/>
    </w:p>
    <w:p w14:paraId="6198D008" w14:textId="77777777" w:rsidR="00D1776C" w:rsidRDefault="00D1776C" w:rsidP="00D1776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</w:t>
      </w:r>
      <w:r>
        <w:rPr>
          <w:rFonts w:ascii="Arial" w:hAnsi="Arial" w:cs="Arial"/>
          <w:szCs w:val="24"/>
          <w:lang w:eastAsia="ko-KR"/>
        </w:rPr>
        <w:t>.</w:t>
      </w:r>
    </w:p>
    <w:p w14:paraId="186306AF" w14:textId="77777777" w:rsidR="00D1776C" w:rsidRPr="00FC5D80" w:rsidRDefault="00D1776C">
      <w:pPr>
        <w:rPr>
          <w:rFonts w:ascii="Arial" w:hAnsi="Arial" w:cs="Arial"/>
          <w:caps/>
          <w:szCs w:val="28"/>
        </w:rPr>
      </w:pPr>
    </w:p>
    <w:p w14:paraId="4A9799CA" w14:textId="2FDE7F87" w:rsidR="00FC673E" w:rsidRPr="00FC5D80" w:rsidRDefault="00FC673E" w:rsidP="00C6018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EC7C557" w14:textId="0EA4B288" w:rsidR="00F938A5" w:rsidRDefault="00F938A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938A5">
        <w:rPr>
          <w:rFonts w:ascii="Arial" w:hAnsi="Arial" w:cs="Arial"/>
          <w:szCs w:val="28"/>
        </w:rPr>
        <w:t>RETOMANDO A SESSÃO, PEÇO AO 1º SECRETÁRIO QUE PROCEDA À VERIFICAÇÃO DE PRESENÇA.</w:t>
      </w:r>
    </w:p>
    <w:p w14:paraId="5F61D090" w14:textId="77777777" w:rsidR="00F938A5" w:rsidRDefault="00F938A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6889DD46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8C14D1">
        <w:rPr>
          <w:rFonts w:ascii="Arial" w:hAnsi="Arial" w:cs="Arial"/>
          <w:szCs w:val="28"/>
        </w:rPr>
        <w:t xml:space="preserve">AO 1º SECRETÁRIO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57A911C9" w:rsidR="00F64DD4" w:rsidRPr="00DB5F7F" w:rsidRDefault="00966323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O 1º SECRETÁRIO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2096E3B6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966323">
        <w:rPr>
          <w:rFonts w:ascii="Arial" w:hAnsi="Arial" w:cs="Arial"/>
          <w:szCs w:val="28"/>
          <w:highlight w:val="yellow"/>
          <w:lang w:eastAsia="ko-KR"/>
        </w:rPr>
        <w:t xml:space="preserve">o 1º SECRETÁRIO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4043F92D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966323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o 1º SECRETÁRIO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B663991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A101E">
        <w:rPr>
          <w:rFonts w:ascii="Arial" w:hAnsi="Arial" w:cs="Arial"/>
          <w:color w:val="FF0000"/>
          <w:szCs w:val="28"/>
          <w:lang w:eastAsia="ko-KR"/>
        </w:rPr>
        <w:t>14.6)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6E30229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4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61A8EC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5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  <w:bookmarkEnd w:id="5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6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7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7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084DC32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A101E">
        <w:rPr>
          <w:rFonts w:ascii="Arial" w:hAnsi="Arial" w:cs="Arial"/>
          <w:color w:val="FF0000"/>
          <w:szCs w:val="28"/>
          <w:lang w:eastAsia="ko-KR"/>
        </w:rPr>
        <w:t>15.6)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55F5FD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42DA06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8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9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7207D2F" w14:textId="58973FDF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AOS </w:t>
      </w:r>
      <w:r>
        <w:rPr>
          <w:rFonts w:ascii="Arial" w:hAnsi="Arial" w:cs="Arial"/>
          <w:caps/>
          <w:szCs w:val="24"/>
        </w:rPr>
        <w:t>PEDIDOS DE INFORMAÇÕES.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21CFA4D9" w14:textId="77777777" w:rsidR="004C706E" w:rsidRDefault="004C706E" w:rsidP="004C706E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35F3DD3E" w14:textId="77777777" w:rsidR="004C706E" w:rsidRDefault="004C706E" w:rsidP="004C706E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77B6724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0430C532" w14:textId="77777777" w:rsidR="004C706E" w:rsidRDefault="004C706E" w:rsidP="004C706E"/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60ED8E35" w:rsidR="00655D82" w:rsidRPr="00FC5D80" w:rsidRDefault="00966323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>SOLICITO ao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 </w:t>
      </w:r>
      <w:r>
        <w:rPr>
          <w:rFonts w:ascii="Arial" w:hAnsi="Arial" w:cs="Arial"/>
          <w:caps/>
          <w:szCs w:val="28"/>
          <w:lang w:eastAsia="ko-KR"/>
        </w:rPr>
        <w:t xml:space="preserve">1º SECRETÁRIO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3A2F53C4" w:rsidR="00655D82" w:rsidRPr="00FC5D80" w:rsidRDefault="00966323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O 1º SECRETÁRIO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88D4B32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966323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o 1º SECRETÁRIO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3F99F4D" w:rsidR="000A74E8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4A613A5E" w14:textId="77777777" w:rsidR="000A74E8" w:rsidRDefault="000A74E8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29F3AB9E" w14:textId="77777777" w:rsidR="005F12DC" w:rsidRPr="00993CF0" w:rsidRDefault="005F12DC" w:rsidP="005F12DC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O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>
        <w:rPr>
          <w:rFonts w:ascii="Arial" w:hAnsi="Arial" w:cs="Arial"/>
          <w:color w:val="FF0000"/>
          <w:szCs w:val="24"/>
        </w:rPr>
        <w:t>anuncia o início da eleição</w:t>
      </w:r>
      <w:r w:rsidRPr="00993CF0">
        <w:rPr>
          <w:rFonts w:ascii="Arial" w:hAnsi="Arial" w:cs="Arial"/>
          <w:color w:val="FF0000"/>
          <w:szCs w:val="24"/>
        </w:rPr>
        <w:t>:</w:t>
      </w:r>
    </w:p>
    <w:p w14:paraId="040B990E" w14:textId="77777777" w:rsidR="005F12DC" w:rsidRPr="006C0013" w:rsidRDefault="005F12DC" w:rsidP="005F12DC">
      <w:pPr>
        <w:spacing w:line="312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>NESTE INSTANTE, NA FORMA REGIMENTAL, DAREMOS INÍCIO À ELEIÇÃO DO CARGO DE 1º SECRETÁRIO DA MESA DIRETORA.</w:t>
      </w:r>
    </w:p>
    <w:p w14:paraId="4BFB5A98" w14:textId="77777777" w:rsidR="005F12DC" w:rsidRPr="006C0013" w:rsidRDefault="005F12DC" w:rsidP="005F12DC">
      <w:pPr>
        <w:spacing w:before="240" w:line="312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>INFORMO QUE A ESCOLHA DO CARGO SERÁ FEITA NA FORMA DE VOTO NOMINAL, MANTIDO O REVEZAMENTO DE VOTAÇÃO ESTABELECIDO PARA AS SESSÕES DESTA CASA.</w:t>
      </w:r>
    </w:p>
    <w:p w14:paraId="04CF4F04" w14:textId="77777777" w:rsidR="005F12DC" w:rsidRPr="00993CF0" w:rsidRDefault="005F12DC" w:rsidP="005F12DC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O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>
        <w:rPr>
          <w:rFonts w:ascii="Arial" w:hAnsi="Arial" w:cs="Arial"/>
          <w:color w:val="FF0000"/>
          <w:szCs w:val="24"/>
        </w:rPr>
        <w:t xml:space="preserve">anuncia a votação para a </w:t>
      </w:r>
      <w:r w:rsidRPr="005165E9">
        <w:rPr>
          <w:rFonts w:ascii="Arial" w:hAnsi="Arial" w:cs="Arial"/>
          <w:b/>
          <w:color w:val="FF0000"/>
          <w:szCs w:val="24"/>
          <w:highlight w:val="yellow"/>
          <w:u w:val="single"/>
        </w:rPr>
        <w:t xml:space="preserve">escolha do </w:t>
      </w:r>
      <w:r>
        <w:rPr>
          <w:rFonts w:ascii="Arial" w:hAnsi="Arial" w:cs="Arial"/>
          <w:b/>
          <w:color w:val="FF0000"/>
          <w:szCs w:val="24"/>
          <w:highlight w:val="yellow"/>
          <w:u w:val="single"/>
        </w:rPr>
        <w:t>1º SECRETÁRIO</w:t>
      </w:r>
      <w:r w:rsidRPr="00993CF0">
        <w:rPr>
          <w:rFonts w:ascii="Arial" w:hAnsi="Arial" w:cs="Arial"/>
          <w:color w:val="FF0000"/>
          <w:szCs w:val="24"/>
        </w:rPr>
        <w:t>:</w:t>
      </w:r>
    </w:p>
    <w:p w14:paraId="2016FF1B" w14:textId="77777777" w:rsidR="005F12DC" w:rsidRPr="006C0013" w:rsidRDefault="005F12DC" w:rsidP="005F12DC">
      <w:pPr>
        <w:spacing w:line="312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>PASSAREMOS, ENTÃO, À ESCOLHA DO 1º SECRETÁRIO DESTA CASA. INSCREVERAM-SE PARA CONCORRER AO CARGO OS VEREADORES:</w:t>
      </w:r>
    </w:p>
    <w:p w14:paraId="2D45808F" w14:textId="4B43C892" w:rsidR="005F12DC" w:rsidRPr="006C0013" w:rsidRDefault="005F12DC" w:rsidP="005F12DC">
      <w:pPr>
        <w:tabs>
          <w:tab w:val="left" w:leader="dot" w:pos="284"/>
          <w:tab w:val="left" w:leader="dot" w:pos="567"/>
          <w:tab w:val="right" w:leader="dot" w:pos="4395"/>
        </w:tabs>
        <w:spacing w:before="120"/>
        <w:jc w:val="both"/>
        <w:rPr>
          <w:rFonts w:ascii="Arial" w:hAnsi="Arial" w:cs="Arial"/>
          <w:b/>
        </w:rPr>
      </w:pPr>
      <w:r w:rsidRPr="006C0013">
        <w:rPr>
          <w:rFonts w:ascii="Arial" w:hAnsi="Arial" w:cs="Arial"/>
          <w:b/>
        </w:rPr>
        <w:tab/>
      </w:r>
      <w:r w:rsidRPr="006C001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EDGARD SASAKI</w:t>
      </w:r>
    </w:p>
    <w:p w14:paraId="5E61A7F1" w14:textId="54D5C104" w:rsidR="005F12DC" w:rsidRPr="006C0013" w:rsidRDefault="005F12DC" w:rsidP="005F12DC">
      <w:pPr>
        <w:tabs>
          <w:tab w:val="left" w:leader="dot" w:pos="284"/>
          <w:tab w:val="left" w:leader="dot" w:pos="567"/>
          <w:tab w:val="right" w:leader="dot" w:pos="4395"/>
        </w:tabs>
        <w:spacing w:before="120"/>
        <w:jc w:val="both"/>
        <w:rPr>
          <w:rFonts w:ascii="Arial" w:hAnsi="Arial" w:cs="Arial"/>
          <w:b/>
        </w:rPr>
      </w:pPr>
      <w:r w:rsidRPr="006C0013">
        <w:rPr>
          <w:rFonts w:ascii="Arial" w:hAnsi="Arial" w:cs="Arial"/>
          <w:b/>
        </w:rPr>
        <w:tab/>
      </w:r>
      <w:r w:rsidRPr="006C001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ROGÉRIO TIMÓTEO</w:t>
      </w:r>
    </w:p>
    <w:p w14:paraId="6374B904" w14:textId="77777777" w:rsidR="005F12DC" w:rsidRPr="006C0013" w:rsidRDefault="005F12DC" w:rsidP="005F12DC">
      <w:pPr>
        <w:tabs>
          <w:tab w:val="left" w:leader="dot" w:pos="284"/>
          <w:tab w:val="left" w:leader="dot" w:pos="567"/>
          <w:tab w:val="right" w:leader="dot" w:pos="4395"/>
        </w:tabs>
        <w:spacing w:before="120"/>
        <w:jc w:val="both"/>
        <w:rPr>
          <w:rFonts w:ascii="Arial" w:hAnsi="Arial" w:cs="Arial"/>
          <w:b/>
        </w:rPr>
      </w:pPr>
      <w:r w:rsidRPr="006C0013">
        <w:rPr>
          <w:rFonts w:ascii="Arial" w:hAnsi="Arial" w:cs="Arial"/>
          <w:b/>
        </w:rPr>
        <w:tab/>
      </w:r>
      <w:r w:rsidRPr="006C0013">
        <w:rPr>
          <w:rFonts w:ascii="Arial" w:hAnsi="Arial" w:cs="Arial"/>
          <w:b/>
        </w:rPr>
        <w:tab/>
      </w:r>
      <w:r w:rsidRPr="006C0013">
        <w:rPr>
          <w:rFonts w:ascii="Arial" w:hAnsi="Arial" w:cs="Arial"/>
          <w:b/>
        </w:rPr>
        <w:tab/>
      </w:r>
    </w:p>
    <w:p w14:paraId="0FEAC0F2" w14:textId="77777777" w:rsidR="005F12DC" w:rsidRPr="00350ACA" w:rsidRDefault="005F12DC" w:rsidP="005F12DC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O </w:t>
      </w:r>
      <w:r w:rsidRPr="00F52A59">
        <w:rPr>
          <w:rFonts w:ascii="Arial" w:hAnsi="Arial" w:cs="Arial"/>
          <w:b/>
          <w:color w:val="FF0000"/>
          <w:szCs w:val="24"/>
          <w:u w:val="single"/>
        </w:rPr>
        <w:t>PRESIDENTE</w:t>
      </w:r>
      <w:r>
        <w:rPr>
          <w:rFonts w:ascii="Arial" w:hAnsi="Arial" w:cs="Arial"/>
          <w:color w:val="FF0000"/>
          <w:szCs w:val="24"/>
        </w:rPr>
        <w:t xml:space="preserve"> solicita que se proceda à tomada dos votos:</w:t>
      </w:r>
    </w:p>
    <w:p w14:paraId="3BF8CC5F" w14:textId="77777777" w:rsidR="005F12DC" w:rsidRPr="006C0013" w:rsidRDefault="005F12DC" w:rsidP="005F12DC">
      <w:pPr>
        <w:spacing w:line="312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>SOLICITO A CHAMADA NOMINAL DE VOTAÇÃO PARA O CARGO DE 1º SECRETÁRIO.</w:t>
      </w:r>
    </w:p>
    <w:p w14:paraId="52C524CA" w14:textId="58EA3047" w:rsidR="005F12DC" w:rsidRPr="00350ACA" w:rsidRDefault="005F12DC" w:rsidP="005F12DC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350ACA">
        <w:rPr>
          <w:rFonts w:ascii="Arial" w:hAnsi="Arial" w:cs="Arial"/>
          <w:color w:val="FF0000"/>
          <w:szCs w:val="24"/>
        </w:rPr>
        <w:t xml:space="preserve">O </w:t>
      </w:r>
      <w:r>
        <w:rPr>
          <w:rFonts w:ascii="Arial" w:hAnsi="Arial" w:cs="Arial"/>
          <w:b/>
          <w:color w:val="FFFFFF" w:themeColor="background1"/>
          <w:szCs w:val="24"/>
          <w:highlight w:val="black"/>
          <w:u w:val="single"/>
        </w:rPr>
        <w:t xml:space="preserve">VEREADOR </w:t>
      </w:r>
      <w:r>
        <w:rPr>
          <w:rFonts w:ascii="Arial" w:hAnsi="Arial" w:cs="Arial"/>
          <w:b/>
          <w:color w:val="FFFFFF" w:themeColor="background1"/>
          <w:szCs w:val="24"/>
          <w:highlight w:val="black"/>
          <w:u w:val="single"/>
        </w:rPr>
        <w:t>PAULINHO DO ESPORTE</w:t>
      </w:r>
      <w:r w:rsidRPr="0040084B">
        <w:rPr>
          <w:rFonts w:ascii="Arial" w:hAnsi="Arial" w:cs="Arial"/>
          <w:b/>
          <w:color w:val="FFFFFF" w:themeColor="background1"/>
          <w:szCs w:val="24"/>
          <w:u w:val="single"/>
        </w:rPr>
        <w:t xml:space="preserve"> </w:t>
      </w:r>
      <w:r>
        <w:rPr>
          <w:rFonts w:ascii="Arial" w:hAnsi="Arial" w:cs="Arial"/>
          <w:color w:val="FF0000"/>
          <w:szCs w:val="24"/>
        </w:rPr>
        <w:t>procede à chamada</w:t>
      </w:r>
      <w:r w:rsidRPr="00350ACA">
        <w:rPr>
          <w:rFonts w:ascii="Arial" w:hAnsi="Arial" w:cs="Arial"/>
          <w:color w:val="FF0000"/>
          <w:szCs w:val="24"/>
        </w:rPr>
        <w:t>.</w:t>
      </w:r>
    </w:p>
    <w:p w14:paraId="70212FC6" w14:textId="77777777" w:rsidR="005F12DC" w:rsidRPr="006C0013" w:rsidRDefault="005F12DC" w:rsidP="005F12DC">
      <w:pPr>
        <w:spacing w:line="360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 xml:space="preserve">SOLICITO QUE DECLARE O SEU VOTO, </w:t>
      </w:r>
      <w:proofErr w:type="gramStart"/>
      <w:r w:rsidRPr="006C0013">
        <w:rPr>
          <w:rFonts w:ascii="Arial" w:hAnsi="Arial" w:cs="Arial"/>
          <w:szCs w:val="24"/>
        </w:rPr>
        <w:t>O(</w:t>
      </w:r>
      <w:proofErr w:type="gramEnd"/>
      <w:r w:rsidRPr="006C0013">
        <w:rPr>
          <w:rFonts w:ascii="Arial" w:hAnsi="Arial" w:cs="Arial"/>
          <w:szCs w:val="24"/>
        </w:rPr>
        <w:t>A) VEREADOR(A)...</w:t>
      </w:r>
    </w:p>
    <w:p w14:paraId="4432A954" w14:textId="77777777" w:rsidR="005F12DC" w:rsidRPr="00993CF0" w:rsidRDefault="005F12DC" w:rsidP="005F12DC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Terminada a votação, o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anuncia </w:t>
      </w:r>
      <w:r>
        <w:rPr>
          <w:rFonts w:ascii="Arial" w:hAnsi="Arial" w:cs="Arial"/>
          <w:color w:val="FF0000"/>
          <w:szCs w:val="24"/>
        </w:rPr>
        <w:t>o resultado</w:t>
      </w:r>
      <w:r w:rsidRPr="00993CF0">
        <w:rPr>
          <w:rFonts w:ascii="Arial" w:hAnsi="Arial" w:cs="Arial"/>
          <w:color w:val="FF0000"/>
          <w:szCs w:val="24"/>
        </w:rPr>
        <w:t>:</w:t>
      </w:r>
    </w:p>
    <w:p w14:paraId="6696D2A8" w14:textId="77777777" w:rsidR="005F12DC" w:rsidRPr="006C0013" w:rsidRDefault="005F12DC" w:rsidP="005F12DC">
      <w:pPr>
        <w:spacing w:line="360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 xml:space="preserve">DECLARO ELEITO 1º SECRETÁRIO DA CÂMARA MUNICIPAL DE JACAREÍ, </w:t>
      </w:r>
      <w:proofErr w:type="gramStart"/>
      <w:r w:rsidRPr="006C0013">
        <w:rPr>
          <w:rFonts w:ascii="Arial" w:hAnsi="Arial" w:cs="Arial"/>
          <w:szCs w:val="24"/>
        </w:rPr>
        <w:t>O(</w:t>
      </w:r>
      <w:proofErr w:type="gramEnd"/>
      <w:r w:rsidRPr="006C0013">
        <w:rPr>
          <w:rFonts w:ascii="Arial" w:hAnsi="Arial" w:cs="Arial"/>
          <w:szCs w:val="24"/>
        </w:rPr>
        <w:t>A) VEREADOR(A) _______________</w:t>
      </w:r>
    </w:p>
    <w:p w14:paraId="431C5A63" w14:textId="77777777" w:rsidR="005F12DC" w:rsidRPr="00993CF0" w:rsidRDefault="005F12DC" w:rsidP="005F12DC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Encerrado o processo, o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>
        <w:rPr>
          <w:rFonts w:ascii="Arial" w:hAnsi="Arial" w:cs="Arial"/>
          <w:color w:val="FF0000"/>
          <w:szCs w:val="24"/>
        </w:rPr>
        <w:t>conclui</w:t>
      </w:r>
      <w:r w:rsidRPr="00993CF0">
        <w:rPr>
          <w:rFonts w:ascii="Arial" w:hAnsi="Arial" w:cs="Arial"/>
          <w:color w:val="FF0000"/>
          <w:szCs w:val="24"/>
        </w:rPr>
        <w:t>:</w:t>
      </w:r>
    </w:p>
    <w:p w14:paraId="31C45C43" w14:textId="77777777" w:rsidR="005F12DC" w:rsidRDefault="005F12DC" w:rsidP="005F12DC">
      <w:pPr>
        <w:spacing w:line="360" w:lineRule="auto"/>
        <w:ind w:left="425"/>
        <w:jc w:val="both"/>
        <w:rPr>
          <w:rFonts w:ascii="Arial" w:hAnsi="Arial" w:cs="Arial"/>
          <w:szCs w:val="24"/>
        </w:rPr>
      </w:pPr>
      <w:r w:rsidRPr="006C0013">
        <w:rPr>
          <w:rFonts w:ascii="Arial" w:hAnsi="Arial" w:cs="Arial"/>
          <w:szCs w:val="24"/>
        </w:rPr>
        <w:t xml:space="preserve">PORTANTO, ENCERRADO O PROCESSO DE ELEIÇÃO, PARABENIZAMOS </w:t>
      </w:r>
      <w:proofErr w:type="gramStart"/>
      <w:r w:rsidRPr="006C0013">
        <w:rPr>
          <w:rFonts w:ascii="Arial" w:hAnsi="Arial" w:cs="Arial"/>
          <w:szCs w:val="24"/>
        </w:rPr>
        <w:t>O(</w:t>
      </w:r>
      <w:proofErr w:type="gramEnd"/>
      <w:r w:rsidRPr="006C0013">
        <w:rPr>
          <w:rFonts w:ascii="Arial" w:hAnsi="Arial" w:cs="Arial"/>
          <w:szCs w:val="24"/>
        </w:rPr>
        <w:t xml:space="preserve">A) </w:t>
      </w:r>
      <w:r>
        <w:rPr>
          <w:rFonts w:ascii="Arial" w:hAnsi="Arial" w:cs="Arial"/>
          <w:szCs w:val="24"/>
        </w:rPr>
        <w:t xml:space="preserve">VEREADOR(A) </w:t>
      </w:r>
      <w:r w:rsidRPr="006C0013">
        <w:rPr>
          <w:rFonts w:ascii="Arial" w:hAnsi="Arial" w:cs="Arial"/>
          <w:szCs w:val="24"/>
        </w:rPr>
        <w:t xml:space="preserve">ELEITO(A). </w:t>
      </w:r>
    </w:p>
    <w:p w14:paraId="0BD0EC4E" w14:textId="4C1F4EDB" w:rsidR="005F12DC" w:rsidRDefault="005F12DC" w:rsidP="005F12DC">
      <w:pPr>
        <w:spacing w:line="360" w:lineRule="auto"/>
        <w:ind w:left="425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PARA QUE OS LUGARES SEJAM READEQUADOS NO PLENÁRIO.</w:t>
      </w:r>
    </w:p>
    <w:p w14:paraId="0391D1B6" w14:textId="77777777" w:rsidR="005F12DC" w:rsidRDefault="005F12DC" w:rsidP="005F12D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4D2C3995" w14:textId="77777777" w:rsidR="007206EE" w:rsidRPr="00E1006F" w:rsidRDefault="007206EE" w:rsidP="007206EE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34A9ECDC" w14:textId="77777777" w:rsidR="007206EE" w:rsidRDefault="007206EE" w:rsidP="007206E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AO 1º SECRETÁRIO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6469BE4B" w14:textId="77777777" w:rsidR="007206EE" w:rsidRDefault="007206EE" w:rsidP="007206EE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78E8D360" w14:textId="77777777" w:rsidR="007206EE" w:rsidRPr="007206EE" w:rsidRDefault="007206EE" w:rsidP="007206EE">
      <w:pPr>
        <w:ind w:left="847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DANDO SEQUÊNCIA À SESSÃO, INFORMO AS LIDERANÇAS PARTIDÁRIAS COMUNICADAS Á MESA DIRETORA: </w:t>
      </w:r>
    </w:p>
    <w:p w14:paraId="170203B6" w14:textId="77777777" w:rsidR="007206EE" w:rsidRPr="007206EE" w:rsidRDefault="007206EE" w:rsidP="007206EE">
      <w:pPr>
        <w:spacing w:after="77"/>
        <w:ind w:left="852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43551E15" w14:textId="283358BE" w:rsidR="007206EE" w:rsidRPr="007206EE" w:rsidRDefault="007206EE" w:rsidP="007206EE">
      <w:pPr>
        <w:numPr>
          <w:ilvl w:val="3"/>
          <w:numId w:val="28"/>
        </w:numPr>
        <w:spacing w:after="57" w:line="259" w:lineRule="auto"/>
        <w:ind w:hanging="281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A LIDERANÇA DO </w:t>
      </w:r>
      <w:r>
        <w:rPr>
          <w:rFonts w:ascii="Arial" w:hAnsi="Arial" w:cs="Arial"/>
        </w:rPr>
        <w:t xml:space="preserve">PARTIDO SOCIAL DEMOCRÁTICO – PSD </w:t>
      </w:r>
      <w:r w:rsidRPr="007206EE">
        <w:rPr>
          <w:rFonts w:ascii="Arial" w:hAnsi="Arial" w:cs="Arial"/>
        </w:rPr>
        <w:t xml:space="preserve">NESTA CASA SERÁ EXERCIDA PELO VEREADOR </w:t>
      </w:r>
      <w:r>
        <w:rPr>
          <w:rFonts w:ascii="Arial" w:hAnsi="Arial" w:cs="Arial"/>
        </w:rPr>
        <w:t>DR. RODRIGO SALOMON</w:t>
      </w:r>
      <w:r w:rsidRPr="007206EE">
        <w:rPr>
          <w:rFonts w:ascii="Arial" w:hAnsi="Arial" w:cs="Arial"/>
        </w:rPr>
        <w:t xml:space="preserve"> E A VICE-LIDERANÇA PEL</w:t>
      </w:r>
      <w:r>
        <w:rPr>
          <w:rFonts w:ascii="Arial" w:hAnsi="Arial" w:cs="Arial"/>
        </w:rPr>
        <w:t>A</w:t>
      </w:r>
      <w:r w:rsidRPr="007206EE">
        <w:rPr>
          <w:rFonts w:ascii="Arial" w:hAnsi="Arial" w:cs="Arial"/>
        </w:rPr>
        <w:t xml:space="preserve"> VEREADOR</w:t>
      </w:r>
      <w:r>
        <w:rPr>
          <w:rFonts w:ascii="Arial" w:hAnsi="Arial" w:cs="Arial"/>
        </w:rPr>
        <w:t>A</w:t>
      </w:r>
      <w:r w:rsidRPr="007206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SÔNIA PATAS DA AMIZADE</w:t>
      </w:r>
      <w:r w:rsidRPr="007206EE">
        <w:rPr>
          <w:rFonts w:ascii="Arial" w:hAnsi="Arial" w:cs="Arial"/>
        </w:rPr>
        <w:t xml:space="preserve">. </w:t>
      </w:r>
    </w:p>
    <w:p w14:paraId="336FD19D" w14:textId="77777777" w:rsidR="007206EE" w:rsidRDefault="007206EE" w:rsidP="007206EE">
      <w:pPr>
        <w:spacing w:after="77"/>
        <w:ind w:left="852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5C5C0339" w14:textId="22CBB863" w:rsidR="007206EE" w:rsidRPr="007206EE" w:rsidRDefault="007206EE" w:rsidP="00D1776C">
      <w:pPr>
        <w:numPr>
          <w:ilvl w:val="3"/>
          <w:numId w:val="28"/>
        </w:numPr>
        <w:spacing w:after="57" w:line="259" w:lineRule="auto"/>
        <w:ind w:hanging="281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>A LIDERANÇA DO PARTIDO DA SOCIAL DEMOCRACIA BRASILEIRA (PSDB)</w:t>
      </w:r>
      <w:r>
        <w:rPr>
          <w:rFonts w:ascii="Arial" w:hAnsi="Arial" w:cs="Arial"/>
        </w:rPr>
        <w:t>,</w:t>
      </w:r>
      <w:r w:rsidRPr="007206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FEDERAÇÃO COM O PARTIDO CIDADANIA, NESTA CA</w:t>
      </w:r>
      <w:r w:rsidRPr="007206EE">
        <w:rPr>
          <w:rFonts w:ascii="Arial" w:hAnsi="Arial" w:cs="Arial"/>
        </w:rPr>
        <w:t>SA SERÁ EXERCIDA PEL</w:t>
      </w:r>
      <w:r>
        <w:rPr>
          <w:rFonts w:ascii="Arial" w:hAnsi="Arial" w:cs="Arial"/>
        </w:rPr>
        <w:t>A</w:t>
      </w:r>
      <w:r w:rsidRPr="007206EE">
        <w:rPr>
          <w:rFonts w:ascii="Arial" w:hAnsi="Arial" w:cs="Arial"/>
        </w:rPr>
        <w:t xml:space="preserve"> VEREADOR</w:t>
      </w:r>
      <w:r>
        <w:rPr>
          <w:rFonts w:ascii="Arial" w:hAnsi="Arial" w:cs="Arial"/>
        </w:rPr>
        <w:t>A</w:t>
      </w:r>
      <w:r w:rsidRPr="007206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MARIA AMÉLIA</w:t>
      </w:r>
      <w:r w:rsidR="000429DB">
        <w:rPr>
          <w:rFonts w:ascii="Arial" w:hAnsi="Arial" w:cs="Arial"/>
        </w:rPr>
        <w:t xml:space="preserve"> </w:t>
      </w:r>
      <w:r w:rsidR="000429DB" w:rsidRPr="007206EE">
        <w:rPr>
          <w:rFonts w:ascii="Arial" w:hAnsi="Arial" w:cs="Arial"/>
        </w:rPr>
        <w:t>E A VICE-LIDERANÇA PEL</w:t>
      </w:r>
      <w:r w:rsidR="000429DB">
        <w:rPr>
          <w:rFonts w:ascii="Arial" w:hAnsi="Arial" w:cs="Arial"/>
        </w:rPr>
        <w:t>O</w:t>
      </w:r>
      <w:r w:rsidR="000429DB" w:rsidRPr="007206EE">
        <w:rPr>
          <w:rFonts w:ascii="Arial" w:hAnsi="Arial" w:cs="Arial"/>
        </w:rPr>
        <w:t xml:space="preserve"> VEREADOR</w:t>
      </w:r>
      <w:r w:rsidR="000429DB">
        <w:rPr>
          <w:rFonts w:ascii="Arial" w:hAnsi="Arial" w:cs="Arial"/>
        </w:rPr>
        <w:t xml:space="preserve"> </w:t>
      </w:r>
      <w:r w:rsidR="000429DB">
        <w:rPr>
          <w:rFonts w:ascii="Arial" w:hAnsi="Arial" w:cs="Arial"/>
        </w:rPr>
        <w:t>EDGARD SASAKI</w:t>
      </w:r>
      <w:r>
        <w:rPr>
          <w:rFonts w:ascii="Arial" w:hAnsi="Arial" w:cs="Arial"/>
        </w:rPr>
        <w:t>.</w:t>
      </w:r>
    </w:p>
    <w:p w14:paraId="0603D701" w14:textId="77777777" w:rsidR="007206EE" w:rsidRPr="007206EE" w:rsidRDefault="007206EE" w:rsidP="00D1776C">
      <w:pPr>
        <w:spacing w:after="77"/>
        <w:ind w:left="852"/>
        <w:jc w:val="both"/>
        <w:rPr>
          <w:rFonts w:ascii="Arial" w:hAnsi="Arial" w:cs="Arial"/>
        </w:rPr>
      </w:pPr>
    </w:p>
    <w:p w14:paraId="63C94089" w14:textId="76066307" w:rsidR="007206EE" w:rsidRPr="007206EE" w:rsidRDefault="007206EE" w:rsidP="00D1776C">
      <w:pPr>
        <w:numPr>
          <w:ilvl w:val="3"/>
          <w:numId w:val="28"/>
        </w:numPr>
        <w:spacing w:after="57" w:line="259" w:lineRule="auto"/>
        <w:ind w:hanging="281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A LIDERANÇA DO PARTIDO </w:t>
      </w:r>
      <w:r>
        <w:rPr>
          <w:rFonts w:ascii="Arial" w:hAnsi="Arial" w:cs="Arial"/>
        </w:rPr>
        <w:t>PODEMOS</w:t>
      </w:r>
      <w:r w:rsidRPr="007206EE">
        <w:rPr>
          <w:rFonts w:ascii="Arial" w:hAnsi="Arial" w:cs="Arial"/>
        </w:rPr>
        <w:t xml:space="preserve"> NESTA CASA SERÁ EXERCIDA PELO VEREADOR PAULINHO DO</w:t>
      </w:r>
      <w:r>
        <w:rPr>
          <w:rFonts w:ascii="Arial" w:hAnsi="Arial" w:cs="Arial"/>
        </w:rPr>
        <w:t xml:space="preserve"> ESPORTE </w:t>
      </w:r>
      <w:r w:rsidRPr="007206EE">
        <w:rPr>
          <w:rFonts w:ascii="Arial" w:hAnsi="Arial" w:cs="Arial"/>
        </w:rPr>
        <w:t>E A VICE-LIDERANÇA PEL</w:t>
      </w:r>
      <w:r>
        <w:rPr>
          <w:rFonts w:ascii="Arial" w:hAnsi="Arial" w:cs="Arial"/>
        </w:rPr>
        <w:t>O</w:t>
      </w:r>
      <w:r w:rsidRPr="007206EE">
        <w:rPr>
          <w:rFonts w:ascii="Arial" w:hAnsi="Arial" w:cs="Arial"/>
        </w:rPr>
        <w:t xml:space="preserve"> VEREADOR</w:t>
      </w:r>
      <w:r>
        <w:rPr>
          <w:rFonts w:ascii="Arial" w:hAnsi="Arial" w:cs="Arial"/>
        </w:rPr>
        <w:t xml:space="preserve"> PAULINHO DOS CONDUTORES</w:t>
      </w:r>
      <w:r w:rsidRPr="007206EE">
        <w:rPr>
          <w:rFonts w:ascii="Arial" w:hAnsi="Arial" w:cs="Arial"/>
        </w:rPr>
        <w:t xml:space="preserve">. </w:t>
      </w:r>
    </w:p>
    <w:p w14:paraId="3ABDB311" w14:textId="77777777" w:rsidR="007206EE" w:rsidRPr="007206EE" w:rsidRDefault="007206EE" w:rsidP="00D1776C">
      <w:pPr>
        <w:spacing w:after="79"/>
        <w:ind w:left="852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1A8B7137" w14:textId="7655A894" w:rsidR="007206EE" w:rsidRPr="007206EE" w:rsidRDefault="007206EE" w:rsidP="00D1776C">
      <w:pPr>
        <w:numPr>
          <w:ilvl w:val="3"/>
          <w:numId w:val="28"/>
        </w:numPr>
        <w:spacing w:after="57" w:line="259" w:lineRule="auto"/>
        <w:ind w:hanging="281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>A LIDERANÇA DO REPUBLICANOS NESTA CASA SERÁ EXERCIDA PELO VEREADOR HERNANI BARRETO</w:t>
      </w:r>
      <w:r w:rsidRPr="007206EE">
        <w:rPr>
          <w:rFonts w:ascii="Arial" w:hAnsi="Arial" w:cs="Arial"/>
        </w:rPr>
        <w:t xml:space="preserve"> </w:t>
      </w:r>
      <w:r w:rsidRPr="007206EE">
        <w:rPr>
          <w:rFonts w:ascii="Arial" w:hAnsi="Arial" w:cs="Arial"/>
        </w:rPr>
        <w:t>E A VICE-LIDERANÇA PELO VEREADOR</w:t>
      </w:r>
      <w:r>
        <w:rPr>
          <w:rFonts w:ascii="Arial" w:hAnsi="Arial" w:cs="Arial"/>
        </w:rPr>
        <w:t xml:space="preserve"> </w:t>
      </w:r>
      <w:r w:rsidRPr="007206EE">
        <w:rPr>
          <w:rFonts w:ascii="Arial" w:hAnsi="Arial" w:cs="Arial"/>
        </w:rPr>
        <w:t xml:space="preserve">ROGÉRIO TIMÓTEO. </w:t>
      </w:r>
    </w:p>
    <w:p w14:paraId="7282FCE1" w14:textId="77777777" w:rsidR="007206EE" w:rsidRPr="007206EE" w:rsidRDefault="007206EE" w:rsidP="00D1776C">
      <w:pPr>
        <w:spacing w:after="80"/>
        <w:ind w:left="852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5AB6E77F" w14:textId="2C095654" w:rsidR="007206EE" w:rsidRPr="007206EE" w:rsidRDefault="007206EE" w:rsidP="00D1776C">
      <w:pPr>
        <w:numPr>
          <w:ilvl w:val="3"/>
          <w:numId w:val="28"/>
        </w:numPr>
        <w:spacing w:after="57" w:line="259" w:lineRule="auto"/>
        <w:ind w:hanging="281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A LIDERANÇA DO GOVERNO NESTA CASA </w:t>
      </w:r>
      <w:r>
        <w:rPr>
          <w:rFonts w:ascii="Arial" w:hAnsi="Arial" w:cs="Arial"/>
        </w:rPr>
        <w:t xml:space="preserve">CONTNUA A </w:t>
      </w:r>
      <w:r w:rsidRPr="007206EE">
        <w:rPr>
          <w:rFonts w:ascii="Arial" w:hAnsi="Arial" w:cs="Arial"/>
        </w:rPr>
        <w:t xml:space="preserve">SER EXERCIDA PELO VEREADOR </w:t>
      </w:r>
      <w:r>
        <w:rPr>
          <w:rFonts w:ascii="Arial" w:hAnsi="Arial" w:cs="Arial"/>
        </w:rPr>
        <w:t>PAULINHO DOS CONDUTOES</w:t>
      </w:r>
      <w:r w:rsidRPr="007206EE">
        <w:rPr>
          <w:rFonts w:ascii="Arial" w:hAnsi="Arial" w:cs="Arial"/>
        </w:rPr>
        <w:t xml:space="preserve"> E A VICE-LIDERANÇA PELA VEREADORA MARIA AMÉLIA. </w:t>
      </w:r>
    </w:p>
    <w:p w14:paraId="35DBDE5C" w14:textId="77777777" w:rsidR="007206EE" w:rsidRPr="007206EE" w:rsidRDefault="007206EE" w:rsidP="00D1776C">
      <w:pPr>
        <w:spacing w:after="60"/>
        <w:ind w:left="852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4EEE467D" w14:textId="77777777" w:rsidR="007206EE" w:rsidRPr="007206EE" w:rsidRDefault="007206EE" w:rsidP="00D1776C">
      <w:pPr>
        <w:ind w:left="847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INFORMO, TAMBÉM, O PROTOCOLO DAS SEGUINTES ALIANÇAS PARA A INDICAÇÃO DE INTEGRANTES NAS </w:t>
      </w:r>
      <w:bookmarkStart w:id="10" w:name="_GoBack"/>
      <w:bookmarkEnd w:id="10"/>
      <w:r w:rsidRPr="007206EE">
        <w:rPr>
          <w:rFonts w:ascii="Arial" w:hAnsi="Arial" w:cs="Arial"/>
        </w:rPr>
        <w:t xml:space="preserve">COMISSÕES PERMANENTES: </w:t>
      </w:r>
    </w:p>
    <w:p w14:paraId="261305CC" w14:textId="77777777" w:rsidR="007206EE" w:rsidRPr="007206EE" w:rsidRDefault="007206EE" w:rsidP="00D1776C">
      <w:pPr>
        <w:spacing w:after="79"/>
        <w:ind w:left="852"/>
        <w:jc w:val="both"/>
        <w:rPr>
          <w:rFonts w:ascii="Arial" w:hAnsi="Arial" w:cs="Arial"/>
        </w:rPr>
      </w:pPr>
      <w:r w:rsidRPr="007206EE">
        <w:rPr>
          <w:rFonts w:ascii="Arial" w:hAnsi="Arial" w:cs="Arial"/>
        </w:rPr>
        <w:t xml:space="preserve"> </w:t>
      </w:r>
    </w:p>
    <w:p w14:paraId="218B5282" w14:textId="665E0791" w:rsidR="00D1776C" w:rsidRDefault="00151A94" w:rsidP="00D1776C">
      <w:pPr>
        <w:numPr>
          <w:ilvl w:val="3"/>
          <w:numId w:val="28"/>
        </w:numPr>
        <w:spacing w:after="25" w:line="259" w:lineRule="auto"/>
        <w:ind w:hanging="2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PARTIDO </w:t>
      </w:r>
      <w:r w:rsidR="00D1776C">
        <w:rPr>
          <w:rFonts w:ascii="Arial" w:hAnsi="Arial" w:cs="Arial"/>
        </w:rPr>
        <w:t xml:space="preserve">PODEMOS </w:t>
      </w:r>
      <w:r w:rsidR="007206EE" w:rsidRPr="007206EE">
        <w:rPr>
          <w:rFonts w:ascii="Arial" w:hAnsi="Arial" w:cs="Arial"/>
        </w:rPr>
        <w:t xml:space="preserve">   E    </w:t>
      </w:r>
      <w:r w:rsidR="00D1776C" w:rsidRPr="007206EE">
        <w:rPr>
          <w:rFonts w:ascii="Arial" w:hAnsi="Arial" w:cs="Arial"/>
        </w:rPr>
        <w:t>PARTIDO LIBERAL - PL</w:t>
      </w:r>
    </w:p>
    <w:p w14:paraId="42D23B86" w14:textId="425ECAB9" w:rsidR="00D1776C" w:rsidRDefault="00D1776C" w:rsidP="00D1776C">
      <w:pPr>
        <w:numPr>
          <w:ilvl w:val="3"/>
          <w:numId w:val="28"/>
        </w:numPr>
        <w:spacing w:after="25" w:line="259" w:lineRule="auto"/>
        <w:ind w:hanging="2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FEDERAÇÃO DOS </w:t>
      </w:r>
      <w:r w:rsidR="007206EE" w:rsidRPr="007206EE">
        <w:rPr>
          <w:rFonts w:ascii="Arial" w:hAnsi="Arial" w:cs="Arial"/>
        </w:rPr>
        <w:t>PARTIDO</w:t>
      </w:r>
      <w:r>
        <w:rPr>
          <w:rFonts w:ascii="Arial" w:hAnsi="Arial" w:cs="Arial"/>
        </w:rPr>
        <w:t>S</w:t>
      </w:r>
      <w:r w:rsidR="007206EE" w:rsidRPr="007206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 </w:t>
      </w:r>
      <w:r w:rsidRPr="007206EE">
        <w:rPr>
          <w:rFonts w:ascii="Arial" w:hAnsi="Arial" w:cs="Arial"/>
        </w:rPr>
        <w:t xml:space="preserve">SOCIAL DEMOCRACIA BRASILEIRA </w:t>
      </w:r>
      <w:r>
        <w:rPr>
          <w:rFonts w:ascii="Arial" w:hAnsi="Arial" w:cs="Arial"/>
        </w:rPr>
        <w:t xml:space="preserve">- </w:t>
      </w:r>
      <w:r w:rsidRPr="007206EE">
        <w:rPr>
          <w:rFonts w:ascii="Arial" w:hAnsi="Arial" w:cs="Arial"/>
        </w:rPr>
        <w:t>PSDB</w:t>
      </w:r>
      <w:r>
        <w:rPr>
          <w:rFonts w:ascii="Arial" w:hAnsi="Arial" w:cs="Arial"/>
        </w:rPr>
        <w:t xml:space="preserve"> e CIDADANIA      E       PARTIDO PROGRESSISTA – PP</w:t>
      </w:r>
    </w:p>
    <w:p w14:paraId="288A8D5E" w14:textId="1FED30DF" w:rsidR="00151A94" w:rsidRDefault="00151A94" w:rsidP="00D1776C">
      <w:pPr>
        <w:numPr>
          <w:ilvl w:val="3"/>
          <w:numId w:val="28"/>
        </w:numPr>
        <w:spacing w:after="25" w:line="259" w:lineRule="auto"/>
        <w:ind w:hanging="281"/>
        <w:jc w:val="both"/>
        <w:rPr>
          <w:rFonts w:ascii="Arial" w:hAnsi="Arial" w:cs="Arial"/>
        </w:rPr>
      </w:pPr>
      <w:r>
        <w:rPr>
          <w:rFonts w:ascii="Arial" w:hAnsi="Arial" w:cs="Arial"/>
        </w:rPr>
        <w:t>PARTIDO DOS TRABALHADORES - PT         E       PARTIDO SOCIAL DEMOCRÁTICO - PSD</w:t>
      </w:r>
    </w:p>
    <w:p w14:paraId="4480A188" w14:textId="77777777" w:rsidR="00D1776C" w:rsidRDefault="00D1776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34D636" w14:textId="4435B008" w:rsidR="00D1776C" w:rsidRPr="00D1776C" w:rsidRDefault="00D1776C" w:rsidP="007A101E">
      <w:pPr>
        <w:spacing w:after="124"/>
        <w:ind w:left="113" w:firstLine="724"/>
        <w:rPr>
          <w:rFonts w:ascii="Arial" w:hAnsi="Arial" w:cs="Arial"/>
        </w:rPr>
      </w:pPr>
      <w:r w:rsidRPr="00D1776C">
        <w:rPr>
          <w:rFonts w:ascii="Arial" w:eastAsia="Arial" w:hAnsi="Arial" w:cs="Arial"/>
          <w:b/>
          <w:color w:val="76923C"/>
        </w:rPr>
        <w:t>O PRESIDENTE anuncia</w:t>
      </w:r>
      <w:r>
        <w:rPr>
          <w:rFonts w:ascii="Arial" w:eastAsia="Arial" w:hAnsi="Arial" w:cs="Arial"/>
          <w:b/>
          <w:color w:val="76923C"/>
        </w:rPr>
        <w:t>:</w:t>
      </w:r>
    </w:p>
    <w:p w14:paraId="73895D92" w14:textId="77777777" w:rsidR="005F12DC" w:rsidRDefault="005F12DC" w:rsidP="005F12D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AGORA, FAREI A LEITURA DAS INDICAÇÕES APRESENTADAS PELAS LIDERANÇAS DOS PARTIDOS.</w:t>
      </w:r>
    </w:p>
    <w:p w14:paraId="77D79C4D" w14:textId="77777777" w:rsidR="005F12DC" w:rsidRPr="00DE30E0" w:rsidRDefault="005F12DC" w:rsidP="005F12DC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 w:rsidRPr="00DE30E0">
        <w:rPr>
          <w:rFonts w:ascii="Arial" w:hAnsi="Arial" w:cs="Arial"/>
          <w:b/>
          <w:bCs/>
          <w:color w:val="1F497D" w:themeColor="text2"/>
          <w:szCs w:val="24"/>
        </w:rPr>
        <w:t>(PRESIDENTE L</w:t>
      </w:r>
      <w:r>
        <w:rPr>
          <w:rFonts w:ascii="Arial" w:hAnsi="Arial" w:cs="Arial"/>
          <w:b/>
          <w:bCs/>
          <w:color w:val="1F497D" w:themeColor="text2"/>
          <w:szCs w:val="24"/>
        </w:rPr>
        <w:t>Ê</w:t>
      </w:r>
      <w:r w:rsidRPr="00DE30E0">
        <w:rPr>
          <w:rFonts w:ascii="Arial" w:hAnsi="Arial" w:cs="Arial"/>
          <w:b/>
          <w:bCs/>
          <w:color w:val="1F497D" w:themeColor="text2"/>
          <w:szCs w:val="24"/>
        </w:rPr>
        <w:t xml:space="preserve"> AS INDICAÇÕES)</w:t>
      </w:r>
    </w:p>
    <w:p w14:paraId="25943654" w14:textId="77777777" w:rsidR="005F12DC" w:rsidRDefault="005F12DC" w:rsidP="005F12D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79E15F0" w14:textId="77777777" w:rsidR="00151A94" w:rsidRDefault="00151A94" w:rsidP="00151A94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CONSIDERANDO QUE HOUVE APENAS TRÊS INDICAÇÕES PARA A COMISSÃO DE ÉTICA E DECORO PARLAMENTAR, COMUNICO QUE NÃO SERÁ NECESSÁRIA A REALIZAÇÃO DE ELEIÇÃO PARA A SUA COMPOSIÇÃO.</w:t>
      </w:r>
    </w:p>
    <w:p w14:paraId="46BC69B6" w14:textId="77777777" w:rsidR="00151A94" w:rsidRPr="00726084" w:rsidRDefault="00151A94" w:rsidP="00151A94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45303692" w14:textId="77777777" w:rsidR="00151A94" w:rsidRPr="00726084" w:rsidRDefault="00151A94" w:rsidP="00151A94">
      <w:pPr>
        <w:spacing w:line="360" w:lineRule="auto"/>
        <w:ind w:left="851"/>
        <w:jc w:val="both"/>
        <w:rPr>
          <w:rFonts w:ascii="Arial" w:hAnsi="Arial" w:cs="Arial"/>
          <w:b/>
          <w:color w:val="548DD4" w:themeColor="text2" w:themeTint="99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PORTANTO, NOS TERMOS REGIMENTAIS</w:t>
      </w:r>
      <w:r w:rsidRPr="00726084">
        <w:rPr>
          <w:rFonts w:ascii="Arial" w:hAnsi="Arial" w:cs="Arial"/>
          <w:szCs w:val="24"/>
          <w:lang w:eastAsia="ko-KR"/>
        </w:rPr>
        <w:t xml:space="preserve">, SOLICITO AOS </w:t>
      </w:r>
      <w:r>
        <w:rPr>
          <w:rFonts w:ascii="Arial" w:hAnsi="Arial" w:cs="Arial"/>
          <w:szCs w:val="24"/>
          <w:lang w:eastAsia="ko-KR"/>
        </w:rPr>
        <w:t>INDICADOS</w:t>
      </w:r>
      <w:r w:rsidRPr="00726084">
        <w:rPr>
          <w:rFonts w:ascii="Arial" w:hAnsi="Arial" w:cs="Arial"/>
          <w:szCs w:val="24"/>
          <w:lang w:eastAsia="ko-KR"/>
        </w:rPr>
        <w:t xml:space="preserve"> QUE INFORMEM</w:t>
      </w:r>
      <w:r>
        <w:rPr>
          <w:rFonts w:ascii="Arial" w:hAnsi="Arial" w:cs="Arial"/>
          <w:szCs w:val="24"/>
          <w:lang w:eastAsia="ko-KR"/>
        </w:rPr>
        <w:t>, NUM PRAZO DE 24 HORAS,</w:t>
      </w:r>
      <w:r w:rsidRPr="00726084">
        <w:rPr>
          <w:rFonts w:ascii="Arial" w:hAnsi="Arial" w:cs="Arial"/>
          <w:szCs w:val="24"/>
          <w:lang w:eastAsia="ko-KR"/>
        </w:rPr>
        <w:t xml:space="preserve"> OS </w:t>
      </w:r>
      <w:r>
        <w:rPr>
          <w:rFonts w:ascii="Arial" w:hAnsi="Arial" w:cs="Arial"/>
          <w:szCs w:val="24"/>
          <w:lang w:eastAsia="ko-KR"/>
        </w:rPr>
        <w:t xml:space="preserve">VEREADORES QUE IRÃO OCUPAR OS RESPECTIVOS CARGOS DE </w:t>
      </w:r>
      <w:r w:rsidRPr="00726084">
        <w:rPr>
          <w:rFonts w:ascii="Arial" w:hAnsi="Arial" w:cs="Arial"/>
          <w:szCs w:val="24"/>
          <w:lang w:eastAsia="ko-KR"/>
        </w:rPr>
        <w:t xml:space="preserve">PRESIDENTE, RELATOR E MEMBRO </w:t>
      </w:r>
      <w:r>
        <w:rPr>
          <w:rFonts w:ascii="Arial" w:hAnsi="Arial" w:cs="Arial"/>
          <w:szCs w:val="24"/>
          <w:lang w:eastAsia="ko-KR"/>
        </w:rPr>
        <w:t>EM CADA COMISSÃO, PARA FORMALIZAÇÃO DA PORTARIA.</w:t>
      </w:r>
      <w:r w:rsidRPr="00726084">
        <w:rPr>
          <w:rFonts w:ascii="Arial" w:hAnsi="Arial" w:cs="Arial"/>
          <w:b/>
          <w:szCs w:val="24"/>
          <w:lang w:eastAsia="ko-KR"/>
        </w:rPr>
        <w:t xml:space="preserve"> </w:t>
      </w:r>
    </w:p>
    <w:p w14:paraId="71880FBE" w14:textId="77777777" w:rsidR="005F12DC" w:rsidRDefault="005F12DC" w:rsidP="005F12DC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1D7BC43E" w14:textId="7B6A8FF5" w:rsidR="00723532" w:rsidRDefault="00723532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>PASSAREMOS, NESTE INSTANTE, À FASE DA TRIBUNA.</w:t>
      </w:r>
    </w:p>
    <w:p w14:paraId="33D98A12" w14:textId="5357679F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C14D1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966323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1º SECRETÁRIO</w:t>
      </w:r>
      <w:r w:rsidR="00966323" w:rsidRPr="003B79C8">
        <w:rPr>
          <w:rFonts w:ascii="Arial" w:hAnsi="Arial" w:cs="Arial"/>
          <w:b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9351CDB" w:rsidR="00A03804" w:rsidRPr="00FC5D80" w:rsidRDefault="0096632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O 1º SECRETÁRIO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3C19D7BA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8C14D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</w:t>
      </w:r>
      <w:r w:rsidR="00966323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1º SECRETÁRIO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FB4711">
      <w:pPr>
        <w:pStyle w:val="PargrafodaLista"/>
        <w:numPr>
          <w:ilvl w:val="0"/>
          <w:numId w:val="4"/>
        </w:numPr>
        <w:spacing w:before="240" w:after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4F0E99AE" w:rsidR="00CE1745" w:rsidRPr="00FC5D80" w:rsidRDefault="0037099D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078E99EF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8C14D1">
        <w:rPr>
          <w:rFonts w:ascii="Arial" w:hAnsi="Arial" w:cs="Arial"/>
          <w:szCs w:val="28"/>
          <w:lang w:eastAsia="ko-KR"/>
        </w:rPr>
        <w:t>10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490465">
        <w:rPr>
          <w:rFonts w:ascii="Arial" w:hAnsi="Arial" w:cs="Arial"/>
          <w:szCs w:val="28"/>
          <w:lang w:eastAsia="ko-KR"/>
        </w:rPr>
        <w:t>ABRIL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8C14D1">
        <w:rPr>
          <w:rFonts w:ascii="Arial" w:hAnsi="Arial" w:cs="Arial"/>
          <w:szCs w:val="28"/>
          <w:lang w:eastAsia="ko-KR"/>
        </w:rPr>
        <w:t>10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8C14D1">
        <w:rPr>
          <w:rFonts w:ascii="Arial" w:hAnsi="Arial" w:cs="Arial"/>
          <w:szCs w:val="28"/>
          <w:lang w:eastAsia="ko-KR"/>
        </w:rPr>
        <w:t>DÉCIMA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95E4F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0E8F1674" w:rsidR="000A74E8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C14D1">
        <w:rPr>
          <w:rFonts w:ascii="Arial" w:hAnsi="Arial" w:cs="Arial"/>
          <w:szCs w:val="24"/>
        </w:rPr>
        <w:t xml:space="preserve">AO 1º SECRETÁRIO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F13894C" w14:textId="77777777" w:rsidR="000A74E8" w:rsidRDefault="000A74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37374A11" w14:textId="77777777" w:rsidR="000A74E8" w:rsidRPr="00714259" w:rsidRDefault="000A74E8" w:rsidP="000A74E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denominação 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5F214A1C" w14:textId="39B45773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 E VEREADORAS,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</w:t>
      </w:r>
      <w:r w:rsidRPr="00714259">
        <w:rPr>
          <w:rFonts w:ascii="Arial" w:hAnsi="Arial" w:cs="Arial"/>
          <w:b/>
          <w:szCs w:val="24"/>
        </w:rPr>
        <w:t xml:space="preserve">LEGISLATIVO Nº </w:t>
      </w:r>
      <w:r w:rsidR="008C14D1">
        <w:rPr>
          <w:rFonts w:ascii="Arial" w:hAnsi="Arial" w:cs="Arial"/>
          <w:b/>
          <w:szCs w:val="24"/>
        </w:rPr>
        <w:t>39</w:t>
      </w:r>
      <w:r>
        <w:rPr>
          <w:rFonts w:ascii="Arial" w:hAnsi="Arial" w:cs="Arial"/>
          <w:b/>
          <w:szCs w:val="24"/>
        </w:rPr>
        <w:t xml:space="preserve">/2023 </w:t>
      </w:r>
      <w:r w:rsidRPr="00714259">
        <w:rPr>
          <w:rFonts w:ascii="Arial" w:hAnsi="Arial" w:cs="Arial"/>
          <w:szCs w:val="24"/>
          <w:lang w:eastAsia="ko-KR"/>
        </w:rPr>
        <w:t>POR ACLAMAÇÃO.</w:t>
      </w:r>
    </w:p>
    <w:p w14:paraId="1B250F82" w14:textId="77777777" w:rsidR="000A74E8" w:rsidRPr="00714259" w:rsidRDefault="000A74E8" w:rsidP="000A74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77D0A0F3" w14:textId="170D5BA6" w:rsidR="000A74E8" w:rsidRDefault="000A74E8" w:rsidP="000A74E8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>PROJETO</w:t>
      </w:r>
      <w:r>
        <w:rPr>
          <w:rFonts w:ascii="Arial" w:hAnsi="Arial" w:cs="Arial"/>
          <w:b/>
          <w:szCs w:val="24"/>
        </w:rPr>
        <w:t xml:space="preserve"> D</w:t>
      </w:r>
      <w:r w:rsidRPr="00714259">
        <w:rPr>
          <w:rFonts w:ascii="Arial" w:hAnsi="Arial" w:cs="Arial"/>
          <w:b/>
          <w:szCs w:val="24"/>
        </w:rPr>
        <w:t xml:space="preserve">E </w:t>
      </w:r>
      <w:r>
        <w:rPr>
          <w:rFonts w:ascii="Arial" w:hAnsi="Arial" w:cs="Arial"/>
          <w:b/>
          <w:szCs w:val="24"/>
        </w:rPr>
        <w:t xml:space="preserve">LEI DO </w:t>
      </w:r>
      <w:r w:rsidRPr="00714259">
        <w:rPr>
          <w:rFonts w:ascii="Arial" w:hAnsi="Arial" w:cs="Arial"/>
          <w:b/>
          <w:szCs w:val="24"/>
        </w:rPr>
        <w:t xml:space="preserve">LEGISLATIVO Nº </w:t>
      </w:r>
      <w:r w:rsidR="008C14D1">
        <w:rPr>
          <w:rFonts w:ascii="Arial" w:hAnsi="Arial" w:cs="Arial"/>
          <w:b/>
          <w:szCs w:val="24"/>
        </w:rPr>
        <w:t>39</w:t>
      </w:r>
      <w:r w:rsidRPr="001B7F87">
        <w:rPr>
          <w:rFonts w:ascii="Arial" w:hAnsi="Arial" w:cs="Arial"/>
          <w:b/>
          <w:szCs w:val="24"/>
        </w:rPr>
        <w:t>/2023</w:t>
      </w:r>
      <w:r>
        <w:rPr>
          <w:rFonts w:ascii="Arial" w:hAnsi="Arial" w:cs="Arial"/>
          <w:szCs w:val="24"/>
        </w:rPr>
        <w:t xml:space="preserve">, DE AUTORIA DO VEREADOR </w:t>
      </w:r>
      <w:r w:rsidR="008C14D1">
        <w:rPr>
          <w:rFonts w:ascii="Arial" w:hAnsi="Arial" w:cs="Arial"/>
          <w:szCs w:val="24"/>
        </w:rPr>
        <w:t>DR. RODRIGO SALOMON</w:t>
      </w:r>
      <w:r>
        <w:rPr>
          <w:rFonts w:ascii="Arial" w:hAnsi="Arial" w:cs="Arial"/>
          <w:szCs w:val="24"/>
        </w:rPr>
        <w:t xml:space="preserve">, QUE “DISPÕE SOBRE A DENOMINAÇÃO DA </w:t>
      </w:r>
      <w:r w:rsidR="008C14D1">
        <w:rPr>
          <w:rFonts w:ascii="Arial" w:hAnsi="Arial" w:cs="Arial"/>
          <w:szCs w:val="24"/>
        </w:rPr>
        <w:t>AVENIDA UM, NO BAIRRO NÚCLEO LAGOA AZUL, COMO AVENIDA FRANCISCO MORAES JUNIOR</w:t>
      </w:r>
      <w:r>
        <w:rPr>
          <w:rFonts w:ascii="Arial" w:hAnsi="Arial" w:cs="Arial"/>
          <w:szCs w:val="24"/>
        </w:rPr>
        <w:t>”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19BB895C" w14:textId="77777777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4A91444C" w14:textId="77777777" w:rsidR="000A74E8" w:rsidRPr="00714259" w:rsidRDefault="000A74E8" w:rsidP="000A74E8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F5E217" w14:textId="77777777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10EF54F7" w14:textId="77777777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489B3B95" w14:textId="77777777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6499148" w14:textId="77777777" w:rsidR="000A74E8" w:rsidRPr="00714259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4F573BF1" w14:textId="77777777" w:rsidR="000A74E8" w:rsidRPr="00E1006F" w:rsidRDefault="000A74E8" w:rsidP="000A74E8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60A35CA6" w14:textId="43A4C47A" w:rsidR="000A74E8" w:rsidRDefault="000A74E8" w:rsidP="000A74E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C14D1">
        <w:rPr>
          <w:rFonts w:ascii="Arial" w:hAnsi="Arial" w:cs="Arial"/>
          <w:szCs w:val="24"/>
        </w:rPr>
        <w:t xml:space="preserve">AO 1º SECRETÁRIO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76262CCF" w14:textId="77777777" w:rsidR="000A74E8" w:rsidRPr="009077C1" w:rsidRDefault="000A74E8" w:rsidP="000A74E8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3191FF9B" w14:textId="77777777" w:rsidR="000A74E8" w:rsidRPr="003B4FCE" w:rsidRDefault="000A74E8" w:rsidP="000A74E8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A101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9.2)</w:t>
      </w:r>
      <w:r w:rsidRPr="003B4FCE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907A145" w14:textId="77777777" w:rsidR="000A74E8" w:rsidRDefault="000A74E8" w:rsidP="000A74E8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D62E6CA" w14:textId="77777777" w:rsidR="00572B09" w:rsidRDefault="00572B09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0CCE39D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C919D2">
      <w:rPr>
        <w:rFonts w:ascii="Arial" w:hAnsi="Arial" w:cs="Arial"/>
        <w:b/>
        <w:sz w:val="20"/>
        <w:u w:val="single"/>
      </w:rPr>
      <w:t>10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C919D2">
      <w:rPr>
        <w:rFonts w:ascii="Arial" w:hAnsi="Arial" w:cs="Arial"/>
        <w:b/>
        <w:sz w:val="20"/>
        <w:u w:val="single"/>
      </w:rPr>
      <w:t>10</w:t>
    </w:r>
    <w:r w:rsidR="0027129C">
      <w:rPr>
        <w:rFonts w:ascii="Arial" w:hAnsi="Arial" w:cs="Arial"/>
        <w:b/>
        <w:sz w:val="20"/>
        <w:u w:val="single"/>
      </w:rPr>
      <w:t>/</w:t>
    </w:r>
    <w:r w:rsidR="00C6018A">
      <w:rPr>
        <w:rFonts w:ascii="Arial" w:hAnsi="Arial" w:cs="Arial"/>
        <w:b/>
        <w:sz w:val="20"/>
        <w:u w:val="single"/>
      </w:rPr>
      <w:t>0</w:t>
    </w:r>
    <w:r w:rsidR="00490465">
      <w:rPr>
        <w:rFonts w:ascii="Arial" w:hAnsi="Arial" w:cs="Arial"/>
        <w:b/>
        <w:sz w:val="20"/>
        <w:u w:val="single"/>
      </w:rPr>
      <w:t>4</w:t>
    </w:r>
    <w:r w:rsidR="00FC215C">
      <w:rPr>
        <w:rFonts w:ascii="Arial" w:hAnsi="Arial" w:cs="Arial"/>
        <w:b/>
        <w:sz w:val="20"/>
        <w:u w:val="single"/>
      </w:rPr>
      <w:t>/202</w:t>
    </w:r>
    <w:r w:rsidR="00C6018A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7A101E">
      <w:rPr>
        <w:rFonts w:ascii="Arial" w:hAnsi="Arial" w:cs="Arial"/>
        <w:b/>
        <w:noProof/>
        <w:sz w:val="20"/>
        <w:u w:val="single"/>
      </w:rPr>
      <w:t>12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DDB111E"/>
    <w:multiLevelType w:val="hybridMultilevel"/>
    <w:tmpl w:val="D67E3362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20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3276"/>
    <w:rsid w:val="00024010"/>
    <w:rsid w:val="000241AD"/>
    <w:rsid w:val="0002566F"/>
    <w:rsid w:val="000264BC"/>
    <w:rsid w:val="00027AC8"/>
    <w:rsid w:val="000303BD"/>
    <w:rsid w:val="000309F8"/>
    <w:rsid w:val="00033483"/>
    <w:rsid w:val="00036429"/>
    <w:rsid w:val="00037486"/>
    <w:rsid w:val="00037D78"/>
    <w:rsid w:val="000429DB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86FDF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A74E8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4D1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346A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1A94"/>
    <w:rsid w:val="00152A02"/>
    <w:rsid w:val="001534BE"/>
    <w:rsid w:val="00155158"/>
    <w:rsid w:val="00155208"/>
    <w:rsid w:val="001557A3"/>
    <w:rsid w:val="0015649D"/>
    <w:rsid w:val="00156F70"/>
    <w:rsid w:val="001571DB"/>
    <w:rsid w:val="00157B17"/>
    <w:rsid w:val="00161589"/>
    <w:rsid w:val="0016325B"/>
    <w:rsid w:val="00163DC7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202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1EB6"/>
    <w:rsid w:val="001D368A"/>
    <w:rsid w:val="001D3BF6"/>
    <w:rsid w:val="001D3E7C"/>
    <w:rsid w:val="001D51A3"/>
    <w:rsid w:val="001D63D6"/>
    <w:rsid w:val="001D773D"/>
    <w:rsid w:val="001E0A18"/>
    <w:rsid w:val="001E1747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4E36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5452A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5E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C22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5DB6"/>
    <w:rsid w:val="003B5F4C"/>
    <w:rsid w:val="003B79C8"/>
    <w:rsid w:val="003C0108"/>
    <w:rsid w:val="003C0EB5"/>
    <w:rsid w:val="003C185D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84B"/>
    <w:rsid w:val="00400A6B"/>
    <w:rsid w:val="00402F52"/>
    <w:rsid w:val="004041EA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5032F"/>
    <w:rsid w:val="00451E48"/>
    <w:rsid w:val="00452E5A"/>
    <w:rsid w:val="0045308F"/>
    <w:rsid w:val="00454CCE"/>
    <w:rsid w:val="00454D4A"/>
    <w:rsid w:val="00454E60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0465"/>
    <w:rsid w:val="00491C9A"/>
    <w:rsid w:val="00493115"/>
    <w:rsid w:val="00493139"/>
    <w:rsid w:val="00493267"/>
    <w:rsid w:val="004964D4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3171"/>
    <w:rsid w:val="004C4852"/>
    <w:rsid w:val="004C56E8"/>
    <w:rsid w:val="004C6432"/>
    <w:rsid w:val="004C706E"/>
    <w:rsid w:val="004C7445"/>
    <w:rsid w:val="004C78B5"/>
    <w:rsid w:val="004D1034"/>
    <w:rsid w:val="004D2010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1B2D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77EDB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3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D78AC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12D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924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1B4"/>
    <w:rsid w:val="00695A34"/>
    <w:rsid w:val="006967C7"/>
    <w:rsid w:val="006A10BC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013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06EE"/>
    <w:rsid w:val="0072106C"/>
    <w:rsid w:val="00721447"/>
    <w:rsid w:val="00721450"/>
    <w:rsid w:val="00721461"/>
    <w:rsid w:val="0072299F"/>
    <w:rsid w:val="007230A3"/>
    <w:rsid w:val="00723532"/>
    <w:rsid w:val="00724243"/>
    <w:rsid w:val="00725B1C"/>
    <w:rsid w:val="00725E66"/>
    <w:rsid w:val="0072605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5E4F"/>
    <w:rsid w:val="00796697"/>
    <w:rsid w:val="00797D2F"/>
    <w:rsid w:val="007A0C86"/>
    <w:rsid w:val="007A101E"/>
    <w:rsid w:val="007A2458"/>
    <w:rsid w:val="007A4046"/>
    <w:rsid w:val="007A5248"/>
    <w:rsid w:val="007A5ACC"/>
    <w:rsid w:val="007A6CE8"/>
    <w:rsid w:val="007B258B"/>
    <w:rsid w:val="007B344D"/>
    <w:rsid w:val="007B3F34"/>
    <w:rsid w:val="007B5108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1215"/>
    <w:rsid w:val="007D3E31"/>
    <w:rsid w:val="007D7BD6"/>
    <w:rsid w:val="007E28B5"/>
    <w:rsid w:val="007E3822"/>
    <w:rsid w:val="007E6164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25AE"/>
    <w:rsid w:val="00813998"/>
    <w:rsid w:val="0081409E"/>
    <w:rsid w:val="0081487A"/>
    <w:rsid w:val="00814A39"/>
    <w:rsid w:val="00817102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4F3"/>
    <w:rsid w:val="00843BC6"/>
    <w:rsid w:val="00843D12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14D1"/>
    <w:rsid w:val="008C4913"/>
    <w:rsid w:val="008C5F11"/>
    <w:rsid w:val="008C643B"/>
    <w:rsid w:val="008C6D45"/>
    <w:rsid w:val="008D0AF3"/>
    <w:rsid w:val="008D173B"/>
    <w:rsid w:val="008D23FC"/>
    <w:rsid w:val="008D27FF"/>
    <w:rsid w:val="008D460C"/>
    <w:rsid w:val="008D606C"/>
    <w:rsid w:val="008D61D0"/>
    <w:rsid w:val="008D65AB"/>
    <w:rsid w:val="008D7520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3560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30F7"/>
    <w:rsid w:val="0096572A"/>
    <w:rsid w:val="00966323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005C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9F6AA5"/>
    <w:rsid w:val="00A03804"/>
    <w:rsid w:val="00A04AD7"/>
    <w:rsid w:val="00A0590D"/>
    <w:rsid w:val="00A07481"/>
    <w:rsid w:val="00A0789A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5372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2DE6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29F2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5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1313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125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6E2E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18A"/>
    <w:rsid w:val="00C602BC"/>
    <w:rsid w:val="00C60FC4"/>
    <w:rsid w:val="00C623F9"/>
    <w:rsid w:val="00C63D05"/>
    <w:rsid w:val="00C6580C"/>
    <w:rsid w:val="00C717D1"/>
    <w:rsid w:val="00C72D7A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19D2"/>
    <w:rsid w:val="00C9225D"/>
    <w:rsid w:val="00C94099"/>
    <w:rsid w:val="00C94F50"/>
    <w:rsid w:val="00C9513D"/>
    <w:rsid w:val="00C97BF3"/>
    <w:rsid w:val="00CA049F"/>
    <w:rsid w:val="00CA079E"/>
    <w:rsid w:val="00CA129F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60F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1776C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76B7C"/>
    <w:rsid w:val="00D811CB"/>
    <w:rsid w:val="00D833A6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1B4"/>
    <w:rsid w:val="00E14F37"/>
    <w:rsid w:val="00E156A0"/>
    <w:rsid w:val="00E17C49"/>
    <w:rsid w:val="00E208FC"/>
    <w:rsid w:val="00E253B8"/>
    <w:rsid w:val="00E26111"/>
    <w:rsid w:val="00E27744"/>
    <w:rsid w:val="00E3022D"/>
    <w:rsid w:val="00E30933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8E8"/>
    <w:rsid w:val="00EC5CF3"/>
    <w:rsid w:val="00EC6C18"/>
    <w:rsid w:val="00ED03D3"/>
    <w:rsid w:val="00ED067F"/>
    <w:rsid w:val="00ED0DB4"/>
    <w:rsid w:val="00ED2065"/>
    <w:rsid w:val="00ED35D8"/>
    <w:rsid w:val="00ED7922"/>
    <w:rsid w:val="00EE20CA"/>
    <w:rsid w:val="00EE71AD"/>
    <w:rsid w:val="00EE7D9F"/>
    <w:rsid w:val="00EF1C45"/>
    <w:rsid w:val="00EF42FA"/>
    <w:rsid w:val="00EF4673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05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8A5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76C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9BAAE-F60C-4BCB-8F62-C9A5F2A4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793</TotalTime>
  <Pages>12</Pages>
  <Words>1899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381</cp:revision>
  <cp:lastPrinted>2024-04-10T19:17:00Z</cp:lastPrinted>
  <dcterms:created xsi:type="dcterms:W3CDTF">2022-11-11T11:32:00Z</dcterms:created>
  <dcterms:modified xsi:type="dcterms:W3CDTF">2024-04-10T19:17:00Z</dcterms:modified>
</cp:coreProperties>
</file>