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FC8BD" w14:textId="77777777" w:rsidR="00204364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</w:p>
    <w:p w14:paraId="14B16EA9" w14:textId="675C0929" w:rsidR="00642CB4" w:rsidRPr="00FC5D80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 w:rsidRPr="00FC5D80">
        <w:rPr>
          <w:rFonts w:ascii="Arial" w:hAnsi="Arial" w:cs="Arial"/>
          <w:b/>
          <w:szCs w:val="28"/>
          <w:u w:val="single"/>
        </w:rPr>
        <w:t xml:space="preserve">ROTEIRO DA </w:t>
      </w:r>
      <w:r w:rsidR="00567879">
        <w:rPr>
          <w:rFonts w:ascii="Arial" w:hAnsi="Arial" w:cs="Arial"/>
          <w:b/>
          <w:szCs w:val="28"/>
          <w:u w:val="single"/>
        </w:rPr>
        <w:t>1</w:t>
      </w:r>
      <w:r w:rsidR="00CA69F0">
        <w:rPr>
          <w:rFonts w:ascii="Arial" w:hAnsi="Arial" w:cs="Arial"/>
          <w:b/>
          <w:szCs w:val="28"/>
          <w:u w:val="single"/>
        </w:rPr>
        <w:t>5</w:t>
      </w:r>
      <w:r w:rsidR="002F0DED" w:rsidRPr="00FC5D80">
        <w:rPr>
          <w:rFonts w:ascii="Arial" w:hAnsi="Arial" w:cs="Arial"/>
          <w:b/>
          <w:szCs w:val="28"/>
          <w:u w:val="single"/>
        </w:rPr>
        <w:t>ª</w:t>
      </w:r>
      <w:r w:rsidR="005B557E" w:rsidRPr="00FC5D80">
        <w:rPr>
          <w:rFonts w:ascii="Arial" w:hAnsi="Arial" w:cs="Arial"/>
          <w:b/>
          <w:szCs w:val="28"/>
          <w:u w:val="single"/>
        </w:rPr>
        <w:t xml:space="preserve"> SESSÃO</w:t>
      </w:r>
      <w:r w:rsidRPr="00FC5D80">
        <w:rPr>
          <w:rFonts w:ascii="Arial" w:hAnsi="Arial" w:cs="Arial"/>
          <w:b/>
          <w:szCs w:val="28"/>
          <w:u w:val="single"/>
        </w:rPr>
        <w:t xml:space="preserve"> ORDINÁRIA</w:t>
      </w:r>
    </w:p>
    <w:p w14:paraId="75EF0B2E" w14:textId="6C87248F" w:rsidR="00642CB4" w:rsidRDefault="00CA69F0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15</w:t>
      </w:r>
      <w:r w:rsidR="007371AB" w:rsidRPr="00FC5D80">
        <w:rPr>
          <w:rFonts w:ascii="Arial" w:hAnsi="Arial" w:cs="Arial"/>
          <w:b/>
          <w:szCs w:val="28"/>
          <w:u w:val="single"/>
        </w:rPr>
        <w:t xml:space="preserve"> DE</w:t>
      </w:r>
      <w:r w:rsidR="007C09F7" w:rsidRPr="00FC5D80">
        <w:rPr>
          <w:rFonts w:ascii="Arial" w:hAnsi="Arial" w:cs="Arial"/>
          <w:b/>
          <w:szCs w:val="28"/>
          <w:u w:val="single"/>
        </w:rPr>
        <w:t xml:space="preserve"> </w:t>
      </w:r>
      <w:proofErr w:type="gramStart"/>
      <w:r w:rsidR="007D00DD">
        <w:rPr>
          <w:rFonts w:ascii="Arial" w:hAnsi="Arial" w:cs="Arial"/>
          <w:b/>
          <w:szCs w:val="28"/>
          <w:u w:val="single"/>
        </w:rPr>
        <w:t>MAIO</w:t>
      </w:r>
      <w:proofErr w:type="gramEnd"/>
      <w:r w:rsidR="00567879">
        <w:rPr>
          <w:rFonts w:ascii="Arial" w:hAnsi="Arial" w:cs="Arial"/>
          <w:b/>
          <w:szCs w:val="28"/>
          <w:u w:val="single"/>
        </w:rPr>
        <w:t xml:space="preserve"> </w:t>
      </w:r>
      <w:r w:rsidR="00FC215C" w:rsidRPr="00FC5D80">
        <w:rPr>
          <w:rFonts w:ascii="Arial" w:hAnsi="Arial" w:cs="Arial"/>
          <w:b/>
          <w:szCs w:val="28"/>
          <w:u w:val="single"/>
        </w:rPr>
        <w:t>DE 202</w:t>
      </w:r>
      <w:r w:rsidR="006C0159">
        <w:rPr>
          <w:rFonts w:ascii="Arial" w:hAnsi="Arial" w:cs="Arial"/>
          <w:b/>
          <w:szCs w:val="28"/>
          <w:u w:val="single"/>
        </w:rPr>
        <w:t>4</w:t>
      </w:r>
    </w:p>
    <w:p w14:paraId="66F02171" w14:textId="77777777" w:rsidR="00204364" w:rsidRPr="00FC5D80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</w:p>
    <w:p w14:paraId="6E8CCFFB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faz a s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</w:rPr>
        <w:t>audação</w:t>
      </w:r>
      <w:r w:rsidR="00193B0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2B13BC28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Membros da Mesa,</w:t>
      </w:r>
    </w:p>
    <w:p w14:paraId="2F261AA2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Vereadores,</w:t>
      </w:r>
    </w:p>
    <w:p w14:paraId="63D872FE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SERVIDORES,</w:t>
      </w:r>
    </w:p>
    <w:p w14:paraId="0634856A" w14:textId="15B5457A" w:rsidR="00D33BF5" w:rsidRPr="00FC5D80" w:rsidRDefault="00D33B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(PÚBLICO PRESENTE),</w:t>
      </w:r>
    </w:p>
    <w:p w14:paraId="4FE26F18" w14:textId="77777777" w:rsidR="001644F6" w:rsidRPr="00FC5D80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TELESPECTADORES,</w:t>
      </w:r>
    </w:p>
    <w:p w14:paraId="3CCCDB4A" w14:textId="1C34FF44" w:rsidR="00642CB4" w:rsidRPr="00FC5D80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Internautas</w:t>
      </w:r>
      <w:r w:rsidR="003A7F44" w:rsidRPr="00FC5D80">
        <w:rPr>
          <w:rFonts w:ascii="Arial" w:hAnsi="Arial" w:cs="Arial"/>
          <w:caps/>
          <w:szCs w:val="28"/>
        </w:rPr>
        <w:t>,</w:t>
      </w:r>
    </w:p>
    <w:p w14:paraId="1A05821F" w14:textId="4596EE75" w:rsidR="00642CB4" w:rsidRPr="00FC5D80" w:rsidRDefault="00371C6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BO</w:t>
      </w:r>
      <w:r w:rsidR="00196192" w:rsidRPr="00FC5D80">
        <w:rPr>
          <w:rFonts w:ascii="Arial" w:hAnsi="Arial" w:cs="Arial"/>
          <w:caps/>
          <w:szCs w:val="28"/>
        </w:rPr>
        <w:t>M DIA</w:t>
      </w:r>
      <w:r w:rsidR="00642CB4" w:rsidRPr="00FC5D80">
        <w:rPr>
          <w:rFonts w:ascii="Arial" w:hAnsi="Arial" w:cs="Arial"/>
          <w:caps/>
          <w:szCs w:val="28"/>
        </w:rPr>
        <w:t>!</w:t>
      </w:r>
    </w:p>
    <w:p w14:paraId="605DA9BD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abre a Sessão e solicita verificação de presença:</w:t>
      </w:r>
    </w:p>
    <w:p w14:paraId="0445A6A2" w14:textId="0E0DAEF7" w:rsidR="00642CB4" w:rsidRPr="00FC5D80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 xml:space="preserve">NA PRESENTE DATA DE </w:t>
      </w:r>
      <w:r w:rsidR="00CA69F0">
        <w:rPr>
          <w:rFonts w:ascii="Arial" w:hAnsi="Arial" w:cs="Arial"/>
          <w:caps/>
          <w:szCs w:val="28"/>
        </w:rPr>
        <w:t>15</w:t>
      </w:r>
      <w:r w:rsidR="00567879" w:rsidRPr="00567879">
        <w:rPr>
          <w:rFonts w:ascii="Arial" w:hAnsi="Arial" w:cs="Arial"/>
          <w:caps/>
          <w:szCs w:val="28"/>
        </w:rPr>
        <w:t xml:space="preserve"> DE </w:t>
      </w:r>
      <w:r w:rsidR="007D00DD">
        <w:rPr>
          <w:rFonts w:ascii="Arial" w:hAnsi="Arial" w:cs="Arial"/>
          <w:caps/>
          <w:szCs w:val="28"/>
        </w:rPr>
        <w:t>MAIO</w:t>
      </w:r>
      <w:r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30678B" w:rsidRPr="00FC5D80">
        <w:rPr>
          <w:rFonts w:ascii="Arial" w:hAnsi="Arial" w:cs="Arial"/>
          <w:caps/>
          <w:szCs w:val="28"/>
        </w:rPr>
        <w:t xml:space="preserve">ÀS XXXX HORAS, </w:t>
      </w:r>
      <w:r w:rsidR="006E75B5" w:rsidRPr="00FC5D80">
        <w:rPr>
          <w:rFonts w:ascii="Arial" w:hAnsi="Arial" w:cs="Arial"/>
          <w:caps/>
          <w:szCs w:val="28"/>
        </w:rPr>
        <w:t xml:space="preserve">Para </w:t>
      </w:r>
      <w:r w:rsidR="00642CB4" w:rsidRPr="00FC5D80">
        <w:rPr>
          <w:rFonts w:ascii="Arial" w:hAnsi="Arial" w:cs="Arial"/>
          <w:caps/>
          <w:szCs w:val="28"/>
        </w:rPr>
        <w:t xml:space="preserve">darmos início à </w:t>
      </w:r>
      <w:r w:rsidR="00567879">
        <w:rPr>
          <w:rFonts w:ascii="Arial" w:hAnsi="Arial" w:cs="Arial"/>
          <w:caps/>
          <w:szCs w:val="28"/>
        </w:rPr>
        <w:t>1</w:t>
      </w:r>
      <w:r w:rsidR="00CA69F0">
        <w:rPr>
          <w:rFonts w:ascii="Arial" w:hAnsi="Arial" w:cs="Arial"/>
          <w:caps/>
          <w:szCs w:val="28"/>
        </w:rPr>
        <w:t>5</w:t>
      </w:r>
      <w:r w:rsidR="007371AB" w:rsidRPr="00FC5D80">
        <w:rPr>
          <w:rFonts w:ascii="Arial" w:hAnsi="Arial" w:cs="Arial"/>
          <w:caps/>
          <w:szCs w:val="28"/>
        </w:rPr>
        <w:t>ª (</w:t>
      </w:r>
      <w:r w:rsidR="00567879">
        <w:rPr>
          <w:rFonts w:ascii="Arial" w:hAnsi="Arial" w:cs="Arial"/>
          <w:caps/>
          <w:szCs w:val="28"/>
        </w:rPr>
        <w:t xml:space="preserve">DÉCIMA </w:t>
      </w:r>
      <w:r w:rsidR="00CA69F0">
        <w:rPr>
          <w:rFonts w:ascii="Arial" w:hAnsi="Arial" w:cs="Arial"/>
          <w:caps/>
          <w:szCs w:val="28"/>
        </w:rPr>
        <w:t>QUINTA</w:t>
      </w:r>
      <w:r w:rsidR="003A7F44" w:rsidRPr="00FC5D80">
        <w:rPr>
          <w:rFonts w:ascii="Arial" w:hAnsi="Arial" w:cs="Arial"/>
          <w:caps/>
          <w:szCs w:val="28"/>
        </w:rPr>
        <w:t>)</w:t>
      </w:r>
      <w:r w:rsidR="00216B67" w:rsidRPr="00FC5D80">
        <w:rPr>
          <w:rFonts w:ascii="Arial" w:hAnsi="Arial" w:cs="Arial"/>
          <w:caps/>
          <w:szCs w:val="28"/>
        </w:rPr>
        <w:t xml:space="preserve"> </w:t>
      </w:r>
      <w:r w:rsidR="00315EFC" w:rsidRPr="00FC5D80">
        <w:rPr>
          <w:rFonts w:ascii="Arial" w:hAnsi="Arial" w:cs="Arial"/>
          <w:caps/>
          <w:szCs w:val="28"/>
        </w:rPr>
        <w:t>SESSÃO</w:t>
      </w:r>
      <w:r w:rsidR="00642CB4" w:rsidRPr="00FC5D80">
        <w:rPr>
          <w:rFonts w:ascii="Arial" w:hAnsi="Arial" w:cs="Arial"/>
          <w:caps/>
          <w:szCs w:val="28"/>
        </w:rPr>
        <w:t xml:space="preserve"> Ordinária</w:t>
      </w:r>
      <w:r w:rsidR="00E76A02" w:rsidRPr="00FC5D80">
        <w:rPr>
          <w:rFonts w:ascii="Arial" w:hAnsi="Arial" w:cs="Arial"/>
          <w:caps/>
          <w:szCs w:val="28"/>
        </w:rPr>
        <w:t xml:space="preserve"> DO </w:t>
      </w:r>
      <w:r w:rsidR="00FC215C" w:rsidRPr="00FC5D80">
        <w:rPr>
          <w:rFonts w:ascii="Arial" w:hAnsi="Arial" w:cs="Arial"/>
          <w:caps/>
          <w:szCs w:val="28"/>
        </w:rPr>
        <w:t>ANO DE 202</w:t>
      </w:r>
      <w:r w:rsidR="006C0159">
        <w:rPr>
          <w:rFonts w:ascii="Arial" w:hAnsi="Arial" w:cs="Arial"/>
          <w:caps/>
          <w:szCs w:val="28"/>
        </w:rPr>
        <w:t>4</w:t>
      </w:r>
      <w:r w:rsidR="00E76A02"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SOLICITO </w:t>
      </w:r>
      <w:r w:rsidR="00567879">
        <w:rPr>
          <w:rFonts w:ascii="Arial" w:hAnsi="Arial" w:cs="Arial"/>
          <w:caps/>
          <w:szCs w:val="28"/>
        </w:rPr>
        <w:t>AO</w:t>
      </w:r>
      <w:r w:rsidR="00642CB4" w:rsidRPr="00FC5D80">
        <w:rPr>
          <w:rFonts w:ascii="Arial" w:hAnsi="Arial" w:cs="Arial"/>
          <w:caps/>
          <w:szCs w:val="28"/>
        </w:rPr>
        <w:t xml:space="preserve"> 1</w:t>
      </w:r>
      <w:r w:rsidR="00567879">
        <w:rPr>
          <w:rFonts w:ascii="Arial" w:hAnsi="Arial" w:cs="Arial"/>
          <w:caps/>
          <w:szCs w:val="28"/>
        </w:rPr>
        <w:t>º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567879">
        <w:rPr>
          <w:rFonts w:ascii="Arial" w:hAnsi="Arial" w:cs="Arial"/>
          <w:caps/>
          <w:szCs w:val="28"/>
        </w:rPr>
        <w:t>O</w:t>
      </w:r>
      <w:r w:rsidR="00642CB4" w:rsidRPr="00FC5D80">
        <w:rPr>
          <w:rFonts w:ascii="Arial" w:hAnsi="Arial" w:cs="Arial"/>
          <w:caps/>
          <w:szCs w:val="28"/>
        </w:rPr>
        <w:t xml:space="preserve"> QUE FAÇA A VERIFICAÇÃO DE PRESENÇA.</w:t>
      </w:r>
    </w:p>
    <w:p w14:paraId="66295BC5" w14:textId="77777777" w:rsidR="00E03A03" w:rsidRPr="00FC5D80" w:rsidRDefault="00E03A03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</w:p>
    <w:p w14:paraId="7F1648B3" w14:textId="735C05B6" w:rsidR="00472765" w:rsidRPr="00DB5F7F" w:rsidRDefault="00567879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FFFFFF" w:themeColor="background1"/>
          <w:szCs w:val="28"/>
        </w:rPr>
      </w:pPr>
      <w:r>
        <w:rPr>
          <w:rFonts w:ascii="Arial" w:hAnsi="Arial" w:cs="Arial"/>
          <w:b/>
          <w:color w:val="FFFFFF" w:themeColor="background1"/>
          <w:szCs w:val="28"/>
          <w:highlight w:val="red"/>
        </w:rPr>
        <w:t>O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1</w:t>
      </w:r>
      <w:r>
        <w:rPr>
          <w:rFonts w:ascii="Arial" w:hAnsi="Arial" w:cs="Arial"/>
          <w:b/>
          <w:color w:val="FFFFFF" w:themeColor="background1"/>
          <w:szCs w:val="28"/>
          <w:highlight w:val="red"/>
        </w:rPr>
        <w:t>º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SECRETÁRI</w:t>
      </w:r>
      <w:r>
        <w:rPr>
          <w:rFonts w:ascii="Arial" w:hAnsi="Arial" w:cs="Arial"/>
          <w:b/>
          <w:color w:val="FFFFFF" w:themeColor="background1"/>
          <w:szCs w:val="28"/>
          <w:highlight w:val="red"/>
        </w:rPr>
        <w:t>O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</w:t>
      </w:r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faz 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chamada e diz:</w:t>
      </w:r>
    </w:p>
    <w:p w14:paraId="14EFEF8B" w14:textId="62A24495" w:rsidR="00472765" w:rsidRPr="00FC5D80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há (</w:t>
      </w:r>
      <w:r w:rsidRPr="00FC5D80">
        <w:rPr>
          <w:rFonts w:ascii="Arial" w:hAnsi="Arial" w:cs="Arial"/>
          <w:color w:val="548DD4" w:themeColor="text2" w:themeTint="99"/>
          <w:szCs w:val="28"/>
        </w:rPr>
        <w:t>não há</w:t>
      </w:r>
      <w:r w:rsidRPr="00FC5D80">
        <w:rPr>
          <w:rFonts w:ascii="Arial" w:hAnsi="Arial" w:cs="Arial"/>
          <w:caps/>
          <w:szCs w:val="28"/>
        </w:rPr>
        <w:t xml:space="preserve">) quórum, </w:t>
      </w:r>
      <w:r w:rsidR="003A7F44" w:rsidRPr="00FC5D80">
        <w:rPr>
          <w:rFonts w:ascii="Arial" w:hAnsi="Arial" w:cs="Arial"/>
          <w:caps/>
          <w:szCs w:val="28"/>
        </w:rPr>
        <w:t xml:space="preserve">SENHOR </w:t>
      </w:r>
      <w:r w:rsidRPr="00FC5D80">
        <w:rPr>
          <w:rFonts w:ascii="Arial" w:hAnsi="Arial" w:cs="Arial"/>
          <w:caps/>
          <w:szCs w:val="28"/>
        </w:rPr>
        <w:t xml:space="preserve">presidente. </w:t>
      </w:r>
      <w:r w:rsidRPr="00FC5D80">
        <w:rPr>
          <w:rFonts w:ascii="Arial" w:hAnsi="Arial" w:cs="Arial"/>
          <w:color w:val="548DD4" w:themeColor="text2" w:themeTint="99"/>
          <w:szCs w:val="28"/>
        </w:rPr>
        <w:t>(Mínimo: 5 Vereadores)</w:t>
      </w:r>
    </w:p>
    <w:p w14:paraId="53C56C5B" w14:textId="1CC68348" w:rsidR="00642CB4" w:rsidRPr="00FC5D80" w:rsidRDefault="00E03A03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declara a Sessão aberta:</w:t>
      </w:r>
    </w:p>
    <w:p w14:paraId="57DAB620" w14:textId="77777777" w:rsidR="00642CB4" w:rsidRPr="00FC5D80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SOB A PROTEÇÃO DE DEUS E COM O CORAÇÃO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INTEIRAMENTE VOLTADO PARA A PÁTRIA 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PARA A COMUNIDADE A QUE SERVIMOS</w:t>
      </w:r>
      <w:r w:rsidR="002C29C5" w:rsidRPr="00FC5D80">
        <w:rPr>
          <w:rFonts w:ascii="Arial" w:hAnsi="Arial" w:cs="Arial"/>
          <w:caps/>
          <w:szCs w:val="28"/>
        </w:rPr>
        <w:t xml:space="preserve">, </w:t>
      </w:r>
      <w:r w:rsidRPr="00FC5D80">
        <w:rPr>
          <w:rFonts w:ascii="Arial" w:hAnsi="Arial" w:cs="Arial"/>
          <w:caps/>
          <w:szCs w:val="28"/>
        </w:rPr>
        <w:t>DECLARO ABERTA A PRESENTE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SESSÃO ORDINÁRIA</w:t>
      </w:r>
      <w:r w:rsidR="002C29C5" w:rsidRPr="00FC5D80">
        <w:rPr>
          <w:rFonts w:ascii="Arial" w:hAnsi="Arial" w:cs="Arial"/>
          <w:caps/>
          <w:szCs w:val="28"/>
        </w:rPr>
        <w:t>.</w:t>
      </w:r>
    </w:p>
    <w:p w14:paraId="7C89C602" w14:textId="77777777" w:rsidR="002C29C5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e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xecução de hino</w:t>
      </w:r>
      <w:r w:rsidR="00F24C4F" w:rsidRPr="00FC5D80">
        <w:rPr>
          <w:rFonts w:ascii="Arial" w:hAnsi="Arial" w:cs="Arial"/>
          <w:b/>
          <w:color w:val="76923C" w:themeColor="accent3" w:themeShade="BF"/>
          <w:szCs w:val="28"/>
        </w:rPr>
        <w:t>s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6E723B2" w14:textId="51292FE3" w:rsidR="00F41CD1" w:rsidRPr="00FC5D80" w:rsidRDefault="00197A09" w:rsidP="003257AB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PEÇO A TODOS QUE SE LEVANTEM PARA A EXECUÇÃO DO HINO NACIONAL BRASILEIRO</w:t>
      </w:r>
      <w:r w:rsidR="00390AC0">
        <w:rPr>
          <w:rFonts w:ascii="Arial" w:hAnsi="Arial" w:cs="Arial"/>
          <w:caps/>
          <w:szCs w:val="28"/>
        </w:rPr>
        <w:t xml:space="preserve"> </w:t>
      </w:r>
      <w:r w:rsidR="00C23633">
        <w:rPr>
          <w:rFonts w:ascii="Arial" w:hAnsi="Arial" w:cs="Arial"/>
          <w:caps/>
          <w:szCs w:val="28"/>
        </w:rPr>
        <w:t xml:space="preserve">E </w:t>
      </w:r>
      <w:r w:rsidR="005C5D58" w:rsidRPr="00FC5D80">
        <w:rPr>
          <w:rFonts w:ascii="Arial" w:hAnsi="Arial" w:cs="Arial"/>
          <w:caps/>
          <w:szCs w:val="28"/>
        </w:rPr>
        <w:t>informo q</w:t>
      </w:r>
      <w:r w:rsidR="004C0979" w:rsidRPr="00FC5D80">
        <w:rPr>
          <w:rFonts w:ascii="Arial" w:hAnsi="Arial" w:cs="Arial"/>
          <w:szCs w:val="28"/>
        </w:rPr>
        <w:t xml:space="preserve">UE, APÓS A EXECUÇÃO DO HINO, </w:t>
      </w:r>
      <w:r w:rsidR="00CA69F0">
        <w:rPr>
          <w:rFonts w:ascii="Arial" w:hAnsi="Arial" w:cs="Arial"/>
          <w:szCs w:val="28"/>
        </w:rPr>
        <w:t>O</w:t>
      </w:r>
      <w:r w:rsidR="007D00DD">
        <w:rPr>
          <w:rFonts w:ascii="Arial" w:hAnsi="Arial" w:cs="Arial"/>
          <w:szCs w:val="28"/>
        </w:rPr>
        <w:t xml:space="preserve"> VEREADOR </w:t>
      </w:r>
      <w:r w:rsidR="00CA69F0">
        <w:rPr>
          <w:rFonts w:ascii="Arial" w:hAnsi="Arial" w:cs="Arial"/>
          <w:szCs w:val="28"/>
        </w:rPr>
        <w:t>LUÍS FLÁVIO</w:t>
      </w:r>
      <w:r w:rsidR="007D00DD">
        <w:rPr>
          <w:rFonts w:ascii="Arial" w:hAnsi="Arial" w:cs="Arial"/>
          <w:szCs w:val="28"/>
        </w:rPr>
        <w:t xml:space="preserve"> PROCEDERÁ </w:t>
      </w:r>
      <w:r w:rsidR="004C0979" w:rsidRPr="00FC5D80">
        <w:rPr>
          <w:rFonts w:ascii="Arial" w:hAnsi="Arial" w:cs="Arial"/>
          <w:szCs w:val="28"/>
        </w:rPr>
        <w:t>À LEITURA DE UM TRECHO DA BÍBLIA</w:t>
      </w:r>
      <w:r w:rsidR="007B7E5C" w:rsidRPr="00FC5D80">
        <w:rPr>
          <w:rFonts w:ascii="Arial" w:hAnsi="Arial" w:cs="Arial"/>
          <w:caps/>
          <w:szCs w:val="28"/>
        </w:rPr>
        <w:t>.</w:t>
      </w:r>
    </w:p>
    <w:p w14:paraId="4C515A0D" w14:textId="5C66B5E0" w:rsidR="00E926DD" w:rsidRDefault="00E926DD">
      <w:pPr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br w:type="page"/>
      </w:r>
    </w:p>
    <w:p w14:paraId="1BC8FE60" w14:textId="77777777" w:rsidR="00C23633" w:rsidRPr="00F92971" w:rsidRDefault="00C23633" w:rsidP="00C23633">
      <w:pPr>
        <w:pBdr>
          <w:top w:val="single" w:sz="4" w:space="1" w:color="auto"/>
        </w:pBdr>
        <w:spacing w:before="240"/>
        <w:jc w:val="both"/>
        <w:rPr>
          <w:rFonts w:ascii="Arial" w:hAnsi="Arial" w:cs="Arial"/>
          <w:b/>
          <w:color w:val="76923C" w:themeColor="accent3" w:themeShade="BF"/>
          <w:sz w:val="14"/>
          <w:szCs w:val="24"/>
        </w:rPr>
      </w:pPr>
    </w:p>
    <w:p w14:paraId="4A9799CA" w14:textId="5F1E1A6F" w:rsidR="00FC673E" w:rsidRPr="00FC5D80" w:rsidRDefault="00FC673E" w:rsidP="003B12DB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anuncia a Fase do Expediente</w:t>
      </w:r>
      <w:r w:rsidR="00D66563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DAC541D" w14:textId="77777777" w:rsidR="002F0529" w:rsidRPr="00FC5D80" w:rsidRDefault="00CE1745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NESTE </w:t>
      </w:r>
      <w:r w:rsidRPr="00FC5D80">
        <w:rPr>
          <w:rFonts w:ascii="Arial" w:hAnsi="Arial" w:cs="Arial"/>
          <w:caps/>
          <w:szCs w:val="28"/>
        </w:rPr>
        <w:t>INSTANTE</w:t>
      </w:r>
      <w:r w:rsidRPr="00FC5D80">
        <w:rPr>
          <w:rFonts w:ascii="Arial" w:hAnsi="Arial" w:cs="Arial"/>
          <w:szCs w:val="28"/>
        </w:rPr>
        <w:t xml:space="preserve"> PASSAREMOS</w:t>
      </w:r>
      <w:r w:rsidR="00125123" w:rsidRPr="00FC5D80">
        <w:rPr>
          <w:rFonts w:ascii="Arial" w:hAnsi="Arial" w:cs="Arial"/>
          <w:szCs w:val="28"/>
        </w:rPr>
        <w:t xml:space="preserve"> </w:t>
      </w:r>
      <w:r w:rsidR="002F0529" w:rsidRPr="00FC5D80">
        <w:rPr>
          <w:rFonts w:ascii="Arial" w:hAnsi="Arial" w:cs="Arial"/>
          <w:szCs w:val="28"/>
        </w:rPr>
        <w:t>À FASE DA SESSÃO ORDINÁRIA</w:t>
      </w:r>
      <w:r w:rsidR="00814A39" w:rsidRPr="00FC5D80">
        <w:rPr>
          <w:rFonts w:ascii="Arial" w:hAnsi="Arial" w:cs="Arial"/>
          <w:szCs w:val="28"/>
        </w:rPr>
        <w:t xml:space="preserve"> EM QUE</w:t>
      </w:r>
      <w:r w:rsidR="002F0529" w:rsidRPr="00FC5D80">
        <w:rPr>
          <w:rFonts w:ascii="Arial" w:hAnsi="Arial" w:cs="Arial"/>
          <w:szCs w:val="28"/>
        </w:rPr>
        <w:t xml:space="preserve"> SERÃO LIDOS E VOTADOS, CONFORME DISCIPLINADO, OS EXPEDIENTES DOS VEREADORES.</w:t>
      </w:r>
    </w:p>
    <w:p w14:paraId="284900C0" w14:textId="2BA48F5D" w:rsidR="002F0529" w:rsidRPr="00FC5D80" w:rsidRDefault="00B87BAE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</w:rPr>
        <w:t>ENTÃO</w:t>
      </w:r>
      <w:r w:rsidRPr="00FC5D80">
        <w:rPr>
          <w:rFonts w:ascii="Arial" w:hAnsi="Arial" w:cs="Arial"/>
          <w:szCs w:val="28"/>
        </w:rPr>
        <w:t xml:space="preserve">, </w:t>
      </w:r>
      <w:r w:rsidR="00642CB4" w:rsidRPr="00FC5D80">
        <w:rPr>
          <w:rFonts w:ascii="Arial" w:hAnsi="Arial" w:cs="Arial"/>
          <w:szCs w:val="28"/>
        </w:rPr>
        <w:t xml:space="preserve">SOLICITO </w:t>
      </w:r>
      <w:r w:rsidR="00B06869">
        <w:rPr>
          <w:rFonts w:ascii="Arial" w:hAnsi="Arial" w:cs="Arial"/>
          <w:szCs w:val="28"/>
        </w:rPr>
        <w:t>AO 1º SECRETÁRIO</w:t>
      </w:r>
      <w:r w:rsidR="00642CB4" w:rsidRPr="00FC5D80">
        <w:rPr>
          <w:rFonts w:ascii="Arial" w:hAnsi="Arial" w:cs="Arial"/>
          <w:szCs w:val="28"/>
        </w:rPr>
        <w:t xml:space="preserve"> </w:t>
      </w:r>
      <w:r w:rsidR="003E574C" w:rsidRPr="00FC5D80">
        <w:rPr>
          <w:rFonts w:ascii="Arial" w:hAnsi="Arial" w:cs="Arial"/>
          <w:szCs w:val="28"/>
        </w:rPr>
        <w:t xml:space="preserve">QUE FAÇA </w:t>
      </w:r>
      <w:r w:rsidR="00C602BC" w:rsidRPr="00FC5D80">
        <w:rPr>
          <w:rFonts w:ascii="Arial" w:hAnsi="Arial" w:cs="Arial"/>
          <w:szCs w:val="28"/>
        </w:rPr>
        <w:t xml:space="preserve">A LEITURA </w:t>
      </w:r>
      <w:r w:rsidR="00212E98" w:rsidRPr="00FC5D80">
        <w:rPr>
          <w:rFonts w:ascii="Arial" w:hAnsi="Arial" w:cs="Arial"/>
          <w:szCs w:val="28"/>
        </w:rPr>
        <w:t>DAS</w:t>
      </w:r>
      <w:r w:rsidR="00212E98" w:rsidRPr="00FC5D80">
        <w:rPr>
          <w:rFonts w:ascii="Arial" w:hAnsi="Arial" w:cs="Arial"/>
          <w:szCs w:val="28"/>
          <w:lang w:eastAsia="ko-KR"/>
        </w:rPr>
        <w:t xml:space="preserve"> </w:t>
      </w:r>
      <w:r w:rsidR="00212E98" w:rsidRPr="00FC5D80">
        <w:rPr>
          <w:rFonts w:ascii="Arial" w:hAnsi="Arial" w:cs="Arial"/>
          <w:caps/>
          <w:szCs w:val="28"/>
        </w:rPr>
        <w:t>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DAS </w:t>
      </w:r>
      <w:r w:rsidR="002F0529" w:rsidRPr="00FC5D80">
        <w:rPr>
          <w:rFonts w:ascii="Arial" w:hAnsi="Arial" w:cs="Arial"/>
          <w:b/>
          <w:szCs w:val="28"/>
          <w:u w:val="single"/>
        </w:rPr>
        <w:t>MOÇÕES</w:t>
      </w:r>
      <w:r w:rsidR="00706EA5"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  <w:lang w:eastAsia="ko-KR"/>
        </w:rPr>
        <w:t>PROTOCOLADAS PARA ESTA</w:t>
      </w:r>
      <w:r w:rsidR="00706EA5"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13AE994C" w14:textId="3A960243" w:rsidR="00F64DD4" w:rsidRPr="00DB5F7F" w:rsidRDefault="00B06869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FFFFFF" w:themeColor="background1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O 1º SECRETÁRIO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lê o </w:t>
      </w:r>
      <w:r w:rsidR="009C68A3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Relatório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de Moções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.</w:t>
      </w:r>
    </w:p>
    <w:p w14:paraId="2C3BC064" w14:textId="14252BE8" w:rsidR="00F64DD4" w:rsidRPr="00FC5D80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Em caso de solicitação de leitura na íntegra, </w:t>
      </w:r>
      <w:r w:rsidR="00B06869">
        <w:rPr>
          <w:rFonts w:ascii="Arial" w:hAnsi="Arial" w:cs="Arial"/>
          <w:szCs w:val="28"/>
          <w:highlight w:val="yellow"/>
          <w:lang w:eastAsia="ko-KR"/>
        </w:rPr>
        <w:t>o 1º SECRETÁRIO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faz a leitura da Moção solicitada e prossegue no </w:t>
      </w:r>
      <w:r w:rsidR="009C68A3" w:rsidRPr="00FC5D80">
        <w:rPr>
          <w:rFonts w:ascii="Arial" w:hAnsi="Arial" w:cs="Arial"/>
          <w:szCs w:val="28"/>
          <w:highlight w:val="yellow"/>
          <w:lang w:eastAsia="ko-KR"/>
        </w:rPr>
        <w:t>Relatório</w:t>
      </w:r>
      <w:r w:rsidRPr="00FC5D80">
        <w:rPr>
          <w:rFonts w:ascii="Arial" w:hAnsi="Arial" w:cs="Arial"/>
          <w:szCs w:val="28"/>
          <w:highlight w:val="yellow"/>
          <w:lang w:eastAsia="ko-KR"/>
        </w:rPr>
        <w:t>.</w:t>
      </w:r>
    </w:p>
    <w:p w14:paraId="0B50969F" w14:textId="5D4DAA2A" w:rsidR="00683A23" w:rsidRPr="00FC5D80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Quando 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acabarem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as Moções, </w:t>
      </w:r>
      <w:r w:rsidR="00B06869">
        <w:rPr>
          <w:rFonts w:ascii="Arial" w:hAnsi="Arial" w:cs="Arial"/>
          <w:b/>
          <w:bCs/>
          <w:color w:val="1F497D" w:themeColor="text2"/>
          <w:szCs w:val="28"/>
          <w:lang w:eastAsia="ko-KR"/>
        </w:rPr>
        <w:t>o 1º SECRETÁRIO</w:t>
      </w:r>
      <w:r w:rsidRPr="00DB5F7F">
        <w:rPr>
          <w:rFonts w:ascii="Arial" w:hAnsi="Arial" w:cs="Arial"/>
          <w:b/>
          <w:bCs/>
          <w:color w:val="FFFFFF" w:themeColor="background1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di</w:t>
      </w:r>
      <w:r w:rsidR="00530880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4E7D2914" w14:textId="5EB4F103" w:rsidR="005B7EA9" w:rsidRDefault="00FD548E" w:rsidP="00CF560F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MOÇÕES, </w:t>
      </w:r>
      <w:r w:rsidR="002033DA"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>!</w:t>
      </w:r>
    </w:p>
    <w:p w14:paraId="5E8EE59E" w14:textId="2B0BBCF6" w:rsidR="00CF560F" w:rsidRDefault="00CF560F">
      <w:pPr>
        <w:rPr>
          <w:rFonts w:ascii="Arial" w:hAnsi="Arial" w:cs="Arial"/>
          <w:szCs w:val="28"/>
          <w:highlight w:val="yellow"/>
          <w:lang w:eastAsia="ko-KR"/>
        </w:rPr>
      </w:pPr>
      <w:r>
        <w:rPr>
          <w:rFonts w:ascii="Arial" w:hAnsi="Arial" w:cs="Arial"/>
          <w:szCs w:val="28"/>
          <w:highlight w:val="yellow"/>
          <w:lang w:eastAsia="ko-KR"/>
        </w:rPr>
        <w:br w:type="page"/>
      </w:r>
    </w:p>
    <w:p w14:paraId="2DB3AEFB" w14:textId="77777777" w:rsidR="0061668D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lastRenderedPageBreak/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</w:t>
      </w:r>
      <w:r w:rsidR="00506067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a 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leitura dos 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REQUERIMENTOS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14CA3A8" w14:textId="5F0BEF92" w:rsidR="00706EA5" w:rsidRPr="00FC5D80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="00014BD1" w:rsidRPr="00FC5D80">
        <w:rPr>
          <w:rFonts w:ascii="Arial" w:hAnsi="Arial" w:cs="Arial"/>
          <w:szCs w:val="28"/>
          <w:lang w:eastAsia="ko-KR"/>
        </w:rPr>
        <w:t xml:space="preserve"> 2</w:t>
      </w:r>
      <w:r w:rsidR="0087049C" w:rsidRPr="00FC5D80">
        <w:rPr>
          <w:rFonts w:ascii="Arial" w:hAnsi="Arial" w:cs="Arial"/>
          <w:szCs w:val="28"/>
          <w:lang w:eastAsia="ko-KR"/>
        </w:rPr>
        <w:t>º</w:t>
      </w:r>
      <w:r w:rsidR="00211A24" w:rsidRPr="00FC5D80">
        <w:rPr>
          <w:rFonts w:ascii="Arial" w:hAnsi="Arial" w:cs="Arial"/>
          <w:szCs w:val="28"/>
          <w:lang w:eastAsia="ko-KR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87049C" w:rsidRPr="00FC5D80">
        <w:rPr>
          <w:rFonts w:ascii="Arial" w:hAnsi="Arial" w:cs="Arial"/>
          <w:caps/>
          <w:szCs w:val="28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3E574C" w:rsidRPr="00FC5D80">
        <w:rPr>
          <w:rFonts w:ascii="Arial" w:hAnsi="Arial" w:cs="Arial"/>
          <w:szCs w:val="28"/>
          <w:lang w:eastAsia="ko-KR"/>
        </w:rPr>
        <w:t xml:space="preserve">QUE FAÇA </w:t>
      </w:r>
      <w:r w:rsidR="00C602BC" w:rsidRPr="00FC5D80">
        <w:rPr>
          <w:rFonts w:ascii="Arial" w:hAnsi="Arial" w:cs="Arial"/>
          <w:szCs w:val="28"/>
          <w:lang w:eastAsia="ko-KR"/>
        </w:rPr>
        <w:t xml:space="preserve">A LEITURA </w:t>
      </w:r>
      <w:r w:rsidR="00212E98" w:rsidRPr="00FC5D80">
        <w:rPr>
          <w:rFonts w:ascii="Arial" w:hAnsi="Arial" w:cs="Arial"/>
          <w:szCs w:val="28"/>
          <w:lang w:eastAsia="ko-KR"/>
        </w:rPr>
        <w:t>DAS 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</w:t>
      </w:r>
      <w:r w:rsidRPr="00FC5D80">
        <w:rPr>
          <w:rFonts w:ascii="Arial" w:hAnsi="Arial" w:cs="Arial"/>
          <w:szCs w:val="28"/>
          <w:lang w:eastAsia="ko-KR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</w:rPr>
        <w:t>PROTOCOLADOS</w:t>
      </w:r>
      <w:r w:rsidR="00F90A5C" w:rsidRPr="00FC5D80">
        <w:rPr>
          <w:rFonts w:ascii="Arial" w:hAnsi="Arial" w:cs="Arial"/>
          <w:szCs w:val="28"/>
          <w:lang w:eastAsia="ko-KR"/>
        </w:rPr>
        <w:t xml:space="preserve"> PARA ESTA</w:t>
      </w:r>
      <w:r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542F4104" w14:textId="33AD2103" w:rsidR="00E63DFA" w:rsidRPr="00FC5D80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Caso não haja solicitaç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D54A06" w:rsidRPr="00FC5D80">
        <w:rPr>
          <w:rFonts w:ascii="Arial" w:hAnsi="Arial" w:cs="Arial"/>
          <w:color w:val="FF0000"/>
          <w:szCs w:val="28"/>
          <w:lang w:eastAsia="ko-KR"/>
        </w:rPr>
        <w:t xml:space="preserve">apenas 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9C68A3" w:rsidRPr="00FC5D80">
        <w:rPr>
          <w:rFonts w:ascii="Arial" w:hAnsi="Arial" w:cs="Arial"/>
          <w:color w:val="FF0000"/>
          <w:szCs w:val="28"/>
          <w:lang w:eastAsia="ko-KR"/>
        </w:rPr>
        <w:t>Relatório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>. (Após</w:t>
      </w:r>
      <w:r w:rsidR="00DD1596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 seguir para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item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_Ref526255634 \r \h </w:instrText>
      </w:r>
      <w:r w:rsidR="00092897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CA4CFF">
        <w:rPr>
          <w:rFonts w:ascii="Arial" w:hAnsi="Arial" w:cs="Arial"/>
          <w:color w:val="FF0000"/>
          <w:szCs w:val="28"/>
          <w:lang w:eastAsia="ko-KR"/>
        </w:rPr>
        <w:t>7.6)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3DE2041" w14:textId="6300F598" w:rsidR="00C35E91" w:rsidRPr="00FC5D80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o Requerimento e prossegue no Relatório.</w:t>
      </w:r>
    </w:p>
    <w:p w14:paraId="6B88235F" w14:textId="4708CA19" w:rsidR="00C35E91" w:rsidRPr="00FC5D80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a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diz:</w:t>
      </w:r>
    </w:p>
    <w:p w14:paraId="60C1D178" w14:textId="77777777" w:rsidR="00B11B06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068DE068" w14:textId="097020D8" w:rsidR="00C35E91" w:rsidRPr="00FC5D80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</w:t>
      </w:r>
      <w:r w:rsidR="00B11B06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Requerimento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em votação</w:t>
      </w:r>
      <w:r w:rsidR="009C68A3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CA4CFF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7.4)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0BE6BA45" w14:textId="411EFAF9" w:rsidR="00C35E91" w:rsidRPr="00FC5D80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Solicitadas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diz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:</w:t>
      </w:r>
    </w:p>
    <w:p w14:paraId="2D849D4B" w14:textId="77777777" w:rsidR="00BF05EC" w:rsidRPr="00FC5D80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bookmarkStart w:id="0" w:name="_Ref526255980"/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539310E0" w14:textId="2E709F6E" w:rsidR="00BF05EC" w:rsidRPr="00FC5D80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Requerimento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CA4CFF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7.4)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4BFB37EB" w14:textId="08CCB7D1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1" w:name="_Ref935709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Não havendo justificativas</w:t>
      </w:r>
      <w:r w:rsidR="007C61A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(1 minuto)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ou após elas,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0"/>
      <w:bookmarkEnd w:id="1"/>
    </w:p>
    <w:p w14:paraId="7F9D0457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45BC72D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os que </w:t>
      </w:r>
      <w:r w:rsidRPr="00FC5D80">
        <w:rPr>
          <w:rFonts w:ascii="Arial" w:hAnsi="Arial" w:cs="Arial"/>
          <w:caps/>
          <w:szCs w:val="28"/>
        </w:rPr>
        <w:t>forem</w:t>
      </w:r>
      <w:r w:rsidRPr="00FC5D80">
        <w:rPr>
          <w:rFonts w:ascii="Arial" w:hAnsi="Arial" w:cs="Arial"/>
          <w:caps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aps/>
          <w:color w:val="FFFFFF" w:themeColor="background1"/>
          <w:szCs w:val="28"/>
          <w:highlight w:val="black"/>
          <w:lang w:eastAsia="ko-KR"/>
        </w:rPr>
        <w:t>contrários</w:t>
      </w:r>
      <w:r w:rsidRPr="00FC5D80">
        <w:rPr>
          <w:rFonts w:ascii="Arial" w:hAnsi="Arial" w:cs="Arial"/>
          <w:caps/>
          <w:color w:val="000000" w:themeColor="text1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  <w:lang w:eastAsia="ko-KR"/>
        </w:rPr>
        <w:t>que levantem O BRAÇO.</w:t>
      </w:r>
    </w:p>
    <w:p w14:paraId="698F92D3" w14:textId="77777777" w:rsidR="00C35E91" w:rsidRPr="00FC5D80" w:rsidRDefault="00C35E91" w:rsidP="00290FF9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2" w:name="_Ref526256135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  <w:bookmarkEnd w:id="2"/>
    </w:p>
    <w:p w14:paraId="4400A33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678314E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="006D7A14"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>!</w:t>
      </w:r>
    </w:p>
    <w:p w14:paraId="2AC6CA06" w14:textId="37973C03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3" w:name="_Ref526255634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Requerimentos,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3"/>
    </w:p>
    <w:p w14:paraId="274120A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REQUERIMENTOS</w:t>
      </w:r>
      <w:r w:rsidRPr="00FC5D80">
        <w:rPr>
          <w:rFonts w:ascii="Arial" w:hAnsi="Arial" w:cs="Arial"/>
          <w:szCs w:val="28"/>
          <w:highlight w:val="yellow"/>
        </w:rPr>
        <w:t xml:space="preserve">, </w:t>
      </w:r>
      <w:r w:rsidR="002033DA" w:rsidRPr="00FC5D80">
        <w:rPr>
          <w:rFonts w:ascii="Arial" w:hAnsi="Arial" w:cs="Arial"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</w:rPr>
        <w:t>!</w:t>
      </w:r>
    </w:p>
    <w:p w14:paraId="088F2DD2" w14:textId="77777777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Requerimentos, </w:t>
      </w:r>
      <w:r w:rsidR="00F668D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77DD81C4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07C82A0D" w14:textId="77777777" w:rsidR="006B03AF" w:rsidRPr="00FC5D80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8"/>
        </w:rPr>
      </w:pPr>
      <w:r w:rsidRPr="00FC5D80">
        <w:rPr>
          <w:rFonts w:ascii="Arial" w:hAnsi="Arial" w:cs="Arial"/>
          <w:b/>
          <w:szCs w:val="28"/>
        </w:rPr>
        <w:br w:type="page"/>
      </w:r>
    </w:p>
    <w:p w14:paraId="2501F34A" w14:textId="77777777" w:rsidR="003058CD" w:rsidRPr="00FC5D80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56DF2B0F" w14:textId="74644362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Pr="00FC5D80">
        <w:rPr>
          <w:rFonts w:ascii="Arial" w:hAnsi="Arial" w:cs="Arial"/>
          <w:szCs w:val="28"/>
          <w:lang w:eastAsia="ko-KR"/>
        </w:rPr>
        <w:t xml:space="preserve"> 2</w:t>
      </w:r>
      <w:r w:rsidR="0087049C" w:rsidRPr="00FC5D80">
        <w:rPr>
          <w:rFonts w:ascii="Arial" w:hAnsi="Arial" w:cs="Arial"/>
          <w:szCs w:val="28"/>
          <w:lang w:eastAsia="ko-KR"/>
        </w:rPr>
        <w:t>º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</w:rPr>
        <w:t>SECRETÁRI</w:t>
      </w:r>
      <w:r w:rsidR="0087049C" w:rsidRPr="00FC5D80">
        <w:rPr>
          <w:rFonts w:ascii="Arial" w:hAnsi="Arial" w:cs="Arial"/>
          <w:caps/>
          <w:szCs w:val="28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QUE FAÇA A LEITURA DAS SÍNTESES DOS </w:t>
      </w:r>
      <w:r w:rsidRPr="00FC5D80">
        <w:rPr>
          <w:rFonts w:ascii="Arial" w:hAnsi="Arial" w:cs="Arial"/>
          <w:caps/>
          <w:szCs w:val="28"/>
        </w:rPr>
        <w:t>PEDIDOS DE INFORMAÇÕES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</w:rPr>
        <w:t>PROTOCOLADOS</w:t>
      </w:r>
      <w:r w:rsidRPr="00FC5D80">
        <w:rPr>
          <w:rFonts w:ascii="Arial" w:hAnsi="Arial" w:cs="Arial"/>
          <w:szCs w:val="28"/>
          <w:lang w:eastAsia="ko-KR"/>
        </w:rPr>
        <w:t xml:space="preserve"> PARA ESTA SESSÃO.</w:t>
      </w:r>
    </w:p>
    <w:p w14:paraId="4A83BBBC" w14:textId="31A11308" w:rsidR="003058CD" w:rsidRPr="00FC5D80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Caso não haja solicitação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apenas o Relatório. (Após, seguir para item 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D354E2">
        <w:rPr>
          <w:rFonts w:ascii="Arial" w:hAnsi="Arial" w:cs="Arial"/>
          <w:color w:val="FF0000"/>
          <w:szCs w:val="28"/>
          <w:lang w:eastAsia="ko-KR"/>
        </w:rPr>
        <w:instrText xml:space="preserve"> REF _Ref877341 \r \h </w:instrText>
      </w:r>
      <w:r w:rsidR="00D354E2">
        <w:rPr>
          <w:rFonts w:ascii="Arial" w:hAnsi="Arial" w:cs="Arial"/>
          <w:color w:val="FF0000"/>
          <w:szCs w:val="28"/>
          <w:lang w:eastAsia="ko-KR"/>
        </w:rPr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CA4CFF">
        <w:rPr>
          <w:rFonts w:ascii="Arial" w:hAnsi="Arial" w:cs="Arial"/>
          <w:color w:val="FF0000"/>
          <w:szCs w:val="28"/>
          <w:lang w:eastAsia="ko-KR"/>
        </w:rPr>
        <w:t>8.6)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AC5FA9B" w14:textId="6D6A4652" w:rsidR="003058CD" w:rsidRPr="00FC5D80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na íntegra,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34646" w:rsidRPr="00FC5D80">
        <w:rPr>
          <w:rFonts w:ascii="Arial" w:hAnsi="Arial" w:cs="Arial"/>
          <w:color w:val="FF0000"/>
          <w:szCs w:val="28"/>
          <w:lang w:eastAsia="ko-KR"/>
        </w:rPr>
        <w:t>Pedido de Informações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prossegue no Relatório.</w:t>
      </w:r>
    </w:p>
    <w:p w14:paraId="582BE7F2" w14:textId="01926830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276E0E60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442A3C16" w14:textId="172918F2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CA4CFF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8.4)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234FEF36" w14:textId="5C8EEC43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Solicitadas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4C98AE94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186E33F1" w14:textId="3B073933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CA4CFF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8.4)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</w:p>
    <w:p w14:paraId="56CB65AA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4" w:name="_Ref877417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Não havendo justificativas (1 minuto), ou após elas,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4"/>
    </w:p>
    <w:p w14:paraId="5407FEAD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51C21D78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os que </w:t>
      </w:r>
      <w:r w:rsidRPr="00FC5D80">
        <w:rPr>
          <w:rFonts w:ascii="Arial" w:hAnsi="Arial" w:cs="Arial"/>
          <w:caps/>
          <w:szCs w:val="28"/>
        </w:rPr>
        <w:t>forem</w:t>
      </w:r>
      <w:r w:rsidRPr="00FC5D80">
        <w:rPr>
          <w:rFonts w:ascii="Arial" w:hAnsi="Arial" w:cs="Arial"/>
          <w:caps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aps/>
          <w:color w:val="FFFFFF" w:themeColor="background1"/>
          <w:szCs w:val="28"/>
          <w:highlight w:val="black"/>
          <w:lang w:eastAsia="ko-KR"/>
        </w:rPr>
        <w:t>contrários</w:t>
      </w:r>
      <w:r w:rsidRPr="00FC5D80">
        <w:rPr>
          <w:rFonts w:ascii="Arial" w:hAnsi="Arial" w:cs="Arial"/>
          <w:caps/>
          <w:color w:val="000000" w:themeColor="text1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  <w:lang w:eastAsia="ko-KR"/>
        </w:rPr>
        <w:t>que levantem O BRAÇO.</w:t>
      </w:r>
    </w:p>
    <w:p w14:paraId="1EF170A5" w14:textId="77777777" w:rsidR="003058CD" w:rsidRPr="00FC5D80" w:rsidRDefault="003058CD" w:rsidP="00540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</w:p>
    <w:p w14:paraId="2F7B1A92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20B72876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>!</w:t>
      </w:r>
    </w:p>
    <w:p w14:paraId="2D97ED0B" w14:textId="3997B952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5" w:name="_Ref877341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Pedidos de Informações,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5"/>
    </w:p>
    <w:p w14:paraId="386D7EFC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PEDIDO DE INFORMAÇÕES</w:t>
      </w:r>
      <w:r w:rsidRPr="00FC5D80">
        <w:rPr>
          <w:rFonts w:ascii="Arial" w:hAnsi="Arial" w:cs="Arial"/>
          <w:szCs w:val="28"/>
          <w:highlight w:val="yellow"/>
        </w:rPr>
        <w:t>, PRESIDENTE!</w:t>
      </w:r>
    </w:p>
    <w:p w14:paraId="5BAD6808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</w:t>
      </w:r>
      <w:r w:rsidR="00AE23F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6EBCD89E" w14:textId="77777777" w:rsidR="00655FF3" w:rsidRPr="00FC5D80" w:rsidRDefault="003058CD" w:rsidP="004E732C">
      <w:pPr>
        <w:spacing w:after="240"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szCs w:val="28"/>
          <w:lang w:eastAsia="ko-KR"/>
        </w:rPr>
        <w:t>PEDIDO</w:t>
      </w:r>
      <w:r w:rsidR="002F73F4" w:rsidRPr="00FC5D80">
        <w:rPr>
          <w:rFonts w:ascii="Arial" w:hAnsi="Arial" w:cs="Arial"/>
          <w:szCs w:val="28"/>
          <w:lang w:eastAsia="ko-KR"/>
        </w:rPr>
        <w:t>S</w:t>
      </w:r>
      <w:r w:rsidRPr="00FC5D80">
        <w:rPr>
          <w:rFonts w:ascii="Arial" w:hAnsi="Arial" w:cs="Arial"/>
          <w:szCs w:val="28"/>
          <w:lang w:eastAsia="ko-KR"/>
        </w:rPr>
        <w:t xml:space="preserve"> DE INFORMAÇÕES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2E32AACC" w14:textId="4F2CCB36" w:rsidR="001F31C8" w:rsidRPr="00FC5D80" w:rsidRDefault="009E004B">
      <w:pPr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br w:type="page"/>
      </w:r>
    </w:p>
    <w:p w14:paraId="6E4EFBD8" w14:textId="77777777" w:rsidR="004C706E" w:rsidRPr="00572B09" w:rsidRDefault="004C706E" w:rsidP="004C706E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>O PRESIDENTE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 solicita a leitura d</w:t>
      </w:r>
      <w:r>
        <w:rPr>
          <w:rFonts w:ascii="Arial" w:hAnsi="Arial" w:cs="Arial"/>
          <w:b/>
          <w:color w:val="76923C" w:themeColor="accent3" w:themeShade="BF"/>
          <w:szCs w:val="24"/>
        </w:rPr>
        <w:t>as respostas d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os </w:t>
      </w:r>
      <w:r>
        <w:rPr>
          <w:rFonts w:ascii="Arial" w:hAnsi="Arial" w:cs="Arial"/>
          <w:b/>
          <w:color w:val="76923C" w:themeColor="accent3" w:themeShade="BF"/>
          <w:szCs w:val="24"/>
          <w:u w:val="single"/>
        </w:rPr>
        <w:t>PEDIDOS DE INFORMAÇÕES</w:t>
      </w:r>
      <w:r w:rsidRPr="00572B09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60A111FB" w14:textId="77777777" w:rsidR="000B6A4A" w:rsidRDefault="000B6A4A" w:rsidP="000B6A4A">
      <w:pPr>
        <w:pStyle w:val="PargrafodaLista"/>
        <w:spacing w:line="312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  <w:r>
        <w:rPr>
          <w:rFonts w:ascii="Arial" w:hAnsi="Arial" w:cs="Arial"/>
          <w:szCs w:val="24"/>
        </w:rPr>
        <w:t>AGORA, SOLICITO</w:t>
      </w:r>
      <w:r>
        <w:rPr>
          <w:rFonts w:ascii="Arial" w:hAnsi="Arial" w:cs="Arial"/>
          <w:szCs w:val="24"/>
          <w:lang w:eastAsia="ko-KR"/>
        </w:rPr>
        <w:t xml:space="preserve"> AO VEREADOR PAULINHO DOS CONDUTORES, LÍDER DO GOVERNO, QUE FAÇA A LEITURA DAS RESPOSTAS </w:t>
      </w:r>
      <w:r>
        <w:rPr>
          <w:rFonts w:ascii="Arial" w:hAnsi="Arial" w:cs="Arial"/>
          <w:szCs w:val="24"/>
        </w:rPr>
        <w:t>APRESENTADAS</w:t>
      </w:r>
      <w:r>
        <w:rPr>
          <w:rFonts w:ascii="Arial" w:hAnsi="Arial" w:cs="Arial"/>
          <w:szCs w:val="24"/>
          <w:lang w:eastAsia="ko-KR"/>
        </w:rPr>
        <w:t xml:space="preserve"> PELO EXECUTIVO AOS </w:t>
      </w:r>
      <w:r>
        <w:rPr>
          <w:rFonts w:ascii="Arial" w:hAnsi="Arial" w:cs="Arial"/>
          <w:caps/>
          <w:szCs w:val="24"/>
        </w:rPr>
        <w:t>PEDIDOS DE INFORMAÇÕES.</w:t>
      </w:r>
    </w:p>
    <w:p w14:paraId="1E3BB7F5" w14:textId="77777777" w:rsidR="000B6A4A" w:rsidRDefault="000B6A4A" w:rsidP="000B6A4A">
      <w:pPr>
        <w:pStyle w:val="PargrafodaLista"/>
        <w:spacing w:line="312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</w:p>
    <w:p w14:paraId="740CE973" w14:textId="77777777" w:rsidR="000B6A4A" w:rsidRDefault="000B6A4A" w:rsidP="000B6A4A">
      <w:pPr>
        <w:pStyle w:val="PargrafodaLista"/>
        <w:numPr>
          <w:ilvl w:val="1"/>
          <w:numId w:val="15"/>
        </w:numPr>
        <w:spacing w:line="312" w:lineRule="auto"/>
        <w:ind w:left="851" w:hanging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  <w:r>
        <w:rPr>
          <w:rFonts w:ascii="Arial" w:hAnsi="Arial" w:cs="Arial"/>
          <w:b/>
          <w:bCs/>
          <w:color w:val="1F497D" w:themeColor="text2"/>
          <w:szCs w:val="24"/>
        </w:rPr>
        <w:t xml:space="preserve">O </w:t>
      </w:r>
      <w:r>
        <w:rPr>
          <w:rFonts w:ascii="Arial" w:hAnsi="Arial" w:cs="Arial"/>
          <w:b/>
          <w:bCs/>
          <w:color w:val="1F497D" w:themeColor="text2"/>
          <w:szCs w:val="24"/>
          <w:u w:val="single"/>
        </w:rPr>
        <w:t>LÍDER DO GOVERNO</w:t>
      </w:r>
      <w:r>
        <w:rPr>
          <w:rFonts w:ascii="Arial" w:hAnsi="Arial" w:cs="Arial"/>
          <w:b/>
          <w:bCs/>
          <w:color w:val="1F497D" w:themeColor="text2"/>
          <w:szCs w:val="24"/>
        </w:rPr>
        <w:t xml:space="preserve"> faz a leitura das respostas aos Pedidos de Informações na ordem de protocolo.</w:t>
      </w:r>
    </w:p>
    <w:p w14:paraId="2E64CA81" w14:textId="77777777" w:rsidR="000B6A4A" w:rsidRDefault="000B6A4A" w:rsidP="000B6A4A">
      <w:pPr>
        <w:pStyle w:val="PargrafodaLista"/>
        <w:numPr>
          <w:ilvl w:val="1"/>
          <w:numId w:val="15"/>
        </w:numPr>
        <w:spacing w:before="240" w:line="360" w:lineRule="auto"/>
        <w:ind w:left="851" w:hanging="851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>
        <w:rPr>
          <w:rFonts w:ascii="Arial" w:hAnsi="Arial" w:cs="Arial"/>
          <w:b/>
          <w:bCs/>
          <w:color w:val="1F497D" w:themeColor="text2"/>
          <w:szCs w:val="24"/>
        </w:rPr>
        <w:t>Quando</w:t>
      </w:r>
      <w:r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 acabarem as respostas, o </w:t>
      </w:r>
      <w:r>
        <w:rPr>
          <w:rFonts w:ascii="Arial" w:hAnsi="Arial" w:cs="Arial"/>
          <w:b/>
          <w:bCs/>
          <w:color w:val="1F497D" w:themeColor="text2"/>
          <w:szCs w:val="24"/>
          <w:u w:val="single"/>
        </w:rPr>
        <w:t>LÍDER DO GOVERNO</w:t>
      </w:r>
      <w:r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 diz:</w:t>
      </w:r>
    </w:p>
    <w:p w14:paraId="6BB975BA" w14:textId="77777777" w:rsidR="000B6A4A" w:rsidRDefault="000B6A4A" w:rsidP="000B6A4A">
      <w:pPr>
        <w:pStyle w:val="PargrafodaLista"/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>
        <w:rPr>
          <w:rFonts w:ascii="Arial" w:hAnsi="Arial" w:cs="Arial"/>
          <w:caps/>
          <w:szCs w:val="24"/>
          <w:highlight w:val="yellow"/>
          <w:lang w:eastAsia="ko-KR"/>
        </w:rPr>
        <w:t xml:space="preserve">NÃO HÁ MAIS </w:t>
      </w:r>
      <w:r>
        <w:rPr>
          <w:rFonts w:ascii="Arial" w:hAnsi="Arial" w:cs="Arial"/>
          <w:caps/>
          <w:szCs w:val="24"/>
          <w:highlight w:val="yellow"/>
        </w:rPr>
        <w:t>RESPOSTAS A SEREM LIDAS</w:t>
      </w:r>
      <w:r>
        <w:rPr>
          <w:rFonts w:ascii="Arial" w:hAnsi="Arial" w:cs="Arial"/>
          <w:caps/>
          <w:szCs w:val="24"/>
          <w:highlight w:val="yellow"/>
          <w:lang w:eastAsia="ko-KR"/>
        </w:rPr>
        <w:t>, PRESIDENTE!</w:t>
      </w:r>
    </w:p>
    <w:p w14:paraId="646F6DAE" w14:textId="77777777" w:rsidR="004C706E" w:rsidRDefault="004C706E" w:rsidP="004C706E">
      <w:pPr>
        <w:pStyle w:val="PargrafodaLista"/>
        <w:spacing w:line="312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</w:p>
    <w:p w14:paraId="6E562034" w14:textId="77777777" w:rsidR="00655D82" w:rsidRPr="00FC5D80" w:rsidRDefault="00655D82" w:rsidP="00655D82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t>O 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Votos de Pesar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91E6193" w14:textId="338078FE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SOLICITO </w:t>
      </w:r>
      <w:r w:rsidR="00B06869">
        <w:rPr>
          <w:rFonts w:ascii="Arial" w:hAnsi="Arial" w:cs="Arial"/>
          <w:caps/>
          <w:szCs w:val="28"/>
          <w:lang w:eastAsia="ko-KR"/>
        </w:rPr>
        <w:t>AO 1º SECRETÁRIO</w:t>
      </w:r>
      <w:r w:rsidRPr="00FC5D80">
        <w:rPr>
          <w:rFonts w:ascii="Arial" w:hAnsi="Arial" w:cs="Arial"/>
          <w:caps/>
          <w:szCs w:val="28"/>
          <w:lang w:eastAsia="ko-KR"/>
        </w:rPr>
        <w:t xml:space="preserve"> QUE FAÇA A LEITURA DOS VOTOS DE PESAR APRESENTADOS PELOS SENHORES VEREADORES.</w:t>
      </w:r>
    </w:p>
    <w:p w14:paraId="1D9239D1" w14:textId="5CA04449" w:rsidR="00655D82" w:rsidRPr="00FC5D80" w:rsidRDefault="00B06869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O 1º SECRETÁRIO</w:t>
      </w:r>
      <w:r w:rsidR="00655D82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faz a leitura dos Votos de Pesar na ordem de protocolo</w:t>
      </w:r>
      <w:r w:rsidR="00655D82" w:rsidRPr="00FC5D80">
        <w:rPr>
          <w:rFonts w:ascii="Arial" w:hAnsi="Arial" w:cs="Arial"/>
          <w:b/>
          <w:bCs/>
          <w:color w:val="1F497D" w:themeColor="text2"/>
          <w:szCs w:val="28"/>
        </w:rPr>
        <w:t>.</w:t>
      </w:r>
    </w:p>
    <w:p w14:paraId="0DC0D2AF" w14:textId="426E24F9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</w:rPr>
        <w:t>Quando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acabarem os Votos de Pesar, </w:t>
      </w:r>
      <w:r w:rsidR="00B06869">
        <w:rPr>
          <w:rFonts w:ascii="Arial" w:hAnsi="Arial" w:cs="Arial"/>
          <w:b/>
          <w:bCs/>
          <w:color w:val="1F497D" w:themeColor="text2"/>
          <w:szCs w:val="28"/>
          <w:lang w:eastAsia="ko-KR"/>
        </w:rPr>
        <w:t>o 1º SECRETÁRIO</w:t>
      </w:r>
      <w:r w:rsidRPr="00DB5F7F">
        <w:rPr>
          <w:rFonts w:ascii="Arial" w:hAnsi="Arial" w:cs="Arial"/>
          <w:b/>
          <w:bCs/>
          <w:color w:val="FFFFFF" w:themeColor="background1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diz:</w:t>
      </w:r>
    </w:p>
    <w:p w14:paraId="395F2930" w14:textId="77777777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NÃO HÁ MAIS </w:t>
      </w:r>
      <w:r w:rsidRPr="00FC5D80">
        <w:rPr>
          <w:rFonts w:ascii="Arial" w:hAnsi="Arial" w:cs="Arial"/>
          <w:caps/>
          <w:szCs w:val="28"/>
          <w:highlight w:val="yellow"/>
        </w:rPr>
        <w:t>VOTOS</w:t>
      </w: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 DE PESAR, PRESIDENTE!</w:t>
      </w:r>
    </w:p>
    <w:p w14:paraId="12BBF753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500BD94F" w14:textId="77777777" w:rsidR="00655D82" w:rsidRPr="00FC5D80" w:rsidRDefault="00655D82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EM </w:t>
      </w:r>
      <w:r w:rsidRPr="00FC5D80">
        <w:rPr>
          <w:rFonts w:ascii="Arial" w:hAnsi="Arial" w:cs="Arial"/>
          <w:caps/>
          <w:szCs w:val="28"/>
        </w:rPr>
        <w:t>MEMÓRIA</w:t>
      </w:r>
      <w:r w:rsidRPr="00FC5D80">
        <w:rPr>
          <w:rFonts w:ascii="Arial" w:hAnsi="Arial" w:cs="Arial"/>
          <w:szCs w:val="28"/>
          <w:lang w:eastAsia="ko-KR"/>
        </w:rPr>
        <w:t xml:space="preserve"> DOS ENTES QUERIDOS, CONVIDO A TODOS PARA QUE FAÇAMOS ALGUNS INSTANTES DE SILÊNCIO.</w:t>
      </w:r>
    </w:p>
    <w:p w14:paraId="12F5B19D" w14:textId="77777777" w:rsidR="00FC5D80" w:rsidRDefault="00FC5D80">
      <w:pPr>
        <w:rPr>
          <w:rFonts w:ascii="Arial" w:hAnsi="Arial" w:cs="Arial"/>
          <w:b/>
          <w:color w:val="548DD4" w:themeColor="text2" w:themeTint="99"/>
          <w:szCs w:val="28"/>
          <w:lang w:eastAsia="ko-KR"/>
        </w:rPr>
      </w:pPr>
      <w:r>
        <w:rPr>
          <w:rFonts w:ascii="Arial" w:hAnsi="Arial" w:cs="Arial"/>
          <w:b/>
          <w:color w:val="548DD4" w:themeColor="text2" w:themeTint="99"/>
          <w:szCs w:val="28"/>
          <w:lang w:eastAsia="ko-KR"/>
        </w:rPr>
        <w:br w:type="page"/>
      </w:r>
    </w:p>
    <w:p w14:paraId="3E04C513" w14:textId="77777777" w:rsidR="00FC5D80" w:rsidRPr="003058CD" w:rsidRDefault="00FC5D80" w:rsidP="0050047E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Dia:</w:t>
      </w:r>
    </w:p>
    <w:p w14:paraId="58094158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PASSAREMOS</w:t>
      </w:r>
      <w:r w:rsidRPr="00940241">
        <w:rPr>
          <w:rFonts w:ascii="Arial" w:hAnsi="Arial" w:cs="Arial"/>
          <w:szCs w:val="24"/>
          <w:lang w:eastAsia="ko-KR"/>
        </w:rPr>
        <w:t xml:space="preserve">, </w:t>
      </w:r>
      <w:r w:rsidRPr="00940241">
        <w:rPr>
          <w:rFonts w:ascii="Arial" w:hAnsi="Arial" w:cs="Arial"/>
          <w:caps/>
          <w:szCs w:val="24"/>
        </w:rPr>
        <w:t>NESTE</w:t>
      </w:r>
      <w:r w:rsidRPr="00940241">
        <w:rPr>
          <w:rFonts w:ascii="Arial" w:hAnsi="Arial" w:cs="Arial"/>
          <w:szCs w:val="24"/>
          <w:lang w:eastAsia="ko-KR"/>
        </w:rPr>
        <w:t xml:space="preserve"> INSTANTE, À FASE DA ORDEM DO DIA.</w:t>
      </w:r>
    </w:p>
    <w:p w14:paraId="761CA5D5" w14:textId="57CBB1DC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PEÇO</w:t>
      </w:r>
      <w:r w:rsidR="005403DA">
        <w:rPr>
          <w:rFonts w:ascii="Arial" w:hAnsi="Arial" w:cs="Arial"/>
          <w:szCs w:val="24"/>
          <w:lang w:eastAsia="ko-KR"/>
        </w:rPr>
        <w:t xml:space="preserve"> </w:t>
      </w:r>
      <w:r w:rsidR="00B06869">
        <w:rPr>
          <w:rFonts w:ascii="Arial" w:hAnsi="Arial" w:cs="Arial"/>
          <w:szCs w:val="24"/>
          <w:lang w:eastAsia="ko-KR"/>
        </w:rPr>
        <w:t>AO 1º SECRETÁRIO</w:t>
      </w:r>
      <w:r w:rsidRPr="00940241">
        <w:rPr>
          <w:rFonts w:ascii="Arial" w:hAnsi="Arial" w:cs="Arial"/>
          <w:szCs w:val="24"/>
          <w:lang w:eastAsia="ko-KR"/>
        </w:rPr>
        <w:t xml:space="preserve"> QUE PROCEDA À LEITURA DO RESUMO DO PRIMEIRO PROJETO </w:t>
      </w:r>
      <w:r w:rsidRPr="00940241">
        <w:rPr>
          <w:rFonts w:ascii="Arial" w:hAnsi="Arial" w:cs="Arial"/>
          <w:caps/>
          <w:szCs w:val="24"/>
        </w:rPr>
        <w:t>CONSTANTE</w:t>
      </w:r>
      <w:r w:rsidRPr="00940241">
        <w:rPr>
          <w:rFonts w:ascii="Arial" w:hAnsi="Arial" w:cs="Arial"/>
          <w:szCs w:val="24"/>
          <w:lang w:eastAsia="ko-KR"/>
        </w:rPr>
        <w:t xml:space="preserve"> DA ORDEM DO DIA.</w:t>
      </w:r>
    </w:p>
    <w:p w14:paraId="4412C68D" w14:textId="44D22D50" w:rsidR="00FC5D80" w:rsidRPr="00326D37" w:rsidRDefault="00B06869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bookmarkStart w:id="6" w:name="_Ref475712815"/>
      <w:r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O 1º SECRETÁRIO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faz a leitura da ementa do Projeto</w:t>
      </w:r>
      <w:bookmarkEnd w:id="6"/>
      <w:r w:rsidR="00FC5D80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.</w:t>
      </w:r>
    </w:p>
    <w:p w14:paraId="1F57F7E6" w14:textId="77777777" w:rsidR="00FC5D80" w:rsidRPr="003058CD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CCE02E2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O PROJETO está em discussão.</w:t>
      </w:r>
    </w:p>
    <w:p w14:paraId="565140C9" w14:textId="77777777" w:rsidR="00FC5D80" w:rsidRPr="00B73532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houver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62F5110" w14:textId="26E8D698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Não havendo mais nenhum Vereador desejando discutir a matéria, peço </w:t>
      </w:r>
      <w:r w:rsidR="00B06869">
        <w:rPr>
          <w:rFonts w:ascii="Arial" w:hAnsi="Arial" w:cs="Arial"/>
          <w:caps/>
          <w:szCs w:val="24"/>
          <w:lang w:eastAsia="ko-KR"/>
        </w:rPr>
        <w:t>AO 1º SECRETÁRIO</w:t>
      </w:r>
      <w:r w:rsidRPr="00664622">
        <w:rPr>
          <w:rFonts w:ascii="Arial" w:hAnsi="Arial" w:cs="Arial"/>
          <w:b/>
          <w:caps/>
          <w:color w:val="FFFFFF" w:themeColor="background1"/>
          <w:szCs w:val="24"/>
          <w:lang w:eastAsia="ko-KR"/>
        </w:rPr>
        <w:t xml:space="preserve"> </w:t>
      </w:r>
      <w:r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que proceda À votação nominal</w:t>
      </w:r>
      <w:r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do projeto, na forma regimental.</w:t>
      </w:r>
    </w:p>
    <w:p w14:paraId="604597D2" w14:textId="77777777" w:rsidR="00FC5D80" w:rsidRPr="00B73532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7" w:name="_Ref85330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7"/>
    </w:p>
    <w:p w14:paraId="68DE384A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PROJETO FOI (APROVADO/REJEITADO), POR (X) VOTOS </w:t>
      </w:r>
      <w:r w:rsidRPr="00940241">
        <w:rPr>
          <w:rFonts w:ascii="Arial" w:hAnsi="Arial" w:cs="Arial"/>
          <w:szCs w:val="24"/>
          <w:lang w:eastAsia="ko-KR"/>
        </w:rPr>
        <w:t>FAVORÁVEIS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30226964" w14:textId="77777777" w:rsidR="00FC5D80" w:rsidRPr="00B73532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8" w:name="_Ref878893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8"/>
    </w:p>
    <w:p w14:paraId="3331FA7E" w14:textId="0BD07DF6" w:rsidR="00FC5D80" w:rsidRPr="00092897" w:rsidRDefault="00FC5D80" w:rsidP="00FC5D80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940241">
        <w:rPr>
          <w:rFonts w:ascii="Arial" w:hAnsi="Arial" w:cs="Arial"/>
          <w:szCs w:val="24"/>
          <w:lang w:eastAsia="ko-KR"/>
        </w:rPr>
        <w:t xml:space="preserve">PRÓXIMO </w:t>
      </w:r>
      <w:r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szCs w:val="24"/>
          <w:lang w:eastAsia="ko-KR"/>
        </w:rPr>
        <w:t>!</w:t>
      </w:r>
      <w:r w:rsidRPr="00940241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Ir para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_Ref475712815 \r \h </w:instrTex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\* MERGEFORMAT </w:instrTex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CA4CFF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12)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1F639376" w14:textId="34A31B3A" w:rsidR="00FC5D80" w:rsidRPr="00326D37" w:rsidRDefault="005403DA" w:rsidP="00FC5D80">
      <w:pPr>
        <w:pStyle w:val="PargrafodaLista"/>
        <w:numPr>
          <w:ilvl w:val="0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Caso acabem os projetos, </w:t>
      </w:r>
      <w:r w:rsidR="00B06869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o 1º SECRETÁRIO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dirá</w:t>
      </w:r>
      <w:r w:rsidR="00FC5D80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:</w:t>
      </w:r>
    </w:p>
    <w:p w14:paraId="4A1CC79F" w14:textId="2F9C36EB" w:rsidR="00FC5D80" w:rsidRPr="00B73532" w:rsidRDefault="00FC5D80" w:rsidP="00FC5D80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326D37">
        <w:rPr>
          <w:rFonts w:ascii="Arial" w:hAnsi="Arial" w:cs="Arial"/>
          <w:szCs w:val="24"/>
          <w:highlight w:val="yellow"/>
          <w:lang w:eastAsia="ko-KR"/>
        </w:rPr>
        <w:t>NÃO HÁ MAIS PROJETOS, PRESIDENTE!</w:t>
      </w:r>
      <w:r w:rsidRPr="00326D37">
        <w:rPr>
          <w:rFonts w:ascii="Arial" w:hAnsi="Arial" w:cs="Arial"/>
          <w:b/>
          <w:szCs w:val="24"/>
          <w:highlight w:val="yellow"/>
          <w:lang w:eastAsia="ko-KR"/>
        </w:rPr>
        <w:t xml:space="preserve"> </w:t>
      </w:r>
      <w:r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(Seguir para item </w:t>
      </w:r>
      <w:r w:rsidR="00D354E2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instrText xml:space="preserve"> REF _Ref126671193 \r \h </w:instrText>
      </w:r>
      <w:r w:rsidR="00D354E2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separate"/>
      </w:r>
      <w:r w:rsidR="00CA4CFF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17)</w:t>
      </w:r>
      <w:r w:rsidR="00D354E2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end"/>
      </w:r>
    </w:p>
    <w:p w14:paraId="4D22E99D" w14:textId="77777777" w:rsidR="00FC5D80" w:rsidRPr="00B73532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F83EC8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 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F69177B" w14:textId="582B73E1" w:rsidR="00FC5D80" w:rsidRPr="00940241" w:rsidRDefault="0050047E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>
        <w:rPr>
          <w:rFonts w:ascii="Arial" w:hAnsi="Arial" w:cs="Arial"/>
          <w:caps/>
          <w:szCs w:val="24"/>
          <w:lang w:eastAsia="ko-KR"/>
        </w:rPr>
        <w:t xml:space="preserve">peço </w:t>
      </w:r>
      <w:r w:rsidR="00B06869">
        <w:rPr>
          <w:rFonts w:ascii="Arial" w:hAnsi="Arial" w:cs="Arial"/>
          <w:caps/>
          <w:szCs w:val="24"/>
          <w:lang w:eastAsia="ko-KR"/>
        </w:rPr>
        <w:t>AO 1º SECRETÁRIO</w:t>
      </w:r>
      <w:r w:rsidR="00FC5D80"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que </w:t>
      </w:r>
      <w:r w:rsidR="00FC5D80">
        <w:rPr>
          <w:rFonts w:ascii="Arial" w:hAnsi="Arial" w:cs="Arial"/>
          <w:caps/>
          <w:szCs w:val="24"/>
          <w:lang w:eastAsia="ko-KR"/>
        </w:rPr>
        <w:t xml:space="preserve">FAÇA A </w:t>
      </w:r>
      <w:r w:rsidR="00FC5D80" w:rsidRPr="00940241">
        <w:rPr>
          <w:rFonts w:ascii="Arial" w:hAnsi="Arial" w:cs="Arial"/>
          <w:caps/>
          <w:szCs w:val="24"/>
          <w:lang w:eastAsia="ko-KR"/>
        </w:rPr>
        <w:t>lei</w:t>
      </w:r>
      <w:r w:rsidR="00FC5D80">
        <w:rPr>
          <w:rFonts w:ascii="Arial" w:hAnsi="Arial" w:cs="Arial"/>
          <w:caps/>
          <w:szCs w:val="24"/>
          <w:lang w:eastAsia="ko-KR"/>
        </w:rPr>
        <w:t>TURA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="00FC5D80">
        <w:rPr>
          <w:rFonts w:ascii="Arial" w:hAnsi="Arial" w:cs="Arial"/>
          <w:caps/>
          <w:szCs w:val="24"/>
          <w:lang w:eastAsia="ko-KR"/>
        </w:rPr>
        <w:t>D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a </w:t>
      </w:r>
      <w:r w:rsidR="00FC5D80">
        <w:rPr>
          <w:rFonts w:ascii="Arial" w:hAnsi="Arial" w:cs="Arial"/>
          <w:caps/>
          <w:szCs w:val="24"/>
          <w:lang w:eastAsia="ko-KR"/>
        </w:rPr>
        <w:t xml:space="preserve">EMENDA </w:t>
      </w:r>
      <w:r w:rsidR="00FC5D80" w:rsidRPr="00940241">
        <w:rPr>
          <w:rFonts w:ascii="Arial" w:hAnsi="Arial" w:cs="Arial"/>
          <w:caps/>
          <w:szCs w:val="24"/>
          <w:lang w:eastAsia="ko-KR"/>
        </w:rPr>
        <w:t>nº ___.</w:t>
      </w:r>
    </w:p>
    <w:p w14:paraId="0DB6B5A9" w14:textId="77777777" w:rsidR="00FC5D80" w:rsidRPr="00B73532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3563BE0E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está em votação 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</w:t>
      </w:r>
    </w:p>
    <w:p w14:paraId="4E7EF8A0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u w:val="single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os que </w:t>
      </w:r>
      <w:r w:rsidRPr="00940241">
        <w:rPr>
          <w:rFonts w:ascii="Arial" w:hAnsi="Arial" w:cs="Arial"/>
          <w:caps/>
          <w:szCs w:val="24"/>
        </w:rPr>
        <w:t>forem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940241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que levantem O BRAÇO.</w:t>
      </w:r>
    </w:p>
    <w:p w14:paraId="7814EE49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 </w:t>
      </w:r>
      <w:r w:rsidRPr="00940241">
        <w:rPr>
          <w:rFonts w:ascii="Arial" w:hAnsi="Arial" w:cs="Arial"/>
          <w:szCs w:val="24"/>
        </w:rPr>
        <w:t>FOI (APROVADA/REJEITADA).</w:t>
      </w:r>
    </w:p>
    <w:p w14:paraId="56065064" w14:textId="77777777" w:rsidR="00FC5D80" w:rsidRPr="00B73532" w:rsidRDefault="00FC5D80" w:rsidP="00FC5D8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4B46FF7E" w14:textId="77777777" w:rsidR="00FC5D80" w:rsidRPr="00940241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Finalizada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 xml:space="preserve"> a votação de emendas, o </w:t>
      </w:r>
      <w:r w:rsidRPr="00940241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>diz:</w:t>
      </w:r>
    </w:p>
    <w:p w14:paraId="7DC46594" w14:textId="7F4A5AED" w:rsidR="00FC5D80" w:rsidRDefault="0050047E" w:rsidP="00FC5D80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caps/>
          <w:szCs w:val="24"/>
          <w:lang w:eastAsia="ko-KR"/>
        </w:rPr>
        <w:t xml:space="preserve">peço </w:t>
      </w:r>
      <w:r w:rsidR="00B06869">
        <w:rPr>
          <w:rFonts w:ascii="Arial" w:hAnsi="Arial" w:cs="Arial"/>
          <w:caps/>
          <w:szCs w:val="24"/>
          <w:lang w:eastAsia="ko-KR"/>
        </w:rPr>
        <w:t>AO 1º SECRETÁRIO</w:t>
      </w:r>
      <w:r w:rsidR="00FC5D80" w:rsidRPr="00664622">
        <w:rPr>
          <w:rFonts w:ascii="Arial" w:hAnsi="Arial" w:cs="Arial"/>
          <w:b/>
          <w:caps/>
          <w:color w:val="FFFFFF" w:themeColor="background1"/>
          <w:szCs w:val="24"/>
          <w:lang w:eastAsia="ko-KR"/>
        </w:rPr>
        <w:t xml:space="preserve"> </w:t>
      </w:r>
      <w:r w:rsidR="00FC5D80" w:rsidRPr="00DB5F7F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que proceda À votação nominal</w:t>
      </w:r>
      <w:r w:rsidR="00FC5D80" w:rsidRPr="00DB5F7F">
        <w:rPr>
          <w:rFonts w:ascii="Arial" w:hAnsi="Arial" w:cs="Arial"/>
          <w:b/>
          <w:caps/>
          <w:color w:val="FFFFFF" w:themeColor="background1"/>
          <w:szCs w:val="24"/>
          <w:lang w:eastAsia="ko-KR"/>
        </w:rPr>
        <w:t xml:space="preserve"> </w:t>
      </w:r>
      <w:r w:rsidR="00FC5D80" w:rsidRPr="00940241">
        <w:rPr>
          <w:rFonts w:ascii="Arial" w:hAnsi="Arial" w:cs="Arial"/>
          <w:caps/>
          <w:szCs w:val="24"/>
          <w:lang w:eastAsia="ko-KR"/>
        </w:rPr>
        <w:t>do projeto, na forma regimental</w:t>
      </w:r>
      <w:r w:rsidR="00FC5D80" w:rsidRPr="00940241">
        <w:rPr>
          <w:rFonts w:ascii="Arial" w:hAnsi="Arial" w:cs="Arial"/>
          <w:szCs w:val="24"/>
          <w:lang w:eastAsia="ko-KR"/>
        </w:rPr>
        <w:t>.</w:t>
      </w:r>
      <w:r w:rsidR="00FC5D80">
        <w:rPr>
          <w:rFonts w:ascii="Arial" w:hAnsi="Arial" w:cs="Arial"/>
          <w:b/>
          <w:szCs w:val="24"/>
          <w:lang w:eastAsia="ko-KR"/>
        </w:rPr>
        <w:t xml:space="preserve"> 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 w:rsidR="00FC5D8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FC5D80" w:rsidRPr="006B1F41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="00FC5D8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 – ver item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_Ref853302 \r \h  \* MERGEFORMAT </w:instrTex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CA4CFF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14.1)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7279D2AD" w14:textId="77777777" w:rsidR="00FC5D80" w:rsidRPr="00B73532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9" w:name="_Ref126671193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Encerrando a Ordem do Dia,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9"/>
    </w:p>
    <w:p w14:paraId="4694370D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</w:t>
      </w:r>
      <w:r w:rsidRPr="00940241">
        <w:rPr>
          <w:rFonts w:ascii="Arial" w:hAnsi="Arial" w:cs="Arial"/>
          <w:szCs w:val="24"/>
        </w:rPr>
        <w:t>HAVENDO</w:t>
      </w:r>
      <w:r w:rsidRPr="00940241">
        <w:rPr>
          <w:rFonts w:ascii="Arial" w:hAnsi="Arial" w:cs="Arial"/>
          <w:szCs w:val="24"/>
          <w:lang w:eastAsia="ko-KR"/>
        </w:rPr>
        <w:t xml:space="preserve"> MAIS MATÉRIA A SER TRATADA NA ORDEM DO DIA, PASSAREMOS AO HORÁRIO DA TRIBUNA.</w:t>
      </w:r>
    </w:p>
    <w:p w14:paraId="62716917" w14:textId="77777777" w:rsidR="00BB60B3" w:rsidRPr="00FC5D80" w:rsidRDefault="008D61D0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Chamada para Temas Livres. </w:t>
      </w:r>
      <w:r w:rsidR="00B7353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33D98A12" w14:textId="2A7F212B" w:rsidR="00BB60B3" w:rsidRPr="00FC5D80" w:rsidRDefault="00BB60B3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SOLICITO</w:t>
      </w:r>
      <w:r w:rsidR="00670193" w:rsidRPr="00FC5D80">
        <w:rPr>
          <w:rFonts w:ascii="Arial" w:hAnsi="Arial" w:cs="Arial"/>
          <w:szCs w:val="28"/>
          <w:lang w:eastAsia="ko-KR"/>
        </w:rPr>
        <w:t>, ENTÃO,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B06869">
        <w:rPr>
          <w:rFonts w:ascii="Arial" w:hAnsi="Arial" w:cs="Arial"/>
          <w:szCs w:val="28"/>
          <w:lang w:eastAsia="ko-KR"/>
        </w:rPr>
        <w:t>AO 1º SECRETÁRIO</w:t>
      </w:r>
      <w:r w:rsidRPr="00DB5F7F">
        <w:rPr>
          <w:rFonts w:ascii="Arial" w:hAnsi="Arial" w:cs="Arial"/>
          <w:color w:val="FFFFFF" w:themeColor="background1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  <w:lang w:eastAsia="ko-KR"/>
        </w:rPr>
        <w:t xml:space="preserve">QUE FAÇA A CHAMADA DOS INSCRITOS PARA FAZER USO DA PALAVRA NOS </w:t>
      </w:r>
      <w:r w:rsidRPr="00FC5D80">
        <w:rPr>
          <w:rFonts w:ascii="Arial" w:hAnsi="Arial" w:cs="Arial"/>
          <w:b/>
          <w:szCs w:val="28"/>
          <w:u w:val="single"/>
          <w:lang w:eastAsia="ko-KR"/>
        </w:rPr>
        <w:t>TEMAS LIVRES</w:t>
      </w:r>
      <w:r w:rsidRPr="00FC5D80">
        <w:rPr>
          <w:rFonts w:ascii="Arial" w:hAnsi="Arial" w:cs="Arial"/>
          <w:szCs w:val="28"/>
          <w:lang w:eastAsia="ko-KR"/>
        </w:rPr>
        <w:t>.</w:t>
      </w:r>
    </w:p>
    <w:p w14:paraId="3B92B1E6" w14:textId="06114DE0" w:rsidR="00BB60B3" w:rsidRPr="00FC5D80" w:rsidRDefault="0029693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SERÃO </w:t>
      </w:r>
      <w:r w:rsidRPr="00FC5D80">
        <w:rPr>
          <w:rFonts w:ascii="Arial" w:hAnsi="Arial" w:cs="Arial"/>
          <w:b/>
          <w:szCs w:val="28"/>
          <w:lang w:eastAsia="ko-KR"/>
        </w:rPr>
        <w:t>12</w:t>
      </w:r>
      <w:r w:rsidR="00BB60B3" w:rsidRPr="00FC5D80">
        <w:rPr>
          <w:rFonts w:ascii="Arial" w:hAnsi="Arial" w:cs="Arial"/>
          <w:b/>
          <w:szCs w:val="28"/>
          <w:lang w:eastAsia="ko-KR"/>
        </w:rPr>
        <w:t xml:space="preserve"> MINUTOS</w:t>
      </w:r>
      <w:r w:rsidR="00BB60B3" w:rsidRPr="00FC5D80">
        <w:rPr>
          <w:rFonts w:ascii="Arial" w:hAnsi="Arial" w:cs="Arial"/>
          <w:szCs w:val="28"/>
          <w:lang w:eastAsia="ko-KR"/>
        </w:rPr>
        <w:t xml:space="preserve"> PARA CADA ORADOR.</w:t>
      </w:r>
    </w:p>
    <w:p w14:paraId="05BFAAD6" w14:textId="07B4DA5F" w:rsidR="00A03804" w:rsidRPr="00FC5D80" w:rsidRDefault="00B06869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O 1º SECRETÁRIO</w:t>
      </w:r>
      <w:r w:rsidR="00A0380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diz</w:t>
      </w:r>
      <w:r w:rsidR="00A03804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50984E6" w14:textId="77777777" w:rsidR="00A03804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CHAMO </w:t>
      </w:r>
      <w:proofErr w:type="gramStart"/>
      <w:r w:rsidRPr="00FC5D80">
        <w:rPr>
          <w:rFonts w:ascii="Arial" w:hAnsi="Arial" w:cs="Arial"/>
          <w:szCs w:val="28"/>
          <w:highlight w:val="yellow"/>
          <w:lang w:eastAsia="ko-KR"/>
        </w:rPr>
        <w:t>O(</w:t>
      </w:r>
      <w:proofErr w:type="gramEnd"/>
      <w:r w:rsidRPr="00FC5D80">
        <w:rPr>
          <w:rFonts w:ascii="Arial" w:hAnsi="Arial" w:cs="Arial"/>
          <w:szCs w:val="28"/>
          <w:highlight w:val="yellow"/>
          <w:lang w:eastAsia="ko-KR"/>
        </w:rPr>
        <w:t>A) VEREADOR(A) __________ PARA OCUPAR A TRIBUNA!</w:t>
      </w:r>
    </w:p>
    <w:p w14:paraId="793C2506" w14:textId="77777777" w:rsidR="00BB60B3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(Repetir este passo até esgotar a lista)</w:t>
      </w:r>
    </w:p>
    <w:p w14:paraId="13653D3C" w14:textId="2E5216F5" w:rsidR="00A03804" w:rsidRPr="00FC5D80" w:rsidRDefault="00A03804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Esgotada a lista,</w:t>
      </w:r>
      <w:r w:rsidR="001858E8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B06869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o 1º SECRETÁRIO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DEAE98F" w14:textId="77777777" w:rsidR="00A03804" w:rsidRPr="00FC5D80" w:rsidRDefault="002033DA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="00A03804" w:rsidRPr="00FC5D80">
        <w:rPr>
          <w:rFonts w:ascii="Arial" w:hAnsi="Arial" w:cs="Arial"/>
          <w:szCs w:val="28"/>
          <w:highlight w:val="yellow"/>
          <w:lang w:eastAsia="ko-KR"/>
        </w:rPr>
        <w:t>, NÃO HÁ MAIS INSCRITOS PARA OS TEMAS LIVRES.</w:t>
      </w:r>
    </w:p>
    <w:p w14:paraId="280EE6B9" w14:textId="77777777" w:rsidR="00642CB4" w:rsidRPr="00FC5D80" w:rsidRDefault="008D61D0" w:rsidP="00B8501C">
      <w:pPr>
        <w:pStyle w:val="PargrafodaLista"/>
        <w:numPr>
          <w:ilvl w:val="0"/>
          <w:numId w:val="4"/>
        </w:numPr>
        <w:spacing w:before="240" w:after="12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Encerramento da Sessão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. </w:t>
      </w:r>
      <w:r w:rsidR="00C02EE8"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diz:</w:t>
      </w:r>
    </w:p>
    <w:p w14:paraId="7FFF743A" w14:textId="4C5568B2" w:rsidR="00CA69F0" w:rsidRPr="00CA69F0" w:rsidRDefault="00CA69F0" w:rsidP="008E41BE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 w:rsidRPr="00CA69F0">
        <w:rPr>
          <w:rFonts w:ascii="Arial" w:hAnsi="Arial" w:cs="Arial"/>
          <w:b/>
          <w:szCs w:val="28"/>
          <w:lang w:eastAsia="ko-KR"/>
        </w:rPr>
        <w:t>LEMBRO OS VEREADORES DOS SEGUINTES EVENTOS:</w:t>
      </w:r>
    </w:p>
    <w:p w14:paraId="039E413F" w14:textId="78E27BA2" w:rsidR="00CA69F0" w:rsidRDefault="00CA69F0" w:rsidP="008E41BE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 w:rsidRPr="00CA69F0">
        <w:rPr>
          <w:rFonts w:ascii="Arial" w:hAnsi="Arial" w:cs="Arial"/>
          <w:b/>
          <w:szCs w:val="28"/>
          <w:lang w:eastAsia="ko-KR"/>
        </w:rPr>
        <w:t>AMANHÃ, DIA 16 DE MAIO, ÀS 10H, REUNIÃO COM O CONSAVAP - CONSÓRCIO INTERMUNICIPAL DE SAÚDE DO ALTO VALE DO PARAÍBA, REFERENTE AO SAMU</w:t>
      </w:r>
    </w:p>
    <w:p w14:paraId="23ADF5C2" w14:textId="20D488C4" w:rsidR="00CA69F0" w:rsidRPr="00CA69F0" w:rsidRDefault="00CA69F0" w:rsidP="008E41BE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>
        <w:rPr>
          <w:rFonts w:ascii="Arial" w:hAnsi="Arial" w:cs="Arial"/>
          <w:b/>
          <w:szCs w:val="28"/>
          <w:lang w:eastAsia="ko-KR"/>
        </w:rPr>
        <w:t xml:space="preserve">DIA 17 DE MAIO, SEXTA-FEIRA, A PARTIR DAS 8H, </w:t>
      </w:r>
      <w:r w:rsidR="001E22F5">
        <w:rPr>
          <w:rFonts w:ascii="Arial" w:hAnsi="Arial" w:cs="Arial"/>
          <w:b/>
          <w:szCs w:val="28"/>
          <w:lang w:eastAsia="ko-KR"/>
        </w:rPr>
        <w:t>CURSO “CONDUTAS VEDADAS EM ANO ELEITORAL E PROPAGANDA ELEITORAL”</w:t>
      </w:r>
    </w:p>
    <w:p w14:paraId="5EB5FD87" w14:textId="4F0E99AE" w:rsidR="00CE1745" w:rsidRP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NÃO HAVENDO MAIS MATÉRIA A SER TRATADA,</w:t>
      </w:r>
    </w:p>
    <w:p w14:paraId="06CC1856" w14:textId="77777777" w:rsidR="00642CB4" w:rsidRP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 PARTICIPAÇÃO DE TODOS OS VEREADORES,</w:t>
      </w:r>
    </w:p>
    <w:p w14:paraId="5ECE4B1F" w14:textId="77777777" w:rsidR="008D61D0" w:rsidRPr="00FC5D80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OS</w:t>
      </w:r>
      <w:r w:rsidR="0037099D" w:rsidRPr="00FC5D80">
        <w:rPr>
          <w:rFonts w:ascii="Arial" w:hAnsi="Arial" w:cs="Arial"/>
          <w:szCs w:val="28"/>
          <w:lang w:eastAsia="ko-KR"/>
        </w:rPr>
        <w:t xml:space="preserve"> SERVIDORES DESTA CASA,</w:t>
      </w:r>
    </w:p>
    <w:p w14:paraId="4B4FC54D" w14:textId="1364FA62" w:rsidR="00D33BF5" w:rsidRPr="00FC5D80" w:rsidRDefault="00D33BF5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(</w:t>
      </w: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AO PÚBLICO PRESENTE),</w:t>
      </w:r>
    </w:p>
    <w:p w14:paraId="3C025897" w14:textId="77777777" w:rsidR="00642CB4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AGRADEÇO, </w:t>
      </w:r>
      <w:r w:rsidR="00345B5A" w:rsidRPr="00FC5D80">
        <w:rPr>
          <w:rFonts w:ascii="Arial" w:hAnsi="Arial" w:cs="Arial"/>
          <w:szCs w:val="28"/>
          <w:lang w:eastAsia="ko-KR"/>
        </w:rPr>
        <w:t>POR FIM</w:t>
      </w:r>
      <w:r w:rsidRPr="00FC5D80">
        <w:rPr>
          <w:rFonts w:ascii="Arial" w:hAnsi="Arial" w:cs="Arial"/>
          <w:szCs w:val="28"/>
          <w:lang w:eastAsia="ko-KR"/>
        </w:rPr>
        <w:t xml:space="preserve">, TODOS OS QUE </w:t>
      </w:r>
      <w:r w:rsidR="00345B5A" w:rsidRPr="00FC5D80">
        <w:rPr>
          <w:rFonts w:ascii="Arial" w:hAnsi="Arial" w:cs="Arial"/>
          <w:szCs w:val="28"/>
          <w:lang w:eastAsia="ko-KR"/>
        </w:rPr>
        <w:t xml:space="preserve">NOS </w:t>
      </w:r>
      <w:r w:rsidR="004C10F0" w:rsidRPr="00FC5D80">
        <w:rPr>
          <w:rFonts w:ascii="Arial" w:hAnsi="Arial" w:cs="Arial"/>
          <w:szCs w:val="28"/>
          <w:lang w:eastAsia="ko-KR"/>
        </w:rPr>
        <w:t xml:space="preserve">ACOMPANHARAM </w:t>
      </w:r>
      <w:r w:rsidR="001644F6" w:rsidRPr="00FC5D80">
        <w:rPr>
          <w:rFonts w:ascii="Arial" w:hAnsi="Arial" w:cs="Arial"/>
          <w:szCs w:val="28"/>
          <w:lang w:eastAsia="ko-KR"/>
        </w:rPr>
        <w:t>PELA TV CÂMARA E PELA INTERNET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67F6A4E7" w14:textId="2C3ECB06" w:rsidR="00DA2252" w:rsidRPr="00FC5D80" w:rsidRDefault="00672BC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E, </w:t>
      </w:r>
      <w:r w:rsidR="0037099D" w:rsidRPr="00FC5D80">
        <w:rPr>
          <w:rFonts w:ascii="Arial" w:hAnsi="Arial" w:cs="Arial"/>
          <w:szCs w:val="28"/>
          <w:lang w:eastAsia="ko-KR"/>
        </w:rPr>
        <w:t>ÀS XXX HORAS</w:t>
      </w:r>
      <w:r w:rsidR="00146C11" w:rsidRPr="00FC5D80">
        <w:rPr>
          <w:rFonts w:ascii="Arial" w:hAnsi="Arial" w:cs="Arial"/>
          <w:szCs w:val="28"/>
          <w:lang w:eastAsia="ko-KR"/>
        </w:rPr>
        <w:t xml:space="preserve"> DO DIA </w:t>
      </w:r>
      <w:r w:rsidR="00CA69F0">
        <w:rPr>
          <w:rFonts w:ascii="Arial" w:hAnsi="Arial" w:cs="Arial"/>
          <w:szCs w:val="28"/>
          <w:lang w:eastAsia="ko-KR"/>
        </w:rPr>
        <w:t>15</w:t>
      </w:r>
      <w:r w:rsidR="000952D2">
        <w:rPr>
          <w:rFonts w:ascii="Arial" w:hAnsi="Arial" w:cs="Arial"/>
          <w:szCs w:val="28"/>
          <w:lang w:eastAsia="ko-KR"/>
        </w:rPr>
        <w:t xml:space="preserve"> DE </w:t>
      </w:r>
      <w:r w:rsidR="007D00DD">
        <w:rPr>
          <w:rFonts w:ascii="Arial" w:hAnsi="Arial" w:cs="Arial"/>
          <w:szCs w:val="28"/>
          <w:lang w:eastAsia="ko-KR"/>
        </w:rPr>
        <w:t>MAIO</w:t>
      </w:r>
      <w:r w:rsidR="0037099D" w:rsidRPr="00FC5D80">
        <w:rPr>
          <w:rFonts w:ascii="Arial" w:hAnsi="Arial" w:cs="Arial"/>
          <w:szCs w:val="28"/>
          <w:lang w:eastAsia="ko-KR"/>
        </w:rPr>
        <w:t xml:space="preserve">, DECLARO ENCERRADA A </w:t>
      </w:r>
      <w:r w:rsidR="0050047E">
        <w:rPr>
          <w:rFonts w:ascii="Arial" w:hAnsi="Arial" w:cs="Arial"/>
          <w:szCs w:val="28"/>
          <w:lang w:eastAsia="ko-KR"/>
        </w:rPr>
        <w:br/>
      </w:r>
      <w:r w:rsidR="00B06869">
        <w:rPr>
          <w:rFonts w:ascii="Arial" w:hAnsi="Arial" w:cs="Arial"/>
          <w:szCs w:val="28"/>
          <w:lang w:eastAsia="ko-KR"/>
        </w:rPr>
        <w:t>1</w:t>
      </w:r>
      <w:r w:rsidR="00CA69F0">
        <w:rPr>
          <w:rFonts w:ascii="Arial" w:hAnsi="Arial" w:cs="Arial"/>
          <w:szCs w:val="28"/>
          <w:lang w:eastAsia="ko-KR"/>
        </w:rPr>
        <w:t>5</w:t>
      </w:r>
      <w:r w:rsidR="005752D0">
        <w:rPr>
          <w:rFonts w:ascii="Arial" w:hAnsi="Arial" w:cs="Arial"/>
          <w:szCs w:val="28"/>
          <w:lang w:eastAsia="ko-KR"/>
        </w:rPr>
        <w:t>ª</w:t>
      </w:r>
      <w:r w:rsidR="007371AB" w:rsidRPr="00FC5D80">
        <w:rPr>
          <w:rFonts w:ascii="Arial" w:hAnsi="Arial" w:cs="Arial"/>
          <w:szCs w:val="28"/>
          <w:lang w:eastAsia="ko-KR"/>
        </w:rPr>
        <w:t xml:space="preserve"> (</w:t>
      </w:r>
      <w:r w:rsidR="00B06869">
        <w:rPr>
          <w:rFonts w:ascii="Arial" w:hAnsi="Arial" w:cs="Arial"/>
          <w:szCs w:val="28"/>
          <w:lang w:eastAsia="ko-KR"/>
        </w:rPr>
        <w:t>D</w:t>
      </w:r>
      <w:r w:rsidR="00A77ACF">
        <w:rPr>
          <w:rFonts w:ascii="Arial" w:hAnsi="Arial" w:cs="Arial"/>
          <w:szCs w:val="28"/>
          <w:lang w:eastAsia="ko-KR"/>
        </w:rPr>
        <w:t>É</w:t>
      </w:r>
      <w:r w:rsidR="00B06869">
        <w:rPr>
          <w:rFonts w:ascii="Arial" w:hAnsi="Arial" w:cs="Arial"/>
          <w:szCs w:val="28"/>
          <w:lang w:eastAsia="ko-KR"/>
        </w:rPr>
        <w:t>C</w:t>
      </w:r>
      <w:r w:rsidR="00A77ACF">
        <w:rPr>
          <w:rFonts w:ascii="Arial" w:hAnsi="Arial" w:cs="Arial"/>
          <w:szCs w:val="28"/>
          <w:lang w:eastAsia="ko-KR"/>
        </w:rPr>
        <w:t>IMA</w:t>
      </w:r>
      <w:r w:rsidR="00B06869">
        <w:rPr>
          <w:rFonts w:ascii="Arial" w:hAnsi="Arial" w:cs="Arial"/>
          <w:szCs w:val="28"/>
          <w:lang w:eastAsia="ko-KR"/>
        </w:rPr>
        <w:t xml:space="preserve"> </w:t>
      </w:r>
      <w:r w:rsidR="00CA69F0">
        <w:rPr>
          <w:rFonts w:ascii="Arial" w:hAnsi="Arial" w:cs="Arial"/>
          <w:szCs w:val="28"/>
          <w:lang w:eastAsia="ko-KR"/>
        </w:rPr>
        <w:t>QUINTA</w:t>
      </w:r>
      <w:r w:rsidR="005C5D58" w:rsidRPr="00FC5D80">
        <w:rPr>
          <w:rFonts w:ascii="Arial" w:hAnsi="Arial" w:cs="Arial"/>
          <w:szCs w:val="28"/>
          <w:lang w:eastAsia="ko-KR"/>
        </w:rPr>
        <w:t>)</w:t>
      </w:r>
      <w:r w:rsidR="00315EFC" w:rsidRPr="00FC5D80">
        <w:rPr>
          <w:rFonts w:ascii="Arial" w:hAnsi="Arial" w:cs="Arial"/>
          <w:szCs w:val="28"/>
          <w:lang w:eastAsia="ko-KR"/>
        </w:rPr>
        <w:t xml:space="preserve"> SESSÃO</w:t>
      </w:r>
      <w:r w:rsidR="0037099D" w:rsidRPr="00FC5D80">
        <w:rPr>
          <w:rFonts w:ascii="Arial" w:hAnsi="Arial" w:cs="Arial"/>
          <w:szCs w:val="28"/>
          <w:lang w:eastAsia="ko-KR"/>
        </w:rPr>
        <w:t xml:space="preserve"> ORDINÁRIA DA CÂMARA MUNICIPAL DE JACAREÍ, DO </w:t>
      </w:r>
      <w:r w:rsidR="00FC215C" w:rsidRPr="00FC5D80">
        <w:rPr>
          <w:rFonts w:ascii="Arial" w:hAnsi="Arial" w:cs="Arial"/>
          <w:szCs w:val="28"/>
          <w:lang w:eastAsia="ko-KR"/>
        </w:rPr>
        <w:t>ANO DE 202</w:t>
      </w:r>
      <w:r w:rsidR="006C0159">
        <w:rPr>
          <w:rFonts w:ascii="Arial" w:hAnsi="Arial" w:cs="Arial"/>
          <w:szCs w:val="28"/>
          <w:lang w:eastAsia="ko-KR"/>
        </w:rPr>
        <w:t>4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15EF3F7F" w14:textId="4FCAA63F" w:rsid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BOA </w:t>
      </w:r>
      <w:r w:rsidR="00216B67" w:rsidRPr="00FC5D80">
        <w:rPr>
          <w:rFonts w:ascii="Arial" w:hAnsi="Arial" w:cs="Arial"/>
          <w:szCs w:val="28"/>
          <w:lang w:eastAsia="ko-KR"/>
        </w:rPr>
        <w:t xml:space="preserve">TARDE </w:t>
      </w:r>
      <w:r w:rsidRPr="00FC5D80">
        <w:rPr>
          <w:rFonts w:ascii="Arial" w:hAnsi="Arial" w:cs="Arial"/>
          <w:szCs w:val="28"/>
          <w:lang w:eastAsia="ko-KR"/>
        </w:rPr>
        <w:t>A TODOS!</w:t>
      </w:r>
      <w:r w:rsidR="00FC5D80">
        <w:rPr>
          <w:rFonts w:ascii="Arial" w:hAnsi="Arial" w:cs="Arial"/>
          <w:szCs w:val="28"/>
          <w:lang w:eastAsia="ko-KR"/>
        </w:rPr>
        <w:br w:type="page"/>
      </w:r>
    </w:p>
    <w:p w14:paraId="682844BD" w14:textId="77777777" w:rsidR="00FC5D80" w:rsidRPr="00C02EE8" w:rsidRDefault="00FC5D80" w:rsidP="00FC5D8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</w:rPr>
        <w:t>Pausa para intervalo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.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6BE202AA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CONSULTO O PLENÁRIO SE HÁ ALGUMA OBJEÇÃO PARA SUSPENDERMOS A SESSÃO PARA HORÁRIO DE ALMOÇO A PARTIR DESTE MOMENTO, COM RETORNO DENTRO DE UMA HORA (OU SEJA, ÀS_______HORAS).</w:t>
      </w:r>
    </w:p>
    <w:p w14:paraId="588D2533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9D8EFAB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NÃO HAVENDO OBJEÇÃO, DECLARO SUSPENSA A SESSÃO POR UMA HORA.</w:t>
      </w:r>
    </w:p>
    <w:p w14:paraId="1E5EAF64" w14:textId="77777777" w:rsidR="00CB63BA" w:rsidRDefault="00CB63BA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613F4CF2" w14:textId="77777777" w:rsidR="007429B9" w:rsidRDefault="007429B9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1455670A" w14:textId="77777777" w:rsidR="00FC5D80" w:rsidRPr="00E1006F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4D49C382" w14:textId="236B6B54" w:rsidR="003B4FCE" w:rsidRDefault="00FC5D80" w:rsidP="00C23633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 w:rsidR="00B06869">
        <w:rPr>
          <w:rFonts w:ascii="Arial" w:hAnsi="Arial" w:cs="Arial"/>
          <w:szCs w:val="24"/>
        </w:rPr>
        <w:t>AO 1º SECRETÁRIO</w:t>
      </w:r>
      <w:r w:rsidRPr="00DB5F7F">
        <w:rPr>
          <w:rFonts w:ascii="Arial" w:hAnsi="Arial" w:cs="Arial"/>
          <w:color w:val="FFFFFF" w:themeColor="background1"/>
          <w:szCs w:val="24"/>
        </w:rPr>
        <w:t xml:space="preserve"> </w:t>
      </w:r>
      <w:r w:rsidRPr="00E1006F">
        <w:rPr>
          <w:rFonts w:ascii="Arial" w:hAnsi="Arial" w:cs="Arial"/>
          <w:szCs w:val="24"/>
        </w:rPr>
        <w:t>QUE PROCEDA À VERIFICAÇÃO DE PRESENÇA.</w:t>
      </w:r>
    </w:p>
    <w:p w14:paraId="21DE3D9A" w14:textId="08D0C0F1" w:rsidR="000D7DD3" w:rsidRDefault="000D7DD3">
      <w:pPr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br w:type="page"/>
      </w:r>
    </w:p>
    <w:p w14:paraId="57D71596" w14:textId="7603A4B2" w:rsidR="00F316FA" w:rsidRPr="003E3776" w:rsidRDefault="00F316FA" w:rsidP="00F316FA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N</w:t>
      </w:r>
      <w:r w:rsidR="00AE6188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 </w:t>
      </w:r>
      <w:r w:rsidRPr="00344F1F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votação secreta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3E3776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71640789" w14:textId="77777777" w:rsidR="00F316FA" w:rsidRPr="003E3776" w:rsidRDefault="00F316FA" w:rsidP="00F316FA">
      <w:pP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3E3776">
        <w:rPr>
          <w:rFonts w:ascii="Arial" w:hAnsi="Arial" w:cs="Arial"/>
          <w:szCs w:val="24"/>
        </w:rPr>
        <w:t>NA CONFORMIDADE DO REGIMENTO INTERNO, PROCEDEREMOS À VOTAÇÃO SECRETA DESTE PROJETO. PEÇO QUE SEJAM DISTRIBUÍDAS AS CÉDULAS DE VOTAÇÃO.</w:t>
      </w:r>
    </w:p>
    <w:p w14:paraId="25821020" w14:textId="77777777" w:rsidR="00F316FA" w:rsidRPr="003E3776" w:rsidRDefault="00F316FA" w:rsidP="00F316FA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3E3776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aguarda que todos votem e diz:</w:t>
      </w:r>
    </w:p>
    <w:p w14:paraId="09B1711F" w14:textId="77777777" w:rsidR="00F316FA" w:rsidRPr="003E3776" w:rsidRDefault="00F316FA" w:rsidP="00F316FA">
      <w:pP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3E3776">
        <w:rPr>
          <w:rFonts w:ascii="Arial" w:hAnsi="Arial" w:cs="Arial"/>
          <w:szCs w:val="24"/>
        </w:rPr>
        <w:t>PEÇO QUE AS CÉDULAS SEJAM RECOLHIDAS.</w:t>
      </w:r>
    </w:p>
    <w:p w14:paraId="774D6F66" w14:textId="77777777" w:rsidR="00F316FA" w:rsidRPr="003E3776" w:rsidRDefault="00F316FA" w:rsidP="00F316FA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apuração, </w:t>
      </w:r>
      <w:r w:rsidRPr="003E3776">
        <w:rPr>
          <w:rFonts w:ascii="Arial" w:hAnsi="Arial" w:cs="Arial"/>
          <w:b/>
          <w:szCs w:val="24"/>
          <w:lang w:eastAsia="ko-KR"/>
        </w:rPr>
        <w:t xml:space="preserve">se </w:t>
      </w:r>
      <w:r w:rsidRPr="003E3776">
        <w:rPr>
          <w:rFonts w:ascii="Arial" w:hAnsi="Arial" w:cs="Arial"/>
          <w:b/>
          <w:szCs w:val="24"/>
          <w:highlight w:val="yellow"/>
          <w:u w:val="single"/>
          <w:lang w:eastAsia="ko-KR"/>
        </w:rPr>
        <w:t>APROVADO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o projeto,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o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3E3776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70B7A4A5" w14:textId="294CC60E" w:rsidR="00F316FA" w:rsidRPr="00020BED" w:rsidRDefault="00F316FA" w:rsidP="006D6615">
      <w:pP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3E3776">
        <w:rPr>
          <w:rFonts w:ascii="Arial" w:hAnsi="Arial" w:cs="Arial"/>
          <w:szCs w:val="24"/>
        </w:rPr>
        <w:t>O PROJETO</w:t>
      </w:r>
      <w:r w:rsidRPr="00C26E2E">
        <w:rPr>
          <w:rFonts w:ascii="Arial" w:hAnsi="Arial" w:cs="Arial"/>
          <w:szCs w:val="24"/>
        </w:rPr>
        <w:t xml:space="preserve">DE DECRETO LEGISLATIVO Nº </w:t>
      </w:r>
      <w:r w:rsidR="001E22F5">
        <w:rPr>
          <w:rFonts w:ascii="Arial" w:hAnsi="Arial" w:cs="Arial"/>
          <w:b/>
          <w:szCs w:val="24"/>
          <w:highlight w:val="yellow"/>
          <w:u w:val="single"/>
          <w:lang w:eastAsia="ko-KR"/>
        </w:rPr>
        <w:t>4</w:t>
      </w:r>
      <w:r w:rsidRPr="00C26E2E">
        <w:rPr>
          <w:rFonts w:ascii="Arial" w:hAnsi="Arial" w:cs="Arial"/>
          <w:b/>
          <w:szCs w:val="24"/>
          <w:highlight w:val="yellow"/>
          <w:u w:val="single"/>
          <w:lang w:eastAsia="ko-KR"/>
        </w:rPr>
        <w:t>/2024</w:t>
      </w:r>
      <w:r w:rsidRPr="00C26E2E">
        <w:rPr>
          <w:rFonts w:ascii="Arial" w:hAnsi="Arial" w:cs="Arial"/>
          <w:szCs w:val="24"/>
        </w:rPr>
        <w:t xml:space="preserve">, DE AUTORIA DO VEREADOR </w:t>
      </w:r>
      <w:r w:rsidR="006D6615">
        <w:rPr>
          <w:rFonts w:ascii="Arial" w:hAnsi="Arial" w:cs="Arial"/>
          <w:szCs w:val="24"/>
        </w:rPr>
        <w:t>ABNER ROSA</w:t>
      </w:r>
      <w:r w:rsidRPr="00C26E2E">
        <w:rPr>
          <w:rFonts w:ascii="Arial" w:hAnsi="Arial" w:cs="Arial"/>
          <w:szCs w:val="24"/>
        </w:rPr>
        <w:t xml:space="preserve">, QUE </w:t>
      </w:r>
      <w:r w:rsidR="00AE6188" w:rsidRPr="00AE6188">
        <w:rPr>
          <w:rFonts w:ascii="Arial" w:hAnsi="Arial" w:cs="Arial"/>
          <w:b/>
          <w:szCs w:val="24"/>
        </w:rPr>
        <w:t>CONCEDE O</w:t>
      </w:r>
      <w:r w:rsidR="00AE6188" w:rsidRPr="006D6615">
        <w:rPr>
          <w:rFonts w:ascii="Arial" w:hAnsi="Arial" w:cs="Arial"/>
          <w:szCs w:val="24"/>
        </w:rPr>
        <w:t xml:space="preserve"> </w:t>
      </w:r>
      <w:r w:rsidR="006D6615" w:rsidRPr="006D6615">
        <w:rPr>
          <w:rFonts w:ascii="Arial" w:hAnsi="Arial" w:cs="Arial"/>
          <w:b/>
          <w:szCs w:val="24"/>
        </w:rPr>
        <w:t>TÍTULO DE CIDADÃ</w:t>
      </w:r>
      <w:r w:rsidR="001E22F5">
        <w:rPr>
          <w:rFonts w:ascii="Arial" w:hAnsi="Arial" w:cs="Arial"/>
          <w:b/>
          <w:szCs w:val="24"/>
        </w:rPr>
        <w:t>O JACAREIENSE AO</w:t>
      </w:r>
      <w:r w:rsidR="006D6615" w:rsidRPr="006D6615">
        <w:rPr>
          <w:rFonts w:ascii="Arial" w:hAnsi="Arial" w:cs="Arial"/>
          <w:b/>
          <w:szCs w:val="24"/>
        </w:rPr>
        <w:t xml:space="preserve"> </w:t>
      </w:r>
      <w:r w:rsidR="001E22F5" w:rsidRPr="001E22F5">
        <w:rPr>
          <w:rFonts w:ascii="Arial" w:hAnsi="Arial" w:cs="Arial"/>
          <w:b/>
          <w:szCs w:val="24"/>
        </w:rPr>
        <w:t>SUBTENENTE</w:t>
      </w:r>
      <w:r w:rsidR="008E52FE">
        <w:rPr>
          <w:rFonts w:ascii="Arial" w:hAnsi="Arial" w:cs="Arial"/>
          <w:b/>
          <w:szCs w:val="24"/>
        </w:rPr>
        <w:t xml:space="preserve"> </w:t>
      </w:r>
      <w:r w:rsidR="001E22F5" w:rsidRPr="001E22F5">
        <w:rPr>
          <w:rFonts w:ascii="Arial" w:hAnsi="Arial" w:cs="Arial"/>
          <w:b/>
          <w:szCs w:val="24"/>
        </w:rPr>
        <w:t>ANDRÉ</w:t>
      </w:r>
      <w:r w:rsidR="008E52FE">
        <w:rPr>
          <w:rFonts w:ascii="Arial" w:hAnsi="Arial" w:cs="Arial"/>
          <w:b/>
          <w:szCs w:val="24"/>
        </w:rPr>
        <w:t xml:space="preserve"> </w:t>
      </w:r>
      <w:r w:rsidR="001E22F5" w:rsidRPr="001E22F5">
        <w:rPr>
          <w:rFonts w:ascii="Arial" w:hAnsi="Arial" w:cs="Arial"/>
          <w:b/>
          <w:szCs w:val="24"/>
        </w:rPr>
        <w:t>LUIS</w:t>
      </w:r>
      <w:r w:rsidR="008E52FE">
        <w:rPr>
          <w:rFonts w:ascii="Arial" w:hAnsi="Arial" w:cs="Arial"/>
          <w:b/>
          <w:szCs w:val="24"/>
        </w:rPr>
        <w:t xml:space="preserve"> </w:t>
      </w:r>
      <w:r w:rsidR="001E22F5" w:rsidRPr="001E22F5">
        <w:rPr>
          <w:rFonts w:ascii="Arial" w:hAnsi="Arial" w:cs="Arial"/>
          <w:b/>
          <w:szCs w:val="24"/>
        </w:rPr>
        <w:t>QUIRINO</w:t>
      </w:r>
      <w:r w:rsidR="008E52FE">
        <w:rPr>
          <w:rFonts w:ascii="Arial" w:hAnsi="Arial" w:cs="Arial"/>
          <w:b/>
          <w:szCs w:val="24"/>
        </w:rPr>
        <w:t xml:space="preserve"> </w:t>
      </w:r>
      <w:r w:rsidR="001E22F5" w:rsidRPr="001E22F5">
        <w:rPr>
          <w:rFonts w:ascii="Arial" w:hAnsi="Arial" w:cs="Arial"/>
          <w:b/>
          <w:szCs w:val="24"/>
        </w:rPr>
        <w:t>DE</w:t>
      </w:r>
      <w:r w:rsidR="008E52FE">
        <w:rPr>
          <w:rFonts w:ascii="Arial" w:hAnsi="Arial" w:cs="Arial"/>
          <w:b/>
          <w:szCs w:val="24"/>
        </w:rPr>
        <w:t xml:space="preserve"> </w:t>
      </w:r>
      <w:r w:rsidR="001E22F5" w:rsidRPr="001E22F5">
        <w:rPr>
          <w:rFonts w:ascii="Arial" w:hAnsi="Arial" w:cs="Arial"/>
          <w:b/>
          <w:szCs w:val="24"/>
        </w:rPr>
        <w:t>ALMEIDA</w:t>
      </w:r>
      <w:r w:rsidR="006D6615">
        <w:rPr>
          <w:rFonts w:ascii="Arial" w:hAnsi="Arial" w:cs="Arial"/>
          <w:szCs w:val="24"/>
        </w:rPr>
        <w:t xml:space="preserve"> </w:t>
      </w:r>
      <w:r w:rsidRPr="00C26E2E">
        <w:rPr>
          <w:rFonts w:ascii="Arial" w:hAnsi="Arial" w:cs="Arial"/>
          <w:szCs w:val="24"/>
        </w:rPr>
        <w:t>FOI APROVADO NOS TERMOS REGIMENTAIS</w:t>
      </w:r>
      <w:r w:rsidRPr="00020BED">
        <w:rPr>
          <w:rFonts w:ascii="Arial" w:hAnsi="Arial" w:cs="Arial"/>
          <w:szCs w:val="24"/>
        </w:rPr>
        <w:t>.</w:t>
      </w:r>
      <w:bookmarkStart w:id="10" w:name="_GoBack"/>
      <w:bookmarkEnd w:id="10"/>
    </w:p>
    <w:p w14:paraId="5034533D" w14:textId="77777777" w:rsidR="00F316FA" w:rsidRPr="003E3776" w:rsidRDefault="00F316FA" w:rsidP="00F316FA">
      <w:pPr>
        <w:pStyle w:val="PargrafodaLista"/>
        <w:spacing w:line="360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</w:p>
    <w:p w14:paraId="026A2A66" w14:textId="2BC12408" w:rsidR="00F316FA" w:rsidRPr="003E3776" w:rsidRDefault="006D6615" w:rsidP="00F316FA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(</w:t>
      </w:r>
      <w:r w:rsidR="00F316FA" w:rsidRPr="003E3776">
        <w:rPr>
          <w:rFonts w:ascii="Arial" w:hAnsi="Arial" w:cs="Arial"/>
          <w:szCs w:val="24"/>
          <w:lang w:eastAsia="ko-KR"/>
        </w:rPr>
        <w:t xml:space="preserve">AUTOR </w:t>
      </w:r>
      <w:r>
        <w:rPr>
          <w:rFonts w:ascii="Arial" w:hAnsi="Arial" w:cs="Arial"/>
          <w:szCs w:val="24"/>
          <w:lang w:eastAsia="ko-KR"/>
        </w:rPr>
        <w:t xml:space="preserve">DO PROJETO FAZ USO DA PALAVRA </w:t>
      </w:r>
      <w:r w:rsidR="00F316FA" w:rsidRPr="003E3776">
        <w:rPr>
          <w:rFonts w:ascii="Arial" w:hAnsi="Arial" w:cs="Arial"/>
          <w:szCs w:val="24"/>
          <w:lang w:eastAsia="ko-KR"/>
        </w:rPr>
        <w:t>PELO TEMPO DE 5 MINUTOS PARA QUE, SE FOR DO SEU INTERESSE, FAZER BREVES CONSIDERAÇÕES A RESPEITO DA PROPOSITURA ORA APROVADA</w:t>
      </w:r>
      <w:r>
        <w:rPr>
          <w:rFonts w:ascii="Arial" w:hAnsi="Arial" w:cs="Arial"/>
          <w:szCs w:val="24"/>
          <w:lang w:eastAsia="ko-KR"/>
        </w:rPr>
        <w:t>)</w:t>
      </w:r>
      <w:r w:rsidR="00F316FA" w:rsidRPr="003E3776">
        <w:rPr>
          <w:rFonts w:ascii="Arial" w:hAnsi="Arial" w:cs="Arial"/>
          <w:szCs w:val="24"/>
          <w:lang w:eastAsia="ko-KR"/>
        </w:rPr>
        <w:t>.</w:t>
      </w:r>
    </w:p>
    <w:p w14:paraId="3DE9395C" w14:textId="77777777" w:rsidR="00F316FA" w:rsidRPr="003E3776" w:rsidRDefault="00F316FA" w:rsidP="00F316FA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apuração, </w:t>
      </w:r>
      <w:r w:rsidRPr="003E3776">
        <w:rPr>
          <w:rFonts w:ascii="Arial" w:hAnsi="Arial" w:cs="Arial"/>
          <w:b/>
          <w:szCs w:val="24"/>
          <w:lang w:eastAsia="ko-KR"/>
        </w:rPr>
        <w:t xml:space="preserve">se </w:t>
      </w:r>
      <w:r w:rsidRPr="003E3776">
        <w:rPr>
          <w:rFonts w:ascii="Arial" w:hAnsi="Arial" w:cs="Arial"/>
          <w:b/>
          <w:szCs w:val="24"/>
          <w:highlight w:val="yellow"/>
          <w:u w:val="single"/>
          <w:lang w:eastAsia="ko-KR"/>
        </w:rPr>
        <w:t>REJEITADO</w:t>
      </w:r>
      <w:r w:rsidRPr="003E3776">
        <w:rPr>
          <w:rFonts w:ascii="Arial" w:hAnsi="Arial" w:cs="Arial"/>
          <w:b/>
          <w:color w:val="FF0000"/>
          <w:szCs w:val="24"/>
          <w:lang w:eastAsia="ko-KR"/>
        </w:rPr>
        <w:t xml:space="preserve"> 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projeto, 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3E3776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374A6201" w14:textId="72BFE467" w:rsidR="00F316FA" w:rsidRPr="003E3776" w:rsidRDefault="00F316FA" w:rsidP="00F316FA">
      <w:pPr>
        <w:pStyle w:val="PargrafodaLista"/>
        <w:numPr>
          <w:ilvl w:val="0"/>
          <w:numId w:val="26"/>
        </w:numPr>
        <w:spacing w:line="360" w:lineRule="auto"/>
        <w:ind w:left="851" w:hanging="425"/>
        <w:jc w:val="both"/>
        <w:rPr>
          <w:rFonts w:ascii="Arial" w:hAnsi="Arial" w:cs="Arial"/>
          <w:caps/>
          <w:szCs w:val="24"/>
          <w:lang w:eastAsia="ko-KR"/>
        </w:rPr>
      </w:pPr>
      <w:r w:rsidRPr="003E3776">
        <w:rPr>
          <w:rFonts w:ascii="Arial" w:hAnsi="Arial" w:cs="Arial"/>
          <w:szCs w:val="24"/>
        </w:rPr>
        <w:t xml:space="preserve">O PROJETO DE </w:t>
      </w:r>
      <w:r w:rsidRPr="003E3776">
        <w:rPr>
          <w:rFonts w:ascii="Arial" w:hAnsi="Arial" w:cs="Arial"/>
          <w:szCs w:val="24"/>
          <w:lang w:eastAsia="ko-KR"/>
        </w:rPr>
        <w:t xml:space="preserve">DECRETO LEGISLATIVO Nº </w:t>
      </w:r>
      <w:r w:rsidR="001E22F5">
        <w:rPr>
          <w:rFonts w:ascii="Arial" w:hAnsi="Arial" w:cs="Arial"/>
          <w:b/>
          <w:szCs w:val="24"/>
          <w:highlight w:val="yellow"/>
          <w:u w:val="single"/>
          <w:lang w:eastAsia="ko-KR"/>
        </w:rPr>
        <w:t>4</w:t>
      </w:r>
      <w:r w:rsidRPr="00020BED">
        <w:rPr>
          <w:rFonts w:ascii="Arial" w:hAnsi="Arial" w:cs="Arial"/>
          <w:b/>
          <w:szCs w:val="24"/>
          <w:highlight w:val="yellow"/>
          <w:u w:val="single"/>
          <w:lang w:eastAsia="ko-KR"/>
        </w:rPr>
        <w:t>/20</w:t>
      </w:r>
      <w:r w:rsidRPr="00532627">
        <w:rPr>
          <w:rFonts w:ascii="Arial" w:hAnsi="Arial" w:cs="Arial"/>
          <w:b/>
          <w:szCs w:val="24"/>
          <w:highlight w:val="yellow"/>
          <w:u w:val="single"/>
          <w:lang w:eastAsia="ko-KR"/>
        </w:rPr>
        <w:t>24</w:t>
      </w:r>
      <w:r w:rsidRPr="003E3776">
        <w:rPr>
          <w:rFonts w:ascii="Arial" w:hAnsi="Arial" w:cs="Arial"/>
          <w:szCs w:val="24"/>
          <w:lang w:eastAsia="ko-KR"/>
        </w:rPr>
        <w:t>, DE AUTORIA D</w:t>
      </w:r>
      <w:r>
        <w:rPr>
          <w:rFonts w:ascii="Arial" w:hAnsi="Arial" w:cs="Arial"/>
          <w:szCs w:val="24"/>
          <w:lang w:eastAsia="ko-KR"/>
        </w:rPr>
        <w:t xml:space="preserve">O </w:t>
      </w:r>
      <w:r w:rsidRPr="003E3776">
        <w:rPr>
          <w:rFonts w:ascii="Arial" w:hAnsi="Arial" w:cs="Arial"/>
          <w:szCs w:val="24"/>
          <w:lang w:eastAsia="ko-KR"/>
        </w:rPr>
        <w:t>VEREADOR</w:t>
      </w:r>
      <w:r>
        <w:rPr>
          <w:rFonts w:ascii="Arial" w:hAnsi="Arial" w:cs="Arial"/>
          <w:szCs w:val="24"/>
          <w:lang w:eastAsia="ko-KR"/>
        </w:rPr>
        <w:t xml:space="preserve"> </w:t>
      </w:r>
      <w:r w:rsidR="006D6615">
        <w:rPr>
          <w:rFonts w:ascii="Arial" w:hAnsi="Arial" w:cs="Arial"/>
          <w:szCs w:val="24"/>
          <w:lang w:eastAsia="ko-KR"/>
        </w:rPr>
        <w:t>ABNER ROSA</w:t>
      </w:r>
      <w:r w:rsidRPr="003E3776">
        <w:rPr>
          <w:rFonts w:ascii="Arial" w:hAnsi="Arial" w:cs="Arial"/>
          <w:szCs w:val="24"/>
        </w:rPr>
        <w:t xml:space="preserve">, PROPONDO A CONCESSÃO </w:t>
      </w:r>
      <w:r w:rsidR="006D6615">
        <w:rPr>
          <w:rFonts w:ascii="Arial" w:hAnsi="Arial" w:cs="Arial"/>
          <w:szCs w:val="24"/>
        </w:rPr>
        <w:t>DE TÍTULO DE CIDADANIA</w:t>
      </w:r>
      <w:r>
        <w:rPr>
          <w:rFonts w:ascii="Arial" w:hAnsi="Arial" w:cs="Arial"/>
          <w:szCs w:val="24"/>
        </w:rPr>
        <w:t>,</w:t>
      </w:r>
      <w:r w:rsidRPr="003E3776">
        <w:rPr>
          <w:rFonts w:ascii="Arial" w:hAnsi="Arial" w:cs="Arial"/>
          <w:szCs w:val="24"/>
        </w:rPr>
        <w:t xml:space="preserve"> </w:t>
      </w:r>
      <w:r w:rsidRPr="003E3776">
        <w:rPr>
          <w:rFonts w:ascii="Arial" w:hAnsi="Arial" w:cs="Arial"/>
          <w:caps/>
          <w:szCs w:val="24"/>
          <w:lang w:eastAsia="ko-KR"/>
        </w:rPr>
        <w:t xml:space="preserve">FOI </w:t>
      </w:r>
      <w:r w:rsidRPr="003E3776">
        <w:rPr>
          <w:rFonts w:ascii="Arial" w:hAnsi="Arial" w:cs="Arial"/>
          <w:b/>
          <w:caps/>
          <w:szCs w:val="24"/>
          <w:u w:val="single"/>
          <w:shd w:val="clear" w:color="auto" w:fill="FFFF00"/>
          <w:lang w:eastAsia="ko-KR"/>
        </w:rPr>
        <w:t>REJEITADO</w:t>
      </w:r>
      <w:r w:rsidRPr="003E3776">
        <w:rPr>
          <w:rFonts w:ascii="Arial" w:hAnsi="Arial" w:cs="Arial"/>
          <w:caps/>
          <w:szCs w:val="24"/>
          <w:lang w:eastAsia="ko-KR"/>
        </w:rPr>
        <w:t xml:space="preserve"> NOS TERMOS REGIMENTAIS.</w:t>
      </w:r>
    </w:p>
    <w:p w14:paraId="3B9E9A34" w14:textId="77777777" w:rsidR="00F316FA" w:rsidRPr="009077C1" w:rsidRDefault="00F316FA" w:rsidP="00F316FA">
      <w:pPr>
        <w:pStyle w:val="PargrafodaLista"/>
        <w:spacing w:before="240" w:line="312" w:lineRule="auto"/>
        <w:ind w:left="851"/>
        <w:jc w:val="both"/>
        <w:rPr>
          <w:rFonts w:ascii="Arial" w:hAnsi="Arial" w:cs="Arial"/>
          <w:szCs w:val="24"/>
        </w:rPr>
      </w:pPr>
    </w:p>
    <w:p w14:paraId="4E8E8E90" w14:textId="77777777" w:rsidR="00F316FA" w:rsidRPr="009077C1" w:rsidRDefault="00F316FA" w:rsidP="00F316FA">
      <w:pPr>
        <w:pStyle w:val="PargrafodaLista"/>
        <w:numPr>
          <w:ilvl w:val="0"/>
          <w:numId w:val="22"/>
        </w:numPr>
        <w:spacing w:before="240" w:line="312" w:lineRule="auto"/>
        <w:ind w:left="851" w:hanging="425"/>
        <w:jc w:val="both"/>
        <w:rPr>
          <w:rFonts w:ascii="Arial" w:hAnsi="Arial" w:cs="Arial"/>
          <w:szCs w:val="24"/>
        </w:rPr>
      </w:pPr>
      <w:r w:rsidRPr="009077C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Voltar para item </w:t>
      </w:r>
      <w:r w:rsidRPr="009077C1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9077C1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_Ref878893 \r \h  \* MERGEFORMAT </w:instrText>
      </w:r>
      <w:r w:rsidRPr="009077C1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9077C1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CA4CFF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14.2)</w:t>
      </w:r>
      <w:r w:rsidRPr="009077C1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4E0003B4" w14:textId="77777777" w:rsidR="00F316FA" w:rsidRDefault="00F316FA" w:rsidP="00F316FA">
      <w:pPr>
        <w:rPr>
          <w:rFonts w:ascii="Arial" w:hAnsi="Arial" w:cs="Arial"/>
          <w:b/>
          <w:color w:val="76923C" w:themeColor="accent3" w:themeShade="BF"/>
          <w:szCs w:val="24"/>
        </w:rPr>
      </w:pPr>
    </w:p>
    <w:sectPr w:rsidR="00F316FA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E074A" w14:textId="77777777" w:rsidR="00E70F1F" w:rsidRDefault="00E70F1F">
      <w:r>
        <w:separator/>
      </w:r>
    </w:p>
  </w:endnote>
  <w:endnote w:type="continuationSeparator" w:id="0">
    <w:p w14:paraId="27645E18" w14:textId="77777777" w:rsidR="00E70F1F" w:rsidRDefault="00E7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95B18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67CB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570E0" w14:textId="77777777" w:rsidR="00E70F1F" w:rsidRDefault="00E70F1F">
      <w:r>
        <w:separator/>
      </w:r>
    </w:p>
  </w:footnote>
  <w:footnote w:type="continuationSeparator" w:id="0">
    <w:p w14:paraId="530C815E" w14:textId="77777777" w:rsidR="00E70F1F" w:rsidRDefault="00E7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6B3B3" w14:textId="7A284799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2C99ACE" wp14:editId="6DCF59F9">
              <wp:simplePos x="0" y="0"/>
              <wp:positionH relativeFrom="column">
                <wp:posOffset>1372464</wp:posOffset>
              </wp:positionH>
              <wp:positionV relativeFrom="paragraph">
                <wp:posOffset>2891</wp:posOffset>
              </wp:positionV>
              <wp:extent cx="5003800" cy="547317"/>
              <wp:effectExtent l="0" t="0" r="6350" b="57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473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7989C2" w14:textId="77777777" w:rsidR="00F10A87" w:rsidRPr="00F73DA3" w:rsidRDefault="00F10A87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2A6A33B" w14:textId="77777777" w:rsidR="00F10A87" w:rsidRPr="00F73DA3" w:rsidRDefault="00F10A87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C99A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08.05pt;margin-top:.25pt;width:394pt;height:43.1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" filled="f" stroked="f">
              <v:textbox inset="0,0,0,0">
                <w:txbxContent>
                  <w:p w14:paraId="257989C2" w14:textId="77777777" w:rsidR="00F10A87" w:rsidRPr="00F73DA3" w:rsidRDefault="00F10A87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2A6A33B" w14:textId="77777777" w:rsidR="00F10A87" w:rsidRPr="00F73DA3" w:rsidRDefault="00F10A87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2"/>
      </w:rPr>
      <w:drawing>
        <wp:anchor distT="0" distB="0" distL="114300" distR="114300" simplePos="0" relativeHeight="251657216" behindDoc="0" locked="0" layoutInCell="1" allowOverlap="1" wp14:anchorId="764FAEE4" wp14:editId="25B36250">
          <wp:simplePos x="0" y="0"/>
          <wp:positionH relativeFrom="column">
            <wp:posOffset>326390</wp:posOffset>
          </wp:positionH>
          <wp:positionV relativeFrom="paragraph">
            <wp:posOffset>-83185</wp:posOffset>
          </wp:positionV>
          <wp:extent cx="907415" cy="704850"/>
          <wp:effectExtent l="0" t="0" r="6985" b="0"/>
          <wp:wrapNone/>
          <wp:docPr id="13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m 3" descr="LOGO_CA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D18A1F5" w14:textId="79995D77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A3931F" wp14:editId="46BB872A">
              <wp:simplePos x="0" y="0"/>
              <wp:positionH relativeFrom="column">
                <wp:posOffset>5900573</wp:posOffset>
              </wp:positionH>
              <wp:positionV relativeFrom="paragraph">
                <wp:posOffset>114812</wp:posOffset>
              </wp:positionV>
              <wp:extent cx="532765" cy="122041"/>
              <wp:effectExtent l="0" t="0" r="635" b="1143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204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57CF07" w14:textId="0CF0F9AD" w:rsidR="00F10A87" w:rsidRPr="0096018D" w:rsidRDefault="00F10A87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A3931F" id="Text Box 2" o:spid="_x0000_s1027" type="#_x0000_t202" style="position:absolute;left:0;text-align:left;margin-left:464.6pt;margin-top:9.05pt;width:41.95pt;height:9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iWsQIAAK8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" filled="f" stroked="f">
              <v:textbox inset="0,0,0,0">
                <w:txbxContent>
                  <w:p w14:paraId="2057CF07" w14:textId="0CF0F9AD" w:rsidR="00F10A87" w:rsidRPr="0096018D" w:rsidRDefault="00F10A87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50A1C3A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FE9D062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7EC2E58" w14:textId="563BF59F" w:rsidR="00F10A87" w:rsidRPr="00011642" w:rsidRDefault="00F676DD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>
      <w:rPr>
        <w:rFonts w:ascii="Arial" w:hAnsi="Arial" w:cs="Arial"/>
        <w:b/>
        <w:sz w:val="20"/>
        <w:u w:val="single"/>
      </w:rPr>
      <w:t xml:space="preserve">Roteiro para a </w:t>
    </w:r>
    <w:r w:rsidR="00567879">
      <w:rPr>
        <w:rFonts w:ascii="Arial" w:hAnsi="Arial" w:cs="Arial"/>
        <w:b/>
        <w:sz w:val="20"/>
        <w:u w:val="single"/>
      </w:rPr>
      <w:t>1</w:t>
    </w:r>
    <w:r w:rsidR="00CA69F0">
      <w:rPr>
        <w:rFonts w:ascii="Arial" w:hAnsi="Arial" w:cs="Arial"/>
        <w:b/>
        <w:sz w:val="20"/>
        <w:u w:val="single"/>
      </w:rPr>
      <w:t>5</w:t>
    </w:r>
    <w:r w:rsidR="00155158">
      <w:rPr>
        <w:rFonts w:ascii="Arial" w:hAnsi="Arial" w:cs="Arial"/>
        <w:b/>
        <w:sz w:val="20"/>
        <w:u w:val="single"/>
      </w:rPr>
      <w:t xml:space="preserve">ª Sessão Ordinária </w:t>
    </w:r>
    <w:r w:rsidR="00CA69F0">
      <w:rPr>
        <w:rFonts w:ascii="Arial" w:hAnsi="Arial" w:cs="Arial"/>
        <w:b/>
        <w:sz w:val="20"/>
        <w:u w:val="single"/>
      </w:rPr>
      <w:t>15</w:t>
    </w:r>
    <w:r w:rsidR="0027129C">
      <w:rPr>
        <w:rFonts w:ascii="Arial" w:hAnsi="Arial" w:cs="Arial"/>
        <w:b/>
        <w:sz w:val="20"/>
        <w:u w:val="single"/>
      </w:rPr>
      <w:t>/</w:t>
    </w:r>
    <w:r w:rsidR="006C0159">
      <w:rPr>
        <w:rFonts w:ascii="Arial" w:hAnsi="Arial" w:cs="Arial"/>
        <w:b/>
        <w:sz w:val="20"/>
        <w:u w:val="single"/>
      </w:rPr>
      <w:t>0</w:t>
    </w:r>
    <w:r w:rsidR="007D00DD">
      <w:rPr>
        <w:rFonts w:ascii="Arial" w:hAnsi="Arial" w:cs="Arial"/>
        <w:b/>
        <w:sz w:val="20"/>
        <w:u w:val="single"/>
      </w:rPr>
      <w:t>5</w:t>
    </w:r>
    <w:r w:rsidR="00FC215C">
      <w:rPr>
        <w:rFonts w:ascii="Arial" w:hAnsi="Arial" w:cs="Arial"/>
        <w:b/>
        <w:sz w:val="20"/>
        <w:u w:val="single"/>
      </w:rPr>
      <w:t>/202</w:t>
    </w:r>
    <w:r w:rsidR="006C0159">
      <w:rPr>
        <w:rFonts w:ascii="Arial" w:hAnsi="Arial" w:cs="Arial"/>
        <w:b/>
        <w:sz w:val="20"/>
        <w:u w:val="single"/>
      </w:rPr>
      <w:t>4</w:t>
    </w:r>
    <w:r w:rsidR="00F10A87" w:rsidRPr="00011642">
      <w:rPr>
        <w:rFonts w:ascii="Arial" w:hAnsi="Arial" w:cs="Arial"/>
        <w:b/>
        <w:sz w:val="20"/>
        <w:u w:val="single"/>
      </w:rPr>
      <w:t xml:space="preserve"> - Fls. </w:t>
    </w:r>
    <w:r w:rsidR="00F10A87" w:rsidRPr="00011642">
      <w:rPr>
        <w:rFonts w:ascii="Arial" w:hAnsi="Arial" w:cs="Arial"/>
        <w:b/>
        <w:sz w:val="20"/>
        <w:u w:val="single"/>
      </w:rPr>
      <w:fldChar w:fldCharType="begin"/>
    </w:r>
    <w:r w:rsidR="00F10A87" w:rsidRPr="00011642">
      <w:rPr>
        <w:rFonts w:ascii="Arial" w:hAnsi="Arial" w:cs="Arial"/>
        <w:b/>
        <w:sz w:val="20"/>
        <w:u w:val="single"/>
      </w:rPr>
      <w:instrText>PAGE   \* MERGEFORMAT</w:instrText>
    </w:r>
    <w:r w:rsidR="00F10A87" w:rsidRPr="00011642">
      <w:rPr>
        <w:rFonts w:ascii="Arial" w:hAnsi="Arial" w:cs="Arial"/>
        <w:b/>
        <w:sz w:val="20"/>
        <w:u w:val="single"/>
      </w:rPr>
      <w:fldChar w:fldCharType="separate"/>
    </w:r>
    <w:r w:rsidR="00CA4CFF">
      <w:rPr>
        <w:rFonts w:ascii="Arial" w:hAnsi="Arial" w:cs="Arial"/>
        <w:b/>
        <w:noProof/>
        <w:sz w:val="20"/>
        <w:u w:val="single"/>
      </w:rPr>
      <w:t>8</w:t>
    </w:r>
    <w:r w:rsidR="00F10A8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C42E7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7387A8" wp14:editId="7C27FF4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47F7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66DA7694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1BA82" w14:textId="02111F79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7387A8" id="Grupo 15" o:spid="_x0000_s1028" style="position:absolute;left:0;text-align:left;margin-left:21.85pt;margin-top:-6.25pt;width:480.85pt;height:56.6pt;z-index:251659264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28447F7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66DA7694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_x0000_s1030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4451BA82" w14:textId="02111F79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1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8DF6985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DDFBF5F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0BBD983A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03858E2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8B5197"/>
    <w:multiLevelType w:val="hybridMultilevel"/>
    <w:tmpl w:val="918648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0DBEAA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7"/>
  </w:num>
  <w:num w:numId="4">
    <w:abstractNumId w:val="6"/>
  </w:num>
  <w:num w:numId="5">
    <w:abstractNumId w:val="17"/>
  </w:num>
  <w:num w:numId="6">
    <w:abstractNumId w:val="22"/>
  </w:num>
  <w:num w:numId="7">
    <w:abstractNumId w:val="7"/>
  </w:num>
  <w:num w:numId="8">
    <w:abstractNumId w:val="20"/>
  </w:num>
  <w:num w:numId="9">
    <w:abstractNumId w:val="4"/>
  </w:num>
  <w:num w:numId="10">
    <w:abstractNumId w:val="19"/>
  </w:num>
  <w:num w:numId="11">
    <w:abstractNumId w:val="15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2"/>
  </w:num>
  <w:num w:numId="19">
    <w:abstractNumId w:val="0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  <w:num w:numId="23">
    <w:abstractNumId w:val="21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0385"/>
    <w:rsid w:val="00000682"/>
    <w:rsid w:val="00001284"/>
    <w:rsid w:val="000015E2"/>
    <w:rsid w:val="000027DA"/>
    <w:rsid w:val="00002CC8"/>
    <w:rsid w:val="00006E38"/>
    <w:rsid w:val="000077D0"/>
    <w:rsid w:val="00010575"/>
    <w:rsid w:val="000114E0"/>
    <w:rsid w:val="00011642"/>
    <w:rsid w:val="000117AD"/>
    <w:rsid w:val="00011BE4"/>
    <w:rsid w:val="00012789"/>
    <w:rsid w:val="00014BD1"/>
    <w:rsid w:val="00016232"/>
    <w:rsid w:val="00016DA7"/>
    <w:rsid w:val="00016EB4"/>
    <w:rsid w:val="00017742"/>
    <w:rsid w:val="00017AC6"/>
    <w:rsid w:val="000201E0"/>
    <w:rsid w:val="00020BED"/>
    <w:rsid w:val="0002154E"/>
    <w:rsid w:val="00023276"/>
    <w:rsid w:val="00024010"/>
    <w:rsid w:val="000241AD"/>
    <w:rsid w:val="0002566F"/>
    <w:rsid w:val="000264BC"/>
    <w:rsid w:val="00027AC8"/>
    <w:rsid w:val="000303BD"/>
    <w:rsid w:val="000309F8"/>
    <w:rsid w:val="00036429"/>
    <w:rsid w:val="00037486"/>
    <w:rsid w:val="00037D78"/>
    <w:rsid w:val="00042FEF"/>
    <w:rsid w:val="0004348E"/>
    <w:rsid w:val="00043F12"/>
    <w:rsid w:val="00044414"/>
    <w:rsid w:val="00044B25"/>
    <w:rsid w:val="00044FD9"/>
    <w:rsid w:val="0004588E"/>
    <w:rsid w:val="0004657B"/>
    <w:rsid w:val="000477FC"/>
    <w:rsid w:val="000478BE"/>
    <w:rsid w:val="00047A29"/>
    <w:rsid w:val="00047C4E"/>
    <w:rsid w:val="0005004E"/>
    <w:rsid w:val="000544E0"/>
    <w:rsid w:val="00054F47"/>
    <w:rsid w:val="0005584B"/>
    <w:rsid w:val="00056948"/>
    <w:rsid w:val="00056F88"/>
    <w:rsid w:val="000575B9"/>
    <w:rsid w:val="0006229A"/>
    <w:rsid w:val="00062793"/>
    <w:rsid w:val="00063430"/>
    <w:rsid w:val="00063BD9"/>
    <w:rsid w:val="00065DED"/>
    <w:rsid w:val="00065F25"/>
    <w:rsid w:val="00067745"/>
    <w:rsid w:val="00070AD5"/>
    <w:rsid w:val="000726F3"/>
    <w:rsid w:val="00080B06"/>
    <w:rsid w:val="00080FFC"/>
    <w:rsid w:val="0008291A"/>
    <w:rsid w:val="00082DD2"/>
    <w:rsid w:val="00084387"/>
    <w:rsid w:val="000845CE"/>
    <w:rsid w:val="00084614"/>
    <w:rsid w:val="00084675"/>
    <w:rsid w:val="00085010"/>
    <w:rsid w:val="00085CB5"/>
    <w:rsid w:val="0009000D"/>
    <w:rsid w:val="00092232"/>
    <w:rsid w:val="00092897"/>
    <w:rsid w:val="00092FE2"/>
    <w:rsid w:val="00093C52"/>
    <w:rsid w:val="00094490"/>
    <w:rsid w:val="00094C68"/>
    <w:rsid w:val="00094C78"/>
    <w:rsid w:val="000952D2"/>
    <w:rsid w:val="00095555"/>
    <w:rsid w:val="000958D5"/>
    <w:rsid w:val="00095977"/>
    <w:rsid w:val="00096187"/>
    <w:rsid w:val="00096384"/>
    <w:rsid w:val="00097C74"/>
    <w:rsid w:val="000A01F0"/>
    <w:rsid w:val="000A0864"/>
    <w:rsid w:val="000A0A59"/>
    <w:rsid w:val="000A30D3"/>
    <w:rsid w:val="000A3BB3"/>
    <w:rsid w:val="000A6041"/>
    <w:rsid w:val="000B0649"/>
    <w:rsid w:val="000B1514"/>
    <w:rsid w:val="000B2649"/>
    <w:rsid w:val="000B266D"/>
    <w:rsid w:val="000B321F"/>
    <w:rsid w:val="000B3E68"/>
    <w:rsid w:val="000B47BA"/>
    <w:rsid w:val="000B5A76"/>
    <w:rsid w:val="000B5E80"/>
    <w:rsid w:val="000B6A4A"/>
    <w:rsid w:val="000C0B66"/>
    <w:rsid w:val="000C0BEF"/>
    <w:rsid w:val="000C197C"/>
    <w:rsid w:val="000C459D"/>
    <w:rsid w:val="000C6B0C"/>
    <w:rsid w:val="000D0D5A"/>
    <w:rsid w:val="000D2EF3"/>
    <w:rsid w:val="000D2FF4"/>
    <w:rsid w:val="000D31D5"/>
    <w:rsid w:val="000D3310"/>
    <w:rsid w:val="000D3574"/>
    <w:rsid w:val="000D47B0"/>
    <w:rsid w:val="000D57A3"/>
    <w:rsid w:val="000D63B7"/>
    <w:rsid w:val="000D660D"/>
    <w:rsid w:val="000D799E"/>
    <w:rsid w:val="000D7B7C"/>
    <w:rsid w:val="000D7DD3"/>
    <w:rsid w:val="000E0826"/>
    <w:rsid w:val="000E0D23"/>
    <w:rsid w:val="000E2A45"/>
    <w:rsid w:val="000E4200"/>
    <w:rsid w:val="000E64BF"/>
    <w:rsid w:val="000F055A"/>
    <w:rsid w:val="000F2536"/>
    <w:rsid w:val="000F27FA"/>
    <w:rsid w:val="000F2B7C"/>
    <w:rsid w:val="000F419A"/>
    <w:rsid w:val="000F4AD7"/>
    <w:rsid w:val="000F519C"/>
    <w:rsid w:val="000F63F2"/>
    <w:rsid w:val="000F66BB"/>
    <w:rsid w:val="000F6810"/>
    <w:rsid w:val="000F7514"/>
    <w:rsid w:val="000F787C"/>
    <w:rsid w:val="001001A9"/>
    <w:rsid w:val="00100749"/>
    <w:rsid w:val="00100827"/>
    <w:rsid w:val="001051E1"/>
    <w:rsid w:val="00105220"/>
    <w:rsid w:val="00105896"/>
    <w:rsid w:val="00107E4B"/>
    <w:rsid w:val="00111260"/>
    <w:rsid w:val="0011136E"/>
    <w:rsid w:val="001128B6"/>
    <w:rsid w:val="00114C2B"/>
    <w:rsid w:val="00114D4C"/>
    <w:rsid w:val="0011536A"/>
    <w:rsid w:val="00116F4C"/>
    <w:rsid w:val="001176AB"/>
    <w:rsid w:val="00117F3C"/>
    <w:rsid w:val="001208D4"/>
    <w:rsid w:val="00120B5A"/>
    <w:rsid w:val="00121924"/>
    <w:rsid w:val="00121A6C"/>
    <w:rsid w:val="00121DD0"/>
    <w:rsid w:val="0012349C"/>
    <w:rsid w:val="0012492E"/>
    <w:rsid w:val="00125123"/>
    <w:rsid w:val="00126440"/>
    <w:rsid w:val="00126E6F"/>
    <w:rsid w:val="00130432"/>
    <w:rsid w:val="0013216C"/>
    <w:rsid w:val="00135261"/>
    <w:rsid w:val="00135FFD"/>
    <w:rsid w:val="00136272"/>
    <w:rsid w:val="001412DB"/>
    <w:rsid w:val="00141428"/>
    <w:rsid w:val="0014591F"/>
    <w:rsid w:val="001461C6"/>
    <w:rsid w:val="00146C11"/>
    <w:rsid w:val="001506D3"/>
    <w:rsid w:val="001519C6"/>
    <w:rsid w:val="00152A02"/>
    <w:rsid w:val="001534BE"/>
    <w:rsid w:val="00155158"/>
    <w:rsid w:val="00155208"/>
    <w:rsid w:val="001557A3"/>
    <w:rsid w:val="00156F70"/>
    <w:rsid w:val="001571DB"/>
    <w:rsid w:val="00157B17"/>
    <w:rsid w:val="00160664"/>
    <w:rsid w:val="00161589"/>
    <w:rsid w:val="0016325B"/>
    <w:rsid w:val="001644F6"/>
    <w:rsid w:val="00165087"/>
    <w:rsid w:val="0016513F"/>
    <w:rsid w:val="00166DB4"/>
    <w:rsid w:val="001670C3"/>
    <w:rsid w:val="00167BA5"/>
    <w:rsid w:val="00172C0D"/>
    <w:rsid w:val="00172E81"/>
    <w:rsid w:val="00173974"/>
    <w:rsid w:val="00175B96"/>
    <w:rsid w:val="001813C8"/>
    <w:rsid w:val="00181CD2"/>
    <w:rsid w:val="00183588"/>
    <w:rsid w:val="001858E8"/>
    <w:rsid w:val="001864BD"/>
    <w:rsid w:val="00186B5F"/>
    <w:rsid w:val="00190364"/>
    <w:rsid w:val="001906AF"/>
    <w:rsid w:val="00191D80"/>
    <w:rsid w:val="00192214"/>
    <w:rsid w:val="00193B0D"/>
    <w:rsid w:val="00193DA4"/>
    <w:rsid w:val="00195248"/>
    <w:rsid w:val="00195C4C"/>
    <w:rsid w:val="00196192"/>
    <w:rsid w:val="00196BAC"/>
    <w:rsid w:val="00197A09"/>
    <w:rsid w:val="00197B42"/>
    <w:rsid w:val="001A1115"/>
    <w:rsid w:val="001A32DA"/>
    <w:rsid w:val="001A4310"/>
    <w:rsid w:val="001A4753"/>
    <w:rsid w:val="001A5C3C"/>
    <w:rsid w:val="001A669E"/>
    <w:rsid w:val="001A6C40"/>
    <w:rsid w:val="001A7F32"/>
    <w:rsid w:val="001B01D6"/>
    <w:rsid w:val="001B02E1"/>
    <w:rsid w:val="001B150E"/>
    <w:rsid w:val="001B1AF1"/>
    <w:rsid w:val="001B27C9"/>
    <w:rsid w:val="001B4F77"/>
    <w:rsid w:val="001B63C9"/>
    <w:rsid w:val="001B7BD6"/>
    <w:rsid w:val="001B7F87"/>
    <w:rsid w:val="001C0236"/>
    <w:rsid w:val="001C1E94"/>
    <w:rsid w:val="001C37F1"/>
    <w:rsid w:val="001C3D4B"/>
    <w:rsid w:val="001C48AC"/>
    <w:rsid w:val="001C4DDB"/>
    <w:rsid w:val="001C6B1D"/>
    <w:rsid w:val="001D0A2B"/>
    <w:rsid w:val="001D16AC"/>
    <w:rsid w:val="001D368A"/>
    <w:rsid w:val="001D3BF6"/>
    <w:rsid w:val="001D3E7C"/>
    <w:rsid w:val="001D51A3"/>
    <w:rsid w:val="001D63D6"/>
    <w:rsid w:val="001D773D"/>
    <w:rsid w:val="001E0A18"/>
    <w:rsid w:val="001E1747"/>
    <w:rsid w:val="001E21A3"/>
    <w:rsid w:val="001E22F5"/>
    <w:rsid w:val="001E2570"/>
    <w:rsid w:val="001E2BFA"/>
    <w:rsid w:val="001E59E2"/>
    <w:rsid w:val="001E61AB"/>
    <w:rsid w:val="001E687E"/>
    <w:rsid w:val="001E78E3"/>
    <w:rsid w:val="001F0334"/>
    <w:rsid w:val="001F1031"/>
    <w:rsid w:val="001F13C3"/>
    <w:rsid w:val="001F18B1"/>
    <w:rsid w:val="001F1C67"/>
    <w:rsid w:val="001F253A"/>
    <w:rsid w:val="001F31C8"/>
    <w:rsid w:val="001F43EB"/>
    <w:rsid w:val="001F4BF1"/>
    <w:rsid w:val="001F50DE"/>
    <w:rsid w:val="001F5513"/>
    <w:rsid w:val="001F6ADE"/>
    <w:rsid w:val="00200D8A"/>
    <w:rsid w:val="002024F2"/>
    <w:rsid w:val="002024F8"/>
    <w:rsid w:val="00202724"/>
    <w:rsid w:val="002033DA"/>
    <w:rsid w:val="00204155"/>
    <w:rsid w:val="00204364"/>
    <w:rsid w:val="00204BAB"/>
    <w:rsid w:val="00204ED7"/>
    <w:rsid w:val="0020584A"/>
    <w:rsid w:val="0020586B"/>
    <w:rsid w:val="002079E8"/>
    <w:rsid w:val="0021125F"/>
    <w:rsid w:val="002112AE"/>
    <w:rsid w:val="00211736"/>
    <w:rsid w:val="0021173A"/>
    <w:rsid w:val="00211A24"/>
    <w:rsid w:val="002125DC"/>
    <w:rsid w:val="00212887"/>
    <w:rsid w:val="00212E98"/>
    <w:rsid w:val="00213407"/>
    <w:rsid w:val="002164AF"/>
    <w:rsid w:val="00216B67"/>
    <w:rsid w:val="00217A03"/>
    <w:rsid w:val="002203E7"/>
    <w:rsid w:val="002214AB"/>
    <w:rsid w:val="00221FF8"/>
    <w:rsid w:val="00226D3A"/>
    <w:rsid w:val="00230143"/>
    <w:rsid w:val="002338B9"/>
    <w:rsid w:val="00233C49"/>
    <w:rsid w:val="002345F0"/>
    <w:rsid w:val="00235FBB"/>
    <w:rsid w:val="002360E6"/>
    <w:rsid w:val="00236477"/>
    <w:rsid w:val="002373F1"/>
    <w:rsid w:val="00237623"/>
    <w:rsid w:val="00245043"/>
    <w:rsid w:val="002471EB"/>
    <w:rsid w:val="002471F1"/>
    <w:rsid w:val="0025128A"/>
    <w:rsid w:val="002520E6"/>
    <w:rsid w:val="0025311B"/>
    <w:rsid w:val="00253790"/>
    <w:rsid w:val="00253C82"/>
    <w:rsid w:val="00253F32"/>
    <w:rsid w:val="002625AE"/>
    <w:rsid w:val="00262F5C"/>
    <w:rsid w:val="002630DD"/>
    <w:rsid w:val="002635E2"/>
    <w:rsid w:val="0026460B"/>
    <w:rsid w:val="00267CC3"/>
    <w:rsid w:val="00270CF0"/>
    <w:rsid w:val="00270DBA"/>
    <w:rsid w:val="0027129C"/>
    <w:rsid w:val="002724F0"/>
    <w:rsid w:val="00274154"/>
    <w:rsid w:val="00274384"/>
    <w:rsid w:val="002747DA"/>
    <w:rsid w:val="002753BD"/>
    <w:rsid w:val="00275F4A"/>
    <w:rsid w:val="00276BEC"/>
    <w:rsid w:val="00277B13"/>
    <w:rsid w:val="0028005D"/>
    <w:rsid w:val="00280436"/>
    <w:rsid w:val="00280F8B"/>
    <w:rsid w:val="00286B08"/>
    <w:rsid w:val="00286C80"/>
    <w:rsid w:val="00287284"/>
    <w:rsid w:val="00290F6F"/>
    <w:rsid w:val="00290FF9"/>
    <w:rsid w:val="00291137"/>
    <w:rsid w:val="00291C78"/>
    <w:rsid w:val="00291FC4"/>
    <w:rsid w:val="0029257A"/>
    <w:rsid w:val="002934AA"/>
    <w:rsid w:val="00293B98"/>
    <w:rsid w:val="002965FD"/>
    <w:rsid w:val="0029663F"/>
    <w:rsid w:val="00296934"/>
    <w:rsid w:val="00296B6E"/>
    <w:rsid w:val="002A0E77"/>
    <w:rsid w:val="002A0ED1"/>
    <w:rsid w:val="002A12B6"/>
    <w:rsid w:val="002A15D9"/>
    <w:rsid w:val="002A308C"/>
    <w:rsid w:val="002A6BE1"/>
    <w:rsid w:val="002A7434"/>
    <w:rsid w:val="002A76EC"/>
    <w:rsid w:val="002B0E32"/>
    <w:rsid w:val="002B0F5E"/>
    <w:rsid w:val="002B0FB2"/>
    <w:rsid w:val="002B12DA"/>
    <w:rsid w:val="002B1725"/>
    <w:rsid w:val="002B25E1"/>
    <w:rsid w:val="002B2E81"/>
    <w:rsid w:val="002B5365"/>
    <w:rsid w:val="002B5B1D"/>
    <w:rsid w:val="002C1A3A"/>
    <w:rsid w:val="002C29C5"/>
    <w:rsid w:val="002C2A58"/>
    <w:rsid w:val="002C4106"/>
    <w:rsid w:val="002C44B5"/>
    <w:rsid w:val="002C4B2B"/>
    <w:rsid w:val="002C4F8E"/>
    <w:rsid w:val="002C6342"/>
    <w:rsid w:val="002C6497"/>
    <w:rsid w:val="002C6AE3"/>
    <w:rsid w:val="002C6F4A"/>
    <w:rsid w:val="002C70C5"/>
    <w:rsid w:val="002D16FE"/>
    <w:rsid w:val="002D1C5D"/>
    <w:rsid w:val="002D1F1D"/>
    <w:rsid w:val="002D3AF1"/>
    <w:rsid w:val="002D4BDA"/>
    <w:rsid w:val="002D5D46"/>
    <w:rsid w:val="002D76DD"/>
    <w:rsid w:val="002D79A5"/>
    <w:rsid w:val="002D79F7"/>
    <w:rsid w:val="002E1CE0"/>
    <w:rsid w:val="002E208B"/>
    <w:rsid w:val="002E2185"/>
    <w:rsid w:val="002E28A7"/>
    <w:rsid w:val="002E3834"/>
    <w:rsid w:val="002E3E52"/>
    <w:rsid w:val="002E418F"/>
    <w:rsid w:val="002E4BE8"/>
    <w:rsid w:val="002E5778"/>
    <w:rsid w:val="002E5C81"/>
    <w:rsid w:val="002F02DB"/>
    <w:rsid w:val="002F0529"/>
    <w:rsid w:val="002F0A6F"/>
    <w:rsid w:val="002F0DED"/>
    <w:rsid w:val="002F0E3B"/>
    <w:rsid w:val="002F1D85"/>
    <w:rsid w:val="002F247B"/>
    <w:rsid w:val="002F2B10"/>
    <w:rsid w:val="002F340A"/>
    <w:rsid w:val="002F367F"/>
    <w:rsid w:val="002F3E98"/>
    <w:rsid w:val="002F429C"/>
    <w:rsid w:val="002F4699"/>
    <w:rsid w:val="002F6A4A"/>
    <w:rsid w:val="002F73F4"/>
    <w:rsid w:val="00300D8A"/>
    <w:rsid w:val="0030262B"/>
    <w:rsid w:val="00303DF4"/>
    <w:rsid w:val="0030410F"/>
    <w:rsid w:val="003043FC"/>
    <w:rsid w:val="00304603"/>
    <w:rsid w:val="00304866"/>
    <w:rsid w:val="003053FF"/>
    <w:rsid w:val="003058CD"/>
    <w:rsid w:val="00305BB6"/>
    <w:rsid w:val="0030678B"/>
    <w:rsid w:val="00307690"/>
    <w:rsid w:val="00311028"/>
    <w:rsid w:val="00311425"/>
    <w:rsid w:val="00311683"/>
    <w:rsid w:val="003124A3"/>
    <w:rsid w:val="00312836"/>
    <w:rsid w:val="00312B74"/>
    <w:rsid w:val="00314F2E"/>
    <w:rsid w:val="00315B5B"/>
    <w:rsid w:val="00315EDC"/>
    <w:rsid w:val="00315EFC"/>
    <w:rsid w:val="00315F23"/>
    <w:rsid w:val="0032070C"/>
    <w:rsid w:val="0032101F"/>
    <w:rsid w:val="003216B2"/>
    <w:rsid w:val="00322C0A"/>
    <w:rsid w:val="00323F0F"/>
    <w:rsid w:val="003257AB"/>
    <w:rsid w:val="00326C23"/>
    <w:rsid w:val="00326D37"/>
    <w:rsid w:val="003272B5"/>
    <w:rsid w:val="00327AB0"/>
    <w:rsid w:val="00327AC9"/>
    <w:rsid w:val="0033006C"/>
    <w:rsid w:val="003305AF"/>
    <w:rsid w:val="00330A3B"/>
    <w:rsid w:val="00330A6C"/>
    <w:rsid w:val="00331A27"/>
    <w:rsid w:val="00332311"/>
    <w:rsid w:val="00334549"/>
    <w:rsid w:val="00337040"/>
    <w:rsid w:val="00340832"/>
    <w:rsid w:val="00341E31"/>
    <w:rsid w:val="003429BA"/>
    <w:rsid w:val="0034330D"/>
    <w:rsid w:val="00344F1F"/>
    <w:rsid w:val="00345B5A"/>
    <w:rsid w:val="003479C3"/>
    <w:rsid w:val="00347E7C"/>
    <w:rsid w:val="00350203"/>
    <w:rsid w:val="00350ACA"/>
    <w:rsid w:val="00350DC8"/>
    <w:rsid w:val="0035275B"/>
    <w:rsid w:val="00353538"/>
    <w:rsid w:val="0035368D"/>
    <w:rsid w:val="00353AF9"/>
    <w:rsid w:val="00353BE1"/>
    <w:rsid w:val="00353FB2"/>
    <w:rsid w:val="003548F6"/>
    <w:rsid w:val="00357361"/>
    <w:rsid w:val="00357E7F"/>
    <w:rsid w:val="0036144E"/>
    <w:rsid w:val="00362E05"/>
    <w:rsid w:val="003667C4"/>
    <w:rsid w:val="0037045B"/>
    <w:rsid w:val="0037099D"/>
    <w:rsid w:val="00371C65"/>
    <w:rsid w:val="00373139"/>
    <w:rsid w:val="00376BF5"/>
    <w:rsid w:val="00380F20"/>
    <w:rsid w:val="003818EB"/>
    <w:rsid w:val="003818F4"/>
    <w:rsid w:val="003820CE"/>
    <w:rsid w:val="00382862"/>
    <w:rsid w:val="00384AF4"/>
    <w:rsid w:val="00385753"/>
    <w:rsid w:val="0038712B"/>
    <w:rsid w:val="00390AC0"/>
    <w:rsid w:val="003929AD"/>
    <w:rsid w:val="00392EAF"/>
    <w:rsid w:val="00397FF3"/>
    <w:rsid w:val="003A077E"/>
    <w:rsid w:val="003A1619"/>
    <w:rsid w:val="003A1828"/>
    <w:rsid w:val="003A2430"/>
    <w:rsid w:val="003A357E"/>
    <w:rsid w:val="003A56B2"/>
    <w:rsid w:val="003A7D96"/>
    <w:rsid w:val="003A7DEE"/>
    <w:rsid w:val="003A7F44"/>
    <w:rsid w:val="003B0701"/>
    <w:rsid w:val="003B0D72"/>
    <w:rsid w:val="003B12DB"/>
    <w:rsid w:val="003B19D2"/>
    <w:rsid w:val="003B1A3E"/>
    <w:rsid w:val="003B3420"/>
    <w:rsid w:val="003B35B9"/>
    <w:rsid w:val="003B4B43"/>
    <w:rsid w:val="003B4FCE"/>
    <w:rsid w:val="003B5DB6"/>
    <w:rsid w:val="003B5F4C"/>
    <w:rsid w:val="003C0108"/>
    <w:rsid w:val="003C0EB5"/>
    <w:rsid w:val="003C185D"/>
    <w:rsid w:val="003C1BBB"/>
    <w:rsid w:val="003C2E32"/>
    <w:rsid w:val="003C3306"/>
    <w:rsid w:val="003C3705"/>
    <w:rsid w:val="003C39E5"/>
    <w:rsid w:val="003C3BE2"/>
    <w:rsid w:val="003C5650"/>
    <w:rsid w:val="003C6A12"/>
    <w:rsid w:val="003C6AD0"/>
    <w:rsid w:val="003D00ED"/>
    <w:rsid w:val="003D084F"/>
    <w:rsid w:val="003D11A5"/>
    <w:rsid w:val="003D1655"/>
    <w:rsid w:val="003D2488"/>
    <w:rsid w:val="003D285F"/>
    <w:rsid w:val="003D2D21"/>
    <w:rsid w:val="003D3704"/>
    <w:rsid w:val="003D3AEB"/>
    <w:rsid w:val="003D3F61"/>
    <w:rsid w:val="003D6CE2"/>
    <w:rsid w:val="003E0B2A"/>
    <w:rsid w:val="003E2A93"/>
    <w:rsid w:val="003E31FB"/>
    <w:rsid w:val="003E3422"/>
    <w:rsid w:val="003E3776"/>
    <w:rsid w:val="003E3AB2"/>
    <w:rsid w:val="003E574C"/>
    <w:rsid w:val="003E6398"/>
    <w:rsid w:val="003E6EA4"/>
    <w:rsid w:val="003E756F"/>
    <w:rsid w:val="003F39BB"/>
    <w:rsid w:val="0040078C"/>
    <w:rsid w:val="00400A6B"/>
    <w:rsid w:val="0040200F"/>
    <w:rsid w:val="00402F52"/>
    <w:rsid w:val="004041EA"/>
    <w:rsid w:val="0040486B"/>
    <w:rsid w:val="004054CE"/>
    <w:rsid w:val="00406545"/>
    <w:rsid w:val="004100FF"/>
    <w:rsid w:val="00412795"/>
    <w:rsid w:val="004137B6"/>
    <w:rsid w:val="00422062"/>
    <w:rsid w:val="00422478"/>
    <w:rsid w:val="00422687"/>
    <w:rsid w:val="00422A84"/>
    <w:rsid w:val="00423E01"/>
    <w:rsid w:val="00430789"/>
    <w:rsid w:val="00430B67"/>
    <w:rsid w:val="00432384"/>
    <w:rsid w:val="004336B0"/>
    <w:rsid w:val="0043618B"/>
    <w:rsid w:val="0043626A"/>
    <w:rsid w:val="00437799"/>
    <w:rsid w:val="00437E21"/>
    <w:rsid w:val="00440831"/>
    <w:rsid w:val="0044461F"/>
    <w:rsid w:val="0044510E"/>
    <w:rsid w:val="00445C55"/>
    <w:rsid w:val="00445DA7"/>
    <w:rsid w:val="00446FA8"/>
    <w:rsid w:val="0045032F"/>
    <w:rsid w:val="00451E48"/>
    <w:rsid w:val="00452E5A"/>
    <w:rsid w:val="0045308F"/>
    <w:rsid w:val="00454CCE"/>
    <w:rsid w:val="00454D4A"/>
    <w:rsid w:val="00454E60"/>
    <w:rsid w:val="0045593F"/>
    <w:rsid w:val="00455D15"/>
    <w:rsid w:val="00456480"/>
    <w:rsid w:val="00456816"/>
    <w:rsid w:val="004574E5"/>
    <w:rsid w:val="004578A5"/>
    <w:rsid w:val="0046020B"/>
    <w:rsid w:val="00460E9E"/>
    <w:rsid w:val="0046121D"/>
    <w:rsid w:val="00463BCC"/>
    <w:rsid w:val="00464459"/>
    <w:rsid w:val="0046559F"/>
    <w:rsid w:val="004669CE"/>
    <w:rsid w:val="00467371"/>
    <w:rsid w:val="0046753E"/>
    <w:rsid w:val="00470AD8"/>
    <w:rsid w:val="00471A89"/>
    <w:rsid w:val="00472765"/>
    <w:rsid w:val="00472CC9"/>
    <w:rsid w:val="00474E88"/>
    <w:rsid w:val="00474EE3"/>
    <w:rsid w:val="004767A9"/>
    <w:rsid w:val="00477191"/>
    <w:rsid w:val="004779D0"/>
    <w:rsid w:val="004805FE"/>
    <w:rsid w:val="00481DDE"/>
    <w:rsid w:val="0048559E"/>
    <w:rsid w:val="004872AC"/>
    <w:rsid w:val="00487D64"/>
    <w:rsid w:val="00491C9A"/>
    <w:rsid w:val="00493115"/>
    <w:rsid w:val="00493139"/>
    <w:rsid w:val="00493267"/>
    <w:rsid w:val="00496B1A"/>
    <w:rsid w:val="004A1EE1"/>
    <w:rsid w:val="004B2B1E"/>
    <w:rsid w:val="004B3A6B"/>
    <w:rsid w:val="004B5392"/>
    <w:rsid w:val="004B58A8"/>
    <w:rsid w:val="004C00B4"/>
    <w:rsid w:val="004C0979"/>
    <w:rsid w:val="004C0D88"/>
    <w:rsid w:val="004C10F0"/>
    <w:rsid w:val="004C4852"/>
    <w:rsid w:val="004C56E8"/>
    <w:rsid w:val="004C6432"/>
    <w:rsid w:val="004C706E"/>
    <w:rsid w:val="004C7445"/>
    <w:rsid w:val="004C78B5"/>
    <w:rsid w:val="004D1034"/>
    <w:rsid w:val="004D36D0"/>
    <w:rsid w:val="004D6776"/>
    <w:rsid w:val="004D6CFE"/>
    <w:rsid w:val="004E172D"/>
    <w:rsid w:val="004E17D6"/>
    <w:rsid w:val="004E2410"/>
    <w:rsid w:val="004E2D9E"/>
    <w:rsid w:val="004E46DA"/>
    <w:rsid w:val="004E4D6F"/>
    <w:rsid w:val="004E6821"/>
    <w:rsid w:val="004E732C"/>
    <w:rsid w:val="004F004D"/>
    <w:rsid w:val="004F39E9"/>
    <w:rsid w:val="004F44BB"/>
    <w:rsid w:val="004F4A76"/>
    <w:rsid w:val="004F5833"/>
    <w:rsid w:val="004F5FD1"/>
    <w:rsid w:val="0050047E"/>
    <w:rsid w:val="0050248D"/>
    <w:rsid w:val="00503B7A"/>
    <w:rsid w:val="00503E8F"/>
    <w:rsid w:val="0050467A"/>
    <w:rsid w:val="0050475B"/>
    <w:rsid w:val="0050506F"/>
    <w:rsid w:val="00505FD8"/>
    <w:rsid w:val="00506067"/>
    <w:rsid w:val="00506539"/>
    <w:rsid w:val="00507804"/>
    <w:rsid w:val="0051065A"/>
    <w:rsid w:val="00510EA0"/>
    <w:rsid w:val="0051315E"/>
    <w:rsid w:val="0051398B"/>
    <w:rsid w:val="00514241"/>
    <w:rsid w:val="00514297"/>
    <w:rsid w:val="00514A5F"/>
    <w:rsid w:val="005157E5"/>
    <w:rsid w:val="00515F73"/>
    <w:rsid w:val="005206D4"/>
    <w:rsid w:val="00521067"/>
    <w:rsid w:val="005215EF"/>
    <w:rsid w:val="0052325D"/>
    <w:rsid w:val="00524936"/>
    <w:rsid w:val="00524C1F"/>
    <w:rsid w:val="00526454"/>
    <w:rsid w:val="00526FB1"/>
    <w:rsid w:val="005306A5"/>
    <w:rsid w:val="00530880"/>
    <w:rsid w:val="00531BA5"/>
    <w:rsid w:val="00531EDB"/>
    <w:rsid w:val="00532425"/>
    <w:rsid w:val="00532627"/>
    <w:rsid w:val="0053504F"/>
    <w:rsid w:val="00535DDD"/>
    <w:rsid w:val="00537041"/>
    <w:rsid w:val="005403DA"/>
    <w:rsid w:val="005406AD"/>
    <w:rsid w:val="00542E8B"/>
    <w:rsid w:val="005440BA"/>
    <w:rsid w:val="00544BA7"/>
    <w:rsid w:val="00544BFF"/>
    <w:rsid w:val="00547858"/>
    <w:rsid w:val="00547E0C"/>
    <w:rsid w:val="00550B34"/>
    <w:rsid w:val="00551621"/>
    <w:rsid w:val="00552B98"/>
    <w:rsid w:val="00553253"/>
    <w:rsid w:val="00553AF7"/>
    <w:rsid w:val="0055444E"/>
    <w:rsid w:val="00554FDA"/>
    <w:rsid w:val="00555224"/>
    <w:rsid w:val="005556A0"/>
    <w:rsid w:val="005556B5"/>
    <w:rsid w:val="005559F5"/>
    <w:rsid w:val="00557232"/>
    <w:rsid w:val="00560394"/>
    <w:rsid w:val="00564319"/>
    <w:rsid w:val="0056433F"/>
    <w:rsid w:val="00564368"/>
    <w:rsid w:val="00564C7C"/>
    <w:rsid w:val="00566258"/>
    <w:rsid w:val="00567574"/>
    <w:rsid w:val="00567879"/>
    <w:rsid w:val="00571ABA"/>
    <w:rsid w:val="00572B09"/>
    <w:rsid w:val="00574659"/>
    <w:rsid w:val="0057519A"/>
    <w:rsid w:val="005752D0"/>
    <w:rsid w:val="005754CE"/>
    <w:rsid w:val="005811A8"/>
    <w:rsid w:val="00583865"/>
    <w:rsid w:val="005847B1"/>
    <w:rsid w:val="005877C2"/>
    <w:rsid w:val="00587820"/>
    <w:rsid w:val="00587D10"/>
    <w:rsid w:val="00590587"/>
    <w:rsid w:val="005909A1"/>
    <w:rsid w:val="0059116D"/>
    <w:rsid w:val="005938C7"/>
    <w:rsid w:val="00593CF1"/>
    <w:rsid w:val="00593FF2"/>
    <w:rsid w:val="005942F2"/>
    <w:rsid w:val="005956F4"/>
    <w:rsid w:val="00597E13"/>
    <w:rsid w:val="005A010D"/>
    <w:rsid w:val="005A0B37"/>
    <w:rsid w:val="005A11CB"/>
    <w:rsid w:val="005A3123"/>
    <w:rsid w:val="005A3419"/>
    <w:rsid w:val="005A3ADF"/>
    <w:rsid w:val="005B15D0"/>
    <w:rsid w:val="005B3D21"/>
    <w:rsid w:val="005B557E"/>
    <w:rsid w:val="005B5FD8"/>
    <w:rsid w:val="005B7EA9"/>
    <w:rsid w:val="005B7F7C"/>
    <w:rsid w:val="005C010F"/>
    <w:rsid w:val="005C26E0"/>
    <w:rsid w:val="005C2914"/>
    <w:rsid w:val="005C3475"/>
    <w:rsid w:val="005C3938"/>
    <w:rsid w:val="005C42D1"/>
    <w:rsid w:val="005C5D58"/>
    <w:rsid w:val="005C6EA6"/>
    <w:rsid w:val="005D1FF6"/>
    <w:rsid w:val="005D24C4"/>
    <w:rsid w:val="005D29D6"/>
    <w:rsid w:val="005D2CA1"/>
    <w:rsid w:val="005D3144"/>
    <w:rsid w:val="005D33DC"/>
    <w:rsid w:val="005D4812"/>
    <w:rsid w:val="005D5296"/>
    <w:rsid w:val="005D52F2"/>
    <w:rsid w:val="005D5882"/>
    <w:rsid w:val="005D6A4A"/>
    <w:rsid w:val="005D75A5"/>
    <w:rsid w:val="005E0684"/>
    <w:rsid w:val="005E0867"/>
    <w:rsid w:val="005E0872"/>
    <w:rsid w:val="005E138D"/>
    <w:rsid w:val="005E25FB"/>
    <w:rsid w:val="005E361D"/>
    <w:rsid w:val="005E47A3"/>
    <w:rsid w:val="005E49C1"/>
    <w:rsid w:val="005E645E"/>
    <w:rsid w:val="005E7879"/>
    <w:rsid w:val="005F0CBC"/>
    <w:rsid w:val="005F2754"/>
    <w:rsid w:val="005F296B"/>
    <w:rsid w:val="005F368A"/>
    <w:rsid w:val="005F46C1"/>
    <w:rsid w:val="005F4BB3"/>
    <w:rsid w:val="00602055"/>
    <w:rsid w:val="00604617"/>
    <w:rsid w:val="0060548C"/>
    <w:rsid w:val="00607103"/>
    <w:rsid w:val="00607F37"/>
    <w:rsid w:val="00611E9F"/>
    <w:rsid w:val="00613AD3"/>
    <w:rsid w:val="00614272"/>
    <w:rsid w:val="006145DD"/>
    <w:rsid w:val="00615271"/>
    <w:rsid w:val="00615CC5"/>
    <w:rsid w:val="0061668D"/>
    <w:rsid w:val="006171FF"/>
    <w:rsid w:val="00617F74"/>
    <w:rsid w:val="00617FE1"/>
    <w:rsid w:val="00620453"/>
    <w:rsid w:val="00620ADA"/>
    <w:rsid w:val="00620C41"/>
    <w:rsid w:val="006210B5"/>
    <w:rsid w:val="00621333"/>
    <w:rsid w:val="00622C4B"/>
    <w:rsid w:val="0062324D"/>
    <w:rsid w:val="00624472"/>
    <w:rsid w:val="00624914"/>
    <w:rsid w:val="006268CC"/>
    <w:rsid w:val="00627335"/>
    <w:rsid w:val="006273E7"/>
    <w:rsid w:val="00627F40"/>
    <w:rsid w:val="00630DFA"/>
    <w:rsid w:val="006310F4"/>
    <w:rsid w:val="00631412"/>
    <w:rsid w:val="00631F3C"/>
    <w:rsid w:val="006325AA"/>
    <w:rsid w:val="006343BC"/>
    <w:rsid w:val="00634AA9"/>
    <w:rsid w:val="00635719"/>
    <w:rsid w:val="00635754"/>
    <w:rsid w:val="006419D9"/>
    <w:rsid w:val="00641BFB"/>
    <w:rsid w:val="006426AE"/>
    <w:rsid w:val="00642CB4"/>
    <w:rsid w:val="00646227"/>
    <w:rsid w:val="006500E1"/>
    <w:rsid w:val="00651DEE"/>
    <w:rsid w:val="006549B9"/>
    <w:rsid w:val="00655D82"/>
    <w:rsid w:val="00655FF3"/>
    <w:rsid w:val="00662145"/>
    <w:rsid w:val="00663882"/>
    <w:rsid w:val="00664622"/>
    <w:rsid w:val="00664834"/>
    <w:rsid w:val="006651EE"/>
    <w:rsid w:val="00665D43"/>
    <w:rsid w:val="00665E76"/>
    <w:rsid w:val="006662D0"/>
    <w:rsid w:val="00666343"/>
    <w:rsid w:val="00670193"/>
    <w:rsid w:val="00670ED6"/>
    <w:rsid w:val="00671C99"/>
    <w:rsid w:val="00672BCA"/>
    <w:rsid w:val="00674FFD"/>
    <w:rsid w:val="0067725F"/>
    <w:rsid w:val="0067790E"/>
    <w:rsid w:val="00680677"/>
    <w:rsid w:val="00680E48"/>
    <w:rsid w:val="00681021"/>
    <w:rsid w:val="00681316"/>
    <w:rsid w:val="00681448"/>
    <w:rsid w:val="00681C33"/>
    <w:rsid w:val="00682E6E"/>
    <w:rsid w:val="00683A23"/>
    <w:rsid w:val="006852DD"/>
    <w:rsid w:val="00687694"/>
    <w:rsid w:val="0069312F"/>
    <w:rsid w:val="00695026"/>
    <w:rsid w:val="006951B4"/>
    <w:rsid w:val="00695A34"/>
    <w:rsid w:val="006A2782"/>
    <w:rsid w:val="006A2B9A"/>
    <w:rsid w:val="006B03AF"/>
    <w:rsid w:val="006B0B8E"/>
    <w:rsid w:val="006B0D0B"/>
    <w:rsid w:val="006B11B5"/>
    <w:rsid w:val="006B1231"/>
    <w:rsid w:val="006B1F41"/>
    <w:rsid w:val="006B2F03"/>
    <w:rsid w:val="006B5CA7"/>
    <w:rsid w:val="006B7145"/>
    <w:rsid w:val="006B77B0"/>
    <w:rsid w:val="006C0159"/>
    <w:rsid w:val="006C1266"/>
    <w:rsid w:val="006C19CF"/>
    <w:rsid w:val="006C219C"/>
    <w:rsid w:val="006C3DD8"/>
    <w:rsid w:val="006C4ACB"/>
    <w:rsid w:val="006C4E9B"/>
    <w:rsid w:val="006C6C5D"/>
    <w:rsid w:val="006C7BFB"/>
    <w:rsid w:val="006C7D7A"/>
    <w:rsid w:val="006D00CB"/>
    <w:rsid w:val="006D02DF"/>
    <w:rsid w:val="006D1A9D"/>
    <w:rsid w:val="006D1E7B"/>
    <w:rsid w:val="006D248C"/>
    <w:rsid w:val="006D3117"/>
    <w:rsid w:val="006D3209"/>
    <w:rsid w:val="006D5BDA"/>
    <w:rsid w:val="006D5D2F"/>
    <w:rsid w:val="006D5DA5"/>
    <w:rsid w:val="006D62F6"/>
    <w:rsid w:val="006D6615"/>
    <w:rsid w:val="006D6B60"/>
    <w:rsid w:val="006D6DDA"/>
    <w:rsid w:val="006D6F7D"/>
    <w:rsid w:val="006D7A14"/>
    <w:rsid w:val="006E155B"/>
    <w:rsid w:val="006E157A"/>
    <w:rsid w:val="006E179C"/>
    <w:rsid w:val="006E1AF9"/>
    <w:rsid w:val="006E440F"/>
    <w:rsid w:val="006E65E5"/>
    <w:rsid w:val="006E75B5"/>
    <w:rsid w:val="006E7D88"/>
    <w:rsid w:val="006E7E66"/>
    <w:rsid w:val="006F002B"/>
    <w:rsid w:val="006F10BA"/>
    <w:rsid w:val="006F1A4E"/>
    <w:rsid w:val="006F250B"/>
    <w:rsid w:val="006F2BA9"/>
    <w:rsid w:val="006F412A"/>
    <w:rsid w:val="006F4A2C"/>
    <w:rsid w:val="006F75B5"/>
    <w:rsid w:val="006F7685"/>
    <w:rsid w:val="00700016"/>
    <w:rsid w:val="00700E67"/>
    <w:rsid w:val="00701565"/>
    <w:rsid w:val="00701B7C"/>
    <w:rsid w:val="00701DFF"/>
    <w:rsid w:val="0070649E"/>
    <w:rsid w:val="007064A7"/>
    <w:rsid w:val="007066B0"/>
    <w:rsid w:val="0070679A"/>
    <w:rsid w:val="00706833"/>
    <w:rsid w:val="00706EA5"/>
    <w:rsid w:val="00711A31"/>
    <w:rsid w:val="00714259"/>
    <w:rsid w:val="00715AB1"/>
    <w:rsid w:val="00715F74"/>
    <w:rsid w:val="00717B10"/>
    <w:rsid w:val="0072106C"/>
    <w:rsid w:val="00721447"/>
    <w:rsid w:val="00721450"/>
    <w:rsid w:val="00721461"/>
    <w:rsid w:val="0072299F"/>
    <w:rsid w:val="007230A3"/>
    <w:rsid w:val="00724243"/>
    <w:rsid w:val="00725B1C"/>
    <w:rsid w:val="00725E66"/>
    <w:rsid w:val="00726054"/>
    <w:rsid w:val="00726084"/>
    <w:rsid w:val="0072675B"/>
    <w:rsid w:val="00730AD0"/>
    <w:rsid w:val="00731DF6"/>
    <w:rsid w:val="0073219E"/>
    <w:rsid w:val="00732C23"/>
    <w:rsid w:val="0073407F"/>
    <w:rsid w:val="00734208"/>
    <w:rsid w:val="00734BBF"/>
    <w:rsid w:val="00734E92"/>
    <w:rsid w:val="00735155"/>
    <w:rsid w:val="007371AB"/>
    <w:rsid w:val="00740717"/>
    <w:rsid w:val="00740C44"/>
    <w:rsid w:val="0074291E"/>
    <w:rsid w:val="007429B9"/>
    <w:rsid w:val="007436EE"/>
    <w:rsid w:val="00744004"/>
    <w:rsid w:val="00744F59"/>
    <w:rsid w:val="007451D5"/>
    <w:rsid w:val="007461FD"/>
    <w:rsid w:val="00746998"/>
    <w:rsid w:val="00750181"/>
    <w:rsid w:val="00751C28"/>
    <w:rsid w:val="0075343B"/>
    <w:rsid w:val="00754385"/>
    <w:rsid w:val="007545D4"/>
    <w:rsid w:val="0075528D"/>
    <w:rsid w:val="0075614F"/>
    <w:rsid w:val="007613D4"/>
    <w:rsid w:val="00763C71"/>
    <w:rsid w:val="0076419B"/>
    <w:rsid w:val="0076662A"/>
    <w:rsid w:val="0076765D"/>
    <w:rsid w:val="00771C10"/>
    <w:rsid w:val="00772107"/>
    <w:rsid w:val="007734B5"/>
    <w:rsid w:val="00773E82"/>
    <w:rsid w:val="00774004"/>
    <w:rsid w:val="00774164"/>
    <w:rsid w:val="00774396"/>
    <w:rsid w:val="007756B1"/>
    <w:rsid w:val="00775A1B"/>
    <w:rsid w:val="00776CD2"/>
    <w:rsid w:val="0077717D"/>
    <w:rsid w:val="00780BAA"/>
    <w:rsid w:val="00780F33"/>
    <w:rsid w:val="00780FA3"/>
    <w:rsid w:val="007811D2"/>
    <w:rsid w:val="0078169C"/>
    <w:rsid w:val="007818E5"/>
    <w:rsid w:val="007824CA"/>
    <w:rsid w:val="00784EB8"/>
    <w:rsid w:val="0078533A"/>
    <w:rsid w:val="00785E18"/>
    <w:rsid w:val="0078620F"/>
    <w:rsid w:val="00786D28"/>
    <w:rsid w:val="007879B5"/>
    <w:rsid w:val="0079138D"/>
    <w:rsid w:val="00791FE0"/>
    <w:rsid w:val="007923AF"/>
    <w:rsid w:val="00792B63"/>
    <w:rsid w:val="00792DDE"/>
    <w:rsid w:val="00792FC8"/>
    <w:rsid w:val="00793403"/>
    <w:rsid w:val="00793438"/>
    <w:rsid w:val="007938B9"/>
    <w:rsid w:val="007941D4"/>
    <w:rsid w:val="00795CA1"/>
    <w:rsid w:val="00796697"/>
    <w:rsid w:val="00797D2F"/>
    <w:rsid w:val="007A0C86"/>
    <w:rsid w:val="007A2458"/>
    <w:rsid w:val="007A4046"/>
    <w:rsid w:val="007A4F4F"/>
    <w:rsid w:val="007A5248"/>
    <w:rsid w:val="007A5ACC"/>
    <w:rsid w:val="007A6CE8"/>
    <w:rsid w:val="007B258B"/>
    <w:rsid w:val="007B3F34"/>
    <w:rsid w:val="007B5B4E"/>
    <w:rsid w:val="007B61BF"/>
    <w:rsid w:val="007B7E5C"/>
    <w:rsid w:val="007C09F7"/>
    <w:rsid w:val="007C0E8C"/>
    <w:rsid w:val="007C27A6"/>
    <w:rsid w:val="007C3F68"/>
    <w:rsid w:val="007C44B2"/>
    <w:rsid w:val="007C4B06"/>
    <w:rsid w:val="007C4F83"/>
    <w:rsid w:val="007C5FC0"/>
    <w:rsid w:val="007C61A4"/>
    <w:rsid w:val="007C7C11"/>
    <w:rsid w:val="007D00DD"/>
    <w:rsid w:val="007D0868"/>
    <w:rsid w:val="007D1215"/>
    <w:rsid w:val="007D3E31"/>
    <w:rsid w:val="007D75AD"/>
    <w:rsid w:val="007D7BD6"/>
    <w:rsid w:val="007E28B5"/>
    <w:rsid w:val="007E2E3B"/>
    <w:rsid w:val="007E3822"/>
    <w:rsid w:val="007E6164"/>
    <w:rsid w:val="007E6209"/>
    <w:rsid w:val="007F1836"/>
    <w:rsid w:val="007F355C"/>
    <w:rsid w:val="007F44BA"/>
    <w:rsid w:val="007F48AE"/>
    <w:rsid w:val="007F5D6A"/>
    <w:rsid w:val="007F75CA"/>
    <w:rsid w:val="00801469"/>
    <w:rsid w:val="0080197E"/>
    <w:rsid w:val="008032B0"/>
    <w:rsid w:val="00804C57"/>
    <w:rsid w:val="008059C0"/>
    <w:rsid w:val="008059E6"/>
    <w:rsid w:val="00805E6E"/>
    <w:rsid w:val="00806DAE"/>
    <w:rsid w:val="00807EA6"/>
    <w:rsid w:val="008100AC"/>
    <w:rsid w:val="00811477"/>
    <w:rsid w:val="00811A05"/>
    <w:rsid w:val="00811A46"/>
    <w:rsid w:val="008123F3"/>
    <w:rsid w:val="0081356A"/>
    <w:rsid w:val="00813998"/>
    <w:rsid w:val="0081409E"/>
    <w:rsid w:val="0081487A"/>
    <w:rsid w:val="00814A39"/>
    <w:rsid w:val="00817102"/>
    <w:rsid w:val="00817B15"/>
    <w:rsid w:val="008214CE"/>
    <w:rsid w:val="008233BF"/>
    <w:rsid w:val="00823D5F"/>
    <w:rsid w:val="00823F91"/>
    <w:rsid w:val="00824DAA"/>
    <w:rsid w:val="008256C8"/>
    <w:rsid w:val="0082660F"/>
    <w:rsid w:val="00826666"/>
    <w:rsid w:val="008276EC"/>
    <w:rsid w:val="00830164"/>
    <w:rsid w:val="00830B84"/>
    <w:rsid w:val="00831C51"/>
    <w:rsid w:val="008328DD"/>
    <w:rsid w:val="00834308"/>
    <w:rsid w:val="00834646"/>
    <w:rsid w:val="00835822"/>
    <w:rsid w:val="00836C42"/>
    <w:rsid w:val="00836FB2"/>
    <w:rsid w:val="00837321"/>
    <w:rsid w:val="00841688"/>
    <w:rsid w:val="00841EBA"/>
    <w:rsid w:val="00842127"/>
    <w:rsid w:val="008427C5"/>
    <w:rsid w:val="00842E0C"/>
    <w:rsid w:val="00842FDE"/>
    <w:rsid w:val="00843BC6"/>
    <w:rsid w:val="00845929"/>
    <w:rsid w:val="00850C2F"/>
    <w:rsid w:val="00852719"/>
    <w:rsid w:val="008554FC"/>
    <w:rsid w:val="00856108"/>
    <w:rsid w:val="00856E0A"/>
    <w:rsid w:val="008603E4"/>
    <w:rsid w:val="00860631"/>
    <w:rsid w:val="00864B16"/>
    <w:rsid w:val="00866C1E"/>
    <w:rsid w:val="0087049C"/>
    <w:rsid w:val="008726DC"/>
    <w:rsid w:val="0087290C"/>
    <w:rsid w:val="00872CAD"/>
    <w:rsid w:val="008734BF"/>
    <w:rsid w:val="00875C8E"/>
    <w:rsid w:val="00876333"/>
    <w:rsid w:val="00876587"/>
    <w:rsid w:val="00877E50"/>
    <w:rsid w:val="00880D15"/>
    <w:rsid w:val="00880F1C"/>
    <w:rsid w:val="00882C30"/>
    <w:rsid w:val="00882C34"/>
    <w:rsid w:val="00883162"/>
    <w:rsid w:val="00885D4D"/>
    <w:rsid w:val="00886C56"/>
    <w:rsid w:val="008909A4"/>
    <w:rsid w:val="0089234E"/>
    <w:rsid w:val="00892481"/>
    <w:rsid w:val="00892C08"/>
    <w:rsid w:val="00893230"/>
    <w:rsid w:val="0089382E"/>
    <w:rsid w:val="00893CF0"/>
    <w:rsid w:val="00894ED0"/>
    <w:rsid w:val="008968F5"/>
    <w:rsid w:val="0089785C"/>
    <w:rsid w:val="008A0BF8"/>
    <w:rsid w:val="008A0EB2"/>
    <w:rsid w:val="008A10A8"/>
    <w:rsid w:val="008A21CD"/>
    <w:rsid w:val="008A220E"/>
    <w:rsid w:val="008A4E5B"/>
    <w:rsid w:val="008A543E"/>
    <w:rsid w:val="008A7E29"/>
    <w:rsid w:val="008B012B"/>
    <w:rsid w:val="008B13D6"/>
    <w:rsid w:val="008B1DB2"/>
    <w:rsid w:val="008B559D"/>
    <w:rsid w:val="008B59E4"/>
    <w:rsid w:val="008B5CFA"/>
    <w:rsid w:val="008B5E79"/>
    <w:rsid w:val="008B7157"/>
    <w:rsid w:val="008B75EE"/>
    <w:rsid w:val="008B7880"/>
    <w:rsid w:val="008C4913"/>
    <w:rsid w:val="008C5F11"/>
    <w:rsid w:val="008C643B"/>
    <w:rsid w:val="008C6D45"/>
    <w:rsid w:val="008D0AF3"/>
    <w:rsid w:val="008D173B"/>
    <w:rsid w:val="008D23FC"/>
    <w:rsid w:val="008D27FF"/>
    <w:rsid w:val="008D606C"/>
    <w:rsid w:val="008D61D0"/>
    <w:rsid w:val="008D65AB"/>
    <w:rsid w:val="008D7520"/>
    <w:rsid w:val="008E0610"/>
    <w:rsid w:val="008E26A9"/>
    <w:rsid w:val="008E41BE"/>
    <w:rsid w:val="008E52FE"/>
    <w:rsid w:val="008E67C5"/>
    <w:rsid w:val="008E6923"/>
    <w:rsid w:val="008E70CB"/>
    <w:rsid w:val="008E787E"/>
    <w:rsid w:val="008F0059"/>
    <w:rsid w:val="008F011B"/>
    <w:rsid w:val="008F05B6"/>
    <w:rsid w:val="008F0760"/>
    <w:rsid w:val="008F0DFC"/>
    <w:rsid w:val="008F0E78"/>
    <w:rsid w:val="008F1C07"/>
    <w:rsid w:val="008F25E9"/>
    <w:rsid w:val="008F3084"/>
    <w:rsid w:val="008F3347"/>
    <w:rsid w:val="008F5259"/>
    <w:rsid w:val="008F6668"/>
    <w:rsid w:val="008F76F8"/>
    <w:rsid w:val="00900037"/>
    <w:rsid w:val="0090156C"/>
    <w:rsid w:val="009018B6"/>
    <w:rsid w:val="009020B5"/>
    <w:rsid w:val="00903531"/>
    <w:rsid w:val="0090437C"/>
    <w:rsid w:val="00906CEA"/>
    <w:rsid w:val="00906EED"/>
    <w:rsid w:val="00907BC6"/>
    <w:rsid w:val="00907C98"/>
    <w:rsid w:val="00910CC6"/>
    <w:rsid w:val="00911955"/>
    <w:rsid w:val="00913797"/>
    <w:rsid w:val="00913921"/>
    <w:rsid w:val="0091411B"/>
    <w:rsid w:val="00915FCE"/>
    <w:rsid w:val="0091684A"/>
    <w:rsid w:val="00921D43"/>
    <w:rsid w:val="009221BE"/>
    <w:rsid w:val="00923E81"/>
    <w:rsid w:val="00924048"/>
    <w:rsid w:val="009242B1"/>
    <w:rsid w:val="009246E0"/>
    <w:rsid w:val="009262BA"/>
    <w:rsid w:val="00930AC1"/>
    <w:rsid w:val="00930F08"/>
    <w:rsid w:val="00931428"/>
    <w:rsid w:val="009324AC"/>
    <w:rsid w:val="00932660"/>
    <w:rsid w:val="00934B61"/>
    <w:rsid w:val="00935376"/>
    <w:rsid w:val="00935B74"/>
    <w:rsid w:val="00935D70"/>
    <w:rsid w:val="00940241"/>
    <w:rsid w:val="0094029A"/>
    <w:rsid w:val="00942101"/>
    <w:rsid w:val="00943509"/>
    <w:rsid w:val="00943ADB"/>
    <w:rsid w:val="0094595E"/>
    <w:rsid w:val="009474DD"/>
    <w:rsid w:val="0094755D"/>
    <w:rsid w:val="009477A0"/>
    <w:rsid w:val="00951E0D"/>
    <w:rsid w:val="00952270"/>
    <w:rsid w:val="00952726"/>
    <w:rsid w:val="00952FCE"/>
    <w:rsid w:val="009544F6"/>
    <w:rsid w:val="0095500B"/>
    <w:rsid w:val="00955E89"/>
    <w:rsid w:val="0096018D"/>
    <w:rsid w:val="00961248"/>
    <w:rsid w:val="009620E5"/>
    <w:rsid w:val="009630F7"/>
    <w:rsid w:val="0096572A"/>
    <w:rsid w:val="00966D4B"/>
    <w:rsid w:val="00967B79"/>
    <w:rsid w:val="009716F2"/>
    <w:rsid w:val="00972366"/>
    <w:rsid w:val="009768E6"/>
    <w:rsid w:val="0098181C"/>
    <w:rsid w:val="00981C18"/>
    <w:rsid w:val="0098281E"/>
    <w:rsid w:val="00982DB3"/>
    <w:rsid w:val="009830FB"/>
    <w:rsid w:val="00984452"/>
    <w:rsid w:val="009847DC"/>
    <w:rsid w:val="00984E44"/>
    <w:rsid w:val="009857BF"/>
    <w:rsid w:val="00985C32"/>
    <w:rsid w:val="00986306"/>
    <w:rsid w:val="00986AF6"/>
    <w:rsid w:val="00987FF5"/>
    <w:rsid w:val="00990074"/>
    <w:rsid w:val="0099015A"/>
    <w:rsid w:val="009902B2"/>
    <w:rsid w:val="00990E43"/>
    <w:rsid w:val="00990F93"/>
    <w:rsid w:val="009925EB"/>
    <w:rsid w:val="0099264F"/>
    <w:rsid w:val="00993594"/>
    <w:rsid w:val="00993CF0"/>
    <w:rsid w:val="0099749F"/>
    <w:rsid w:val="009A0952"/>
    <w:rsid w:val="009A2ABD"/>
    <w:rsid w:val="009A34B7"/>
    <w:rsid w:val="009A3E42"/>
    <w:rsid w:val="009A6585"/>
    <w:rsid w:val="009B1F73"/>
    <w:rsid w:val="009B207E"/>
    <w:rsid w:val="009B2915"/>
    <w:rsid w:val="009B2D45"/>
    <w:rsid w:val="009B3157"/>
    <w:rsid w:val="009B32F8"/>
    <w:rsid w:val="009B5152"/>
    <w:rsid w:val="009B5A95"/>
    <w:rsid w:val="009B5FB9"/>
    <w:rsid w:val="009B62AF"/>
    <w:rsid w:val="009B781B"/>
    <w:rsid w:val="009C2379"/>
    <w:rsid w:val="009C3A41"/>
    <w:rsid w:val="009C5D63"/>
    <w:rsid w:val="009C68A3"/>
    <w:rsid w:val="009D003A"/>
    <w:rsid w:val="009D2C8C"/>
    <w:rsid w:val="009D2F98"/>
    <w:rsid w:val="009D37AC"/>
    <w:rsid w:val="009D48BB"/>
    <w:rsid w:val="009D4B96"/>
    <w:rsid w:val="009D4EBC"/>
    <w:rsid w:val="009D50D4"/>
    <w:rsid w:val="009D51F2"/>
    <w:rsid w:val="009D5C4D"/>
    <w:rsid w:val="009D7212"/>
    <w:rsid w:val="009D7263"/>
    <w:rsid w:val="009D7444"/>
    <w:rsid w:val="009E004B"/>
    <w:rsid w:val="009E1F05"/>
    <w:rsid w:val="009E2484"/>
    <w:rsid w:val="009E2E8E"/>
    <w:rsid w:val="009E3732"/>
    <w:rsid w:val="009F1A26"/>
    <w:rsid w:val="009F220B"/>
    <w:rsid w:val="009F432F"/>
    <w:rsid w:val="009F4533"/>
    <w:rsid w:val="009F49FC"/>
    <w:rsid w:val="00A03804"/>
    <w:rsid w:val="00A04AD7"/>
    <w:rsid w:val="00A04B1F"/>
    <w:rsid w:val="00A0590D"/>
    <w:rsid w:val="00A07481"/>
    <w:rsid w:val="00A0789A"/>
    <w:rsid w:val="00A10471"/>
    <w:rsid w:val="00A127A7"/>
    <w:rsid w:val="00A14AB5"/>
    <w:rsid w:val="00A1684A"/>
    <w:rsid w:val="00A17C60"/>
    <w:rsid w:val="00A17CA7"/>
    <w:rsid w:val="00A17D7D"/>
    <w:rsid w:val="00A207B1"/>
    <w:rsid w:val="00A21CEA"/>
    <w:rsid w:val="00A231B6"/>
    <w:rsid w:val="00A23757"/>
    <w:rsid w:val="00A23F3D"/>
    <w:rsid w:val="00A2439D"/>
    <w:rsid w:val="00A24F92"/>
    <w:rsid w:val="00A27F88"/>
    <w:rsid w:val="00A30354"/>
    <w:rsid w:val="00A336FF"/>
    <w:rsid w:val="00A344AC"/>
    <w:rsid w:val="00A34879"/>
    <w:rsid w:val="00A34B32"/>
    <w:rsid w:val="00A34CC5"/>
    <w:rsid w:val="00A36620"/>
    <w:rsid w:val="00A37842"/>
    <w:rsid w:val="00A413EE"/>
    <w:rsid w:val="00A41457"/>
    <w:rsid w:val="00A4159F"/>
    <w:rsid w:val="00A42A56"/>
    <w:rsid w:val="00A42E63"/>
    <w:rsid w:val="00A46085"/>
    <w:rsid w:val="00A46B01"/>
    <w:rsid w:val="00A47058"/>
    <w:rsid w:val="00A4757B"/>
    <w:rsid w:val="00A510B9"/>
    <w:rsid w:val="00A51F60"/>
    <w:rsid w:val="00A520E2"/>
    <w:rsid w:val="00A523ED"/>
    <w:rsid w:val="00A52F20"/>
    <w:rsid w:val="00A56B31"/>
    <w:rsid w:val="00A56D55"/>
    <w:rsid w:val="00A572DB"/>
    <w:rsid w:val="00A600CF"/>
    <w:rsid w:val="00A60EA5"/>
    <w:rsid w:val="00A613A2"/>
    <w:rsid w:val="00A618C9"/>
    <w:rsid w:val="00A626E5"/>
    <w:rsid w:val="00A62F0D"/>
    <w:rsid w:val="00A639DB"/>
    <w:rsid w:val="00A64499"/>
    <w:rsid w:val="00A65023"/>
    <w:rsid w:val="00A65F40"/>
    <w:rsid w:val="00A71736"/>
    <w:rsid w:val="00A71998"/>
    <w:rsid w:val="00A71AA2"/>
    <w:rsid w:val="00A73CE4"/>
    <w:rsid w:val="00A75743"/>
    <w:rsid w:val="00A762D5"/>
    <w:rsid w:val="00A77ACF"/>
    <w:rsid w:val="00A77C24"/>
    <w:rsid w:val="00A77D44"/>
    <w:rsid w:val="00A8179E"/>
    <w:rsid w:val="00A82546"/>
    <w:rsid w:val="00A839A6"/>
    <w:rsid w:val="00A83EB7"/>
    <w:rsid w:val="00A84A23"/>
    <w:rsid w:val="00A85C65"/>
    <w:rsid w:val="00A85F52"/>
    <w:rsid w:val="00A86FE2"/>
    <w:rsid w:val="00A90605"/>
    <w:rsid w:val="00A9063E"/>
    <w:rsid w:val="00A928F9"/>
    <w:rsid w:val="00A92CB9"/>
    <w:rsid w:val="00A9383B"/>
    <w:rsid w:val="00A95134"/>
    <w:rsid w:val="00A97A4C"/>
    <w:rsid w:val="00AA1713"/>
    <w:rsid w:val="00AA206B"/>
    <w:rsid w:val="00AA20E8"/>
    <w:rsid w:val="00AA3F5C"/>
    <w:rsid w:val="00AA5745"/>
    <w:rsid w:val="00AA5DCF"/>
    <w:rsid w:val="00AA706A"/>
    <w:rsid w:val="00AA7347"/>
    <w:rsid w:val="00AA7460"/>
    <w:rsid w:val="00AB1B97"/>
    <w:rsid w:val="00AB295D"/>
    <w:rsid w:val="00AB3250"/>
    <w:rsid w:val="00AB4C24"/>
    <w:rsid w:val="00AB4FA4"/>
    <w:rsid w:val="00AB4FF6"/>
    <w:rsid w:val="00AC0140"/>
    <w:rsid w:val="00AC0A4F"/>
    <w:rsid w:val="00AC225C"/>
    <w:rsid w:val="00AC23F0"/>
    <w:rsid w:val="00AC2A2D"/>
    <w:rsid w:val="00AC2DE6"/>
    <w:rsid w:val="00AC4262"/>
    <w:rsid w:val="00AC5BD4"/>
    <w:rsid w:val="00AC6DFD"/>
    <w:rsid w:val="00AC703C"/>
    <w:rsid w:val="00AC712C"/>
    <w:rsid w:val="00AC7401"/>
    <w:rsid w:val="00AC7E65"/>
    <w:rsid w:val="00AD0F88"/>
    <w:rsid w:val="00AD235D"/>
    <w:rsid w:val="00AD43C2"/>
    <w:rsid w:val="00AD6C34"/>
    <w:rsid w:val="00AD7E4F"/>
    <w:rsid w:val="00AE1527"/>
    <w:rsid w:val="00AE18E7"/>
    <w:rsid w:val="00AE1EFE"/>
    <w:rsid w:val="00AE23F2"/>
    <w:rsid w:val="00AE2478"/>
    <w:rsid w:val="00AE2E0C"/>
    <w:rsid w:val="00AE43E3"/>
    <w:rsid w:val="00AE4DFD"/>
    <w:rsid w:val="00AE6188"/>
    <w:rsid w:val="00AE64D8"/>
    <w:rsid w:val="00AF020A"/>
    <w:rsid w:val="00AF1668"/>
    <w:rsid w:val="00AF1C00"/>
    <w:rsid w:val="00AF22DD"/>
    <w:rsid w:val="00AF236D"/>
    <w:rsid w:val="00AF2639"/>
    <w:rsid w:val="00AF69E4"/>
    <w:rsid w:val="00B00633"/>
    <w:rsid w:val="00B02F47"/>
    <w:rsid w:val="00B040CF"/>
    <w:rsid w:val="00B0438C"/>
    <w:rsid w:val="00B04BF1"/>
    <w:rsid w:val="00B0555C"/>
    <w:rsid w:val="00B06869"/>
    <w:rsid w:val="00B07B08"/>
    <w:rsid w:val="00B07CA7"/>
    <w:rsid w:val="00B10FD8"/>
    <w:rsid w:val="00B11A48"/>
    <w:rsid w:val="00B11B06"/>
    <w:rsid w:val="00B12425"/>
    <w:rsid w:val="00B12C1E"/>
    <w:rsid w:val="00B1492D"/>
    <w:rsid w:val="00B17E12"/>
    <w:rsid w:val="00B20CBF"/>
    <w:rsid w:val="00B20D4F"/>
    <w:rsid w:val="00B21159"/>
    <w:rsid w:val="00B22284"/>
    <w:rsid w:val="00B22EFE"/>
    <w:rsid w:val="00B24A7C"/>
    <w:rsid w:val="00B25494"/>
    <w:rsid w:val="00B25AF6"/>
    <w:rsid w:val="00B26A49"/>
    <w:rsid w:val="00B3124F"/>
    <w:rsid w:val="00B32141"/>
    <w:rsid w:val="00B325A6"/>
    <w:rsid w:val="00B32748"/>
    <w:rsid w:val="00B32905"/>
    <w:rsid w:val="00B33AA3"/>
    <w:rsid w:val="00B33BE5"/>
    <w:rsid w:val="00B33CC3"/>
    <w:rsid w:val="00B34B5A"/>
    <w:rsid w:val="00B3597A"/>
    <w:rsid w:val="00B35B35"/>
    <w:rsid w:val="00B363A5"/>
    <w:rsid w:val="00B36B39"/>
    <w:rsid w:val="00B3700E"/>
    <w:rsid w:val="00B41313"/>
    <w:rsid w:val="00B41CF4"/>
    <w:rsid w:val="00B42327"/>
    <w:rsid w:val="00B43D7F"/>
    <w:rsid w:val="00B45340"/>
    <w:rsid w:val="00B45BEE"/>
    <w:rsid w:val="00B463CE"/>
    <w:rsid w:val="00B472BD"/>
    <w:rsid w:val="00B47947"/>
    <w:rsid w:val="00B50951"/>
    <w:rsid w:val="00B50D87"/>
    <w:rsid w:val="00B517EA"/>
    <w:rsid w:val="00B5301F"/>
    <w:rsid w:val="00B53850"/>
    <w:rsid w:val="00B53CEB"/>
    <w:rsid w:val="00B55438"/>
    <w:rsid w:val="00B556BF"/>
    <w:rsid w:val="00B57C81"/>
    <w:rsid w:val="00B60937"/>
    <w:rsid w:val="00B62022"/>
    <w:rsid w:val="00B626FD"/>
    <w:rsid w:val="00B6382B"/>
    <w:rsid w:val="00B63C97"/>
    <w:rsid w:val="00B642BD"/>
    <w:rsid w:val="00B645DA"/>
    <w:rsid w:val="00B64B7C"/>
    <w:rsid w:val="00B65970"/>
    <w:rsid w:val="00B6623B"/>
    <w:rsid w:val="00B666FA"/>
    <w:rsid w:val="00B66CBE"/>
    <w:rsid w:val="00B66FD8"/>
    <w:rsid w:val="00B67F4D"/>
    <w:rsid w:val="00B71C88"/>
    <w:rsid w:val="00B71D21"/>
    <w:rsid w:val="00B72F2B"/>
    <w:rsid w:val="00B73532"/>
    <w:rsid w:val="00B76076"/>
    <w:rsid w:val="00B7777B"/>
    <w:rsid w:val="00B777BE"/>
    <w:rsid w:val="00B84472"/>
    <w:rsid w:val="00B8501C"/>
    <w:rsid w:val="00B85388"/>
    <w:rsid w:val="00B85C85"/>
    <w:rsid w:val="00B86062"/>
    <w:rsid w:val="00B87BAE"/>
    <w:rsid w:val="00B87D7C"/>
    <w:rsid w:val="00B87F11"/>
    <w:rsid w:val="00B908BA"/>
    <w:rsid w:val="00B92E47"/>
    <w:rsid w:val="00B93008"/>
    <w:rsid w:val="00B93D15"/>
    <w:rsid w:val="00B93D63"/>
    <w:rsid w:val="00B967E7"/>
    <w:rsid w:val="00B9704B"/>
    <w:rsid w:val="00BA0BA5"/>
    <w:rsid w:val="00BA108C"/>
    <w:rsid w:val="00BA1565"/>
    <w:rsid w:val="00BA2A5F"/>
    <w:rsid w:val="00BA300F"/>
    <w:rsid w:val="00BA3D14"/>
    <w:rsid w:val="00BA47D4"/>
    <w:rsid w:val="00BA510C"/>
    <w:rsid w:val="00BA7EFB"/>
    <w:rsid w:val="00BB0DEF"/>
    <w:rsid w:val="00BB2AE1"/>
    <w:rsid w:val="00BB4A6A"/>
    <w:rsid w:val="00BB4FAA"/>
    <w:rsid w:val="00BB545C"/>
    <w:rsid w:val="00BB5E2E"/>
    <w:rsid w:val="00BB60B3"/>
    <w:rsid w:val="00BB74D6"/>
    <w:rsid w:val="00BC019F"/>
    <w:rsid w:val="00BC0601"/>
    <w:rsid w:val="00BC0A5A"/>
    <w:rsid w:val="00BC2F2D"/>
    <w:rsid w:val="00BC3091"/>
    <w:rsid w:val="00BC5217"/>
    <w:rsid w:val="00BC5DB8"/>
    <w:rsid w:val="00BC7B49"/>
    <w:rsid w:val="00BC7C2D"/>
    <w:rsid w:val="00BD0839"/>
    <w:rsid w:val="00BD0F92"/>
    <w:rsid w:val="00BD1BAA"/>
    <w:rsid w:val="00BD1C41"/>
    <w:rsid w:val="00BD23BD"/>
    <w:rsid w:val="00BD34B4"/>
    <w:rsid w:val="00BD3C47"/>
    <w:rsid w:val="00BD5416"/>
    <w:rsid w:val="00BD5E20"/>
    <w:rsid w:val="00BD7968"/>
    <w:rsid w:val="00BE138C"/>
    <w:rsid w:val="00BE45E4"/>
    <w:rsid w:val="00BE48D1"/>
    <w:rsid w:val="00BE5A42"/>
    <w:rsid w:val="00BE7B04"/>
    <w:rsid w:val="00BF05EC"/>
    <w:rsid w:val="00BF1668"/>
    <w:rsid w:val="00BF1821"/>
    <w:rsid w:val="00BF3175"/>
    <w:rsid w:val="00BF6A47"/>
    <w:rsid w:val="00BF73EE"/>
    <w:rsid w:val="00C008B9"/>
    <w:rsid w:val="00C00B43"/>
    <w:rsid w:val="00C013C3"/>
    <w:rsid w:val="00C01505"/>
    <w:rsid w:val="00C02EE8"/>
    <w:rsid w:val="00C036B3"/>
    <w:rsid w:val="00C04999"/>
    <w:rsid w:val="00C04A5E"/>
    <w:rsid w:val="00C060DF"/>
    <w:rsid w:val="00C06BEA"/>
    <w:rsid w:val="00C06FFB"/>
    <w:rsid w:val="00C07FF0"/>
    <w:rsid w:val="00C10926"/>
    <w:rsid w:val="00C109F3"/>
    <w:rsid w:val="00C10BBF"/>
    <w:rsid w:val="00C12E6C"/>
    <w:rsid w:val="00C17092"/>
    <w:rsid w:val="00C1762B"/>
    <w:rsid w:val="00C20D68"/>
    <w:rsid w:val="00C22EAF"/>
    <w:rsid w:val="00C23633"/>
    <w:rsid w:val="00C24140"/>
    <w:rsid w:val="00C248A1"/>
    <w:rsid w:val="00C259B2"/>
    <w:rsid w:val="00C279C5"/>
    <w:rsid w:val="00C3265B"/>
    <w:rsid w:val="00C33E63"/>
    <w:rsid w:val="00C34FA0"/>
    <w:rsid w:val="00C35ACC"/>
    <w:rsid w:val="00C35E91"/>
    <w:rsid w:val="00C36C54"/>
    <w:rsid w:val="00C36E68"/>
    <w:rsid w:val="00C41984"/>
    <w:rsid w:val="00C41B64"/>
    <w:rsid w:val="00C42F1E"/>
    <w:rsid w:val="00C4353A"/>
    <w:rsid w:val="00C438D6"/>
    <w:rsid w:val="00C44435"/>
    <w:rsid w:val="00C44861"/>
    <w:rsid w:val="00C44D39"/>
    <w:rsid w:val="00C45C91"/>
    <w:rsid w:val="00C504B3"/>
    <w:rsid w:val="00C50946"/>
    <w:rsid w:val="00C51753"/>
    <w:rsid w:val="00C51C40"/>
    <w:rsid w:val="00C523F8"/>
    <w:rsid w:val="00C526AB"/>
    <w:rsid w:val="00C53367"/>
    <w:rsid w:val="00C5459E"/>
    <w:rsid w:val="00C56C13"/>
    <w:rsid w:val="00C602BC"/>
    <w:rsid w:val="00C60FC4"/>
    <w:rsid w:val="00C623F9"/>
    <w:rsid w:val="00C63D05"/>
    <w:rsid w:val="00C6580C"/>
    <w:rsid w:val="00C717D1"/>
    <w:rsid w:val="00C72C2C"/>
    <w:rsid w:val="00C72D7A"/>
    <w:rsid w:val="00C73B28"/>
    <w:rsid w:val="00C75E44"/>
    <w:rsid w:val="00C77B38"/>
    <w:rsid w:val="00C81C1D"/>
    <w:rsid w:val="00C8257E"/>
    <w:rsid w:val="00C828A1"/>
    <w:rsid w:val="00C82C1B"/>
    <w:rsid w:val="00C8435A"/>
    <w:rsid w:val="00C84843"/>
    <w:rsid w:val="00C8503C"/>
    <w:rsid w:val="00C85746"/>
    <w:rsid w:val="00C85B82"/>
    <w:rsid w:val="00C869DB"/>
    <w:rsid w:val="00C87AA8"/>
    <w:rsid w:val="00C9225D"/>
    <w:rsid w:val="00C94099"/>
    <w:rsid w:val="00C9513D"/>
    <w:rsid w:val="00C97BF3"/>
    <w:rsid w:val="00CA049F"/>
    <w:rsid w:val="00CA079E"/>
    <w:rsid w:val="00CA129F"/>
    <w:rsid w:val="00CA1AFB"/>
    <w:rsid w:val="00CA26E3"/>
    <w:rsid w:val="00CA4ACC"/>
    <w:rsid w:val="00CA4CFF"/>
    <w:rsid w:val="00CA55D0"/>
    <w:rsid w:val="00CA655F"/>
    <w:rsid w:val="00CA69F0"/>
    <w:rsid w:val="00CA6A0C"/>
    <w:rsid w:val="00CA759E"/>
    <w:rsid w:val="00CB02FD"/>
    <w:rsid w:val="00CB0FB2"/>
    <w:rsid w:val="00CB1611"/>
    <w:rsid w:val="00CB1A3D"/>
    <w:rsid w:val="00CB1BCA"/>
    <w:rsid w:val="00CB1D19"/>
    <w:rsid w:val="00CB27D6"/>
    <w:rsid w:val="00CB2BAB"/>
    <w:rsid w:val="00CB3B2D"/>
    <w:rsid w:val="00CB61F1"/>
    <w:rsid w:val="00CB63BA"/>
    <w:rsid w:val="00CB6D58"/>
    <w:rsid w:val="00CB7B39"/>
    <w:rsid w:val="00CC0E67"/>
    <w:rsid w:val="00CC29EC"/>
    <w:rsid w:val="00CC2A7A"/>
    <w:rsid w:val="00CC374C"/>
    <w:rsid w:val="00CC474F"/>
    <w:rsid w:val="00CC4762"/>
    <w:rsid w:val="00CC69FD"/>
    <w:rsid w:val="00CD22DF"/>
    <w:rsid w:val="00CD50DA"/>
    <w:rsid w:val="00CD626F"/>
    <w:rsid w:val="00CD6770"/>
    <w:rsid w:val="00CD7A85"/>
    <w:rsid w:val="00CE1745"/>
    <w:rsid w:val="00CE5470"/>
    <w:rsid w:val="00CE57D5"/>
    <w:rsid w:val="00CE63B7"/>
    <w:rsid w:val="00CE6C30"/>
    <w:rsid w:val="00CE7027"/>
    <w:rsid w:val="00CE7105"/>
    <w:rsid w:val="00CE786F"/>
    <w:rsid w:val="00CF04EB"/>
    <w:rsid w:val="00CF192C"/>
    <w:rsid w:val="00CF196D"/>
    <w:rsid w:val="00CF23D0"/>
    <w:rsid w:val="00CF2D90"/>
    <w:rsid w:val="00CF3A8F"/>
    <w:rsid w:val="00CF43B3"/>
    <w:rsid w:val="00CF560F"/>
    <w:rsid w:val="00CF6F95"/>
    <w:rsid w:val="00CF6FEC"/>
    <w:rsid w:val="00CF7B8B"/>
    <w:rsid w:val="00D000F6"/>
    <w:rsid w:val="00D00DFD"/>
    <w:rsid w:val="00D01FDB"/>
    <w:rsid w:val="00D03542"/>
    <w:rsid w:val="00D0387A"/>
    <w:rsid w:val="00D03D60"/>
    <w:rsid w:val="00D043DA"/>
    <w:rsid w:val="00D0535F"/>
    <w:rsid w:val="00D06271"/>
    <w:rsid w:val="00D064F7"/>
    <w:rsid w:val="00D065B8"/>
    <w:rsid w:val="00D072FE"/>
    <w:rsid w:val="00D07753"/>
    <w:rsid w:val="00D1067B"/>
    <w:rsid w:val="00D1131A"/>
    <w:rsid w:val="00D14EB1"/>
    <w:rsid w:val="00D14F3A"/>
    <w:rsid w:val="00D156C0"/>
    <w:rsid w:val="00D15B00"/>
    <w:rsid w:val="00D16C93"/>
    <w:rsid w:val="00D2071C"/>
    <w:rsid w:val="00D2072E"/>
    <w:rsid w:val="00D209AE"/>
    <w:rsid w:val="00D20BE6"/>
    <w:rsid w:val="00D230EF"/>
    <w:rsid w:val="00D2477C"/>
    <w:rsid w:val="00D2487D"/>
    <w:rsid w:val="00D24F03"/>
    <w:rsid w:val="00D25C9F"/>
    <w:rsid w:val="00D26FB8"/>
    <w:rsid w:val="00D277EF"/>
    <w:rsid w:val="00D301D7"/>
    <w:rsid w:val="00D315FE"/>
    <w:rsid w:val="00D316BE"/>
    <w:rsid w:val="00D32A3C"/>
    <w:rsid w:val="00D33960"/>
    <w:rsid w:val="00D33BF5"/>
    <w:rsid w:val="00D33C0F"/>
    <w:rsid w:val="00D34991"/>
    <w:rsid w:val="00D354E2"/>
    <w:rsid w:val="00D3618E"/>
    <w:rsid w:val="00D368A6"/>
    <w:rsid w:val="00D3691D"/>
    <w:rsid w:val="00D37021"/>
    <w:rsid w:val="00D37566"/>
    <w:rsid w:val="00D404C7"/>
    <w:rsid w:val="00D40743"/>
    <w:rsid w:val="00D40A68"/>
    <w:rsid w:val="00D4306A"/>
    <w:rsid w:val="00D4346F"/>
    <w:rsid w:val="00D44E4A"/>
    <w:rsid w:val="00D451C6"/>
    <w:rsid w:val="00D45996"/>
    <w:rsid w:val="00D45D71"/>
    <w:rsid w:val="00D46206"/>
    <w:rsid w:val="00D46512"/>
    <w:rsid w:val="00D46F0D"/>
    <w:rsid w:val="00D47B49"/>
    <w:rsid w:val="00D47D89"/>
    <w:rsid w:val="00D50EAC"/>
    <w:rsid w:val="00D52488"/>
    <w:rsid w:val="00D52962"/>
    <w:rsid w:val="00D53EF2"/>
    <w:rsid w:val="00D54836"/>
    <w:rsid w:val="00D54A06"/>
    <w:rsid w:val="00D54BBC"/>
    <w:rsid w:val="00D5521D"/>
    <w:rsid w:val="00D55346"/>
    <w:rsid w:val="00D56FCF"/>
    <w:rsid w:val="00D6040B"/>
    <w:rsid w:val="00D65FFF"/>
    <w:rsid w:val="00D66563"/>
    <w:rsid w:val="00D66A08"/>
    <w:rsid w:val="00D7133C"/>
    <w:rsid w:val="00D7169B"/>
    <w:rsid w:val="00D73307"/>
    <w:rsid w:val="00D733FC"/>
    <w:rsid w:val="00D73C66"/>
    <w:rsid w:val="00D811CB"/>
    <w:rsid w:val="00D83430"/>
    <w:rsid w:val="00D8372D"/>
    <w:rsid w:val="00D841C0"/>
    <w:rsid w:val="00D902DC"/>
    <w:rsid w:val="00D90929"/>
    <w:rsid w:val="00D917E3"/>
    <w:rsid w:val="00D91A6A"/>
    <w:rsid w:val="00D91EE7"/>
    <w:rsid w:val="00D9240D"/>
    <w:rsid w:val="00D948CF"/>
    <w:rsid w:val="00D94CA8"/>
    <w:rsid w:val="00D95FB3"/>
    <w:rsid w:val="00D97710"/>
    <w:rsid w:val="00D97B97"/>
    <w:rsid w:val="00DA00E0"/>
    <w:rsid w:val="00DA170F"/>
    <w:rsid w:val="00DA2252"/>
    <w:rsid w:val="00DA33B9"/>
    <w:rsid w:val="00DA3993"/>
    <w:rsid w:val="00DA3C74"/>
    <w:rsid w:val="00DA67AF"/>
    <w:rsid w:val="00DA6B11"/>
    <w:rsid w:val="00DA7687"/>
    <w:rsid w:val="00DA7AF9"/>
    <w:rsid w:val="00DB049B"/>
    <w:rsid w:val="00DB1F13"/>
    <w:rsid w:val="00DB4805"/>
    <w:rsid w:val="00DB48F6"/>
    <w:rsid w:val="00DB4CB3"/>
    <w:rsid w:val="00DB4E6E"/>
    <w:rsid w:val="00DB5F7F"/>
    <w:rsid w:val="00DB7B95"/>
    <w:rsid w:val="00DB7FA8"/>
    <w:rsid w:val="00DC0895"/>
    <w:rsid w:val="00DC16EC"/>
    <w:rsid w:val="00DC2C50"/>
    <w:rsid w:val="00DC3BE6"/>
    <w:rsid w:val="00DC5B69"/>
    <w:rsid w:val="00DC5D88"/>
    <w:rsid w:val="00DD09E0"/>
    <w:rsid w:val="00DD09F9"/>
    <w:rsid w:val="00DD10F1"/>
    <w:rsid w:val="00DD1596"/>
    <w:rsid w:val="00DD200D"/>
    <w:rsid w:val="00DD2442"/>
    <w:rsid w:val="00DD2FB5"/>
    <w:rsid w:val="00DD4549"/>
    <w:rsid w:val="00DE0715"/>
    <w:rsid w:val="00DE07D8"/>
    <w:rsid w:val="00DE1836"/>
    <w:rsid w:val="00DE30E0"/>
    <w:rsid w:val="00DE3298"/>
    <w:rsid w:val="00DE4A23"/>
    <w:rsid w:val="00DE4AED"/>
    <w:rsid w:val="00DE5122"/>
    <w:rsid w:val="00DE6B1C"/>
    <w:rsid w:val="00DE6F95"/>
    <w:rsid w:val="00DE7780"/>
    <w:rsid w:val="00DE7A5E"/>
    <w:rsid w:val="00DE7C73"/>
    <w:rsid w:val="00DF08ED"/>
    <w:rsid w:val="00DF1271"/>
    <w:rsid w:val="00DF1A31"/>
    <w:rsid w:val="00DF1F0A"/>
    <w:rsid w:val="00DF1FF0"/>
    <w:rsid w:val="00DF3673"/>
    <w:rsid w:val="00DF3FF7"/>
    <w:rsid w:val="00DF47AC"/>
    <w:rsid w:val="00DF54FF"/>
    <w:rsid w:val="00DF69B9"/>
    <w:rsid w:val="00DF7BE4"/>
    <w:rsid w:val="00DF7D77"/>
    <w:rsid w:val="00E000AA"/>
    <w:rsid w:val="00E01941"/>
    <w:rsid w:val="00E02863"/>
    <w:rsid w:val="00E0353B"/>
    <w:rsid w:val="00E03A03"/>
    <w:rsid w:val="00E03F29"/>
    <w:rsid w:val="00E05CAA"/>
    <w:rsid w:val="00E074CE"/>
    <w:rsid w:val="00E07E21"/>
    <w:rsid w:val="00E1006C"/>
    <w:rsid w:val="00E1006F"/>
    <w:rsid w:val="00E10341"/>
    <w:rsid w:val="00E11F92"/>
    <w:rsid w:val="00E12189"/>
    <w:rsid w:val="00E14F37"/>
    <w:rsid w:val="00E156A0"/>
    <w:rsid w:val="00E17C49"/>
    <w:rsid w:val="00E208FC"/>
    <w:rsid w:val="00E25123"/>
    <w:rsid w:val="00E253B8"/>
    <w:rsid w:val="00E26111"/>
    <w:rsid w:val="00E27744"/>
    <w:rsid w:val="00E3022D"/>
    <w:rsid w:val="00E30A3C"/>
    <w:rsid w:val="00E30D36"/>
    <w:rsid w:val="00E320DF"/>
    <w:rsid w:val="00E32572"/>
    <w:rsid w:val="00E33390"/>
    <w:rsid w:val="00E35931"/>
    <w:rsid w:val="00E36457"/>
    <w:rsid w:val="00E41261"/>
    <w:rsid w:val="00E42D50"/>
    <w:rsid w:val="00E43A89"/>
    <w:rsid w:val="00E4574D"/>
    <w:rsid w:val="00E45E83"/>
    <w:rsid w:val="00E46903"/>
    <w:rsid w:val="00E46C5B"/>
    <w:rsid w:val="00E470A8"/>
    <w:rsid w:val="00E5025F"/>
    <w:rsid w:val="00E51B28"/>
    <w:rsid w:val="00E53063"/>
    <w:rsid w:val="00E538B8"/>
    <w:rsid w:val="00E53ED1"/>
    <w:rsid w:val="00E5595D"/>
    <w:rsid w:val="00E56115"/>
    <w:rsid w:val="00E57B6A"/>
    <w:rsid w:val="00E603C2"/>
    <w:rsid w:val="00E606F5"/>
    <w:rsid w:val="00E61158"/>
    <w:rsid w:val="00E62DB4"/>
    <w:rsid w:val="00E63735"/>
    <w:rsid w:val="00E63DFA"/>
    <w:rsid w:val="00E65220"/>
    <w:rsid w:val="00E65B84"/>
    <w:rsid w:val="00E66810"/>
    <w:rsid w:val="00E66884"/>
    <w:rsid w:val="00E66930"/>
    <w:rsid w:val="00E66F1E"/>
    <w:rsid w:val="00E70F1F"/>
    <w:rsid w:val="00E7175A"/>
    <w:rsid w:val="00E71E81"/>
    <w:rsid w:val="00E72508"/>
    <w:rsid w:val="00E75B70"/>
    <w:rsid w:val="00E76420"/>
    <w:rsid w:val="00E76738"/>
    <w:rsid w:val="00E76A02"/>
    <w:rsid w:val="00E773B9"/>
    <w:rsid w:val="00E80DC4"/>
    <w:rsid w:val="00E82D66"/>
    <w:rsid w:val="00E848FE"/>
    <w:rsid w:val="00E86C30"/>
    <w:rsid w:val="00E90C30"/>
    <w:rsid w:val="00E91C42"/>
    <w:rsid w:val="00E926DD"/>
    <w:rsid w:val="00E944F8"/>
    <w:rsid w:val="00E94C86"/>
    <w:rsid w:val="00E9724B"/>
    <w:rsid w:val="00E9735C"/>
    <w:rsid w:val="00E97887"/>
    <w:rsid w:val="00EA023C"/>
    <w:rsid w:val="00EA159D"/>
    <w:rsid w:val="00EA2F71"/>
    <w:rsid w:val="00EA4355"/>
    <w:rsid w:val="00EA50E4"/>
    <w:rsid w:val="00EA59B3"/>
    <w:rsid w:val="00EA5B28"/>
    <w:rsid w:val="00EA6952"/>
    <w:rsid w:val="00EA71AA"/>
    <w:rsid w:val="00EA726F"/>
    <w:rsid w:val="00EA7A6F"/>
    <w:rsid w:val="00EA7E2A"/>
    <w:rsid w:val="00EB1188"/>
    <w:rsid w:val="00EB1A8A"/>
    <w:rsid w:val="00EB3C24"/>
    <w:rsid w:val="00EB3F29"/>
    <w:rsid w:val="00EB5391"/>
    <w:rsid w:val="00EB565D"/>
    <w:rsid w:val="00EB57D4"/>
    <w:rsid w:val="00EB6516"/>
    <w:rsid w:val="00EC0F0D"/>
    <w:rsid w:val="00EC1B84"/>
    <w:rsid w:val="00EC5CF3"/>
    <w:rsid w:val="00EC6C18"/>
    <w:rsid w:val="00ED03D3"/>
    <w:rsid w:val="00ED067F"/>
    <w:rsid w:val="00ED0DB4"/>
    <w:rsid w:val="00ED2065"/>
    <w:rsid w:val="00ED35D8"/>
    <w:rsid w:val="00ED5341"/>
    <w:rsid w:val="00ED7922"/>
    <w:rsid w:val="00EE1E28"/>
    <w:rsid w:val="00EE20CA"/>
    <w:rsid w:val="00EE228A"/>
    <w:rsid w:val="00EE71AD"/>
    <w:rsid w:val="00EE7D9F"/>
    <w:rsid w:val="00EF00FD"/>
    <w:rsid w:val="00EF1C45"/>
    <w:rsid w:val="00EF42FA"/>
    <w:rsid w:val="00EF575C"/>
    <w:rsid w:val="00EF5EB1"/>
    <w:rsid w:val="00EF5F05"/>
    <w:rsid w:val="00EF6429"/>
    <w:rsid w:val="00EF6553"/>
    <w:rsid w:val="00EF6C3C"/>
    <w:rsid w:val="00F004B0"/>
    <w:rsid w:val="00F00B7C"/>
    <w:rsid w:val="00F029D4"/>
    <w:rsid w:val="00F031AB"/>
    <w:rsid w:val="00F03A1D"/>
    <w:rsid w:val="00F05336"/>
    <w:rsid w:val="00F06E86"/>
    <w:rsid w:val="00F10A87"/>
    <w:rsid w:val="00F10B77"/>
    <w:rsid w:val="00F113AE"/>
    <w:rsid w:val="00F11A9F"/>
    <w:rsid w:val="00F12946"/>
    <w:rsid w:val="00F137E7"/>
    <w:rsid w:val="00F1386A"/>
    <w:rsid w:val="00F13927"/>
    <w:rsid w:val="00F178DF"/>
    <w:rsid w:val="00F20391"/>
    <w:rsid w:val="00F213EB"/>
    <w:rsid w:val="00F219AA"/>
    <w:rsid w:val="00F21B15"/>
    <w:rsid w:val="00F22668"/>
    <w:rsid w:val="00F227EF"/>
    <w:rsid w:val="00F239EF"/>
    <w:rsid w:val="00F23C1A"/>
    <w:rsid w:val="00F23ED1"/>
    <w:rsid w:val="00F24475"/>
    <w:rsid w:val="00F24C4F"/>
    <w:rsid w:val="00F2590D"/>
    <w:rsid w:val="00F275FC"/>
    <w:rsid w:val="00F27895"/>
    <w:rsid w:val="00F30823"/>
    <w:rsid w:val="00F30A04"/>
    <w:rsid w:val="00F316FA"/>
    <w:rsid w:val="00F31B2F"/>
    <w:rsid w:val="00F31BDA"/>
    <w:rsid w:val="00F31DF1"/>
    <w:rsid w:val="00F33404"/>
    <w:rsid w:val="00F36A30"/>
    <w:rsid w:val="00F36C37"/>
    <w:rsid w:val="00F40EEB"/>
    <w:rsid w:val="00F41CD1"/>
    <w:rsid w:val="00F420E5"/>
    <w:rsid w:val="00F433A4"/>
    <w:rsid w:val="00F4667A"/>
    <w:rsid w:val="00F46FB5"/>
    <w:rsid w:val="00F470BD"/>
    <w:rsid w:val="00F47623"/>
    <w:rsid w:val="00F47BF1"/>
    <w:rsid w:val="00F522BE"/>
    <w:rsid w:val="00F5297B"/>
    <w:rsid w:val="00F53053"/>
    <w:rsid w:val="00F535A0"/>
    <w:rsid w:val="00F54EC5"/>
    <w:rsid w:val="00F553B7"/>
    <w:rsid w:val="00F5566B"/>
    <w:rsid w:val="00F57031"/>
    <w:rsid w:val="00F5757D"/>
    <w:rsid w:val="00F60AA6"/>
    <w:rsid w:val="00F61243"/>
    <w:rsid w:val="00F619F1"/>
    <w:rsid w:val="00F624C0"/>
    <w:rsid w:val="00F62B2B"/>
    <w:rsid w:val="00F63870"/>
    <w:rsid w:val="00F645D9"/>
    <w:rsid w:val="00F64A5C"/>
    <w:rsid w:val="00F64DD4"/>
    <w:rsid w:val="00F668D4"/>
    <w:rsid w:val="00F6718F"/>
    <w:rsid w:val="00F672C0"/>
    <w:rsid w:val="00F676DD"/>
    <w:rsid w:val="00F70E62"/>
    <w:rsid w:val="00F726CE"/>
    <w:rsid w:val="00F72EC7"/>
    <w:rsid w:val="00F739F6"/>
    <w:rsid w:val="00F73DA3"/>
    <w:rsid w:val="00F74CE7"/>
    <w:rsid w:val="00F74F67"/>
    <w:rsid w:val="00F800C2"/>
    <w:rsid w:val="00F8080C"/>
    <w:rsid w:val="00F80906"/>
    <w:rsid w:val="00F8142B"/>
    <w:rsid w:val="00F815F7"/>
    <w:rsid w:val="00F81873"/>
    <w:rsid w:val="00F83EC8"/>
    <w:rsid w:val="00F84046"/>
    <w:rsid w:val="00F90A5C"/>
    <w:rsid w:val="00F925DB"/>
    <w:rsid w:val="00F92971"/>
    <w:rsid w:val="00F9392A"/>
    <w:rsid w:val="00F95C00"/>
    <w:rsid w:val="00F95F08"/>
    <w:rsid w:val="00F9677A"/>
    <w:rsid w:val="00F9699F"/>
    <w:rsid w:val="00F97CF8"/>
    <w:rsid w:val="00FA0E8F"/>
    <w:rsid w:val="00FA139F"/>
    <w:rsid w:val="00FA2F33"/>
    <w:rsid w:val="00FA3B7F"/>
    <w:rsid w:val="00FA3CFC"/>
    <w:rsid w:val="00FA5425"/>
    <w:rsid w:val="00FA68BE"/>
    <w:rsid w:val="00FA7033"/>
    <w:rsid w:val="00FA7762"/>
    <w:rsid w:val="00FB0CE4"/>
    <w:rsid w:val="00FB165F"/>
    <w:rsid w:val="00FB31EC"/>
    <w:rsid w:val="00FB3FC4"/>
    <w:rsid w:val="00FB4711"/>
    <w:rsid w:val="00FB4878"/>
    <w:rsid w:val="00FB4AA5"/>
    <w:rsid w:val="00FC215C"/>
    <w:rsid w:val="00FC3033"/>
    <w:rsid w:val="00FC34FB"/>
    <w:rsid w:val="00FC5D80"/>
    <w:rsid w:val="00FC673E"/>
    <w:rsid w:val="00FC6D88"/>
    <w:rsid w:val="00FD122A"/>
    <w:rsid w:val="00FD1652"/>
    <w:rsid w:val="00FD2C0F"/>
    <w:rsid w:val="00FD4B3A"/>
    <w:rsid w:val="00FD548E"/>
    <w:rsid w:val="00FD5691"/>
    <w:rsid w:val="00FD7709"/>
    <w:rsid w:val="00FE1BCE"/>
    <w:rsid w:val="00FE40F5"/>
    <w:rsid w:val="00FE603E"/>
    <w:rsid w:val="00FE607F"/>
    <w:rsid w:val="00FF045F"/>
    <w:rsid w:val="00FF19E4"/>
    <w:rsid w:val="00FF330C"/>
    <w:rsid w:val="00FF4888"/>
    <w:rsid w:val="00FF557C"/>
    <w:rsid w:val="00FF56CC"/>
    <w:rsid w:val="00FF597D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3"/>
    <o:shapelayout v:ext="edit">
      <o:idmap v:ext="edit" data="1"/>
    </o:shapelayout>
  </w:shapeDefaults>
  <w:decimalSymbol w:val=","/>
  <w:listSeparator w:val=";"/>
  <w14:docId w14:val="7341AF69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67C4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9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0959E-41FE-4040-8C09-654C06487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727</TotalTime>
  <Pages>9</Pages>
  <Words>1495</Words>
  <Characters>7822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Sec.Dir-Leg</cp:lastModifiedBy>
  <cp:revision>466</cp:revision>
  <cp:lastPrinted>2024-05-14T20:44:00Z</cp:lastPrinted>
  <dcterms:created xsi:type="dcterms:W3CDTF">2022-11-11T11:32:00Z</dcterms:created>
  <dcterms:modified xsi:type="dcterms:W3CDTF">2024-05-14T20:44:00Z</dcterms:modified>
</cp:coreProperties>
</file>