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bookmarkStart w:id="0" w:name="_GoBack"/>
      <w:bookmarkEnd w:id="0"/>
    </w:p>
    <w:p w14:paraId="14B16EA9" w14:textId="4682DCB9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F13E44">
        <w:rPr>
          <w:rFonts w:ascii="Arial" w:hAnsi="Arial" w:cs="Arial"/>
          <w:b/>
          <w:szCs w:val="28"/>
          <w:u w:val="single"/>
        </w:rPr>
        <w:t>20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03A4CA5A" w:rsidR="00642CB4" w:rsidRDefault="00997568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</w:t>
      </w:r>
      <w:r w:rsidR="00F13E44">
        <w:rPr>
          <w:rFonts w:ascii="Arial" w:hAnsi="Arial" w:cs="Arial"/>
          <w:b/>
          <w:szCs w:val="28"/>
          <w:u w:val="single"/>
        </w:rPr>
        <w:t>9</w:t>
      </w:r>
      <w:r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F866F1">
        <w:rPr>
          <w:rFonts w:ascii="Arial" w:hAnsi="Arial" w:cs="Arial"/>
          <w:b/>
          <w:szCs w:val="28"/>
          <w:u w:val="single"/>
        </w:rPr>
        <w:t>JUNHO</w:t>
      </w:r>
      <w:proofErr w:type="gramEnd"/>
      <w:r w:rsidR="0056787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6C0159">
        <w:rPr>
          <w:rFonts w:ascii="Arial" w:hAnsi="Arial" w:cs="Arial"/>
          <w:b/>
          <w:szCs w:val="28"/>
          <w:u w:val="single"/>
        </w:rPr>
        <w:t>4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40FFFF8A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F13E44">
        <w:rPr>
          <w:rFonts w:ascii="Arial" w:hAnsi="Arial" w:cs="Arial"/>
          <w:caps/>
          <w:szCs w:val="28"/>
        </w:rPr>
        <w:t>19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F866F1">
        <w:rPr>
          <w:rFonts w:ascii="Arial" w:hAnsi="Arial" w:cs="Arial"/>
          <w:caps/>
          <w:szCs w:val="28"/>
        </w:rPr>
        <w:t>JUNHO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F13E44">
        <w:rPr>
          <w:rFonts w:ascii="Arial" w:hAnsi="Arial" w:cs="Arial"/>
          <w:caps/>
          <w:szCs w:val="28"/>
        </w:rPr>
        <w:t>20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F13E44">
        <w:rPr>
          <w:rFonts w:ascii="Arial" w:hAnsi="Arial" w:cs="Arial"/>
          <w:caps/>
          <w:szCs w:val="28"/>
        </w:rPr>
        <w:t>VIGÉSIMA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6C0159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567879">
        <w:rPr>
          <w:rFonts w:ascii="Arial" w:hAnsi="Arial" w:cs="Arial"/>
          <w:caps/>
          <w:szCs w:val="28"/>
        </w:rPr>
        <w:t>AO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567879">
        <w:rPr>
          <w:rFonts w:ascii="Arial" w:hAnsi="Arial" w:cs="Arial"/>
          <w:caps/>
          <w:szCs w:val="28"/>
        </w:rPr>
        <w:t>º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567879">
        <w:rPr>
          <w:rFonts w:ascii="Arial" w:hAnsi="Arial" w:cs="Arial"/>
          <w:caps/>
          <w:szCs w:val="28"/>
        </w:rPr>
        <w:t>O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735C05B6" w:rsidR="00472765" w:rsidRPr="00DB5F7F" w:rsidRDefault="00567879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º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46DBFF52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390AC0">
        <w:rPr>
          <w:rFonts w:ascii="Arial" w:hAnsi="Arial" w:cs="Arial"/>
          <w:caps/>
          <w:szCs w:val="28"/>
        </w:rPr>
        <w:t xml:space="preserve"> </w:t>
      </w:r>
      <w:r w:rsidR="00C236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82356F">
        <w:rPr>
          <w:rFonts w:ascii="Arial" w:hAnsi="Arial" w:cs="Arial"/>
          <w:szCs w:val="28"/>
        </w:rPr>
        <w:t>O</w:t>
      </w:r>
      <w:r w:rsidR="007D00DD">
        <w:rPr>
          <w:rFonts w:ascii="Arial" w:hAnsi="Arial" w:cs="Arial"/>
          <w:szCs w:val="28"/>
        </w:rPr>
        <w:t xml:space="preserve"> VEREADOR </w:t>
      </w:r>
      <w:r w:rsidR="00F13E44">
        <w:rPr>
          <w:rFonts w:ascii="Arial" w:hAnsi="Arial" w:cs="Arial"/>
          <w:szCs w:val="28"/>
        </w:rPr>
        <w:t>ROGÉRIO TIMÓTEO</w:t>
      </w:r>
      <w:r w:rsidR="007D00DD">
        <w:rPr>
          <w:rFonts w:ascii="Arial" w:hAnsi="Arial" w:cs="Arial"/>
          <w:szCs w:val="28"/>
        </w:rPr>
        <w:t xml:space="preserve"> PROCEDERÁ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06B7FA46" w14:textId="77777777" w:rsidR="00EC6FAA" w:rsidRDefault="00EC6FAA">
      <w:pPr>
        <w:rPr>
          <w:rFonts w:ascii="Arial" w:hAnsi="Arial" w:cs="Arial"/>
          <w:caps/>
          <w:szCs w:val="28"/>
        </w:rPr>
      </w:pPr>
    </w:p>
    <w:p w14:paraId="1BC8FE60" w14:textId="77777777" w:rsidR="00C23633" w:rsidRPr="00F92971" w:rsidRDefault="00C23633" w:rsidP="00C23633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03838A68" w14:textId="77777777" w:rsidR="00AA12BA" w:rsidRPr="005C26E0" w:rsidRDefault="00AA12BA" w:rsidP="00AA12BA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86165C9" w14:textId="37FB2906" w:rsidR="00AA12BA" w:rsidRDefault="00AA12BA" w:rsidP="00F13E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</w:t>
      </w:r>
      <w:r w:rsidR="00F13E44">
        <w:rPr>
          <w:rFonts w:ascii="Arial" w:hAnsi="Arial" w:cs="Arial"/>
          <w:szCs w:val="24"/>
        </w:rPr>
        <w:t xml:space="preserve">RIBUNA DESTA CASA LEGISLATIVA O </w:t>
      </w:r>
      <w:r w:rsidR="00F13E44" w:rsidRPr="00F13E44">
        <w:rPr>
          <w:rFonts w:ascii="Arial" w:hAnsi="Arial" w:cs="Arial"/>
          <w:szCs w:val="24"/>
        </w:rPr>
        <w:t>SENHOR</w:t>
      </w:r>
      <w:r w:rsidR="00F13E44">
        <w:rPr>
          <w:rFonts w:ascii="Arial" w:hAnsi="Arial" w:cs="Arial"/>
          <w:szCs w:val="24"/>
        </w:rPr>
        <w:t xml:space="preserve"> </w:t>
      </w:r>
      <w:r w:rsidR="00F13E44" w:rsidRPr="00F13E44">
        <w:rPr>
          <w:rFonts w:ascii="Arial" w:hAnsi="Arial" w:cs="Arial"/>
          <w:szCs w:val="24"/>
        </w:rPr>
        <w:t>ADENILSON DE MARINS, MEMBRO DO DIRETÓRIO MUNICIPAL</w:t>
      </w:r>
      <w:r w:rsidR="00F13E44">
        <w:rPr>
          <w:rFonts w:ascii="Arial" w:hAnsi="Arial" w:cs="Arial"/>
          <w:szCs w:val="24"/>
        </w:rPr>
        <w:t xml:space="preserve"> </w:t>
      </w:r>
      <w:r w:rsidR="00F13E44" w:rsidRPr="00F13E44">
        <w:rPr>
          <w:rFonts w:ascii="Arial" w:hAnsi="Arial" w:cs="Arial"/>
          <w:szCs w:val="24"/>
        </w:rPr>
        <w:t>DO PARTIDO DOS TRABALHADORES - PT, QUE VAI TRAT</w:t>
      </w:r>
      <w:r w:rsidR="00F13E44">
        <w:rPr>
          <w:rFonts w:ascii="Arial" w:hAnsi="Arial" w:cs="Arial"/>
          <w:szCs w:val="24"/>
        </w:rPr>
        <w:t>AR DO TEMA "A SAÚDE EM JACAREÍ".</w:t>
      </w:r>
    </w:p>
    <w:p w14:paraId="7B8ABE16" w14:textId="5FFD0C61" w:rsidR="00AA12BA" w:rsidRDefault="00F13E44" w:rsidP="00AA12B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SENHOR TEM O TEMPO DE 15 MINUTOS PARA FAZER USO DA TRIBUNA.</w:t>
      </w:r>
    </w:p>
    <w:p w14:paraId="5921F08F" w14:textId="1FDAFF05" w:rsidR="00EC6FAA" w:rsidRDefault="00F13E44" w:rsidP="00EC6FA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2A654ADF" w14:textId="77777777" w:rsidR="00EC6FAA" w:rsidRDefault="00EC6FAA" w:rsidP="00EC6FAA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F6703A4" w14:textId="606F4F93" w:rsidR="00AA12BA" w:rsidRPr="00EC6FAA" w:rsidRDefault="00EC6FAA" w:rsidP="00EC6FAA">
      <w:pPr>
        <w:spacing w:line="312" w:lineRule="auto"/>
        <w:ind w:left="851" w:hanging="851"/>
        <w:jc w:val="both"/>
        <w:rPr>
          <w:rFonts w:ascii="Arial" w:hAnsi="Arial" w:cs="Arial"/>
          <w:szCs w:val="24"/>
        </w:rPr>
      </w:pPr>
      <w:proofErr w:type="gramStart"/>
      <w:r w:rsidRPr="00EC6FAA">
        <w:rPr>
          <w:rFonts w:ascii="Arial" w:hAnsi="Arial" w:cs="Arial"/>
          <w:b/>
          <w:szCs w:val="24"/>
        </w:rPr>
        <w:t>6.1)</w:t>
      </w:r>
      <w:r>
        <w:rPr>
          <w:rFonts w:ascii="Arial" w:hAnsi="Arial" w:cs="Arial"/>
          <w:szCs w:val="24"/>
        </w:rPr>
        <w:tab/>
      </w:r>
      <w:proofErr w:type="gramEnd"/>
      <w:r w:rsidR="00AA12BA" w:rsidRPr="00EC6FAA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="00AA12BA" w:rsidRPr="00EC6FAA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A12BA" w:rsidRPr="00EC6FAA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00671EA2" w14:textId="77777777" w:rsidR="00F13E44" w:rsidRDefault="00AA12BA" w:rsidP="00F13E44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 w:rsidR="00F13E44">
        <w:rPr>
          <w:rFonts w:ascii="Arial" w:hAnsi="Arial" w:cs="Arial"/>
          <w:szCs w:val="24"/>
        </w:rPr>
        <w:t xml:space="preserve">PELO </w:t>
      </w:r>
      <w:r>
        <w:rPr>
          <w:rFonts w:ascii="Arial" w:hAnsi="Arial" w:cs="Arial"/>
          <w:szCs w:val="24"/>
        </w:rPr>
        <w:t>SENHOR</w:t>
      </w:r>
      <w:r w:rsidR="00F13E44">
        <w:rPr>
          <w:rFonts w:ascii="Arial" w:hAnsi="Arial" w:cs="Arial"/>
          <w:szCs w:val="24"/>
        </w:rPr>
        <w:t xml:space="preserve"> </w:t>
      </w:r>
      <w:r w:rsidR="00F13E44" w:rsidRPr="00F13E44">
        <w:rPr>
          <w:rFonts w:ascii="Arial" w:hAnsi="Arial" w:cs="Arial"/>
          <w:szCs w:val="24"/>
        </w:rPr>
        <w:t>ADENILSON DE MARINS</w:t>
      </w:r>
      <w:r w:rsidR="00F13E44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</w:p>
    <w:p w14:paraId="4AF70EB6" w14:textId="77777777" w:rsidR="00F13E44" w:rsidRDefault="00F13E44" w:rsidP="00F13E44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8"/>
        </w:rPr>
      </w:pPr>
    </w:p>
    <w:p w14:paraId="4A9799CA" w14:textId="0F0EEF17" w:rsidR="00FC673E" w:rsidRPr="00F13E44" w:rsidRDefault="00FC673E" w:rsidP="00F13E44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F13E44">
        <w:rPr>
          <w:rFonts w:ascii="Arial" w:hAnsi="Arial" w:cs="Arial"/>
          <w:b/>
          <w:color w:val="76923C" w:themeColor="accent3" w:themeShade="BF"/>
          <w:szCs w:val="24"/>
        </w:rPr>
        <w:t>O PRESIDENTE anuncia a Fase do Expediente</w:t>
      </w:r>
      <w:r w:rsidR="00D66563" w:rsidRPr="00F13E44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2BA48F5D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B06869">
        <w:rPr>
          <w:rFonts w:ascii="Arial" w:hAnsi="Arial" w:cs="Arial"/>
          <w:szCs w:val="28"/>
        </w:rPr>
        <w:t>AO 1º SECRETÁRIO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3A960243" w:rsidR="00F64DD4" w:rsidRPr="00DB5F7F" w:rsidRDefault="00B06869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14252BE8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B06869">
        <w:rPr>
          <w:rFonts w:ascii="Arial" w:hAnsi="Arial" w:cs="Arial"/>
          <w:szCs w:val="28"/>
          <w:highlight w:val="yellow"/>
          <w:lang w:eastAsia="ko-KR"/>
        </w:rPr>
        <w:t>o 1º SECRETÁRIO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5D4DAA2A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3AD2103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F95473">
        <w:rPr>
          <w:rFonts w:ascii="Arial" w:hAnsi="Arial" w:cs="Arial"/>
          <w:color w:val="FF0000"/>
          <w:szCs w:val="28"/>
          <w:lang w:eastAsia="ko-KR"/>
        </w:rPr>
        <w:t>8.6)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097020D8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F9547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1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709F6E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F9547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"/>
      <w:bookmarkEnd w:id="2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3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3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4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4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31A1130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F95473">
        <w:rPr>
          <w:rFonts w:ascii="Arial" w:hAnsi="Arial" w:cs="Arial"/>
          <w:color w:val="FF0000"/>
          <w:szCs w:val="28"/>
          <w:lang w:eastAsia="ko-KR"/>
        </w:rPr>
        <w:t>9.6)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172918F2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F9547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B073933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F9547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5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6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6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0A111FB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AOS </w:t>
      </w:r>
      <w:r>
        <w:rPr>
          <w:rFonts w:ascii="Arial" w:hAnsi="Arial" w:cs="Arial"/>
          <w:caps/>
          <w:szCs w:val="24"/>
        </w:rPr>
        <w:t>PEDIDOS DE INFORMAÇÕES.</w:t>
      </w:r>
    </w:p>
    <w:p w14:paraId="1E3BB7F5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740CE973" w14:textId="77777777" w:rsidR="000B6A4A" w:rsidRDefault="000B6A4A" w:rsidP="000B6A4A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2E64CA81" w14:textId="77777777" w:rsidR="000B6A4A" w:rsidRDefault="000B6A4A" w:rsidP="000B6A4A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BB975BA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338078FE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B06869">
        <w:rPr>
          <w:rFonts w:ascii="Arial" w:hAnsi="Arial" w:cs="Arial"/>
          <w:caps/>
          <w:szCs w:val="28"/>
          <w:lang w:eastAsia="ko-KR"/>
        </w:rPr>
        <w:t>AO 1º SECRETÁRIO</w:t>
      </w:r>
      <w:r w:rsidRPr="00FC5D80">
        <w:rPr>
          <w:rFonts w:ascii="Arial" w:hAnsi="Arial" w:cs="Arial"/>
          <w:caps/>
          <w:szCs w:val="28"/>
          <w:lang w:eastAsia="ko-KR"/>
        </w:rPr>
        <w:t xml:space="preserve"> QUE FAÇA A LEITURA DOS VOTOS DE PESAR APRESENTADOS PELOS SENHORES VEREADORES.</w:t>
      </w:r>
    </w:p>
    <w:p w14:paraId="1D9239D1" w14:textId="5CA04449" w:rsidR="00655D82" w:rsidRPr="00FC5D80" w:rsidRDefault="00B06869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426E24F9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57CBB1DC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</w:t>
      </w:r>
      <w:r w:rsidR="00B06869">
        <w:rPr>
          <w:rFonts w:ascii="Arial" w:hAnsi="Arial" w:cs="Arial"/>
          <w:szCs w:val="24"/>
          <w:lang w:eastAsia="ko-KR"/>
        </w:rPr>
        <w:t>AO 1º 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44D22D50" w:rsidR="00FC5D80" w:rsidRPr="00326D37" w:rsidRDefault="00B06869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7" w:name="_Ref475712815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7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26E8D698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8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9"/>
    </w:p>
    <w:p w14:paraId="3331FA7E" w14:textId="0BD07DF6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F9547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34A31B3A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B0686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2F9C36EB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F9547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18)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582B73E1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F4A5AED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F9547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0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2A7F212B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B06869">
        <w:rPr>
          <w:rFonts w:ascii="Arial" w:hAnsi="Arial" w:cs="Arial"/>
          <w:szCs w:val="28"/>
          <w:lang w:eastAsia="ko-KR"/>
        </w:rPr>
        <w:t>AO 1º SECRETÁRIO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07B4DA5F" w:rsidR="00A03804" w:rsidRPr="00FC5D80" w:rsidRDefault="00B06869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2E5216F5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B06869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0ADEF37D" w:rsidR="00CE1745" w:rsidRPr="007F246A" w:rsidRDefault="0037099D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222C682E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F13E44">
        <w:rPr>
          <w:rFonts w:ascii="Arial" w:hAnsi="Arial" w:cs="Arial"/>
          <w:szCs w:val="28"/>
          <w:lang w:eastAsia="ko-KR"/>
        </w:rPr>
        <w:t>19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D11E22">
        <w:rPr>
          <w:rFonts w:ascii="Arial" w:hAnsi="Arial" w:cs="Arial"/>
          <w:szCs w:val="28"/>
          <w:lang w:eastAsia="ko-KR"/>
        </w:rPr>
        <w:t>JUNHO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F13E44">
        <w:rPr>
          <w:rFonts w:ascii="Arial" w:hAnsi="Arial" w:cs="Arial"/>
          <w:szCs w:val="28"/>
          <w:lang w:eastAsia="ko-KR"/>
        </w:rPr>
        <w:t>20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F13E44">
        <w:rPr>
          <w:rFonts w:ascii="Arial" w:hAnsi="Arial" w:cs="Arial"/>
          <w:szCs w:val="28"/>
          <w:lang w:eastAsia="ko-KR"/>
        </w:rPr>
        <w:t>VIGÉSIMA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6C0159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1DE3D9A" w14:textId="5F3BF9D9" w:rsidR="000D7DD3" w:rsidRDefault="00FC5D80" w:rsidP="007F246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B06869">
        <w:rPr>
          <w:rFonts w:ascii="Arial" w:hAnsi="Arial" w:cs="Arial"/>
          <w:szCs w:val="24"/>
        </w:rPr>
        <w:t>AO 1º SECRETÁRIO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54737722" w14:textId="6CAE2432" w:rsidR="0061121B" w:rsidRDefault="0061121B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08352BB" w14:textId="77777777" w:rsidR="00D16E3B" w:rsidRPr="003E3776" w:rsidRDefault="00D16E3B" w:rsidP="00D16E3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2ª </w:t>
      </w:r>
      <w:r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votação secreta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9098AFA" w14:textId="77777777" w:rsidR="00D16E3B" w:rsidRPr="003E3776" w:rsidRDefault="00D16E3B" w:rsidP="00D16E3B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NA CONFORMIDADE DO REGIMENTO INTERNO, PROCEDEREMOS À VOTAÇÃO SECRETA DESTE PROJETO. PEÇO QUE SEJAM DISTRIBUÍDAS AS CÉDULAS DE VOTAÇÃO.</w:t>
      </w:r>
    </w:p>
    <w:p w14:paraId="0E2577C2" w14:textId="77777777" w:rsidR="00D16E3B" w:rsidRPr="003E3776" w:rsidRDefault="00D16E3B" w:rsidP="00D16E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4E7011BC" w14:textId="77777777" w:rsidR="00D16E3B" w:rsidRPr="003E3776" w:rsidRDefault="00D16E3B" w:rsidP="00D16E3B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PEÇO QUE AS CÉDULAS SEJAM RECOLHIDAS.</w:t>
      </w:r>
    </w:p>
    <w:p w14:paraId="3C654558" w14:textId="77777777" w:rsidR="00D16E3B" w:rsidRPr="003E3776" w:rsidRDefault="00D16E3B" w:rsidP="00D16E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42217F7" w14:textId="6B444DA1" w:rsidR="00D16E3B" w:rsidRPr="00020BED" w:rsidRDefault="00D16E3B" w:rsidP="00D16E3B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szCs w:val="24"/>
          <w:lang w:eastAsia="ko-KR"/>
        </w:rPr>
        <w:t xml:space="preserve">O PROJETO DE 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11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B41CF4"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A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>A JULIANA DA FÊNIX</w:t>
      </w:r>
      <w:r w:rsidRPr="003E3776">
        <w:rPr>
          <w:rFonts w:ascii="Arial" w:hAnsi="Arial" w:cs="Arial"/>
          <w:szCs w:val="24"/>
          <w:lang w:eastAsia="ko-KR"/>
        </w:rPr>
        <w:t xml:space="preserve">, QUE CONCEDE O </w:t>
      </w:r>
      <w:r w:rsidRPr="00020BED">
        <w:rPr>
          <w:rFonts w:ascii="Arial" w:hAnsi="Arial" w:cs="Arial"/>
          <w:szCs w:val="24"/>
          <w:lang w:eastAsia="ko-KR"/>
        </w:rPr>
        <w:t>TÍTULO DE CIDADÃ</w:t>
      </w:r>
      <w:r>
        <w:rPr>
          <w:rFonts w:ascii="Arial" w:hAnsi="Arial" w:cs="Arial"/>
          <w:szCs w:val="24"/>
          <w:lang w:eastAsia="ko-KR"/>
        </w:rPr>
        <w:t>O</w:t>
      </w:r>
      <w:r w:rsidRPr="00020BED">
        <w:rPr>
          <w:rFonts w:ascii="Arial" w:hAnsi="Arial" w:cs="Arial"/>
          <w:szCs w:val="24"/>
          <w:lang w:eastAsia="ko-KR"/>
        </w:rPr>
        <w:t xml:space="preserve"> JACAREIENSE </w:t>
      </w:r>
      <w:r>
        <w:rPr>
          <w:rFonts w:ascii="Arial" w:hAnsi="Arial" w:cs="Arial"/>
          <w:szCs w:val="24"/>
          <w:lang w:eastAsia="ko-KR"/>
        </w:rPr>
        <w:t xml:space="preserve">AO </w:t>
      </w:r>
      <w:r w:rsidRPr="00D16E3B">
        <w:rPr>
          <w:rFonts w:ascii="Arial" w:hAnsi="Arial" w:cs="Arial"/>
          <w:b/>
          <w:szCs w:val="24"/>
          <w:lang w:eastAsia="ko-KR"/>
        </w:rPr>
        <w:t>DOUTOR ADHEMAR PRISCO DA CUNHA NETO</w:t>
      </w:r>
      <w:r w:rsidRPr="00B41CF4">
        <w:rPr>
          <w:rFonts w:ascii="Arial" w:hAnsi="Arial" w:cs="Arial"/>
          <w:b/>
          <w:szCs w:val="24"/>
          <w:lang w:eastAsia="ko-KR"/>
        </w:rPr>
        <w:t xml:space="preserve"> </w:t>
      </w:r>
      <w:r w:rsidRPr="00020BED">
        <w:rPr>
          <w:rFonts w:ascii="Arial" w:hAnsi="Arial" w:cs="Arial"/>
          <w:szCs w:val="24"/>
          <w:lang w:eastAsia="ko-KR"/>
        </w:rPr>
        <w:t>FOI APROVADO NOS TERMOS REGIMENTAIS.</w:t>
      </w:r>
    </w:p>
    <w:p w14:paraId="7AFE0DC8" w14:textId="77777777" w:rsidR="00D16E3B" w:rsidRPr="003E3776" w:rsidRDefault="00D16E3B" w:rsidP="00D16E3B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7F63B48D" w14:textId="3662FBA5" w:rsidR="00D16E3B" w:rsidRPr="003E3776" w:rsidRDefault="00D16E3B" w:rsidP="00D16E3B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</w:t>
      </w:r>
      <w:r w:rsidRPr="003E3776">
        <w:rPr>
          <w:rFonts w:ascii="Arial" w:hAnsi="Arial" w:cs="Arial"/>
          <w:szCs w:val="24"/>
          <w:lang w:eastAsia="ko-KR"/>
        </w:rPr>
        <w:t>AUTOR</w:t>
      </w:r>
      <w:r>
        <w:rPr>
          <w:rFonts w:ascii="Arial" w:hAnsi="Arial" w:cs="Arial"/>
          <w:szCs w:val="24"/>
          <w:lang w:eastAsia="ko-KR"/>
        </w:rPr>
        <w:t>A</w:t>
      </w:r>
      <w:r w:rsidRPr="003E3776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 xml:space="preserve">DO PROJETO FAZ USO DA PALAVRA </w:t>
      </w:r>
      <w:r w:rsidRPr="003E3776">
        <w:rPr>
          <w:rFonts w:ascii="Arial" w:hAnsi="Arial" w:cs="Arial"/>
          <w:szCs w:val="24"/>
          <w:lang w:eastAsia="ko-KR"/>
        </w:rPr>
        <w:t>PELO TEMPO DE 5 MINUTOS PARA QUE, SE FOR DO SEU INTERESSE, FAZER BREVES CONSIDERAÇÕES A RESPEITO DA PROPOSITURA ORA APROVADA</w:t>
      </w:r>
      <w:r>
        <w:rPr>
          <w:rFonts w:ascii="Arial" w:hAnsi="Arial" w:cs="Arial"/>
          <w:szCs w:val="24"/>
          <w:lang w:eastAsia="ko-KR"/>
        </w:rPr>
        <w:t>)</w:t>
      </w:r>
      <w:r w:rsidRPr="003E3776">
        <w:rPr>
          <w:rFonts w:ascii="Arial" w:hAnsi="Arial" w:cs="Arial"/>
          <w:szCs w:val="24"/>
          <w:lang w:eastAsia="ko-KR"/>
        </w:rPr>
        <w:t>.</w:t>
      </w:r>
    </w:p>
    <w:p w14:paraId="2F129204" w14:textId="77777777" w:rsidR="00D16E3B" w:rsidRPr="003E3776" w:rsidRDefault="00D16E3B" w:rsidP="00D16E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678629D" w14:textId="0A2FA9A9" w:rsidR="00D16E3B" w:rsidRPr="003E3776" w:rsidRDefault="00D16E3B" w:rsidP="00D16E3B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11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 w:rsidRPr="00532627">
        <w:rPr>
          <w:rFonts w:ascii="Arial" w:hAnsi="Arial" w:cs="Arial"/>
          <w:b/>
          <w:szCs w:val="24"/>
          <w:highlight w:val="yellow"/>
          <w:u w:val="single"/>
          <w:lang w:eastAsia="ko-KR"/>
        </w:rPr>
        <w:t>24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A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>A JULIANA DA FÊNIX</w:t>
      </w:r>
      <w:r w:rsidRPr="003E3776">
        <w:rPr>
          <w:rFonts w:ascii="Arial" w:hAnsi="Arial" w:cs="Arial"/>
          <w:szCs w:val="24"/>
        </w:rPr>
        <w:t>, PROPONDO A CONCESSÃO 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036C25F6" w14:textId="77777777" w:rsidR="00D16E3B" w:rsidRPr="009077C1" w:rsidRDefault="00D16E3B" w:rsidP="00D16E3B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7B217D9E" w14:textId="2731145A" w:rsidR="00D16E3B" w:rsidRPr="00D16E3B" w:rsidRDefault="00D16E3B" w:rsidP="00C30643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  <w:lang w:eastAsia="ko-KR"/>
        </w:rPr>
      </w:pP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F9547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15.2)</w: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52A7B227" w14:textId="11A84C49" w:rsidR="0061121B" w:rsidRPr="009077C1" w:rsidRDefault="0061121B" w:rsidP="00D16E3B">
      <w:pPr>
        <w:pStyle w:val="PargrafodaLista"/>
        <w:spacing w:before="240" w:line="360" w:lineRule="auto"/>
        <w:ind w:left="851"/>
        <w:contextualSpacing w:val="0"/>
        <w:jc w:val="both"/>
        <w:rPr>
          <w:rFonts w:ascii="Arial" w:hAnsi="Arial" w:cs="Arial"/>
          <w:szCs w:val="24"/>
        </w:rPr>
      </w:pPr>
    </w:p>
    <w:sectPr w:rsidR="0061121B" w:rsidRPr="009077C1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1E07202C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F13E44">
      <w:rPr>
        <w:rFonts w:ascii="Arial" w:hAnsi="Arial" w:cs="Arial"/>
        <w:b/>
        <w:sz w:val="20"/>
        <w:u w:val="single"/>
      </w:rPr>
      <w:t>20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97568">
      <w:rPr>
        <w:rFonts w:ascii="Arial" w:hAnsi="Arial" w:cs="Arial"/>
        <w:b/>
        <w:sz w:val="20"/>
        <w:u w:val="single"/>
      </w:rPr>
      <w:t>1</w:t>
    </w:r>
    <w:r w:rsidR="00F13E44">
      <w:rPr>
        <w:rFonts w:ascii="Arial" w:hAnsi="Arial" w:cs="Arial"/>
        <w:b/>
        <w:sz w:val="20"/>
        <w:u w:val="single"/>
      </w:rPr>
      <w:t>9</w:t>
    </w:r>
    <w:r w:rsidR="00D11E22">
      <w:rPr>
        <w:rFonts w:ascii="Arial" w:hAnsi="Arial" w:cs="Arial"/>
        <w:b/>
        <w:sz w:val="20"/>
        <w:u w:val="single"/>
      </w:rPr>
      <w:t>/06</w:t>
    </w:r>
    <w:r w:rsidR="00FC215C">
      <w:rPr>
        <w:rFonts w:ascii="Arial" w:hAnsi="Arial" w:cs="Arial"/>
        <w:b/>
        <w:sz w:val="20"/>
        <w:u w:val="single"/>
      </w:rPr>
      <w:t>/202</w:t>
    </w:r>
    <w:r w:rsidR="006C0159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F95473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2CC8"/>
    <w:rsid w:val="00005218"/>
    <w:rsid w:val="00006E38"/>
    <w:rsid w:val="000077D0"/>
    <w:rsid w:val="00010575"/>
    <w:rsid w:val="000114E0"/>
    <w:rsid w:val="00011642"/>
    <w:rsid w:val="000117AD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F055A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5261"/>
    <w:rsid w:val="00135FFD"/>
    <w:rsid w:val="00136272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0A18"/>
    <w:rsid w:val="001E1747"/>
    <w:rsid w:val="001E21A3"/>
    <w:rsid w:val="001E22F5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834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667C4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0AC0"/>
    <w:rsid w:val="003929AD"/>
    <w:rsid w:val="00392EAF"/>
    <w:rsid w:val="0039709B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3420"/>
    <w:rsid w:val="003B35B9"/>
    <w:rsid w:val="003B4B43"/>
    <w:rsid w:val="003B4FCE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0EA1"/>
    <w:rsid w:val="00432384"/>
    <w:rsid w:val="004336B0"/>
    <w:rsid w:val="0043571D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A1EE1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AD8"/>
    <w:rsid w:val="005F4BB3"/>
    <w:rsid w:val="00602055"/>
    <w:rsid w:val="00604617"/>
    <w:rsid w:val="0060548C"/>
    <w:rsid w:val="00607103"/>
    <w:rsid w:val="00607F37"/>
    <w:rsid w:val="0061121B"/>
    <w:rsid w:val="00611E9F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419D9"/>
    <w:rsid w:val="00641BFB"/>
    <w:rsid w:val="006426AE"/>
    <w:rsid w:val="00642CB4"/>
    <w:rsid w:val="00646227"/>
    <w:rsid w:val="006500E1"/>
    <w:rsid w:val="00651DEE"/>
    <w:rsid w:val="006549B9"/>
    <w:rsid w:val="00655D82"/>
    <w:rsid w:val="00655FF3"/>
    <w:rsid w:val="00662145"/>
    <w:rsid w:val="00663882"/>
    <w:rsid w:val="0066462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0E48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0159"/>
    <w:rsid w:val="006C1266"/>
    <w:rsid w:val="006C19CF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5614F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9138D"/>
    <w:rsid w:val="00791FE0"/>
    <w:rsid w:val="007923AF"/>
    <w:rsid w:val="00792B63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CE8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32EA"/>
    <w:rsid w:val="007D3E31"/>
    <w:rsid w:val="007D75AD"/>
    <w:rsid w:val="007D7BD6"/>
    <w:rsid w:val="007E28B5"/>
    <w:rsid w:val="007E2E3B"/>
    <w:rsid w:val="007E3822"/>
    <w:rsid w:val="007E4C94"/>
    <w:rsid w:val="007E6164"/>
    <w:rsid w:val="007E6209"/>
    <w:rsid w:val="007F1836"/>
    <w:rsid w:val="007F246A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7102"/>
    <w:rsid w:val="00817B15"/>
    <w:rsid w:val="008214CE"/>
    <w:rsid w:val="008233BF"/>
    <w:rsid w:val="0082356F"/>
    <w:rsid w:val="00823D5F"/>
    <w:rsid w:val="00823F91"/>
    <w:rsid w:val="00824DAA"/>
    <w:rsid w:val="008252ED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3B50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8F786B"/>
    <w:rsid w:val="00900037"/>
    <w:rsid w:val="0090156C"/>
    <w:rsid w:val="009018B6"/>
    <w:rsid w:val="009020B5"/>
    <w:rsid w:val="00903531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6E5"/>
    <w:rsid w:val="00A62F0D"/>
    <w:rsid w:val="00A639DB"/>
    <w:rsid w:val="00A64499"/>
    <w:rsid w:val="00A65023"/>
    <w:rsid w:val="00A65F40"/>
    <w:rsid w:val="00A71736"/>
    <w:rsid w:val="00A71998"/>
    <w:rsid w:val="00A71AA2"/>
    <w:rsid w:val="00A73CE4"/>
    <w:rsid w:val="00A75743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34D"/>
    <w:rsid w:val="00A928F9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140"/>
    <w:rsid w:val="00AC0A4F"/>
    <w:rsid w:val="00AC225C"/>
    <w:rsid w:val="00AC23F0"/>
    <w:rsid w:val="00AC2A2D"/>
    <w:rsid w:val="00AC2DE6"/>
    <w:rsid w:val="00AC4262"/>
    <w:rsid w:val="00AC5BD4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527"/>
    <w:rsid w:val="00AE18E7"/>
    <w:rsid w:val="00AE1EFE"/>
    <w:rsid w:val="00AE23F2"/>
    <w:rsid w:val="00AE247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499"/>
    <w:rsid w:val="00AF69E4"/>
    <w:rsid w:val="00B00633"/>
    <w:rsid w:val="00B02F47"/>
    <w:rsid w:val="00B040CF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492D"/>
    <w:rsid w:val="00B17E12"/>
    <w:rsid w:val="00B20CBF"/>
    <w:rsid w:val="00B20D4F"/>
    <w:rsid w:val="00B21159"/>
    <w:rsid w:val="00B211E6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5E20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2EAF"/>
    <w:rsid w:val="00C23633"/>
    <w:rsid w:val="00C24140"/>
    <w:rsid w:val="00C248A1"/>
    <w:rsid w:val="00C259B2"/>
    <w:rsid w:val="00C279C5"/>
    <w:rsid w:val="00C3265B"/>
    <w:rsid w:val="00C33E63"/>
    <w:rsid w:val="00C341C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77AD3"/>
    <w:rsid w:val="00D811CB"/>
    <w:rsid w:val="00D83430"/>
    <w:rsid w:val="00D8372D"/>
    <w:rsid w:val="00D841C0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16EC"/>
    <w:rsid w:val="00DC2C50"/>
    <w:rsid w:val="00DC3BE6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0E0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6DE8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6A0"/>
    <w:rsid w:val="00E17C49"/>
    <w:rsid w:val="00E208FC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1774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CF3"/>
    <w:rsid w:val="00EC6C18"/>
    <w:rsid w:val="00EC6FAA"/>
    <w:rsid w:val="00ED03D3"/>
    <w:rsid w:val="00ED067F"/>
    <w:rsid w:val="00ED0DB4"/>
    <w:rsid w:val="00ED2065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866F1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1BCE"/>
    <w:rsid w:val="00FE40F5"/>
    <w:rsid w:val="00FE603E"/>
    <w:rsid w:val="00FE607F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148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DA7A3-CE12-4111-8F06-99F2E916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819</TotalTime>
  <Pages>9</Pages>
  <Words>1534</Words>
  <Characters>8012</Characters>
  <Application>Microsoft Office Word</Application>
  <DocSecurity>0</DocSecurity>
  <Lines>66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514</cp:revision>
  <cp:lastPrinted>2024-06-18T19:59:00Z</cp:lastPrinted>
  <dcterms:created xsi:type="dcterms:W3CDTF">2022-11-11T11:32:00Z</dcterms:created>
  <dcterms:modified xsi:type="dcterms:W3CDTF">2024-06-18T19:59:00Z</dcterms:modified>
</cp:coreProperties>
</file>