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431797" w14:textId="77777777" w:rsidR="006E3E9B" w:rsidRPr="00D25E38" w:rsidRDefault="006E3E9B" w:rsidP="007B5DEB">
      <w:pPr>
        <w:tabs>
          <w:tab w:val="left" w:pos="1134"/>
        </w:tabs>
        <w:spacing w:line="264" w:lineRule="auto"/>
        <w:jc w:val="center"/>
        <w:rPr>
          <w:rFonts w:cs="Arial"/>
          <w:b/>
        </w:rPr>
      </w:pPr>
    </w:p>
    <w:p w14:paraId="1BED011D" w14:textId="000FB85F" w:rsidR="004D0EC6" w:rsidRPr="00D25E38" w:rsidRDefault="00142445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  <w:r w:rsidRPr="00D25E38">
        <w:rPr>
          <w:rFonts w:cs="Arial"/>
          <w:b/>
        </w:rPr>
        <w:t xml:space="preserve">RESULTADOS DA ORDEM DO DIA DA </w:t>
      </w:r>
      <w:r w:rsidR="00A05495">
        <w:rPr>
          <w:rFonts w:cs="Arial"/>
          <w:b/>
        </w:rPr>
        <w:t>2</w:t>
      </w:r>
      <w:r w:rsidR="002B474E">
        <w:rPr>
          <w:rFonts w:cs="Arial"/>
          <w:b/>
        </w:rPr>
        <w:t>1</w:t>
      </w:r>
      <w:r w:rsidR="004D0EC6" w:rsidRPr="00D25E38">
        <w:rPr>
          <w:rFonts w:cs="Arial"/>
          <w:b/>
        </w:rPr>
        <w:t>ª SESSÃO ORDINÁRIA</w:t>
      </w:r>
      <w:r w:rsidR="004D0EC6" w:rsidRPr="00D25E38">
        <w:rPr>
          <w:rFonts w:cs="Arial"/>
          <w:b/>
          <w:bCs/>
        </w:rPr>
        <w:t xml:space="preserve"> DO ANO DE 202</w:t>
      </w:r>
      <w:r w:rsidR="008F6682" w:rsidRPr="00D25E38">
        <w:rPr>
          <w:rFonts w:cs="Arial"/>
          <w:b/>
          <w:bCs/>
        </w:rPr>
        <w:t>5</w:t>
      </w:r>
    </w:p>
    <w:p w14:paraId="6E5076A5" w14:textId="132A24B2" w:rsidR="004D0EC6" w:rsidRPr="00D25E38" w:rsidRDefault="00747647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  <w:r w:rsidRPr="00D25E38">
        <w:rPr>
          <w:rFonts w:cs="Arial"/>
          <w:b/>
          <w:bCs/>
        </w:rPr>
        <w:t xml:space="preserve">REALIZADA EM </w:t>
      </w:r>
      <w:r w:rsidR="002B474E">
        <w:rPr>
          <w:rFonts w:cs="Arial"/>
          <w:b/>
          <w:bCs/>
        </w:rPr>
        <w:t>25</w:t>
      </w:r>
      <w:r w:rsidR="004C301C" w:rsidRPr="00D25E38">
        <w:rPr>
          <w:rFonts w:cs="Arial"/>
          <w:b/>
        </w:rPr>
        <w:t>/</w:t>
      </w:r>
      <w:r w:rsidR="008F6682" w:rsidRPr="00D25E38">
        <w:rPr>
          <w:rFonts w:cs="Arial"/>
          <w:b/>
        </w:rPr>
        <w:t>0</w:t>
      </w:r>
      <w:r w:rsidR="0020545D">
        <w:rPr>
          <w:rFonts w:cs="Arial"/>
          <w:b/>
        </w:rPr>
        <w:t>6</w:t>
      </w:r>
      <w:r w:rsidR="00035B24" w:rsidRPr="00D25E38">
        <w:rPr>
          <w:rFonts w:cs="Arial"/>
          <w:b/>
        </w:rPr>
        <w:t>/</w:t>
      </w:r>
      <w:r w:rsidR="004D0EC6" w:rsidRPr="00D25E38">
        <w:rPr>
          <w:rFonts w:cs="Arial"/>
          <w:b/>
        </w:rPr>
        <w:t>202</w:t>
      </w:r>
      <w:r w:rsidR="008F6682" w:rsidRPr="00D25E38">
        <w:rPr>
          <w:rFonts w:cs="Arial"/>
          <w:b/>
        </w:rPr>
        <w:t>5</w:t>
      </w:r>
      <w:r w:rsidR="004D0EC6" w:rsidRPr="00D25E38">
        <w:rPr>
          <w:rFonts w:cs="Arial"/>
          <w:b/>
          <w:bCs/>
        </w:rPr>
        <w:t xml:space="preserve"> (</w:t>
      </w:r>
      <w:r w:rsidR="00A2002F" w:rsidRPr="00D25E38">
        <w:rPr>
          <w:rFonts w:cs="Arial"/>
          <w:b/>
          <w:bCs/>
        </w:rPr>
        <w:t>qu</w:t>
      </w:r>
      <w:r w:rsidR="00E24FC9" w:rsidRPr="00D25E38">
        <w:rPr>
          <w:rFonts w:cs="Arial"/>
          <w:b/>
          <w:bCs/>
        </w:rPr>
        <w:t>art</w:t>
      </w:r>
      <w:r w:rsidR="000E22AD" w:rsidRPr="00D25E38">
        <w:rPr>
          <w:rFonts w:cs="Arial"/>
          <w:b/>
          <w:bCs/>
        </w:rPr>
        <w:t>a</w:t>
      </w:r>
      <w:r w:rsidR="00B1094E" w:rsidRPr="00D25E38">
        <w:rPr>
          <w:rFonts w:cs="Arial"/>
          <w:b/>
          <w:bCs/>
        </w:rPr>
        <w:t>-feira</w:t>
      </w:r>
      <w:r w:rsidR="004D0EC6" w:rsidRPr="00D25E38">
        <w:rPr>
          <w:rFonts w:cs="Arial"/>
          <w:b/>
          <w:bCs/>
        </w:rPr>
        <w:t>)</w:t>
      </w:r>
    </w:p>
    <w:p w14:paraId="3271210B" w14:textId="77777777" w:rsidR="00220E13" w:rsidRDefault="00220E13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</w:p>
    <w:p w14:paraId="4421F9D2" w14:textId="77777777" w:rsidR="00196487" w:rsidRDefault="00196487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</w:p>
    <w:p w14:paraId="086E4372" w14:textId="77777777" w:rsidR="00636EBC" w:rsidRDefault="00636EBC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</w:p>
    <w:p w14:paraId="6FDBB7FA" w14:textId="2FF24D59" w:rsidR="00B33C7D" w:rsidRDefault="00B33C7D" w:rsidP="007B5DEB">
      <w:pPr>
        <w:numPr>
          <w:ilvl w:val="0"/>
          <w:numId w:val="22"/>
        </w:numPr>
        <w:tabs>
          <w:tab w:val="left" w:pos="426"/>
        </w:tabs>
        <w:spacing w:line="264" w:lineRule="auto"/>
        <w:ind w:left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</w:t>
      </w:r>
      <w:r w:rsidRPr="00D76857">
        <w:rPr>
          <w:rFonts w:cs="Arial"/>
          <w:b/>
          <w:color w:val="000000"/>
          <w:u w:val="single"/>
        </w:rPr>
        <w:t xml:space="preserve">iscussão </w:t>
      </w:r>
      <w:r>
        <w:rPr>
          <w:rFonts w:cs="Arial"/>
          <w:b/>
          <w:color w:val="000000"/>
          <w:u w:val="single"/>
        </w:rPr>
        <w:t xml:space="preserve">única </w:t>
      </w:r>
      <w:r w:rsidRPr="00D76857">
        <w:rPr>
          <w:rFonts w:cs="Arial"/>
          <w:b/>
          <w:color w:val="000000"/>
          <w:u w:val="single"/>
        </w:rPr>
        <w:t xml:space="preserve">do </w:t>
      </w:r>
      <w:r w:rsidR="009101E3" w:rsidRPr="008B16E3">
        <w:rPr>
          <w:rFonts w:cs="Arial"/>
          <w:b/>
          <w:color w:val="000000"/>
          <w:u w:val="single"/>
        </w:rPr>
        <w:t>PL</w:t>
      </w:r>
      <w:r w:rsidR="009101E3">
        <w:rPr>
          <w:rFonts w:cs="Arial"/>
          <w:b/>
          <w:color w:val="000000"/>
          <w:u w:val="single"/>
        </w:rPr>
        <w:t>L</w:t>
      </w:r>
      <w:r w:rsidR="009101E3" w:rsidRPr="008B16E3">
        <w:rPr>
          <w:rFonts w:cs="Arial"/>
          <w:b/>
          <w:color w:val="000000"/>
          <w:u w:val="single"/>
        </w:rPr>
        <w:t xml:space="preserve"> nº </w:t>
      </w:r>
      <w:r w:rsidR="002B474E">
        <w:rPr>
          <w:rFonts w:cs="Arial"/>
          <w:b/>
          <w:color w:val="000000"/>
          <w:u w:val="single"/>
        </w:rPr>
        <w:t>58</w:t>
      </w:r>
      <w:r w:rsidR="009101E3" w:rsidRPr="008B16E3">
        <w:rPr>
          <w:rFonts w:cs="Arial"/>
          <w:b/>
          <w:color w:val="000000"/>
          <w:u w:val="single"/>
        </w:rPr>
        <w:t xml:space="preserve">/2025 - Projeto de Lei do </w:t>
      </w:r>
      <w:r w:rsidR="009101E3">
        <w:rPr>
          <w:rFonts w:cs="Arial"/>
          <w:b/>
          <w:color w:val="000000"/>
          <w:u w:val="single"/>
        </w:rPr>
        <w:t>Legislativo</w:t>
      </w:r>
    </w:p>
    <w:p w14:paraId="5B2DEEF3" w14:textId="3F5B9826" w:rsidR="00B33C7D" w:rsidRPr="00AC691F" w:rsidRDefault="00B33C7D" w:rsidP="007B5DEB">
      <w:pPr>
        <w:spacing w:line="264" w:lineRule="auto"/>
        <w:ind w:left="425"/>
        <w:jc w:val="both"/>
        <w:rPr>
          <w:rFonts w:cs="Arial"/>
          <w:color w:val="000000"/>
          <w:u w:val="single"/>
        </w:rPr>
      </w:pPr>
      <w:r w:rsidRPr="00DE2AC5">
        <w:rPr>
          <w:rFonts w:cs="Arial"/>
          <w:color w:val="000000"/>
          <w:u w:val="single"/>
        </w:rPr>
        <w:t>Autoria</w:t>
      </w:r>
      <w:r w:rsidRPr="00DE2AC5">
        <w:rPr>
          <w:rFonts w:cs="Arial"/>
          <w:color w:val="000000"/>
        </w:rPr>
        <w:t xml:space="preserve">: </w:t>
      </w:r>
      <w:r w:rsidR="002B474E">
        <w:rPr>
          <w:rFonts w:cs="Arial"/>
          <w:color w:val="000000"/>
        </w:rPr>
        <w:t>Vereador Luís Flávio - Flavinho</w:t>
      </w:r>
      <w:r w:rsidRPr="00125AA4">
        <w:rPr>
          <w:rFonts w:cs="Arial"/>
          <w:color w:val="000000"/>
        </w:rPr>
        <w:t>.</w:t>
      </w:r>
    </w:p>
    <w:p w14:paraId="0C34D2B2" w14:textId="48840906" w:rsidR="00B33C7D" w:rsidRPr="004B06BC" w:rsidRDefault="00B33C7D" w:rsidP="007B5DEB">
      <w:pPr>
        <w:spacing w:line="264" w:lineRule="auto"/>
        <w:ind w:left="425"/>
        <w:jc w:val="both"/>
        <w:rPr>
          <w:rFonts w:cs="Arial"/>
          <w:color w:val="000000"/>
        </w:rPr>
      </w:pPr>
      <w:r w:rsidRPr="00AC691F">
        <w:rPr>
          <w:rFonts w:cs="Arial"/>
          <w:color w:val="000000"/>
          <w:u w:val="single"/>
        </w:rPr>
        <w:t>Assunto</w:t>
      </w:r>
      <w:r w:rsidRPr="00AC691F">
        <w:rPr>
          <w:rFonts w:cs="Arial"/>
          <w:color w:val="000000"/>
        </w:rPr>
        <w:t xml:space="preserve">: </w:t>
      </w:r>
      <w:r w:rsidR="002B474E" w:rsidRPr="006E682E">
        <w:rPr>
          <w:rFonts w:cs="Arial"/>
          <w:color w:val="000000"/>
        </w:rPr>
        <w:t>Dispõe sobre a autorização de permanência de até dois acompanhantes às pessoas portadoras de Transtorno do Espectro Autista (TEA), nas unidades de saúde das redes pública e privada no âmbito do Município de Jacareí-SP</w:t>
      </w:r>
      <w:r w:rsidRPr="00125AA4">
        <w:rPr>
          <w:rFonts w:cs="Arial"/>
          <w:color w:val="000000"/>
        </w:rPr>
        <w:t>.</w:t>
      </w:r>
    </w:p>
    <w:p w14:paraId="57169927" w14:textId="23FAB62B" w:rsidR="0095551D" w:rsidRDefault="00B33C7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>Projeto</w:t>
      </w:r>
      <w:r w:rsidR="00EB2889">
        <w:rPr>
          <w:rFonts w:cs="Arial"/>
          <w:color w:val="000000"/>
        </w:rPr>
        <w:t xml:space="preserve"> </w:t>
      </w:r>
      <w:r w:rsidR="002B474E">
        <w:rPr>
          <w:rFonts w:cs="Arial"/>
          <w:color w:val="000000"/>
        </w:rPr>
        <w:t>Aprovado, com Emenda nº 1</w:t>
      </w:r>
      <w:r>
        <w:rPr>
          <w:rFonts w:cs="Arial"/>
          <w:color w:val="000000"/>
        </w:rPr>
        <w:t>.</w:t>
      </w:r>
    </w:p>
    <w:p w14:paraId="7A74C15A" w14:textId="77777777" w:rsidR="005605A7" w:rsidRDefault="005605A7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566722D7" w14:textId="77777777" w:rsidR="00636EBC" w:rsidRDefault="00636EBC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73B58307" w14:textId="77777777" w:rsidR="006E3E9B" w:rsidRDefault="006E3E9B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66C427FC" w14:textId="5F87F44A" w:rsidR="00636EBC" w:rsidRDefault="00636EBC" w:rsidP="00636EBC">
      <w:pPr>
        <w:numPr>
          <w:ilvl w:val="0"/>
          <w:numId w:val="22"/>
        </w:numPr>
        <w:tabs>
          <w:tab w:val="left" w:pos="426"/>
        </w:tabs>
        <w:spacing w:line="264" w:lineRule="auto"/>
        <w:ind w:left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</w:t>
      </w:r>
      <w:r w:rsidRPr="00D76857">
        <w:rPr>
          <w:rFonts w:cs="Arial"/>
          <w:b/>
          <w:color w:val="000000"/>
          <w:u w:val="single"/>
        </w:rPr>
        <w:t xml:space="preserve">iscussão </w:t>
      </w:r>
      <w:r>
        <w:rPr>
          <w:rFonts w:cs="Arial"/>
          <w:b/>
          <w:color w:val="000000"/>
          <w:u w:val="single"/>
        </w:rPr>
        <w:t xml:space="preserve">única </w:t>
      </w:r>
      <w:r w:rsidRPr="00D76857">
        <w:rPr>
          <w:rFonts w:cs="Arial"/>
          <w:b/>
          <w:color w:val="000000"/>
          <w:u w:val="single"/>
        </w:rPr>
        <w:t xml:space="preserve">do </w:t>
      </w:r>
      <w:r w:rsidR="002B474E" w:rsidRPr="00493BAD">
        <w:rPr>
          <w:rFonts w:cs="Arial"/>
          <w:b/>
          <w:color w:val="000000"/>
          <w:u w:val="single"/>
        </w:rPr>
        <w:t xml:space="preserve">PLL nº </w:t>
      </w:r>
      <w:r w:rsidR="002B474E">
        <w:rPr>
          <w:rFonts w:cs="Arial"/>
          <w:b/>
          <w:color w:val="000000"/>
          <w:u w:val="single"/>
        </w:rPr>
        <w:t>41</w:t>
      </w:r>
      <w:r w:rsidR="002B474E" w:rsidRPr="00493BAD">
        <w:rPr>
          <w:rFonts w:cs="Arial"/>
          <w:b/>
          <w:color w:val="000000"/>
          <w:u w:val="single"/>
        </w:rPr>
        <w:t>/2025 - Projeto de Lei do Legislativo</w:t>
      </w:r>
    </w:p>
    <w:p w14:paraId="0E3ED62D" w14:textId="1EDD1320" w:rsidR="00636EBC" w:rsidRPr="00AC691F" w:rsidRDefault="00636EBC" w:rsidP="00636EBC">
      <w:pPr>
        <w:spacing w:line="264" w:lineRule="auto"/>
        <w:ind w:left="425"/>
        <w:jc w:val="both"/>
        <w:rPr>
          <w:rFonts w:cs="Arial"/>
          <w:color w:val="000000"/>
          <w:u w:val="single"/>
        </w:rPr>
      </w:pPr>
      <w:r w:rsidRPr="00DE2AC5">
        <w:rPr>
          <w:rFonts w:cs="Arial"/>
          <w:color w:val="000000"/>
          <w:u w:val="single"/>
        </w:rPr>
        <w:t>Autoria</w:t>
      </w:r>
      <w:r w:rsidRPr="00DE2AC5">
        <w:rPr>
          <w:rFonts w:cs="Arial"/>
          <w:color w:val="000000"/>
        </w:rPr>
        <w:t xml:space="preserve">: </w:t>
      </w:r>
      <w:r w:rsidR="002B474E">
        <w:rPr>
          <w:rFonts w:cs="Arial"/>
          <w:color w:val="000000"/>
        </w:rPr>
        <w:t>Vereador Daniel Mariano</w:t>
      </w:r>
      <w:r w:rsidRPr="00125AA4">
        <w:rPr>
          <w:rFonts w:cs="Arial"/>
          <w:color w:val="000000"/>
        </w:rPr>
        <w:t>.</w:t>
      </w:r>
    </w:p>
    <w:p w14:paraId="1BAB37D8" w14:textId="61BF5EFC" w:rsidR="00636EBC" w:rsidRPr="004B06BC" w:rsidRDefault="00636EBC" w:rsidP="00636EBC">
      <w:pPr>
        <w:spacing w:line="264" w:lineRule="auto"/>
        <w:ind w:left="425"/>
        <w:jc w:val="both"/>
        <w:rPr>
          <w:rFonts w:cs="Arial"/>
          <w:color w:val="000000"/>
        </w:rPr>
      </w:pPr>
      <w:r w:rsidRPr="00AC691F">
        <w:rPr>
          <w:rFonts w:cs="Arial"/>
          <w:color w:val="000000"/>
          <w:u w:val="single"/>
        </w:rPr>
        <w:t>Assunto</w:t>
      </w:r>
      <w:r w:rsidRPr="00AC691F">
        <w:rPr>
          <w:rFonts w:cs="Arial"/>
          <w:color w:val="000000"/>
        </w:rPr>
        <w:t xml:space="preserve">: </w:t>
      </w:r>
      <w:r w:rsidR="002B474E" w:rsidRPr="00493BAD">
        <w:rPr>
          <w:rFonts w:cs="Arial"/>
          <w:color w:val="000000"/>
        </w:rPr>
        <w:t>Dispõe sobre a prioridade de atendimento às mães e pais atípicos, bem como aos cuidadores designados, nos órgãos públicos, estabelecimento privados, e nas unidades de saúde, no âmbito do município de Jacar</w:t>
      </w:r>
      <w:r w:rsidR="002B474E">
        <w:rPr>
          <w:rFonts w:cs="Arial"/>
          <w:color w:val="000000"/>
        </w:rPr>
        <w:t>eí/SP, e dá outras providências</w:t>
      </w:r>
      <w:r w:rsidRPr="00125AA4">
        <w:rPr>
          <w:rFonts w:cs="Arial"/>
          <w:color w:val="000000"/>
        </w:rPr>
        <w:t>.</w:t>
      </w:r>
    </w:p>
    <w:p w14:paraId="128A157D" w14:textId="221E680C" w:rsidR="00636EBC" w:rsidRDefault="00636EBC" w:rsidP="00636EBC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 xml:space="preserve">Projeto Aprovado, com </w:t>
      </w:r>
      <w:r w:rsidR="002B474E">
        <w:rPr>
          <w:rFonts w:cs="Arial"/>
          <w:color w:val="000000"/>
        </w:rPr>
        <w:t>Emenda</w:t>
      </w:r>
      <w:r>
        <w:rPr>
          <w:rFonts w:cs="Arial"/>
          <w:color w:val="000000"/>
        </w:rPr>
        <w:t xml:space="preserve"> nº 1.</w:t>
      </w:r>
    </w:p>
    <w:p w14:paraId="2FAD0DDE" w14:textId="77777777" w:rsidR="00D25E38" w:rsidRDefault="00D25E38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1CF9BD7D" w14:textId="77777777" w:rsidR="00D25E38" w:rsidRDefault="00D25E38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7078A954" w14:textId="77777777" w:rsidR="00944D7A" w:rsidRDefault="00944D7A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372E9690" w14:textId="090270A9" w:rsidR="00944D7A" w:rsidRDefault="00944D7A" w:rsidP="00944D7A">
      <w:pPr>
        <w:numPr>
          <w:ilvl w:val="0"/>
          <w:numId w:val="22"/>
        </w:numPr>
        <w:tabs>
          <w:tab w:val="left" w:pos="426"/>
        </w:tabs>
        <w:spacing w:line="264" w:lineRule="auto"/>
        <w:ind w:left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</w:t>
      </w:r>
      <w:r w:rsidRPr="00D76857">
        <w:rPr>
          <w:rFonts w:cs="Arial"/>
          <w:b/>
          <w:color w:val="000000"/>
          <w:u w:val="single"/>
        </w:rPr>
        <w:t xml:space="preserve">iscussão </w:t>
      </w:r>
      <w:r>
        <w:rPr>
          <w:rFonts w:cs="Arial"/>
          <w:b/>
          <w:color w:val="000000"/>
          <w:u w:val="single"/>
        </w:rPr>
        <w:t xml:space="preserve">única </w:t>
      </w:r>
      <w:r w:rsidRPr="00D76857">
        <w:rPr>
          <w:rFonts w:cs="Arial"/>
          <w:b/>
          <w:color w:val="000000"/>
          <w:u w:val="single"/>
        </w:rPr>
        <w:t xml:space="preserve">do </w:t>
      </w:r>
      <w:r w:rsidRPr="00493BAD">
        <w:rPr>
          <w:rFonts w:cs="Arial"/>
          <w:b/>
          <w:color w:val="000000"/>
          <w:u w:val="single"/>
        </w:rPr>
        <w:t xml:space="preserve">PLL nº </w:t>
      </w:r>
      <w:r>
        <w:rPr>
          <w:rFonts w:cs="Arial"/>
          <w:b/>
          <w:color w:val="000000"/>
          <w:u w:val="single"/>
        </w:rPr>
        <w:t>59</w:t>
      </w:r>
      <w:r w:rsidRPr="00493BAD">
        <w:rPr>
          <w:rFonts w:cs="Arial"/>
          <w:b/>
          <w:color w:val="000000"/>
          <w:u w:val="single"/>
        </w:rPr>
        <w:t>/2025 - Projeto de Lei do Legislativo</w:t>
      </w:r>
    </w:p>
    <w:p w14:paraId="1152EFFA" w14:textId="0A1F7E5C" w:rsidR="00944D7A" w:rsidRPr="00AC691F" w:rsidRDefault="00944D7A" w:rsidP="00944D7A">
      <w:pPr>
        <w:spacing w:line="264" w:lineRule="auto"/>
        <w:ind w:left="425"/>
        <w:jc w:val="both"/>
        <w:rPr>
          <w:rFonts w:cs="Arial"/>
          <w:color w:val="000000"/>
          <w:u w:val="single"/>
        </w:rPr>
      </w:pPr>
      <w:r w:rsidRPr="00DE2AC5">
        <w:rPr>
          <w:rFonts w:cs="Arial"/>
          <w:color w:val="000000"/>
          <w:u w:val="single"/>
        </w:rPr>
        <w:t>Autoria</w:t>
      </w:r>
      <w:r w:rsidRPr="00DE2AC5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 xml:space="preserve">Vereador </w:t>
      </w:r>
      <w:r w:rsidRPr="007F2CB4">
        <w:rPr>
          <w:rFonts w:cs="Arial"/>
        </w:rPr>
        <w:t>Paulinho dos Condutores</w:t>
      </w:r>
      <w:r w:rsidRPr="007F2CB4">
        <w:rPr>
          <w:rFonts w:cs="Arial"/>
        </w:rPr>
        <w:fldChar w:fldCharType="begin"/>
      </w:r>
      <w:r w:rsidRPr="007F2CB4">
        <w:rPr>
          <w:rFonts w:cs="Arial"/>
        </w:rPr>
        <w:instrText xml:space="preserve">  </w:instrText>
      </w:r>
      <w:r w:rsidRPr="007F2CB4">
        <w:rPr>
          <w:rFonts w:cs="Arial"/>
        </w:rPr>
        <w:fldChar w:fldCharType="end"/>
      </w:r>
      <w:r w:rsidRPr="00125AA4">
        <w:rPr>
          <w:rFonts w:cs="Arial"/>
          <w:color w:val="000000"/>
        </w:rPr>
        <w:t>.</w:t>
      </w:r>
    </w:p>
    <w:p w14:paraId="35CCFF3F" w14:textId="16528EF6" w:rsidR="00944D7A" w:rsidRPr="004B06BC" w:rsidRDefault="00944D7A" w:rsidP="00944D7A">
      <w:pPr>
        <w:spacing w:line="264" w:lineRule="auto"/>
        <w:ind w:left="425"/>
        <w:jc w:val="both"/>
        <w:rPr>
          <w:rFonts w:cs="Arial"/>
          <w:color w:val="000000"/>
        </w:rPr>
      </w:pPr>
      <w:r w:rsidRPr="00AC691F">
        <w:rPr>
          <w:rFonts w:cs="Arial"/>
          <w:color w:val="000000"/>
          <w:u w:val="single"/>
        </w:rPr>
        <w:t>Assunto</w:t>
      </w:r>
      <w:r w:rsidRPr="00AC691F">
        <w:rPr>
          <w:rFonts w:cs="Arial"/>
          <w:color w:val="000000"/>
        </w:rPr>
        <w:t xml:space="preserve">: </w:t>
      </w:r>
      <w:r w:rsidRPr="00B53E25">
        <w:rPr>
          <w:rFonts w:cs="Arial"/>
          <w:color w:val="000000"/>
        </w:rPr>
        <w:t>Dispõe sobre a denominação da Rua “B” como Rua Luiz Felipe de Paula Gundim, no Bairro Itapeva, na cidade de Jacareí/SP</w:t>
      </w:r>
      <w:r w:rsidRPr="00125AA4">
        <w:rPr>
          <w:rFonts w:cs="Arial"/>
          <w:color w:val="000000"/>
        </w:rPr>
        <w:t>.</w:t>
      </w:r>
    </w:p>
    <w:p w14:paraId="1468DAEC" w14:textId="753F3DE0" w:rsidR="00944D7A" w:rsidRDefault="00944D7A" w:rsidP="00944D7A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>Projeto Aprovado.</w:t>
      </w:r>
    </w:p>
    <w:p w14:paraId="6004E769" w14:textId="77777777" w:rsidR="00944D7A" w:rsidRDefault="00944D7A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67DE0B14" w14:textId="77777777" w:rsidR="00944D7A" w:rsidRDefault="00944D7A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4C5BE5BE" w14:textId="77777777" w:rsidR="00944D7A" w:rsidRDefault="00944D7A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16E69DB7" w14:textId="3A7E96C5" w:rsidR="00944D7A" w:rsidRDefault="00944D7A" w:rsidP="00944D7A">
      <w:pPr>
        <w:numPr>
          <w:ilvl w:val="0"/>
          <w:numId w:val="22"/>
        </w:numPr>
        <w:tabs>
          <w:tab w:val="left" w:pos="426"/>
        </w:tabs>
        <w:spacing w:line="264" w:lineRule="auto"/>
        <w:ind w:left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</w:t>
      </w:r>
      <w:r w:rsidRPr="00D76857">
        <w:rPr>
          <w:rFonts w:cs="Arial"/>
          <w:b/>
          <w:color w:val="000000"/>
          <w:u w:val="single"/>
        </w:rPr>
        <w:t xml:space="preserve">iscussão </w:t>
      </w:r>
      <w:r>
        <w:rPr>
          <w:rFonts w:cs="Arial"/>
          <w:b/>
          <w:color w:val="000000"/>
          <w:u w:val="single"/>
        </w:rPr>
        <w:t xml:space="preserve">única </w:t>
      </w:r>
      <w:r w:rsidRPr="00D76857">
        <w:rPr>
          <w:rFonts w:cs="Arial"/>
          <w:b/>
          <w:color w:val="000000"/>
          <w:u w:val="single"/>
        </w:rPr>
        <w:t xml:space="preserve">do </w:t>
      </w:r>
      <w:r w:rsidRPr="00493BAD">
        <w:rPr>
          <w:rFonts w:cs="Arial"/>
          <w:b/>
          <w:color w:val="000000"/>
          <w:u w:val="single"/>
        </w:rPr>
        <w:t xml:space="preserve">PLL nº </w:t>
      </w:r>
      <w:r>
        <w:rPr>
          <w:rFonts w:cs="Arial"/>
          <w:b/>
          <w:color w:val="000000"/>
          <w:u w:val="single"/>
        </w:rPr>
        <w:t>61</w:t>
      </w:r>
      <w:r w:rsidRPr="00493BAD">
        <w:rPr>
          <w:rFonts w:cs="Arial"/>
          <w:b/>
          <w:color w:val="000000"/>
          <w:u w:val="single"/>
        </w:rPr>
        <w:t>/2025 - Projeto de Lei do Legislativo</w:t>
      </w:r>
    </w:p>
    <w:p w14:paraId="283D3A44" w14:textId="77777777" w:rsidR="00944D7A" w:rsidRPr="00AC691F" w:rsidRDefault="00944D7A" w:rsidP="00944D7A">
      <w:pPr>
        <w:spacing w:line="264" w:lineRule="auto"/>
        <w:ind w:left="425"/>
        <w:jc w:val="both"/>
        <w:rPr>
          <w:rFonts w:cs="Arial"/>
          <w:color w:val="000000"/>
          <w:u w:val="single"/>
        </w:rPr>
      </w:pPr>
      <w:r w:rsidRPr="00DE2AC5">
        <w:rPr>
          <w:rFonts w:cs="Arial"/>
          <w:color w:val="000000"/>
          <w:u w:val="single"/>
        </w:rPr>
        <w:t>Autoria</w:t>
      </w:r>
      <w:r w:rsidRPr="00DE2AC5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 xml:space="preserve">Vereador </w:t>
      </w:r>
      <w:r w:rsidRPr="007F2CB4">
        <w:rPr>
          <w:rFonts w:cs="Arial"/>
        </w:rPr>
        <w:t>Paulinho dos Condutores</w:t>
      </w:r>
      <w:r w:rsidRPr="007F2CB4">
        <w:rPr>
          <w:rFonts w:cs="Arial"/>
        </w:rPr>
        <w:fldChar w:fldCharType="begin"/>
      </w:r>
      <w:r w:rsidRPr="007F2CB4">
        <w:rPr>
          <w:rFonts w:cs="Arial"/>
        </w:rPr>
        <w:instrText xml:space="preserve">  </w:instrText>
      </w:r>
      <w:r w:rsidRPr="007F2CB4">
        <w:rPr>
          <w:rFonts w:cs="Arial"/>
        </w:rPr>
        <w:fldChar w:fldCharType="end"/>
      </w:r>
      <w:r w:rsidRPr="00125AA4">
        <w:rPr>
          <w:rFonts w:cs="Arial"/>
          <w:color w:val="000000"/>
        </w:rPr>
        <w:t>.</w:t>
      </w:r>
    </w:p>
    <w:p w14:paraId="4FF112CD" w14:textId="5908008A" w:rsidR="00944D7A" w:rsidRPr="004B06BC" w:rsidRDefault="00944D7A" w:rsidP="00944D7A">
      <w:pPr>
        <w:spacing w:line="264" w:lineRule="auto"/>
        <w:ind w:left="425"/>
        <w:jc w:val="both"/>
        <w:rPr>
          <w:rFonts w:cs="Arial"/>
          <w:color w:val="000000"/>
        </w:rPr>
      </w:pPr>
      <w:r w:rsidRPr="00AC691F">
        <w:rPr>
          <w:rFonts w:cs="Arial"/>
          <w:color w:val="000000"/>
          <w:u w:val="single"/>
        </w:rPr>
        <w:t>Assunto</w:t>
      </w:r>
      <w:r w:rsidRPr="00AC691F">
        <w:rPr>
          <w:rFonts w:cs="Arial"/>
          <w:color w:val="000000"/>
        </w:rPr>
        <w:t xml:space="preserve">: </w:t>
      </w:r>
      <w:r w:rsidRPr="00B53E25">
        <w:rPr>
          <w:rFonts w:cs="Arial"/>
          <w:color w:val="000000"/>
        </w:rPr>
        <w:t>Declara de utilidade pública a Associação Parque Santo Antônio – PSA</w:t>
      </w:r>
      <w:r w:rsidRPr="00125AA4">
        <w:rPr>
          <w:rFonts w:cs="Arial"/>
          <w:color w:val="000000"/>
        </w:rPr>
        <w:t>.</w:t>
      </w:r>
    </w:p>
    <w:p w14:paraId="6E6B22FA" w14:textId="77777777" w:rsidR="00944D7A" w:rsidRDefault="00944D7A" w:rsidP="00944D7A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>Projeto Aprovado.</w:t>
      </w:r>
    </w:p>
    <w:p w14:paraId="2D32F4D0" w14:textId="77777777" w:rsidR="00944D7A" w:rsidRDefault="00944D7A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6F5A4E78" w14:textId="77777777" w:rsidR="00944D7A" w:rsidRDefault="00944D7A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4E83226" w14:textId="77777777" w:rsidR="00944D7A" w:rsidRDefault="00944D7A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56859AF6" w14:textId="5993B36D" w:rsidR="00944D7A" w:rsidRDefault="00944D7A" w:rsidP="00944D7A">
      <w:pPr>
        <w:numPr>
          <w:ilvl w:val="0"/>
          <w:numId w:val="22"/>
        </w:numPr>
        <w:tabs>
          <w:tab w:val="left" w:pos="426"/>
        </w:tabs>
        <w:spacing w:line="264" w:lineRule="auto"/>
        <w:ind w:left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</w:t>
      </w:r>
      <w:r w:rsidRPr="00D76857">
        <w:rPr>
          <w:rFonts w:cs="Arial"/>
          <w:b/>
          <w:color w:val="000000"/>
          <w:u w:val="single"/>
        </w:rPr>
        <w:t xml:space="preserve">iscussão </w:t>
      </w:r>
      <w:r>
        <w:rPr>
          <w:rFonts w:cs="Arial"/>
          <w:b/>
          <w:color w:val="000000"/>
          <w:u w:val="single"/>
        </w:rPr>
        <w:t xml:space="preserve">única </w:t>
      </w:r>
      <w:r w:rsidRPr="00D76857">
        <w:rPr>
          <w:rFonts w:cs="Arial"/>
          <w:b/>
          <w:color w:val="000000"/>
          <w:u w:val="single"/>
        </w:rPr>
        <w:t xml:space="preserve">do </w:t>
      </w:r>
      <w:r w:rsidRPr="00493BAD">
        <w:rPr>
          <w:rFonts w:cs="Arial"/>
          <w:b/>
          <w:color w:val="000000"/>
          <w:u w:val="single"/>
        </w:rPr>
        <w:t xml:space="preserve">PLL nº </w:t>
      </w:r>
      <w:r>
        <w:rPr>
          <w:rFonts w:cs="Arial"/>
          <w:b/>
          <w:color w:val="000000"/>
          <w:u w:val="single"/>
        </w:rPr>
        <w:t>62</w:t>
      </w:r>
      <w:r w:rsidRPr="00493BAD">
        <w:rPr>
          <w:rFonts w:cs="Arial"/>
          <w:b/>
          <w:color w:val="000000"/>
          <w:u w:val="single"/>
        </w:rPr>
        <w:t>/2025 - Projeto de Lei do Legislativo</w:t>
      </w:r>
    </w:p>
    <w:p w14:paraId="5E96B365" w14:textId="04DF5ED5" w:rsidR="00944D7A" w:rsidRPr="00AC691F" w:rsidRDefault="00944D7A" w:rsidP="00944D7A">
      <w:pPr>
        <w:spacing w:line="264" w:lineRule="auto"/>
        <w:ind w:left="425"/>
        <w:jc w:val="both"/>
        <w:rPr>
          <w:rFonts w:cs="Arial"/>
          <w:color w:val="000000"/>
          <w:u w:val="single"/>
        </w:rPr>
      </w:pPr>
      <w:r w:rsidRPr="00DE2AC5">
        <w:rPr>
          <w:rFonts w:cs="Arial"/>
          <w:color w:val="000000"/>
          <w:u w:val="single"/>
        </w:rPr>
        <w:t>Autoria</w:t>
      </w:r>
      <w:r w:rsidRPr="00DE2AC5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 xml:space="preserve">Vereador </w:t>
      </w:r>
      <w:r w:rsidR="00AD5F4E">
        <w:rPr>
          <w:rFonts w:cs="Arial"/>
        </w:rPr>
        <w:t>Hernani Barreto</w:t>
      </w:r>
      <w:r w:rsidRPr="007F2CB4">
        <w:rPr>
          <w:rFonts w:cs="Arial"/>
        </w:rPr>
        <w:fldChar w:fldCharType="begin"/>
      </w:r>
      <w:r w:rsidRPr="007F2CB4">
        <w:rPr>
          <w:rFonts w:cs="Arial"/>
        </w:rPr>
        <w:instrText xml:space="preserve">  </w:instrText>
      </w:r>
      <w:r w:rsidRPr="007F2CB4">
        <w:rPr>
          <w:rFonts w:cs="Arial"/>
        </w:rPr>
        <w:fldChar w:fldCharType="end"/>
      </w:r>
      <w:r w:rsidRPr="00125AA4">
        <w:rPr>
          <w:rFonts w:cs="Arial"/>
          <w:color w:val="000000"/>
        </w:rPr>
        <w:t>.</w:t>
      </w:r>
    </w:p>
    <w:p w14:paraId="566D1656" w14:textId="64978C24" w:rsidR="00944D7A" w:rsidRPr="004B06BC" w:rsidRDefault="00944D7A" w:rsidP="00944D7A">
      <w:pPr>
        <w:spacing w:line="264" w:lineRule="auto"/>
        <w:ind w:left="425"/>
        <w:jc w:val="both"/>
        <w:rPr>
          <w:rFonts w:cs="Arial"/>
          <w:color w:val="000000"/>
        </w:rPr>
      </w:pPr>
      <w:r w:rsidRPr="00AC691F">
        <w:rPr>
          <w:rFonts w:cs="Arial"/>
          <w:color w:val="000000"/>
          <w:u w:val="single"/>
        </w:rPr>
        <w:t>Assunto</w:t>
      </w:r>
      <w:r w:rsidRPr="00AC691F">
        <w:rPr>
          <w:rFonts w:cs="Arial"/>
          <w:color w:val="000000"/>
        </w:rPr>
        <w:t xml:space="preserve">: </w:t>
      </w:r>
      <w:r w:rsidRPr="00DA3717">
        <w:rPr>
          <w:rFonts w:cs="Arial"/>
          <w:color w:val="000000"/>
        </w:rPr>
        <w:t>Define os critérios de pequeno valor para os fins previstos no artigo 100, §§ 3º e 4º, da Constituição Federal, e no artigo 78 do Ato das Disposições Constitucionais Transitórias, e estabelece outras providências</w:t>
      </w:r>
      <w:r w:rsidRPr="00125AA4">
        <w:rPr>
          <w:rFonts w:cs="Arial"/>
          <w:color w:val="000000"/>
        </w:rPr>
        <w:t>.</w:t>
      </w:r>
    </w:p>
    <w:p w14:paraId="31FEC99E" w14:textId="77777777" w:rsidR="00944D7A" w:rsidRDefault="00944D7A" w:rsidP="00944D7A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>Projeto Aprovado.</w:t>
      </w:r>
    </w:p>
    <w:p w14:paraId="76813971" w14:textId="77777777" w:rsidR="00944D7A" w:rsidRDefault="00944D7A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35FB3027" w14:textId="77777777" w:rsidR="00944D7A" w:rsidRDefault="00944D7A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7810E4D3" w14:textId="77777777" w:rsidR="006E3E9B" w:rsidRDefault="006E3E9B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566D1A87" w14:textId="36803D1D" w:rsidR="009101E3" w:rsidRDefault="00944D7A" w:rsidP="009101E3">
      <w:pPr>
        <w:numPr>
          <w:ilvl w:val="0"/>
          <w:numId w:val="22"/>
        </w:numPr>
        <w:tabs>
          <w:tab w:val="left" w:pos="426"/>
        </w:tabs>
        <w:spacing w:line="264" w:lineRule="auto"/>
        <w:ind w:left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Segunda</w:t>
      </w:r>
      <w:r w:rsidR="006E3E9B" w:rsidRPr="006E3E9B">
        <w:rPr>
          <w:rFonts w:cs="Arial"/>
          <w:b/>
          <w:color w:val="000000"/>
          <w:u w:val="single"/>
        </w:rPr>
        <w:t xml:space="preserve"> discussão </w:t>
      </w:r>
      <w:r w:rsidR="009101E3" w:rsidRPr="00D76857">
        <w:rPr>
          <w:rFonts w:cs="Arial"/>
          <w:b/>
          <w:color w:val="000000"/>
          <w:u w:val="single"/>
        </w:rPr>
        <w:t xml:space="preserve">do </w:t>
      </w:r>
      <w:r w:rsidR="004E2B82">
        <w:rPr>
          <w:rFonts w:cs="Arial"/>
          <w:b/>
          <w:color w:val="000000"/>
          <w:u w:val="single"/>
        </w:rPr>
        <w:t>PLE nº 1</w:t>
      </w:r>
      <w:r w:rsidR="006E3E9B">
        <w:rPr>
          <w:rFonts w:cs="Arial"/>
          <w:b/>
          <w:color w:val="000000"/>
          <w:u w:val="single"/>
        </w:rPr>
        <w:t>8</w:t>
      </w:r>
      <w:r w:rsidR="004E2B82">
        <w:rPr>
          <w:rFonts w:cs="Arial"/>
          <w:b/>
          <w:color w:val="000000"/>
          <w:u w:val="single"/>
        </w:rPr>
        <w:t>/2025 - Projeto de Lei do Executivo</w:t>
      </w:r>
    </w:p>
    <w:p w14:paraId="329F8263" w14:textId="7EFFCB18" w:rsidR="009101E3" w:rsidRPr="00AC691F" w:rsidRDefault="009101E3" w:rsidP="009101E3">
      <w:pPr>
        <w:spacing w:line="264" w:lineRule="auto"/>
        <w:ind w:left="425"/>
        <w:jc w:val="both"/>
        <w:rPr>
          <w:rFonts w:cs="Arial"/>
          <w:color w:val="000000"/>
          <w:u w:val="single"/>
        </w:rPr>
      </w:pPr>
      <w:r w:rsidRPr="00DE2AC5">
        <w:rPr>
          <w:rFonts w:cs="Arial"/>
          <w:color w:val="000000"/>
          <w:u w:val="single"/>
        </w:rPr>
        <w:t>Autoria</w:t>
      </w:r>
      <w:r w:rsidRPr="00DE2AC5">
        <w:rPr>
          <w:rFonts w:cs="Arial"/>
          <w:color w:val="000000"/>
        </w:rPr>
        <w:t xml:space="preserve">: </w:t>
      </w:r>
      <w:r w:rsidR="004E2B82">
        <w:rPr>
          <w:rFonts w:cs="Arial"/>
          <w:color w:val="000000"/>
        </w:rPr>
        <w:t>Prefeito Municipal Celso Florêncio de Souza</w:t>
      </w:r>
      <w:r w:rsidRPr="00125AA4">
        <w:rPr>
          <w:rFonts w:cs="Arial"/>
          <w:color w:val="000000"/>
        </w:rPr>
        <w:t>.</w:t>
      </w:r>
    </w:p>
    <w:p w14:paraId="2C59E589" w14:textId="36672A6F" w:rsidR="009101E3" w:rsidRPr="004B06BC" w:rsidRDefault="009101E3" w:rsidP="00B26ED5">
      <w:pPr>
        <w:tabs>
          <w:tab w:val="left" w:pos="8222"/>
        </w:tabs>
        <w:spacing w:line="264" w:lineRule="auto"/>
        <w:ind w:left="425"/>
        <w:jc w:val="both"/>
        <w:rPr>
          <w:rFonts w:cs="Arial"/>
          <w:color w:val="000000"/>
        </w:rPr>
      </w:pPr>
      <w:r w:rsidRPr="00AC691F">
        <w:rPr>
          <w:rFonts w:cs="Arial"/>
          <w:color w:val="000000"/>
          <w:u w:val="single"/>
        </w:rPr>
        <w:t>Assunto</w:t>
      </w:r>
      <w:r w:rsidRPr="00AC691F">
        <w:rPr>
          <w:rFonts w:cs="Arial"/>
          <w:color w:val="000000"/>
        </w:rPr>
        <w:t xml:space="preserve">: </w:t>
      </w:r>
      <w:r w:rsidR="006E3E9B" w:rsidRPr="006E3E9B">
        <w:rPr>
          <w:rFonts w:cs="Arial"/>
          <w:color w:val="000000"/>
        </w:rPr>
        <w:t>Dispõe sobre as diretrizes para a elaboração e a execução da lei orçamentária para o exercício de 2026 e dá outras providências</w:t>
      </w:r>
      <w:r w:rsidRPr="0033251C">
        <w:rPr>
          <w:rFonts w:cs="Arial"/>
          <w:color w:val="000000"/>
        </w:rPr>
        <w:t>.</w:t>
      </w:r>
    </w:p>
    <w:p w14:paraId="0FC77CE2" w14:textId="28F45C17" w:rsidR="009101E3" w:rsidRDefault="009101E3" w:rsidP="009101E3">
      <w:pPr>
        <w:spacing w:line="264" w:lineRule="auto"/>
        <w:ind w:left="426"/>
        <w:jc w:val="both"/>
        <w:rPr>
          <w:rFonts w:cs="Arial"/>
          <w:color w:val="00000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 xml:space="preserve">: </w:t>
      </w:r>
      <w:r w:rsidR="001E187A" w:rsidRPr="00767FE9">
        <w:rPr>
          <w:rFonts w:cs="Arial"/>
          <w:color w:val="000000"/>
        </w:rPr>
        <w:t>Projeto</w:t>
      </w:r>
      <w:r w:rsidR="001E187A">
        <w:rPr>
          <w:rFonts w:cs="Arial"/>
          <w:color w:val="000000"/>
        </w:rPr>
        <w:t xml:space="preserve"> </w:t>
      </w:r>
      <w:r w:rsidR="00C82B43">
        <w:rPr>
          <w:rFonts w:cs="Arial"/>
          <w:color w:val="000000"/>
        </w:rPr>
        <w:t>Aprovado</w:t>
      </w:r>
      <w:r w:rsidR="006E3E9B">
        <w:rPr>
          <w:rFonts w:cs="Arial"/>
          <w:color w:val="000000"/>
        </w:rPr>
        <w:t xml:space="preserve">, em </w:t>
      </w:r>
      <w:r w:rsidR="00944D7A">
        <w:rPr>
          <w:rFonts w:cs="Arial"/>
          <w:color w:val="000000"/>
        </w:rPr>
        <w:t>segunda e derradeira</w:t>
      </w:r>
      <w:r w:rsidR="006E3E9B">
        <w:rPr>
          <w:rFonts w:cs="Arial"/>
          <w:color w:val="000000"/>
        </w:rPr>
        <w:t xml:space="preserve"> votação</w:t>
      </w:r>
      <w:r w:rsidR="001E187A">
        <w:rPr>
          <w:rFonts w:cs="Arial"/>
          <w:color w:val="000000"/>
        </w:rPr>
        <w:t>.</w:t>
      </w:r>
    </w:p>
    <w:p w14:paraId="10ACF62F" w14:textId="77777777" w:rsidR="009101E3" w:rsidRDefault="009101E3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1D0D6A86" w14:textId="77777777" w:rsidR="005B4AD1" w:rsidRDefault="005B4AD1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6BC67D4" w14:textId="77777777" w:rsidR="005B4AD1" w:rsidRDefault="005B4AD1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0D28DB0E" w14:textId="06E8101F" w:rsidR="00944D7A" w:rsidRDefault="00944D7A" w:rsidP="00944D7A">
      <w:pPr>
        <w:numPr>
          <w:ilvl w:val="0"/>
          <w:numId w:val="22"/>
        </w:numPr>
        <w:tabs>
          <w:tab w:val="left" w:pos="426"/>
        </w:tabs>
        <w:spacing w:line="264" w:lineRule="auto"/>
        <w:ind w:left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Votação Secreta</w:t>
      </w:r>
      <w:r w:rsidRPr="00493BAD">
        <w:rPr>
          <w:rFonts w:cs="Arial"/>
          <w:b/>
          <w:color w:val="000000"/>
          <w:u w:val="single"/>
        </w:rPr>
        <w:t xml:space="preserve"> do P</w:t>
      </w:r>
      <w:r>
        <w:rPr>
          <w:rFonts w:cs="Arial"/>
          <w:b/>
          <w:color w:val="000000"/>
          <w:u w:val="single"/>
        </w:rPr>
        <w:t>D</w:t>
      </w:r>
      <w:r w:rsidRPr="00493BAD">
        <w:rPr>
          <w:rFonts w:cs="Arial"/>
          <w:b/>
          <w:color w:val="000000"/>
          <w:u w:val="single"/>
        </w:rPr>
        <w:t xml:space="preserve">L nº </w:t>
      </w:r>
      <w:r>
        <w:rPr>
          <w:rFonts w:cs="Arial"/>
          <w:b/>
          <w:color w:val="000000"/>
          <w:u w:val="single"/>
        </w:rPr>
        <w:t>4</w:t>
      </w:r>
      <w:r w:rsidRPr="00493BAD">
        <w:rPr>
          <w:rFonts w:cs="Arial"/>
          <w:b/>
          <w:color w:val="000000"/>
          <w:u w:val="single"/>
        </w:rPr>
        <w:t xml:space="preserve">/2025 - Projeto de </w:t>
      </w:r>
      <w:r>
        <w:rPr>
          <w:rFonts w:cs="Arial"/>
          <w:b/>
          <w:color w:val="000000"/>
          <w:u w:val="single"/>
        </w:rPr>
        <w:t xml:space="preserve">Decreto </w:t>
      </w:r>
      <w:r w:rsidRPr="00493BAD">
        <w:rPr>
          <w:rFonts w:cs="Arial"/>
          <w:b/>
          <w:color w:val="000000"/>
          <w:u w:val="single"/>
        </w:rPr>
        <w:t>Legislativo</w:t>
      </w:r>
    </w:p>
    <w:p w14:paraId="73685677" w14:textId="65B3A730" w:rsidR="00944D7A" w:rsidRPr="00AC691F" w:rsidRDefault="00944D7A" w:rsidP="00944D7A">
      <w:pPr>
        <w:spacing w:line="264" w:lineRule="auto"/>
        <w:ind w:left="425"/>
        <w:jc w:val="both"/>
        <w:rPr>
          <w:rFonts w:cs="Arial"/>
          <w:color w:val="000000"/>
          <w:u w:val="single"/>
        </w:rPr>
      </w:pPr>
      <w:r w:rsidRPr="00DE2AC5">
        <w:rPr>
          <w:rFonts w:cs="Arial"/>
          <w:color w:val="000000"/>
          <w:u w:val="single"/>
        </w:rPr>
        <w:t>Autoria</w:t>
      </w:r>
      <w:r w:rsidRPr="00DE2AC5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>Vereador Netho Alves</w:t>
      </w:r>
      <w:r w:rsidRPr="007F2CB4">
        <w:rPr>
          <w:rFonts w:cs="Arial"/>
        </w:rPr>
        <w:fldChar w:fldCharType="begin"/>
      </w:r>
      <w:r w:rsidRPr="007F2CB4">
        <w:rPr>
          <w:rFonts w:cs="Arial"/>
        </w:rPr>
        <w:instrText xml:space="preserve">  </w:instrText>
      </w:r>
      <w:r w:rsidRPr="007F2CB4">
        <w:rPr>
          <w:rFonts w:cs="Arial"/>
        </w:rPr>
        <w:fldChar w:fldCharType="end"/>
      </w:r>
      <w:r w:rsidRPr="00125AA4">
        <w:rPr>
          <w:rFonts w:cs="Arial"/>
          <w:color w:val="000000"/>
        </w:rPr>
        <w:t>.</w:t>
      </w:r>
    </w:p>
    <w:p w14:paraId="04C9FDC8" w14:textId="4A4C0D9D" w:rsidR="00944D7A" w:rsidRPr="004B06BC" w:rsidRDefault="00944D7A" w:rsidP="00944D7A">
      <w:pPr>
        <w:spacing w:line="264" w:lineRule="auto"/>
        <w:ind w:left="425"/>
        <w:jc w:val="both"/>
        <w:rPr>
          <w:rFonts w:cs="Arial"/>
          <w:color w:val="000000"/>
        </w:rPr>
      </w:pPr>
      <w:r w:rsidRPr="00AC691F">
        <w:rPr>
          <w:rFonts w:cs="Arial"/>
          <w:color w:val="000000"/>
          <w:u w:val="single"/>
        </w:rPr>
        <w:t>Assunto</w:t>
      </w:r>
      <w:r w:rsidRPr="00AC691F">
        <w:rPr>
          <w:rFonts w:cs="Arial"/>
          <w:color w:val="000000"/>
        </w:rPr>
        <w:t xml:space="preserve">: </w:t>
      </w:r>
      <w:bookmarkStart w:id="0" w:name="_GoBack"/>
      <w:r>
        <w:rPr>
          <w:rFonts w:cs="Arial"/>
          <w:color w:val="000000"/>
        </w:rPr>
        <w:t>Concede o Título de Cidadão J</w:t>
      </w:r>
      <w:r w:rsidR="00CD6E52">
        <w:rPr>
          <w:rFonts w:cs="Arial"/>
          <w:color w:val="000000"/>
        </w:rPr>
        <w:t>a</w:t>
      </w:r>
      <w:r>
        <w:rPr>
          <w:rFonts w:cs="Arial"/>
          <w:color w:val="000000"/>
        </w:rPr>
        <w:t xml:space="preserve">careiense ao Sr. Adriano Silva Martins </w:t>
      </w:r>
      <w:r w:rsidR="00CD6E52">
        <w:rPr>
          <w:rFonts w:cs="Arial"/>
          <w:color w:val="000000"/>
        </w:rPr>
        <w:t>– “Jóia”</w:t>
      </w:r>
      <w:bookmarkEnd w:id="0"/>
      <w:r w:rsidRPr="00125AA4">
        <w:rPr>
          <w:rFonts w:cs="Arial"/>
          <w:color w:val="000000"/>
        </w:rPr>
        <w:t>.</w:t>
      </w:r>
    </w:p>
    <w:p w14:paraId="5419A085" w14:textId="77777777" w:rsidR="00944D7A" w:rsidRDefault="00944D7A" w:rsidP="00944D7A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>Projeto Aprovado.</w:t>
      </w:r>
    </w:p>
    <w:p w14:paraId="2C265997" w14:textId="77777777" w:rsidR="00C771AD" w:rsidRDefault="00C771A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5783E273" w14:textId="77777777" w:rsidR="00C771AD" w:rsidRDefault="00C771AD" w:rsidP="007B5DEB">
      <w:pPr>
        <w:jc w:val="right"/>
        <w:rPr>
          <w:rFonts w:cs="Arial"/>
          <w:b/>
          <w:sz w:val="20"/>
          <w:szCs w:val="20"/>
        </w:rPr>
      </w:pPr>
    </w:p>
    <w:p w14:paraId="630D1C1A" w14:textId="77777777" w:rsidR="00196487" w:rsidRDefault="00196487" w:rsidP="007B5DEB">
      <w:pPr>
        <w:jc w:val="right"/>
        <w:rPr>
          <w:rFonts w:cs="Arial"/>
          <w:b/>
          <w:sz w:val="20"/>
          <w:szCs w:val="20"/>
        </w:rPr>
      </w:pPr>
    </w:p>
    <w:p w14:paraId="08FBEF8F" w14:textId="77777777" w:rsidR="00196487" w:rsidRDefault="00196487" w:rsidP="007B5DEB">
      <w:pPr>
        <w:jc w:val="right"/>
        <w:rPr>
          <w:rFonts w:cs="Arial"/>
          <w:b/>
          <w:sz w:val="20"/>
          <w:szCs w:val="20"/>
        </w:rPr>
      </w:pPr>
    </w:p>
    <w:p w14:paraId="239BACDB" w14:textId="77777777" w:rsidR="006E3E9B" w:rsidRPr="00532D1F" w:rsidRDefault="006E3E9B" w:rsidP="007B5DEB">
      <w:pPr>
        <w:jc w:val="right"/>
        <w:rPr>
          <w:rFonts w:cs="Arial"/>
          <w:b/>
          <w:sz w:val="20"/>
          <w:szCs w:val="20"/>
        </w:rPr>
      </w:pPr>
    </w:p>
    <w:p w14:paraId="7D463826" w14:textId="77777777" w:rsidR="00FA3610" w:rsidRPr="004B06BC" w:rsidRDefault="00FA3610" w:rsidP="007B5DEB">
      <w:pPr>
        <w:jc w:val="right"/>
        <w:rPr>
          <w:rFonts w:cs="Arial"/>
          <w:b/>
        </w:rPr>
      </w:pPr>
      <w:r w:rsidRPr="004B06BC">
        <w:rPr>
          <w:rFonts w:cs="Arial"/>
          <w:b/>
        </w:rPr>
        <w:t>Felipe Santos de Lima</w:t>
      </w:r>
    </w:p>
    <w:p w14:paraId="4D54D9CD" w14:textId="3375B833" w:rsidR="00FA3610" w:rsidRPr="004B06BC" w:rsidRDefault="00FA3610" w:rsidP="007B5DEB">
      <w:pPr>
        <w:jc w:val="right"/>
        <w:rPr>
          <w:rFonts w:cs="Arial"/>
        </w:rPr>
      </w:pPr>
      <w:r w:rsidRPr="004B06BC">
        <w:rPr>
          <w:rFonts w:cs="Arial"/>
        </w:rPr>
        <w:t>Secretário-Diretor Legislativo</w:t>
      </w:r>
    </w:p>
    <w:sectPr w:rsidR="00FA3610" w:rsidRPr="004B06BC" w:rsidSect="00D165B5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851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7DCD6C" w14:textId="77777777" w:rsidR="00464DEA" w:rsidRDefault="00464DEA">
      <w:r>
        <w:separator/>
      </w:r>
    </w:p>
  </w:endnote>
  <w:endnote w:type="continuationSeparator" w:id="0">
    <w:p w14:paraId="7EDA1B85" w14:textId="77777777" w:rsidR="00464DEA" w:rsidRDefault="00464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4BF15" w14:textId="77777777"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9A58D" w14:textId="77777777"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D263E2" w14:textId="77777777" w:rsidR="00464DEA" w:rsidRDefault="00464DEA">
      <w:r>
        <w:separator/>
      </w:r>
    </w:p>
  </w:footnote>
  <w:footnote w:type="continuationSeparator" w:id="0">
    <w:p w14:paraId="4737E717" w14:textId="77777777" w:rsidR="00464DEA" w:rsidRDefault="00464D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FEB13" w14:textId="3957952E" w:rsidR="00907C07" w:rsidRPr="004D0EC6" w:rsidRDefault="00C251DE" w:rsidP="008D2C52">
    <w:pPr>
      <w:pStyle w:val="Cabealho"/>
      <w:spacing w:before="1200" w:after="36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C758F4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17AC5705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92652E" w14:textId="77777777"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6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7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14:paraId="41C758F4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17AC5705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9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0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14:paraId="2992652E" w14:textId="77777777"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832E00">
      <w:rPr>
        <w:rFonts w:cs="Arial"/>
        <w:b/>
        <w:noProof/>
        <w:sz w:val="20"/>
        <w:szCs w:val="20"/>
        <w:u w:val="single"/>
      </w:rPr>
      <w:t>Resultados d</w:t>
    </w:r>
    <w:r w:rsidR="005D34FF">
      <w:rPr>
        <w:rFonts w:cs="Arial"/>
        <w:b/>
        <w:sz w:val="20"/>
        <w:szCs w:val="20"/>
        <w:u w:val="single"/>
      </w:rPr>
      <w:t>a</w:t>
    </w:r>
    <w:r w:rsidR="00832E00">
      <w:rPr>
        <w:rFonts w:cs="Arial"/>
        <w:b/>
        <w:sz w:val="20"/>
        <w:szCs w:val="20"/>
        <w:u w:val="single"/>
      </w:rPr>
      <w:t xml:space="preserve"> Ordem do Dia da </w:t>
    </w:r>
    <w:r w:rsidR="00944D7A">
      <w:rPr>
        <w:rFonts w:cs="Arial"/>
        <w:b/>
        <w:sz w:val="20"/>
        <w:szCs w:val="20"/>
        <w:u w:val="single"/>
      </w:rPr>
      <w:t>2</w:t>
    </w:r>
    <w:r w:rsidR="00B33C7D">
      <w:rPr>
        <w:rFonts w:cs="Arial"/>
        <w:b/>
        <w:sz w:val="20"/>
        <w:szCs w:val="20"/>
        <w:u w:val="single"/>
      </w:rPr>
      <w:t>1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944D7A">
      <w:rPr>
        <w:rFonts w:cs="Arial"/>
        <w:b/>
        <w:sz w:val="20"/>
        <w:szCs w:val="20"/>
        <w:u w:val="single"/>
      </w:rPr>
      <w:t>25</w:t>
    </w:r>
    <w:r w:rsidR="000C342E">
      <w:rPr>
        <w:rFonts w:cs="Arial"/>
        <w:b/>
        <w:sz w:val="20"/>
        <w:szCs w:val="20"/>
        <w:u w:val="single"/>
      </w:rPr>
      <w:t>/</w:t>
    </w:r>
    <w:r w:rsidR="000E645A">
      <w:rPr>
        <w:rFonts w:cs="Arial"/>
        <w:b/>
        <w:sz w:val="20"/>
        <w:szCs w:val="20"/>
        <w:u w:val="single"/>
      </w:rPr>
      <w:t>0</w:t>
    </w:r>
    <w:r w:rsidR="00944D7A">
      <w:rPr>
        <w:rFonts w:cs="Arial"/>
        <w:b/>
        <w:sz w:val="20"/>
        <w:szCs w:val="20"/>
        <w:u w:val="single"/>
      </w:rPr>
      <w:t>6</w:t>
    </w:r>
    <w:r w:rsidR="001D3663">
      <w:rPr>
        <w:rFonts w:cs="Arial"/>
        <w:b/>
        <w:sz w:val="20"/>
        <w:szCs w:val="20"/>
        <w:u w:val="single"/>
      </w:rPr>
      <w:t>/</w:t>
    </w:r>
    <w:r w:rsidR="004D0EC6" w:rsidRPr="004D0EC6">
      <w:rPr>
        <w:rFonts w:cs="Arial"/>
        <w:b/>
        <w:sz w:val="20"/>
        <w:szCs w:val="20"/>
        <w:u w:val="single"/>
      </w:rPr>
      <w:t>202</w:t>
    </w:r>
    <w:r w:rsidR="000E645A">
      <w:rPr>
        <w:rFonts w:cs="Arial"/>
        <w:b/>
        <w:sz w:val="20"/>
        <w:szCs w:val="20"/>
        <w:u w:val="single"/>
      </w:rPr>
      <w:t>5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2E5C3A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2E5C3A">
      <w:rPr>
        <w:rFonts w:cs="Arial"/>
        <w:b/>
        <w:noProof/>
        <w:sz w:val="20"/>
        <w:szCs w:val="20"/>
        <w:u w:val="single"/>
      </w:rPr>
      <w:t>02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491463" w14:textId="77777777"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6F7AA8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45C17857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2990E9" w14:textId="77777777"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1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2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3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14:paraId="6E6F7AA8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45C17857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4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5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6E2990E9" w14:textId="77777777"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573D9"/>
    <w:multiLevelType w:val="hybridMultilevel"/>
    <w:tmpl w:val="5F468D16"/>
    <w:lvl w:ilvl="0" w:tplc="4E580C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67D35"/>
    <w:multiLevelType w:val="hybridMultilevel"/>
    <w:tmpl w:val="5CE08DE6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802E3"/>
    <w:multiLevelType w:val="hybridMultilevel"/>
    <w:tmpl w:val="C9426276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8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D40DF"/>
    <w:multiLevelType w:val="hybridMultilevel"/>
    <w:tmpl w:val="D5D0434C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8"/>
  </w:num>
  <w:num w:numId="5">
    <w:abstractNumId w:val="14"/>
  </w:num>
  <w:num w:numId="6">
    <w:abstractNumId w:val="1"/>
  </w:num>
  <w:num w:numId="7">
    <w:abstractNumId w:val="15"/>
  </w:num>
  <w:num w:numId="8">
    <w:abstractNumId w:val="7"/>
  </w:num>
  <w:num w:numId="9">
    <w:abstractNumId w:val="16"/>
  </w:num>
  <w:num w:numId="10">
    <w:abstractNumId w:val="18"/>
  </w:num>
  <w:num w:numId="1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7"/>
  </w:num>
  <w:num w:numId="15">
    <w:abstractNumId w:val="2"/>
  </w:num>
  <w:num w:numId="16">
    <w:abstractNumId w:val="6"/>
  </w:num>
  <w:num w:numId="17">
    <w:abstractNumId w:val="3"/>
  </w:num>
  <w:num w:numId="18">
    <w:abstractNumId w:val="4"/>
  </w:num>
  <w:num w:numId="19">
    <w:abstractNumId w:val="9"/>
  </w:num>
  <w:num w:numId="20">
    <w:abstractNumId w:val="19"/>
  </w:num>
  <w:num w:numId="21">
    <w:abstractNumId w:val="12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061F"/>
    <w:rsid w:val="00001160"/>
    <w:rsid w:val="000014AE"/>
    <w:rsid w:val="00003511"/>
    <w:rsid w:val="000060A7"/>
    <w:rsid w:val="0000647C"/>
    <w:rsid w:val="00006C5B"/>
    <w:rsid w:val="00010158"/>
    <w:rsid w:val="0001190B"/>
    <w:rsid w:val="00011D9F"/>
    <w:rsid w:val="00012801"/>
    <w:rsid w:val="00013340"/>
    <w:rsid w:val="0001340A"/>
    <w:rsid w:val="00014249"/>
    <w:rsid w:val="00014699"/>
    <w:rsid w:val="0002024F"/>
    <w:rsid w:val="00022EBF"/>
    <w:rsid w:val="000230D7"/>
    <w:rsid w:val="000235F1"/>
    <w:rsid w:val="00024775"/>
    <w:rsid w:val="0002482B"/>
    <w:rsid w:val="00032549"/>
    <w:rsid w:val="00032FD8"/>
    <w:rsid w:val="00033944"/>
    <w:rsid w:val="00035380"/>
    <w:rsid w:val="0003551B"/>
    <w:rsid w:val="0003559A"/>
    <w:rsid w:val="00035B24"/>
    <w:rsid w:val="00036EEC"/>
    <w:rsid w:val="00037DA4"/>
    <w:rsid w:val="00040EB3"/>
    <w:rsid w:val="0004132E"/>
    <w:rsid w:val="000420E1"/>
    <w:rsid w:val="000427D6"/>
    <w:rsid w:val="00043296"/>
    <w:rsid w:val="00043851"/>
    <w:rsid w:val="000439CF"/>
    <w:rsid w:val="00046CA2"/>
    <w:rsid w:val="00047B1B"/>
    <w:rsid w:val="00052064"/>
    <w:rsid w:val="000522A3"/>
    <w:rsid w:val="00054688"/>
    <w:rsid w:val="000546A7"/>
    <w:rsid w:val="000559F4"/>
    <w:rsid w:val="00055BEA"/>
    <w:rsid w:val="00055C70"/>
    <w:rsid w:val="00056583"/>
    <w:rsid w:val="00057163"/>
    <w:rsid w:val="0006165B"/>
    <w:rsid w:val="000636C5"/>
    <w:rsid w:val="000670D3"/>
    <w:rsid w:val="0006772E"/>
    <w:rsid w:val="00067A54"/>
    <w:rsid w:val="000724CB"/>
    <w:rsid w:val="00073E9A"/>
    <w:rsid w:val="000747BA"/>
    <w:rsid w:val="00074C79"/>
    <w:rsid w:val="00074D9F"/>
    <w:rsid w:val="00075474"/>
    <w:rsid w:val="000755C7"/>
    <w:rsid w:val="0007590C"/>
    <w:rsid w:val="000759E6"/>
    <w:rsid w:val="00075FBE"/>
    <w:rsid w:val="00082279"/>
    <w:rsid w:val="00083485"/>
    <w:rsid w:val="00084192"/>
    <w:rsid w:val="0008513B"/>
    <w:rsid w:val="000864F6"/>
    <w:rsid w:val="00086E7E"/>
    <w:rsid w:val="000876CD"/>
    <w:rsid w:val="00087E94"/>
    <w:rsid w:val="000900AF"/>
    <w:rsid w:val="000909E6"/>
    <w:rsid w:val="00090FD7"/>
    <w:rsid w:val="0009153B"/>
    <w:rsid w:val="00094495"/>
    <w:rsid w:val="0009577D"/>
    <w:rsid w:val="00095992"/>
    <w:rsid w:val="000961BA"/>
    <w:rsid w:val="00096234"/>
    <w:rsid w:val="00097F36"/>
    <w:rsid w:val="000A107C"/>
    <w:rsid w:val="000A136E"/>
    <w:rsid w:val="000A4250"/>
    <w:rsid w:val="000A5842"/>
    <w:rsid w:val="000A62E1"/>
    <w:rsid w:val="000A67EF"/>
    <w:rsid w:val="000A6F81"/>
    <w:rsid w:val="000A7479"/>
    <w:rsid w:val="000B081B"/>
    <w:rsid w:val="000B2455"/>
    <w:rsid w:val="000B3D79"/>
    <w:rsid w:val="000B540B"/>
    <w:rsid w:val="000B553D"/>
    <w:rsid w:val="000B5AA4"/>
    <w:rsid w:val="000B66A9"/>
    <w:rsid w:val="000B7026"/>
    <w:rsid w:val="000B722E"/>
    <w:rsid w:val="000C2804"/>
    <w:rsid w:val="000C342E"/>
    <w:rsid w:val="000C71FC"/>
    <w:rsid w:val="000D0D3F"/>
    <w:rsid w:val="000D2350"/>
    <w:rsid w:val="000D259E"/>
    <w:rsid w:val="000D56A5"/>
    <w:rsid w:val="000D60C2"/>
    <w:rsid w:val="000E0849"/>
    <w:rsid w:val="000E10C3"/>
    <w:rsid w:val="000E22AD"/>
    <w:rsid w:val="000E3451"/>
    <w:rsid w:val="000E3A17"/>
    <w:rsid w:val="000E42A9"/>
    <w:rsid w:val="000E46E1"/>
    <w:rsid w:val="000E645A"/>
    <w:rsid w:val="000E7022"/>
    <w:rsid w:val="000E7266"/>
    <w:rsid w:val="000E7EC2"/>
    <w:rsid w:val="000F0D50"/>
    <w:rsid w:val="000F1863"/>
    <w:rsid w:val="000F312D"/>
    <w:rsid w:val="000F4AFF"/>
    <w:rsid w:val="000F5B44"/>
    <w:rsid w:val="000F74A9"/>
    <w:rsid w:val="00102734"/>
    <w:rsid w:val="00106256"/>
    <w:rsid w:val="0011107E"/>
    <w:rsid w:val="001117CD"/>
    <w:rsid w:val="00111F72"/>
    <w:rsid w:val="001137FE"/>
    <w:rsid w:val="00113A93"/>
    <w:rsid w:val="00113DB8"/>
    <w:rsid w:val="001142A1"/>
    <w:rsid w:val="00114C8A"/>
    <w:rsid w:val="00115908"/>
    <w:rsid w:val="0011667E"/>
    <w:rsid w:val="001200D6"/>
    <w:rsid w:val="00120A34"/>
    <w:rsid w:val="00120A97"/>
    <w:rsid w:val="00120BB9"/>
    <w:rsid w:val="00122171"/>
    <w:rsid w:val="0012247D"/>
    <w:rsid w:val="00122A6F"/>
    <w:rsid w:val="001251BF"/>
    <w:rsid w:val="00125AA4"/>
    <w:rsid w:val="00125C43"/>
    <w:rsid w:val="00130402"/>
    <w:rsid w:val="00132D39"/>
    <w:rsid w:val="00133004"/>
    <w:rsid w:val="001360C4"/>
    <w:rsid w:val="00136DFA"/>
    <w:rsid w:val="0014073E"/>
    <w:rsid w:val="00142445"/>
    <w:rsid w:val="001457E1"/>
    <w:rsid w:val="00146073"/>
    <w:rsid w:val="001529E9"/>
    <w:rsid w:val="00155A65"/>
    <w:rsid w:val="001577BC"/>
    <w:rsid w:val="001578B4"/>
    <w:rsid w:val="00157963"/>
    <w:rsid w:val="00157AFF"/>
    <w:rsid w:val="00160F7D"/>
    <w:rsid w:val="00162386"/>
    <w:rsid w:val="00162FBB"/>
    <w:rsid w:val="0016340A"/>
    <w:rsid w:val="00163724"/>
    <w:rsid w:val="00163988"/>
    <w:rsid w:val="00164676"/>
    <w:rsid w:val="001671DF"/>
    <w:rsid w:val="00167D0A"/>
    <w:rsid w:val="00170604"/>
    <w:rsid w:val="001722A0"/>
    <w:rsid w:val="0017526C"/>
    <w:rsid w:val="00175D05"/>
    <w:rsid w:val="00176ACF"/>
    <w:rsid w:val="00180F8C"/>
    <w:rsid w:val="00182957"/>
    <w:rsid w:val="00183351"/>
    <w:rsid w:val="001835A7"/>
    <w:rsid w:val="00184EAF"/>
    <w:rsid w:val="001865AE"/>
    <w:rsid w:val="00187460"/>
    <w:rsid w:val="00190C2F"/>
    <w:rsid w:val="00191B13"/>
    <w:rsid w:val="0019277C"/>
    <w:rsid w:val="00192818"/>
    <w:rsid w:val="00193671"/>
    <w:rsid w:val="00193EAA"/>
    <w:rsid w:val="00194B48"/>
    <w:rsid w:val="001950C8"/>
    <w:rsid w:val="00196487"/>
    <w:rsid w:val="00196BAD"/>
    <w:rsid w:val="001A2160"/>
    <w:rsid w:val="001A2BFB"/>
    <w:rsid w:val="001A2D51"/>
    <w:rsid w:val="001B0444"/>
    <w:rsid w:val="001B1DA1"/>
    <w:rsid w:val="001B35A9"/>
    <w:rsid w:val="001B4EA5"/>
    <w:rsid w:val="001B576A"/>
    <w:rsid w:val="001B6163"/>
    <w:rsid w:val="001B685F"/>
    <w:rsid w:val="001B6B5E"/>
    <w:rsid w:val="001B6C59"/>
    <w:rsid w:val="001B7587"/>
    <w:rsid w:val="001B7A74"/>
    <w:rsid w:val="001B7CBB"/>
    <w:rsid w:val="001C0A57"/>
    <w:rsid w:val="001C12F9"/>
    <w:rsid w:val="001C21C4"/>
    <w:rsid w:val="001C23F8"/>
    <w:rsid w:val="001C2493"/>
    <w:rsid w:val="001C2795"/>
    <w:rsid w:val="001C3021"/>
    <w:rsid w:val="001C5943"/>
    <w:rsid w:val="001C5BE8"/>
    <w:rsid w:val="001C5E23"/>
    <w:rsid w:val="001C7988"/>
    <w:rsid w:val="001D0353"/>
    <w:rsid w:val="001D03A8"/>
    <w:rsid w:val="001D0BD7"/>
    <w:rsid w:val="001D1328"/>
    <w:rsid w:val="001D3663"/>
    <w:rsid w:val="001D42D5"/>
    <w:rsid w:val="001D43D3"/>
    <w:rsid w:val="001D6C1B"/>
    <w:rsid w:val="001D7D01"/>
    <w:rsid w:val="001E1226"/>
    <w:rsid w:val="001E187A"/>
    <w:rsid w:val="001E1AD4"/>
    <w:rsid w:val="001E2470"/>
    <w:rsid w:val="001E2B31"/>
    <w:rsid w:val="001E69E4"/>
    <w:rsid w:val="001F058A"/>
    <w:rsid w:val="001F1DEB"/>
    <w:rsid w:val="001F1E27"/>
    <w:rsid w:val="001F1FE7"/>
    <w:rsid w:val="001F31DC"/>
    <w:rsid w:val="001F4A2D"/>
    <w:rsid w:val="001F4D0C"/>
    <w:rsid w:val="001F60F5"/>
    <w:rsid w:val="001F64DB"/>
    <w:rsid w:val="001F65A0"/>
    <w:rsid w:val="001F6934"/>
    <w:rsid w:val="001F7A28"/>
    <w:rsid w:val="00200C12"/>
    <w:rsid w:val="002010A7"/>
    <w:rsid w:val="00202C54"/>
    <w:rsid w:val="0020324E"/>
    <w:rsid w:val="002037B2"/>
    <w:rsid w:val="0020545D"/>
    <w:rsid w:val="00207125"/>
    <w:rsid w:val="0020757C"/>
    <w:rsid w:val="002113F4"/>
    <w:rsid w:val="00211CAB"/>
    <w:rsid w:val="00213438"/>
    <w:rsid w:val="00215AD9"/>
    <w:rsid w:val="00216AF0"/>
    <w:rsid w:val="00216EF8"/>
    <w:rsid w:val="00217C71"/>
    <w:rsid w:val="00220E13"/>
    <w:rsid w:val="00220EAA"/>
    <w:rsid w:val="00221015"/>
    <w:rsid w:val="00221C1E"/>
    <w:rsid w:val="00222A3B"/>
    <w:rsid w:val="00222D66"/>
    <w:rsid w:val="002266A3"/>
    <w:rsid w:val="002272ED"/>
    <w:rsid w:val="00227FD4"/>
    <w:rsid w:val="00230533"/>
    <w:rsid w:val="002323A7"/>
    <w:rsid w:val="00232558"/>
    <w:rsid w:val="00233519"/>
    <w:rsid w:val="002340E5"/>
    <w:rsid w:val="00234FA1"/>
    <w:rsid w:val="002350C3"/>
    <w:rsid w:val="00235F05"/>
    <w:rsid w:val="00236A86"/>
    <w:rsid w:val="002376A0"/>
    <w:rsid w:val="00237C19"/>
    <w:rsid w:val="00240BB1"/>
    <w:rsid w:val="00240C08"/>
    <w:rsid w:val="002410FA"/>
    <w:rsid w:val="0024156F"/>
    <w:rsid w:val="002445F2"/>
    <w:rsid w:val="00247D67"/>
    <w:rsid w:val="00250EC5"/>
    <w:rsid w:val="00251C88"/>
    <w:rsid w:val="00251F35"/>
    <w:rsid w:val="00253056"/>
    <w:rsid w:val="00253086"/>
    <w:rsid w:val="00254076"/>
    <w:rsid w:val="0025492B"/>
    <w:rsid w:val="00255E7D"/>
    <w:rsid w:val="002564F1"/>
    <w:rsid w:val="00256F2E"/>
    <w:rsid w:val="0025717A"/>
    <w:rsid w:val="00257A16"/>
    <w:rsid w:val="00257D6A"/>
    <w:rsid w:val="0026006F"/>
    <w:rsid w:val="00260ADD"/>
    <w:rsid w:val="00261F4B"/>
    <w:rsid w:val="00266C85"/>
    <w:rsid w:val="0026756F"/>
    <w:rsid w:val="00270041"/>
    <w:rsid w:val="002709CC"/>
    <w:rsid w:val="00271114"/>
    <w:rsid w:val="00272BA1"/>
    <w:rsid w:val="00274BA1"/>
    <w:rsid w:val="00274D61"/>
    <w:rsid w:val="002772CD"/>
    <w:rsid w:val="00277923"/>
    <w:rsid w:val="00280188"/>
    <w:rsid w:val="00284D6A"/>
    <w:rsid w:val="002867BF"/>
    <w:rsid w:val="0029065B"/>
    <w:rsid w:val="002964DB"/>
    <w:rsid w:val="002A0FB8"/>
    <w:rsid w:val="002A1387"/>
    <w:rsid w:val="002A41E9"/>
    <w:rsid w:val="002A5C62"/>
    <w:rsid w:val="002A6065"/>
    <w:rsid w:val="002A6BDB"/>
    <w:rsid w:val="002A735A"/>
    <w:rsid w:val="002B0191"/>
    <w:rsid w:val="002B171E"/>
    <w:rsid w:val="002B2BCE"/>
    <w:rsid w:val="002B3C08"/>
    <w:rsid w:val="002B4022"/>
    <w:rsid w:val="002B474E"/>
    <w:rsid w:val="002B4987"/>
    <w:rsid w:val="002B502F"/>
    <w:rsid w:val="002B5D12"/>
    <w:rsid w:val="002B7C01"/>
    <w:rsid w:val="002C04B9"/>
    <w:rsid w:val="002C4A71"/>
    <w:rsid w:val="002C6F56"/>
    <w:rsid w:val="002C71F7"/>
    <w:rsid w:val="002C7653"/>
    <w:rsid w:val="002D00A5"/>
    <w:rsid w:val="002D013C"/>
    <w:rsid w:val="002D13B9"/>
    <w:rsid w:val="002D1B26"/>
    <w:rsid w:val="002D4196"/>
    <w:rsid w:val="002D4382"/>
    <w:rsid w:val="002D4885"/>
    <w:rsid w:val="002D4BF3"/>
    <w:rsid w:val="002D5B35"/>
    <w:rsid w:val="002D6825"/>
    <w:rsid w:val="002D6C6B"/>
    <w:rsid w:val="002E0B47"/>
    <w:rsid w:val="002E5C3A"/>
    <w:rsid w:val="002F04CB"/>
    <w:rsid w:val="002F2577"/>
    <w:rsid w:val="002F4A0E"/>
    <w:rsid w:val="002F4BEB"/>
    <w:rsid w:val="002F66BC"/>
    <w:rsid w:val="00300280"/>
    <w:rsid w:val="00300E18"/>
    <w:rsid w:val="00301E57"/>
    <w:rsid w:val="00301FA8"/>
    <w:rsid w:val="00302992"/>
    <w:rsid w:val="003119A1"/>
    <w:rsid w:val="003122DA"/>
    <w:rsid w:val="0031256B"/>
    <w:rsid w:val="003157E3"/>
    <w:rsid w:val="00316483"/>
    <w:rsid w:val="003164C9"/>
    <w:rsid w:val="00316AB9"/>
    <w:rsid w:val="00317400"/>
    <w:rsid w:val="00317783"/>
    <w:rsid w:val="00317945"/>
    <w:rsid w:val="00320225"/>
    <w:rsid w:val="00320954"/>
    <w:rsid w:val="003228A9"/>
    <w:rsid w:val="00322CB0"/>
    <w:rsid w:val="003247D5"/>
    <w:rsid w:val="003260A6"/>
    <w:rsid w:val="00330A7D"/>
    <w:rsid w:val="00330DE3"/>
    <w:rsid w:val="0033251C"/>
    <w:rsid w:val="00332EA8"/>
    <w:rsid w:val="00333915"/>
    <w:rsid w:val="003367EA"/>
    <w:rsid w:val="00336AD7"/>
    <w:rsid w:val="00336EA8"/>
    <w:rsid w:val="00337060"/>
    <w:rsid w:val="003403A7"/>
    <w:rsid w:val="003412F9"/>
    <w:rsid w:val="00341EBD"/>
    <w:rsid w:val="003424BE"/>
    <w:rsid w:val="003428F4"/>
    <w:rsid w:val="00342946"/>
    <w:rsid w:val="00347DA7"/>
    <w:rsid w:val="00350C52"/>
    <w:rsid w:val="00351460"/>
    <w:rsid w:val="00354160"/>
    <w:rsid w:val="0035498C"/>
    <w:rsid w:val="00360316"/>
    <w:rsid w:val="00362C18"/>
    <w:rsid w:val="00364463"/>
    <w:rsid w:val="00365CC1"/>
    <w:rsid w:val="003704A4"/>
    <w:rsid w:val="003751D6"/>
    <w:rsid w:val="003752CB"/>
    <w:rsid w:val="003752F4"/>
    <w:rsid w:val="003753C1"/>
    <w:rsid w:val="00375E1F"/>
    <w:rsid w:val="00380243"/>
    <w:rsid w:val="0038063D"/>
    <w:rsid w:val="00385473"/>
    <w:rsid w:val="003862C2"/>
    <w:rsid w:val="0039184F"/>
    <w:rsid w:val="00393208"/>
    <w:rsid w:val="00395060"/>
    <w:rsid w:val="00397D0E"/>
    <w:rsid w:val="00397E28"/>
    <w:rsid w:val="003A0264"/>
    <w:rsid w:val="003A1E7C"/>
    <w:rsid w:val="003A243F"/>
    <w:rsid w:val="003A28AB"/>
    <w:rsid w:val="003B01E2"/>
    <w:rsid w:val="003B06D1"/>
    <w:rsid w:val="003B0ACF"/>
    <w:rsid w:val="003B0B55"/>
    <w:rsid w:val="003B1FDC"/>
    <w:rsid w:val="003B2532"/>
    <w:rsid w:val="003B405F"/>
    <w:rsid w:val="003B530F"/>
    <w:rsid w:val="003B5F5A"/>
    <w:rsid w:val="003B6D9E"/>
    <w:rsid w:val="003B79F1"/>
    <w:rsid w:val="003C4775"/>
    <w:rsid w:val="003C4ABE"/>
    <w:rsid w:val="003C5097"/>
    <w:rsid w:val="003C55E2"/>
    <w:rsid w:val="003C61C2"/>
    <w:rsid w:val="003C69E5"/>
    <w:rsid w:val="003C6ECF"/>
    <w:rsid w:val="003C776A"/>
    <w:rsid w:val="003C7956"/>
    <w:rsid w:val="003C7E0E"/>
    <w:rsid w:val="003C7FAC"/>
    <w:rsid w:val="003D2911"/>
    <w:rsid w:val="003D48C9"/>
    <w:rsid w:val="003D50FD"/>
    <w:rsid w:val="003E2839"/>
    <w:rsid w:val="003E2890"/>
    <w:rsid w:val="003E2A44"/>
    <w:rsid w:val="003E2E46"/>
    <w:rsid w:val="003E5035"/>
    <w:rsid w:val="003E6368"/>
    <w:rsid w:val="003E67BE"/>
    <w:rsid w:val="003F0098"/>
    <w:rsid w:val="003F00FD"/>
    <w:rsid w:val="003F0423"/>
    <w:rsid w:val="003F17EB"/>
    <w:rsid w:val="003F29E7"/>
    <w:rsid w:val="003F35B7"/>
    <w:rsid w:val="003F4444"/>
    <w:rsid w:val="003F63D4"/>
    <w:rsid w:val="003F6502"/>
    <w:rsid w:val="00403BF9"/>
    <w:rsid w:val="00403CAC"/>
    <w:rsid w:val="00403F11"/>
    <w:rsid w:val="0040439B"/>
    <w:rsid w:val="004107D4"/>
    <w:rsid w:val="00413439"/>
    <w:rsid w:val="004140B2"/>
    <w:rsid w:val="0041557C"/>
    <w:rsid w:val="004158EB"/>
    <w:rsid w:val="0041657D"/>
    <w:rsid w:val="0042014E"/>
    <w:rsid w:val="00424A1B"/>
    <w:rsid w:val="00426C4A"/>
    <w:rsid w:val="00427DE7"/>
    <w:rsid w:val="0043009B"/>
    <w:rsid w:val="00430615"/>
    <w:rsid w:val="004314D5"/>
    <w:rsid w:val="00434144"/>
    <w:rsid w:val="00435A68"/>
    <w:rsid w:val="00436A0C"/>
    <w:rsid w:val="00436C6C"/>
    <w:rsid w:val="00436EDB"/>
    <w:rsid w:val="00436F77"/>
    <w:rsid w:val="00441626"/>
    <w:rsid w:val="00442D7A"/>
    <w:rsid w:val="004436AF"/>
    <w:rsid w:val="0044442B"/>
    <w:rsid w:val="004451D8"/>
    <w:rsid w:val="00445B9F"/>
    <w:rsid w:val="004472C7"/>
    <w:rsid w:val="004476F6"/>
    <w:rsid w:val="00450972"/>
    <w:rsid w:val="00450A23"/>
    <w:rsid w:val="00451527"/>
    <w:rsid w:val="0045176C"/>
    <w:rsid w:val="004536CD"/>
    <w:rsid w:val="004545E8"/>
    <w:rsid w:val="004579CF"/>
    <w:rsid w:val="00457B0D"/>
    <w:rsid w:val="00460127"/>
    <w:rsid w:val="004612AC"/>
    <w:rsid w:val="00462771"/>
    <w:rsid w:val="004641BE"/>
    <w:rsid w:val="00464DEA"/>
    <w:rsid w:val="00471AA4"/>
    <w:rsid w:val="00471ED0"/>
    <w:rsid w:val="00476D11"/>
    <w:rsid w:val="00480415"/>
    <w:rsid w:val="00482344"/>
    <w:rsid w:val="00483FC2"/>
    <w:rsid w:val="004859B6"/>
    <w:rsid w:val="00485C83"/>
    <w:rsid w:val="00486122"/>
    <w:rsid w:val="00486784"/>
    <w:rsid w:val="004867AA"/>
    <w:rsid w:val="00486D96"/>
    <w:rsid w:val="00487C0C"/>
    <w:rsid w:val="00491E68"/>
    <w:rsid w:val="0049259D"/>
    <w:rsid w:val="004926F3"/>
    <w:rsid w:val="00494DF4"/>
    <w:rsid w:val="00497546"/>
    <w:rsid w:val="00497599"/>
    <w:rsid w:val="004975D6"/>
    <w:rsid w:val="00497BFB"/>
    <w:rsid w:val="004A28C3"/>
    <w:rsid w:val="004A7D29"/>
    <w:rsid w:val="004B0398"/>
    <w:rsid w:val="004B06BC"/>
    <w:rsid w:val="004B0E8B"/>
    <w:rsid w:val="004B1AAB"/>
    <w:rsid w:val="004B1B42"/>
    <w:rsid w:val="004B22BF"/>
    <w:rsid w:val="004B259A"/>
    <w:rsid w:val="004B2C6B"/>
    <w:rsid w:val="004B37A0"/>
    <w:rsid w:val="004B5242"/>
    <w:rsid w:val="004B6014"/>
    <w:rsid w:val="004B685D"/>
    <w:rsid w:val="004B7494"/>
    <w:rsid w:val="004C0493"/>
    <w:rsid w:val="004C1484"/>
    <w:rsid w:val="004C301C"/>
    <w:rsid w:val="004C40CB"/>
    <w:rsid w:val="004C4433"/>
    <w:rsid w:val="004C44D7"/>
    <w:rsid w:val="004C6B64"/>
    <w:rsid w:val="004C6EA5"/>
    <w:rsid w:val="004C6F1B"/>
    <w:rsid w:val="004D0EC6"/>
    <w:rsid w:val="004D33B1"/>
    <w:rsid w:val="004D3A5F"/>
    <w:rsid w:val="004D480C"/>
    <w:rsid w:val="004D6620"/>
    <w:rsid w:val="004D7D47"/>
    <w:rsid w:val="004E166D"/>
    <w:rsid w:val="004E17A0"/>
    <w:rsid w:val="004E1A0C"/>
    <w:rsid w:val="004E2262"/>
    <w:rsid w:val="004E2B82"/>
    <w:rsid w:val="004E2DDB"/>
    <w:rsid w:val="004E4444"/>
    <w:rsid w:val="004E4CBD"/>
    <w:rsid w:val="004E6207"/>
    <w:rsid w:val="004F03FF"/>
    <w:rsid w:val="004F2CA8"/>
    <w:rsid w:val="004F3ED1"/>
    <w:rsid w:val="00501B50"/>
    <w:rsid w:val="00501C36"/>
    <w:rsid w:val="00502556"/>
    <w:rsid w:val="005025EA"/>
    <w:rsid w:val="00503239"/>
    <w:rsid w:val="00503782"/>
    <w:rsid w:val="00503B46"/>
    <w:rsid w:val="00505C22"/>
    <w:rsid w:val="005063AF"/>
    <w:rsid w:val="005063BE"/>
    <w:rsid w:val="0051115F"/>
    <w:rsid w:val="00512CCB"/>
    <w:rsid w:val="00513E8B"/>
    <w:rsid w:val="00516A96"/>
    <w:rsid w:val="00517123"/>
    <w:rsid w:val="0051740F"/>
    <w:rsid w:val="0052088E"/>
    <w:rsid w:val="0052201F"/>
    <w:rsid w:val="0052521F"/>
    <w:rsid w:val="00525EA3"/>
    <w:rsid w:val="00527296"/>
    <w:rsid w:val="005272F8"/>
    <w:rsid w:val="00532D1F"/>
    <w:rsid w:val="005334D5"/>
    <w:rsid w:val="00535777"/>
    <w:rsid w:val="00535FAD"/>
    <w:rsid w:val="00536CFA"/>
    <w:rsid w:val="00536D65"/>
    <w:rsid w:val="00536F84"/>
    <w:rsid w:val="005407D6"/>
    <w:rsid w:val="0054183A"/>
    <w:rsid w:val="00542201"/>
    <w:rsid w:val="0054356D"/>
    <w:rsid w:val="005435D1"/>
    <w:rsid w:val="005454E1"/>
    <w:rsid w:val="005455E0"/>
    <w:rsid w:val="005463C3"/>
    <w:rsid w:val="00550338"/>
    <w:rsid w:val="00550C40"/>
    <w:rsid w:val="005516F4"/>
    <w:rsid w:val="00551CEF"/>
    <w:rsid w:val="005538C3"/>
    <w:rsid w:val="00555DD9"/>
    <w:rsid w:val="00556467"/>
    <w:rsid w:val="005571A6"/>
    <w:rsid w:val="00557363"/>
    <w:rsid w:val="00560429"/>
    <w:rsid w:val="005605A7"/>
    <w:rsid w:val="00562D53"/>
    <w:rsid w:val="00563094"/>
    <w:rsid w:val="00564899"/>
    <w:rsid w:val="0056493D"/>
    <w:rsid w:val="005659AE"/>
    <w:rsid w:val="005713FF"/>
    <w:rsid w:val="005714FC"/>
    <w:rsid w:val="00571511"/>
    <w:rsid w:val="00571AA7"/>
    <w:rsid w:val="00572E9B"/>
    <w:rsid w:val="0057401D"/>
    <w:rsid w:val="00575036"/>
    <w:rsid w:val="005761B5"/>
    <w:rsid w:val="00577034"/>
    <w:rsid w:val="00577F6E"/>
    <w:rsid w:val="00580959"/>
    <w:rsid w:val="00580E7B"/>
    <w:rsid w:val="00582037"/>
    <w:rsid w:val="00582CBC"/>
    <w:rsid w:val="00582F58"/>
    <w:rsid w:val="00583726"/>
    <w:rsid w:val="00583A0D"/>
    <w:rsid w:val="00583A14"/>
    <w:rsid w:val="00583F31"/>
    <w:rsid w:val="0058422B"/>
    <w:rsid w:val="005856EB"/>
    <w:rsid w:val="00585E6C"/>
    <w:rsid w:val="00586E43"/>
    <w:rsid w:val="005870B3"/>
    <w:rsid w:val="00590723"/>
    <w:rsid w:val="00590BC5"/>
    <w:rsid w:val="0059268B"/>
    <w:rsid w:val="00592B33"/>
    <w:rsid w:val="00592CE1"/>
    <w:rsid w:val="00592DD6"/>
    <w:rsid w:val="005937EC"/>
    <w:rsid w:val="00594CC0"/>
    <w:rsid w:val="005A2320"/>
    <w:rsid w:val="005A2AED"/>
    <w:rsid w:val="005A3A4C"/>
    <w:rsid w:val="005A3D6F"/>
    <w:rsid w:val="005A5375"/>
    <w:rsid w:val="005A6195"/>
    <w:rsid w:val="005A6495"/>
    <w:rsid w:val="005A7440"/>
    <w:rsid w:val="005A75C2"/>
    <w:rsid w:val="005B11EF"/>
    <w:rsid w:val="005B1894"/>
    <w:rsid w:val="005B4AD1"/>
    <w:rsid w:val="005B7682"/>
    <w:rsid w:val="005C0F8B"/>
    <w:rsid w:val="005C12BB"/>
    <w:rsid w:val="005C13D1"/>
    <w:rsid w:val="005C40FB"/>
    <w:rsid w:val="005C688E"/>
    <w:rsid w:val="005D34FF"/>
    <w:rsid w:val="005D385D"/>
    <w:rsid w:val="005D4E4D"/>
    <w:rsid w:val="005D518F"/>
    <w:rsid w:val="005D631D"/>
    <w:rsid w:val="005D6E79"/>
    <w:rsid w:val="005D7927"/>
    <w:rsid w:val="005E18AE"/>
    <w:rsid w:val="005E1B7C"/>
    <w:rsid w:val="005E1C12"/>
    <w:rsid w:val="005E2770"/>
    <w:rsid w:val="005E2C74"/>
    <w:rsid w:val="005E5CD0"/>
    <w:rsid w:val="005E7293"/>
    <w:rsid w:val="005F0BC2"/>
    <w:rsid w:val="005F1110"/>
    <w:rsid w:val="005F4D34"/>
    <w:rsid w:val="005F5FB6"/>
    <w:rsid w:val="00600B59"/>
    <w:rsid w:val="006034EB"/>
    <w:rsid w:val="006037E6"/>
    <w:rsid w:val="00604514"/>
    <w:rsid w:val="00606885"/>
    <w:rsid w:val="00607274"/>
    <w:rsid w:val="00607F25"/>
    <w:rsid w:val="00611465"/>
    <w:rsid w:val="006117C3"/>
    <w:rsid w:val="0061256A"/>
    <w:rsid w:val="0061340B"/>
    <w:rsid w:val="00613886"/>
    <w:rsid w:val="0061558E"/>
    <w:rsid w:val="006159EC"/>
    <w:rsid w:val="00621CAE"/>
    <w:rsid w:val="006222D8"/>
    <w:rsid w:val="006226FE"/>
    <w:rsid w:val="00622CB1"/>
    <w:rsid w:val="00627105"/>
    <w:rsid w:val="00627964"/>
    <w:rsid w:val="00631369"/>
    <w:rsid w:val="00631D51"/>
    <w:rsid w:val="00632527"/>
    <w:rsid w:val="00632C10"/>
    <w:rsid w:val="00634017"/>
    <w:rsid w:val="00634190"/>
    <w:rsid w:val="006348E3"/>
    <w:rsid w:val="006356AF"/>
    <w:rsid w:val="00636EBC"/>
    <w:rsid w:val="006375D4"/>
    <w:rsid w:val="006407AF"/>
    <w:rsid w:val="00641C27"/>
    <w:rsid w:val="006427F2"/>
    <w:rsid w:val="0064281C"/>
    <w:rsid w:val="006517ED"/>
    <w:rsid w:val="00651E8E"/>
    <w:rsid w:val="00652427"/>
    <w:rsid w:val="0065589E"/>
    <w:rsid w:val="00660BA7"/>
    <w:rsid w:val="006632F9"/>
    <w:rsid w:val="00663E9C"/>
    <w:rsid w:val="0066422E"/>
    <w:rsid w:val="006652AB"/>
    <w:rsid w:val="006664DC"/>
    <w:rsid w:val="006669A6"/>
    <w:rsid w:val="006675A8"/>
    <w:rsid w:val="00670E0D"/>
    <w:rsid w:val="0067186E"/>
    <w:rsid w:val="006724D1"/>
    <w:rsid w:val="00672E05"/>
    <w:rsid w:val="00674EA9"/>
    <w:rsid w:val="0067547E"/>
    <w:rsid w:val="006777CF"/>
    <w:rsid w:val="00677DCE"/>
    <w:rsid w:val="00680098"/>
    <w:rsid w:val="006804FA"/>
    <w:rsid w:val="00682E2A"/>
    <w:rsid w:val="006831B8"/>
    <w:rsid w:val="006842C6"/>
    <w:rsid w:val="00684DE3"/>
    <w:rsid w:val="00685083"/>
    <w:rsid w:val="00686237"/>
    <w:rsid w:val="00686B7D"/>
    <w:rsid w:val="00687609"/>
    <w:rsid w:val="0068790F"/>
    <w:rsid w:val="00692582"/>
    <w:rsid w:val="00692AB8"/>
    <w:rsid w:val="00692D66"/>
    <w:rsid w:val="0069343D"/>
    <w:rsid w:val="00694AFD"/>
    <w:rsid w:val="0069549B"/>
    <w:rsid w:val="00697294"/>
    <w:rsid w:val="00697825"/>
    <w:rsid w:val="006A0947"/>
    <w:rsid w:val="006A1024"/>
    <w:rsid w:val="006B03CF"/>
    <w:rsid w:val="006B297D"/>
    <w:rsid w:val="006B31DF"/>
    <w:rsid w:val="006B337E"/>
    <w:rsid w:val="006B6B5E"/>
    <w:rsid w:val="006C0A98"/>
    <w:rsid w:val="006C2050"/>
    <w:rsid w:val="006C2920"/>
    <w:rsid w:val="006C32CB"/>
    <w:rsid w:val="006C709B"/>
    <w:rsid w:val="006C7507"/>
    <w:rsid w:val="006C7BA3"/>
    <w:rsid w:val="006D02E3"/>
    <w:rsid w:val="006D0312"/>
    <w:rsid w:val="006D0656"/>
    <w:rsid w:val="006D22DA"/>
    <w:rsid w:val="006D25CE"/>
    <w:rsid w:val="006D2B37"/>
    <w:rsid w:val="006D3CD1"/>
    <w:rsid w:val="006D4DCB"/>
    <w:rsid w:val="006D4E04"/>
    <w:rsid w:val="006D55E6"/>
    <w:rsid w:val="006D7B22"/>
    <w:rsid w:val="006E0578"/>
    <w:rsid w:val="006E08D2"/>
    <w:rsid w:val="006E10FE"/>
    <w:rsid w:val="006E1697"/>
    <w:rsid w:val="006E28F7"/>
    <w:rsid w:val="006E2BAE"/>
    <w:rsid w:val="006E2BD5"/>
    <w:rsid w:val="006E3E9B"/>
    <w:rsid w:val="006E4AEA"/>
    <w:rsid w:val="006E592C"/>
    <w:rsid w:val="006E63A7"/>
    <w:rsid w:val="006E673F"/>
    <w:rsid w:val="006E6A4A"/>
    <w:rsid w:val="006E70B6"/>
    <w:rsid w:val="006F086C"/>
    <w:rsid w:val="006F202B"/>
    <w:rsid w:val="006F2810"/>
    <w:rsid w:val="006F4563"/>
    <w:rsid w:val="006F49B6"/>
    <w:rsid w:val="006F704F"/>
    <w:rsid w:val="00700DD8"/>
    <w:rsid w:val="00701D76"/>
    <w:rsid w:val="0070200C"/>
    <w:rsid w:val="00702068"/>
    <w:rsid w:val="00704281"/>
    <w:rsid w:val="007046BC"/>
    <w:rsid w:val="0070517B"/>
    <w:rsid w:val="007057FF"/>
    <w:rsid w:val="00705FD5"/>
    <w:rsid w:val="00706C60"/>
    <w:rsid w:val="00707AEB"/>
    <w:rsid w:val="00711998"/>
    <w:rsid w:val="00711F27"/>
    <w:rsid w:val="00712B9F"/>
    <w:rsid w:val="007170FD"/>
    <w:rsid w:val="00720E1B"/>
    <w:rsid w:val="00721FC9"/>
    <w:rsid w:val="007235DC"/>
    <w:rsid w:val="00727BAC"/>
    <w:rsid w:val="00731AF8"/>
    <w:rsid w:val="00732100"/>
    <w:rsid w:val="00733760"/>
    <w:rsid w:val="00735093"/>
    <w:rsid w:val="007352EC"/>
    <w:rsid w:val="00736DDE"/>
    <w:rsid w:val="0074095C"/>
    <w:rsid w:val="00742160"/>
    <w:rsid w:val="007432CE"/>
    <w:rsid w:val="00745E52"/>
    <w:rsid w:val="0074681B"/>
    <w:rsid w:val="007471BA"/>
    <w:rsid w:val="00747647"/>
    <w:rsid w:val="00747A39"/>
    <w:rsid w:val="007501A2"/>
    <w:rsid w:val="007517B1"/>
    <w:rsid w:val="00753763"/>
    <w:rsid w:val="00755C09"/>
    <w:rsid w:val="00756172"/>
    <w:rsid w:val="00756480"/>
    <w:rsid w:val="0075648F"/>
    <w:rsid w:val="00762341"/>
    <w:rsid w:val="007632A5"/>
    <w:rsid w:val="00765A70"/>
    <w:rsid w:val="00766DD9"/>
    <w:rsid w:val="00767750"/>
    <w:rsid w:val="00767FE9"/>
    <w:rsid w:val="00771CA9"/>
    <w:rsid w:val="00773137"/>
    <w:rsid w:val="00775470"/>
    <w:rsid w:val="00776FC7"/>
    <w:rsid w:val="007805CA"/>
    <w:rsid w:val="00780C04"/>
    <w:rsid w:val="00783B20"/>
    <w:rsid w:val="00783D0B"/>
    <w:rsid w:val="0078418F"/>
    <w:rsid w:val="00784EDF"/>
    <w:rsid w:val="0078504D"/>
    <w:rsid w:val="00785E77"/>
    <w:rsid w:val="00786D06"/>
    <w:rsid w:val="00787413"/>
    <w:rsid w:val="00787E6D"/>
    <w:rsid w:val="00790B55"/>
    <w:rsid w:val="00791E1A"/>
    <w:rsid w:val="00792BB6"/>
    <w:rsid w:val="00793D76"/>
    <w:rsid w:val="007948B7"/>
    <w:rsid w:val="007967CF"/>
    <w:rsid w:val="007A084E"/>
    <w:rsid w:val="007A2C24"/>
    <w:rsid w:val="007A3883"/>
    <w:rsid w:val="007A54AB"/>
    <w:rsid w:val="007A5CE4"/>
    <w:rsid w:val="007A6738"/>
    <w:rsid w:val="007A686E"/>
    <w:rsid w:val="007A73FF"/>
    <w:rsid w:val="007A7EB7"/>
    <w:rsid w:val="007B133A"/>
    <w:rsid w:val="007B3D8C"/>
    <w:rsid w:val="007B3FC2"/>
    <w:rsid w:val="007B41B4"/>
    <w:rsid w:val="007B58DE"/>
    <w:rsid w:val="007B5DEB"/>
    <w:rsid w:val="007B5EED"/>
    <w:rsid w:val="007C0652"/>
    <w:rsid w:val="007C081E"/>
    <w:rsid w:val="007C0860"/>
    <w:rsid w:val="007C2D9D"/>
    <w:rsid w:val="007C3177"/>
    <w:rsid w:val="007C4896"/>
    <w:rsid w:val="007C5F29"/>
    <w:rsid w:val="007D0D64"/>
    <w:rsid w:val="007D217C"/>
    <w:rsid w:val="007D51D4"/>
    <w:rsid w:val="007D5561"/>
    <w:rsid w:val="007D6F0C"/>
    <w:rsid w:val="007D760B"/>
    <w:rsid w:val="007E161B"/>
    <w:rsid w:val="007E3C7E"/>
    <w:rsid w:val="007E56A4"/>
    <w:rsid w:val="007E6D02"/>
    <w:rsid w:val="007E6E4C"/>
    <w:rsid w:val="007E705A"/>
    <w:rsid w:val="007F53AA"/>
    <w:rsid w:val="007F73D6"/>
    <w:rsid w:val="00802AE2"/>
    <w:rsid w:val="0080328D"/>
    <w:rsid w:val="008051B6"/>
    <w:rsid w:val="008063B2"/>
    <w:rsid w:val="00811D66"/>
    <w:rsid w:val="008147CD"/>
    <w:rsid w:val="00814956"/>
    <w:rsid w:val="0082339D"/>
    <w:rsid w:val="00826325"/>
    <w:rsid w:val="0082639D"/>
    <w:rsid w:val="00826D0D"/>
    <w:rsid w:val="00830144"/>
    <w:rsid w:val="008305DD"/>
    <w:rsid w:val="00831D8A"/>
    <w:rsid w:val="00832E00"/>
    <w:rsid w:val="00832F83"/>
    <w:rsid w:val="00833515"/>
    <w:rsid w:val="0083374E"/>
    <w:rsid w:val="00834655"/>
    <w:rsid w:val="00837CB4"/>
    <w:rsid w:val="008400C7"/>
    <w:rsid w:val="00840C83"/>
    <w:rsid w:val="008421F9"/>
    <w:rsid w:val="008429CD"/>
    <w:rsid w:val="00842EF2"/>
    <w:rsid w:val="00843EC4"/>
    <w:rsid w:val="00846035"/>
    <w:rsid w:val="00846503"/>
    <w:rsid w:val="0085030A"/>
    <w:rsid w:val="00851C5C"/>
    <w:rsid w:val="008545DF"/>
    <w:rsid w:val="00855136"/>
    <w:rsid w:val="00860B3C"/>
    <w:rsid w:val="00864CF1"/>
    <w:rsid w:val="0086732D"/>
    <w:rsid w:val="00867AEA"/>
    <w:rsid w:val="00867C6C"/>
    <w:rsid w:val="00870A6E"/>
    <w:rsid w:val="00870C08"/>
    <w:rsid w:val="00870E34"/>
    <w:rsid w:val="008717F2"/>
    <w:rsid w:val="008718BD"/>
    <w:rsid w:val="008730E5"/>
    <w:rsid w:val="0087426D"/>
    <w:rsid w:val="00875478"/>
    <w:rsid w:val="00875BFC"/>
    <w:rsid w:val="00876C04"/>
    <w:rsid w:val="0088092B"/>
    <w:rsid w:val="00882909"/>
    <w:rsid w:val="00883180"/>
    <w:rsid w:val="00883CD9"/>
    <w:rsid w:val="0088548B"/>
    <w:rsid w:val="00886940"/>
    <w:rsid w:val="0089026F"/>
    <w:rsid w:val="00891205"/>
    <w:rsid w:val="0089472F"/>
    <w:rsid w:val="00896657"/>
    <w:rsid w:val="00897F35"/>
    <w:rsid w:val="008A39A4"/>
    <w:rsid w:val="008A45B8"/>
    <w:rsid w:val="008A5D2F"/>
    <w:rsid w:val="008A5FC3"/>
    <w:rsid w:val="008A6A0A"/>
    <w:rsid w:val="008A6B9F"/>
    <w:rsid w:val="008B205C"/>
    <w:rsid w:val="008B2D53"/>
    <w:rsid w:val="008B3137"/>
    <w:rsid w:val="008B5AC9"/>
    <w:rsid w:val="008B6699"/>
    <w:rsid w:val="008B6956"/>
    <w:rsid w:val="008B73FC"/>
    <w:rsid w:val="008C06C1"/>
    <w:rsid w:val="008C4571"/>
    <w:rsid w:val="008C5018"/>
    <w:rsid w:val="008D17AA"/>
    <w:rsid w:val="008D2C52"/>
    <w:rsid w:val="008D4582"/>
    <w:rsid w:val="008D4B0C"/>
    <w:rsid w:val="008D5A80"/>
    <w:rsid w:val="008D75C9"/>
    <w:rsid w:val="008E1A84"/>
    <w:rsid w:val="008E1AA9"/>
    <w:rsid w:val="008E4E93"/>
    <w:rsid w:val="008E5954"/>
    <w:rsid w:val="008E65F6"/>
    <w:rsid w:val="008F0BFC"/>
    <w:rsid w:val="008F1DF1"/>
    <w:rsid w:val="008F2636"/>
    <w:rsid w:val="008F4B0E"/>
    <w:rsid w:val="008F548D"/>
    <w:rsid w:val="008F55D6"/>
    <w:rsid w:val="008F6682"/>
    <w:rsid w:val="008F6892"/>
    <w:rsid w:val="008F6BB8"/>
    <w:rsid w:val="008F71AA"/>
    <w:rsid w:val="009004CA"/>
    <w:rsid w:val="00900CD2"/>
    <w:rsid w:val="0090195C"/>
    <w:rsid w:val="00901966"/>
    <w:rsid w:val="009020AA"/>
    <w:rsid w:val="00902120"/>
    <w:rsid w:val="009036E7"/>
    <w:rsid w:val="00905E57"/>
    <w:rsid w:val="009062BF"/>
    <w:rsid w:val="00906532"/>
    <w:rsid w:val="00907C07"/>
    <w:rsid w:val="009101E3"/>
    <w:rsid w:val="00913462"/>
    <w:rsid w:val="009141D6"/>
    <w:rsid w:val="009152D8"/>
    <w:rsid w:val="00915A5A"/>
    <w:rsid w:val="00915E6A"/>
    <w:rsid w:val="0091639F"/>
    <w:rsid w:val="00920AE0"/>
    <w:rsid w:val="00920BA2"/>
    <w:rsid w:val="00921C3C"/>
    <w:rsid w:val="00921E7C"/>
    <w:rsid w:val="00924F6A"/>
    <w:rsid w:val="00925941"/>
    <w:rsid w:val="0093288D"/>
    <w:rsid w:val="0093363E"/>
    <w:rsid w:val="009340C7"/>
    <w:rsid w:val="009341FB"/>
    <w:rsid w:val="009346B0"/>
    <w:rsid w:val="00934786"/>
    <w:rsid w:val="00935657"/>
    <w:rsid w:val="0093608B"/>
    <w:rsid w:val="0093642F"/>
    <w:rsid w:val="009367C0"/>
    <w:rsid w:val="00936DD6"/>
    <w:rsid w:val="00937D93"/>
    <w:rsid w:val="0094024D"/>
    <w:rsid w:val="00942041"/>
    <w:rsid w:val="0094371C"/>
    <w:rsid w:val="00943A9B"/>
    <w:rsid w:val="0094484B"/>
    <w:rsid w:val="00944D7A"/>
    <w:rsid w:val="00945374"/>
    <w:rsid w:val="00947707"/>
    <w:rsid w:val="00947D15"/>
    <w:rsid w:val="00947E63"/>
    <w:rsid w:val="00950FA5"/>
    <w:rsid w:val="00951682"/>
    <w:rsid w:val="009528C7"/>
    <w:rsid w:val="00953BDC"/>
    <w:rsid w:val="0095551D"/>
    <w:rsid w:val="00955868"/>
    <w:rsid w:val="00960758"/>
    <w:rsid w:val="009611B4"/>
    <w:rsid w:val="00961349"/>
    <w:rsid w:val="0096708E"/>
    <w:rsid w:val="00967A98"/>
    <w:rsid w:val="00967B90"/>
    <w:rsid w:val="00970AE1"/>
    <w:rsid w:val="00972465"/>
    <w:rsid w:val="0097452F"/>
    <w:rsid w:val="009804F6"/>
    <w:rsid w:val="009809F6"/>
    <w:rsid w:val="00980FEF"/>
    <w:rsid w:val="009830AC"/>
    <w:rsid w:val="00985196"/>
    <w:rsid w:val="0098587C"/>
    <w:rsid w:val="00985A59"/>
    <w:rsid w:val="00987FB2"/>
    <w:rsid w:val="009903D1"/>
    <w:rsid w:val="00992756"/>
    <w:rsid w:val="00992D8F"/>
    <w:rsid w:val="0099445C"/>
    <w:rsid w:val="0099563B"/>
    <w:rsid w:val="0099568C"/>
    <w:rsid w:val="009A0966"/>
    <w:rsid w:val="009A1027"/>
    <w:rsid w:val="009A2240"/>
    <w:rsid w:val="009A2E46"/>
    <w:rsid w:val="009A3614"/>
    <w:rsid w:val="009A4897"/>
    <w:rsid w:val="009A6654"/>
    <w:rsid w:val="009A6E90"/>
    <w:rsid w:val="009A79B2"/>
    <w:rsid w:val="009B0516"/>
    <w:rsid w:val="009B1887"/>
    <w:rsid w:val="009B2CC6"/>
    <w:rsid w:val="009B2EBB"/>
    <w:rsid w:val="009B335A"/>
    <w:rsid w:val="009B3EFC"/>
    <w:rsid w:val="009B3F4D"/>
    <w:rsid w:val="009B5391"/>
    <w:rsid w:val="009C223A"/>
    <w:rsid w:val="009C7390"/>
    <w:rsid w:val="009D0159"/>
    <w:rsid w:val="009D0570"/>
    <w:rsid w:val="009D0DFB"/>
    <w:rsid w:val="009D1E3D"/>
    <w:rsid w:val="009D220F"/>
    <w:rsid w:val="009D3672"/>
    <w:rsid w:val="009D4DFE"/>
    <w:rsid w:val="009D5791"/>
    <w:rsid w:val="009D5822"/>
    <w:rsid w:val="009D58F4"/>
    <w:rsid w:val="009D5F92"/>
    <w:rsid w:val="009D72F0"/>
    <w:rsid w:val="009E229D"/>
    <w:rsid w:val="009E58AE"/>
    <w:rsid w:val="009E6B84"/>
    <w:rsid w:val="009F0439"/>
    <w:rsid w:val="009F09AC"/>
    <w:rsid w:val="009F0F53"/>
    <w:rsid w:val="009F1928"/>
    <w:rsid w:val="009F4FF8"/>
    <w:rsid w:val="009F58B9"/>
    <w:rsid w:val="009F5C46"/>
    <w:rsid w:val="009F6615"/>
    <w:rsid w:val="009F6D01"/>
    <w:rsid w:val="009F6D97"/>
    <w:rsid w:val="009F6F1B"/>
    <w:rsid w:val="009F7DFC"/>
    <w:rsid w:val="00A00AB8"/>
    <w:rsid w:val="00A010B4"/>
    <w:rsid w:val="00A038E4"/>
    <w:rsid w:val="00A03BD6"/>
    <w:rsid w:val="00A03DC8"/>
    <w:rsid w:val="00A05372"/>
    <w:rsid w:val="00A05495"/>
    <w:rsid w:val="00A056A8"/>
    <w:rsid w:val="00A056D5"/>
    <w:rsid w:val="00A0577D"/>
    <w:rsid w:val="00A067AE"/>
    <w:rsid w:val="00A12027"/>
    <w:rsid w:val="00A132E5"/>
    <w:rsid w:val="00A139E6"/>
    <w:rsid w:val="00A147DA"/>
    <w:rsid w:val="00A17068"/>
    <w:rsid w:val="00A2002F"/>
    <w:rsid w:val="00A212AA"/>
    <w:rsid w:val="00A264BD"/>
    <w:rsid w:val="00A27313"/>
    <w:rsid w:val="00A3098A"/>
    <w:rsid w:val="00A4118A"/>
    <w:rsid w:val="00A41F5A"/>
    <w:rsid w:val="00A4282C"/>
    <w:rsid w:val="00A436DC"/>
    <w:rsid w:val="00A449E2"/>
    <w:rsid w:val="00A44FC6"/>
    <w:rsid w:val="00A46472"/>
    <w:rsid w:val="00A46B0E"/>
    <w:rsid w:val="00A46BD4"/>
    <w:rsid w:val="00A46D9D"/>
    <w:rsid w:val="00A470E2"/>
    <w:rsid w:val="00A50769"/>
    <w:rsid w:val="00A5080C"/>
    <w:rsid w:val="00A50E54"/>
    <w:rsid w:val="00A51590"/>
    <w:rsid w:val="00A52111"/>
    <w:rsid w:val="00A52291"/>
    <w:rsid w:val="00A52CDE"/>
    <w:rsid w:val="00A53E0D"/>
    <w:rsid w:val="00A54DCB"/>
    <w:rsid w:val="00A55C91"/>
    <w:rsid w:val="00A572DB"/>
    <w:rsid w:val="00A60B05"/>
    <w:rsid w:val="00A62C4F"/>
    <w:rsid w:val="00A6693A"/>
    <w:rsid w:val="00A66DB2"/>
    <w:rsid w:val="00A672F3"/>
    <w:rsid w:val="00A70FE3"/>
    <w:rsid w:val="00A724FD"/>
    <w:rsid w:val="00A72989"/>
    <w:rsid w:val="00A735FF"/>
    <w:rsid w:val="00A75AD5"/>
    <w:rsid w:val="00A80026"/>
    <w:rsid w:val="00A836B6"/>
    <w:rsid w:val="00A84840"/>
    <w:rsid w:val="00A86AFE"/>
    <w:rsid w:val="00A904DC"/>
    <w:rsid w:val="00A916D3"/>
    <w:rsid w:val="00A92173"/>
    <w:rsid w:val="00A92DCE"/>
    <w:rsid w:val="00A9426B"/>
    <w:rsid w:val="00A94848"/>
    <w:rsid w:val="00A96BFD"/>
    <w:rsid w:val="00AA0FCD"/>
    <w:rsid w:val="00AA18BC"/>
    <w:rsid w:val="00AA3C8A"/>
    <w:rsid w:val="00AA418F"/>
    <w:rsid w:val="00AA4D08"/>
    <w:rsid w:val="00AA69EA"/>
    <w:rsid w:val="00AA7ADA"/>
    <w:rsid w:val="00AB0FD8"/>
    <w:rsid w:val="00AB34A1"/>
    <w:rsid w:val="00AB5161"/>
    <w:rsid w:val="00AB5611"/>
    <w:rsid w:val="00AB5C3A"/>
    <w:rsid w:val="00AB74E0"/>
    <w:rsid w:val="00AC0630"/>
    <w:rsid w:val="00AC27BB"/>
    <w:rsid w:val="00AC3332"/>
    <w:rsid w:val="00AC33E4"/>
    <w:rsid w:val="00AC3E0F"/>
    <w:rsid w:val="00AC4B19"/>
    <w:rsid w:val="00AC6166"/>
    <w:rsid w:val="00AC691F"/>
    <w:rsid w:val="00AD12C7"/>
    <w:rsid w:val="00AD139D"/>
    <w:rsid w:val="00AD14D3"/>
    <w:rsid w:val="00AD2843"/>
    <w:rsid w:val="00AD4183"/>
    <w:rsid w:val="00AD435F"/>
    <w:rsid w:val="00AD5F4E"/>
    <w:rsid w:val="00AD6B6B"/>
    <w:rsid w:val="00AD6D58"/>
    <w:rsid w:val="00AD7DCA"/>
    <w:rsid w:val="00AE017A"/>
    <w:rsid w:val="00AE036C"/>
    <w:rsid w:val="00AE1975"/>
    <w:rsid w:val="00AE4293"/>
    <w:rsid w:val="00AE4B75"/>
    <w:rsid w:val="00AE5727"/>
    <w:rsid w:val="00AE6F05"/>
    <w:rsid w:val="00AE7828"/>
    <w:rsid w:val="00AE7D90"/>
    <w:rsid w:val="00AF18FB"/>
    <w:rsid w:val="00AF1C61"/>
    <w:rsid w:val="00AF2B0D"/>
    <w:rsid w:val="00AF3AED"/>
    <w:rsid w:val="00AF409F"/>
    <w:rsid w:val="00AF563B"/>
    <w:rsid w:val="00AF595C"/>
    <w:rsid w:val="00AF6B9B"/>
    <w:rsid w:val="00AF6DB6"/>
    <w:rsid w:val="00B00AEE"/>
    <w:rsid w:val="00B00EE2"/>
    <w:rsid w:val="00B020C8"/>
    <w:rsid w:val="00B021FD"/>
    <w:rsid w:val="00B05A14"/>
    <w:rsid w:val="00B06C48"/>
    <w:rsid w:val="00B07851"/>
    <w:rsid w:val="00B1094E"/>
    <w:rsid w:val="00B127B1"/>
    <w:rsid w:val="00B12E37"/>
    <w:rsid w:val="00B13FD1"/>
    <w:rsid w:val="00B17491"/>
    <w:rsid w:val="00B23733"/>
    <w:rsid w:val="00B24FB7"/>
    <w:rsid w:val="00B26ED5"/>
    <w:rsid w:val="00B312E5"/>
    <w:rsid w:val="00B31388"/>
    <w:rsid w:val="00B324D1"/>
    <w:rsid w:val="00B32C1A"/>
    <w:rsid w:val="00B32D8E"/>
    <w:rsid w:val="00B33C7D"/>
    <w:rsid w:val="00B3712B"/>
    <w:rsid w:val="00B37AF3"/>
    <w:rsid w:val="00B37CCC"/>
    <w:rsid w:val="00B4008F"/>
    <w:rsid w:val="00B4230D"/>
    <w:rsid w:val="00B42504"/>
    <w:rsid w:val="00B427BB"/>
    <w:rsid w:val="00B4464F"/>
    <w:rsid w:val="00B44FF2"/>
    <w:rsid w:val="00B5057E"/>
    <w:rsid w:val="00B5116A"/>
    <w:rsid w:val="00B51199"/>
    <w:rsid w:val="00B536B4"/>
    <w:rsid w:val="00B53A12"/>
    <w:rsid w:val="00B557C2"/>
    <w:rsid w:val="00B55F9C"/>
    <w:rsid w:val="00B56E6A"/>
    <w:rsid w:val="00B57698"/>
    <w:rsid w:val="00B6021B"/>
    <w:rsid w:val="00B603D8"/>
    <w:rsid w:val="00B630A1"/>
    <w:rsid w:val="00B638A7"/>
    <w:rsid w:val="00B65979"/>
    <w:rsid w:val="00B65C9B"/>
    <w:rsid w:val="00B66AB3"/>
    <w:rsid w:val="00B66DE1"/>
    <w:rsid w:val="00B67EFE"/>
    <w:rsid w:val="00B71377"/>
    <w:rsid w:val="00B73BBD"/>
    <w:rsid w:val="00B756EF"/>
    <w:rsid w:val="00B76132"/>
    <w:rsid w:val="00B766D7"/>
    <w:rsid w:val="00B76859"/>
    <w:rsid w:val="00B77232"/>
    <w:rsid w:val="00B77541"/>
    <w:rsid w:val="00B77799"/>
    <w:rsid w:val="00B8034F"/>
    <w:rsid w:val="00B80A86"/>
    <w:rsid w:val="00B80CD3"/>
    <w:rsid w:val="00B80FC2"/>
    <w:rsid w:val="00B810F1"/>
    <w:rsid w:val="00B81976"/>
    <w:rsid w:val="00B81D92"/>
    <w:rsid w:val="00B82711"/>
    <w:rsid w:val="00B831DF"/>
    <w:rsid w:val="00B84A8C"/>
    <w:rsid w:val="00B85267"/>
    <w:rsid w:val="00B85918"/>
    <w:rsid w:val="00B85FCE"/>
    <w:rsid w:val="00B862C5"/>
    <w:rsid w:val="00B8724A"/>
    <w:rsid w:val="00B8777F"/>
    <w:rsid w:val="00B9028F"/>
    <w:rsid w:val="00B9090F"/>
    <w:rsid w:val="00B91E79"/>
    <w:rsid w:val="00B92DD6"/>
    <w:rsid w:val="00B951BC"/>
    <w:rsid w:val="00B95C11"/>
    <w:rsid w:val="00B96F31"/>
    <w:rsid w:val="00BA1906"/>
    <w:rsid w:val="00BA2EFF"/>
    <w:rsid w:val="00BA3C77"/>
    <w:rsid w:val="00BA3C7F"/>
    <w:rsid w:val="00BA4794"/>
    <w:rsid w:val="00BB1229"/>
    <w:rsid w:val="00BB1775"/>
    <w:rsid w:val="00BB2665"/>
    <w:rsid w:val="00BB2B34"/>
    <w:rsid w:val="00BB54EC"/>
    <w:rsid w:val="00BB5FC6"/>
    <w:rsid w:val="00BC00D1"/>
    <w:rsid w:val="00BC206B"/>
    <w:rsid w:val="00BC2E18"/>
    <w:rsid w:val="00BC3C37"/>
    <w:rsid w:val="00BC510C"/>
    <w:rsid w:val="00BC533E"/>
    <w:rsid w:val="00BC54E0"/>
    <w:rsid w:val="00BC68DC"/>
    <w:rsid w:val="00BD049D"/>
    <w:rsid w:val="00BD0A74"/>
    <w:rsid w:val="00BD0E65"/>
    <w:rsid w:val="00BD21B8"/>
    <w:rsid w:val="00BD2C57"/>
    <w:rsid w:val="00BD3189"/>
    <w:rsid w:val="00BD430B"/>
    <w:rsid w:val="00BD6159"/>
    <w:rsid w:val="00BE157E"/>
    <w:rsid w:val="00BE3484"/>
    <w:rsid w:val="00BE3EBA"/>
    <w:rsid w:val="00BE6118"/>
    <w:rsid w:val="00BF053A"/>
    <w:rsid w:val="00BF113E"/>
    <w:rsid w:val="00BF14FB"/>
    <w:rsid w:val="00BF2370"/>
    <w:rsid w:val="00BF4490"/>
    <w:rsid w:val="00BF4891"/>
    <w:rsid w:val="00BF74AD"/>
    <w:rsid w:val="00BF75AF"/>
    <w:rsid w:val="00BF7CD0"/>
    <w:rsid w:val="00C010DC"/>
    <w:rsid w:val="00C01363"/>
    <w:rsid w:val="00C02A0A"/>
    <w:rsid w:val="00C05126"/>
    <w:rsid w:val="00C0548D"/>
    <w:rsid w:val="00C055FE"/>
    <w:rsid w:val="00C07318"/>
    <w:rsid w:val="00C0741C"/>
    <w:rsid w:val="00C13004"/>
    <w:rsid w:val="00C15738"/>
    <w:rsid w:val="00C17211"/>
    <w:rsid w:val="00C178E3"/>
    <w:rsid w:val="00C213B7"/>
    <w:rsid w:val="00C22926"/>
    <w:rsid w:val="00C22C72"/>
    <w:rsid w:val="00C24317"/>
    <w:rsid w:val="00C251DE"/>
    <w:rsid w:val="00C25938"/>
    <w:rsid w:val="00C25AE2"/>
    <w:rsid w:val="00C26F17"/>
    <w:rsid w:val="00C274B1"/>
    <w:rsid w:val="00C27E0E"/>
    <w:rsid w:val="00C30F77"/>
    <w:rsid w:val="00C32310"/>
    <w:rsid w:val="00C35177"/>
    <w:rsid w:val="00C3519C"/>
    <w:rsid w:val="00C35D55"/>
    <w:rsid w:val="00C36615"/>
    <w:rsid w:val="00C374CC"/>
    <w:rsid w:val="00C40E1A"/>
    <w:rsid w:val="00C42A07"/>
    <w:rsid w:val="00C43E5B"/>
    <w:rsid w:val="00C45906"/>
    <w:rsid w:val="00C4675C"/>
    <w:rsid w:val="00C478B1"/>
    <w:rsid w:val="00C505D4"/>
    <w:rsid w:val="00C52287"/>
    <w:rsid w:val="00C52574"/>
    <w:rsid w:val="00C53707"/>
    <w:rsid w:val="00C53B13"/>
    <w:rsid w:val="00C54EEC"/>
    <w:rsid w:val="00C550F7"/>
    <w:rsid w:val="00C554AE"/>
    <w:rsid w:val="00C55893"/>
    <w:rsid w:val="00C55CAB"/>
    <w:rsid w:val="00C55E91"/>
    <w:rsid w:val="00C56E99"/>
    <w:rsid w:val="00C56F87"/>
    <w:rsid w:val="00C5722D"/>
    <w:rsid w:val="00C5749F"/>
    <w:rsid w:val="00C576A2"/>
    <w:rsid w:val="00C57B57"/>
    <w:rsid w:val="00C604E2"/>
    <w:rsid w:val="00C6437E"/>
    <w:rsid w:val="00C645AB"/>
    <w:rsid w:val="00C65224"/>
    <w:rsid w:val="00C65B04"/>
    <w:rsid w:val="00C6771F"/>
    <w:rsid w:val="00C67858"/>
    <w:rsid w:val="00C679A2"/>
    <w:rsid w:val="00C72229"/>
    <w:rsid w:val="00C72A3F"/>
    <w:rsid w:val="00C750C1"/>
    <w:rsid w:val="00C75222"/>
    <w:rsid w:val="00C757D9"/>
    <w:rsid w:val="00C75FE5"/>
    <w:rsid w:val="00C771AD"/>
    <w:rsid w:val="00C8062E"/>
    <w:rsid w:val="00C82B43"/>
    <w:rsid w:val="00C854BE"/>
    <w:rsid w:val="00C85D84"/>
    <w:rsid w:val="00C90E4F"/>
    <w:rsid w:val="00C91626"/>
    <w:rsid w:val="00C920A8"/>
    <w:rsid w:val="00C92608"/>
    <w:rsid w:val="00C92A09"/>
    <w:rsid w:val="00C963B9"/>
    <w:rsid w:val="00C9701F"/>
    <w:rsid w:val="00C97488"/>
    <w:rsid w:val="00C97F42"/>
    <w:rsid w:val="00CA1C51"/>
    <w:rsid w:val="00CA2379"/>
    <w:rsid w:val="00CA23F6"/>
    <w:rsid w:val="00CA637A"/>
    <w:rsid w:val="00CA7BED"/>
    <w:rsid w:val="00CB1C90"/>
    <w:rsid w:val="00CB408B"/>
    <w:rsid w:val="00CB41AB"/>
    <w:rsid w:val="00CB467B"/>
    <w:rsid w:val="00CB56A6"/>
    <w:rsid w:val="00CB6395"/>
    <w:rsid w:val="00CB66E6"/>
    <w:rsid w:val="00CB6E04"/>
    <w:rsid w:val="00CB7E28"/>
    <w:rsid w:val="00CC0D8B"/>
    <w:rsid w:val="00CC1CD3"/>
    <w:rsid w:val="00CC23CB"/>
    <w:rsid w:val="00CC2A3E"/>
    <w:rsid w:val="00CC3C3F"/>
    <w:rsid w:val="00CC5517"/>
    <w:rsid w:val="00CC6B7F"/>
    <w:rsid w:val="00CC6D99"/>
    <w:rsid w:val="00CC71FB"/>
    <w:rsid w:val="00CD2D71"/>
    <w:rsid w:val="00CD2F62"/>
    <w:rsid w:val="00CD6E52"/>
    <w:rsid w:val="00CD7F7B"/>
    <w:rsid w:val="00CE218C"/>
    <w:rsid w:val="00CE5574"/>
    <w:rsid w:val="00CE7EF3"/>
    <w:rsid w:val="00CF1658"/>
    <w:rsid w:val="00CF1E34"/>
    <w:rsid w:val="00CF3E5E"/>
    <w:rsid w:val="00CF3EDA"/>
    <w:rsid w:val="00CF6A92"/>
    <w:rsid w:val="00CF793E"/>
    <w:rsid w:val="00D0185F"/>
    <w:rsid w:val="00D0325F"/>
    <w:rsid w:val="00D034D8"/>
    <w:rsid w:val="00D03714"/>
    <w:rsid w:val="00D04436"/>
    <w:rsid w:val="00D04442"/>
    <w:rsid w:val="00D0478C"/>
    <w:rsid w:val="00D04AF9"/>
    <w:rsid w:val="00D0534E"/>
    <w:rsid w:val="00D06BA5"/>
    <w:rsid w:val="00D07CB6"/>
    <w:rsid w:val="00D10464"/>
    <w:rsid w:val="00D1214F"/>
    <w:rsid w:val="00D12B7A"/>
    <w:rsid w:val="00D12BD6"/>
    <w:rsid w:val="00D1337B"/>
    <w:rsid w:val="00D1460D"/>
    <w:rsid w:val="00D165B5"/>
    <w:rsid w:val="00D16F8A"/>
    <w:rsid w:val="00D1779B"/>
    <w:rsid w:val="00D17BA7"/>
    <w:rsid w:val="00D21902"/>
    <w:rsid w:val="00D21DE7"/>
    <w:rsid w:val="00D22932"/>
    <w:rsid w:val="00D23267"/>
    <w:rsid w:val="00D23EF6"/>
    <w:rsid w:val="00D25D25"/>
    <w:rsid w:val="00D25E38"/>
    <w:rsid w:val="00D26E8C"/>
    <w:rsid w:val="00D3010A"/>
    <w:rsid w:val="00D30F07"/>
    <w:rsid w:val="00D31BF7"/>
    <w:rsid w:val="00D3326A"/>
    <w:rsid w:val="00D35DA5"/>
    <w:rsid w:val="00D35F8E"/>
    <w:rsid w:val="00D36AE0"/>
    <w:rsid w:val="00D372B8"/>
    <w:rsid w:val="00D40055"/>
    <w:rsid w:val="00D41033"/>
    <w:rsid w:val="00D41099"/>
    <w:rsid w:val="00D42749"/>
    <w:rsid w:val="00D42CA6"/>
    <w:rsid w:val="00D438E2"/>
    <w:rsid w:val="00D4586D"/>
    <w:rsid w:val="00D45C7C"/>
    <w:rsid w:val="00D46903"/>
    <w:rsid w:val="00D46D03"/>
    <w:rsid w:val="00D52A0C"/>
    <w:rsid w:val="00D53150"/>
    <w:rsid w:val="00D546CB"/>
    <w:rsid w:val="00D5481E"/>
    <w:rsid w:val="00D55450"/>
    <w:rsid w:val="00D571B1"/>
    <w:rsid w:val="00D579AF"/>
    <w:rsid w:val="00D57E7C"/>
    <w:rsid w:val="00D600E0"/>
    <w:rsid w:val="00D60B66"/>
    <w:rsid w:val="00D6153A"/>
    <w:rsid w:val="00D62973"/>
    <w:rsid w:val="00D639FE"/>
    <w:rsid w:val="00D64108"/>
    <w:rsid w:val="00D64242"/>
    <w:rsid w:val="00D6635A"/>
    <w:rsid w:val="00D6658E"/>
    <w:rsid w:val="00D7038C"/>
    <w:rsid w:val="00D729E4"/>
    <w:rsid w:val="00D73062"/>
    <w:rsid w:val="00D745D7"/>
    <w:rsid w:val="00D749B6"/>
    <w:rsid w:val="00D74B92"/>
    <w:rsid w:val="00D7717C"/>
    <w:rsid w:val="00D77E90"/>
    <w:rsid w:val="00D820EF"/>
    <w:rsid w:val="00D83539"/>
    <w:rsid w:val="00D83E4D"/>
    <w:rsid w:val="00D84295"/>
    <w:rsid w:val="00D8534A"/>
    <w:rsid w:val="00D85CA8"/>
    <w:rsid w:val="00D861CE"/>
    <w:rsid w:val="00D867B1"/>
    <w:rsid w:val="00D879D0"/>
    <w:rsid w:val="00D92345"/>
    <w:rsid w:val="00D925D8"/>
    <w:rsid w:val="00D9459D"/>
    <w:rsid w:val="00D96F1E"/>
    <w:rsid w:val="00DA0BBE"/>
    <w:rsid w:val="00DA3558"/>
    <w:rsid w:val="00DA4036"/>
    <w:rsid w:val="00DA4390"/>
    <w:rsid w:val="00DA6A3F"/>
    <w:rsid w:val="00DA765D"/>
    <w:rsid w:val="00DA7A08"/>
    <w:rsid w:val="00DB0549"/>
    <w:rsid w:val="00DB1CA2"/>
    <w:rsid w:val="00DB1DBB"/>
    <w:rsid w:val="00DB32C8"/>
    <w:rsid w:val="00DB521D"/>
    <w:rsid w:val="00DB5795"/>
    <w:rsid w:val="00DB5AAD"/>
    <w:rsid w:val="00DB7239"/>
    <w:rsid w:val="00DB7932"/>
    <w:rsid w:val="00DC0DF6"/>
    <w:rsid w:val="00DC1E33"/>
    <w:rsid w:val="00DC4DF3"/>
    <w:rsid w:val="00DC5AC0"/>
    <w:rsid w:val="00DC5CE7"/>
    <w:rsid w:val="00DC6C62"/>
    <w:rsid w:val="00DD0EB1"/>
    <w:rsid w:val="00DD28BF"/>
    <w:rsid w:val="00DD2C98"/>
    <w:rsid w:val="00DD5A1E"/>
    <w:rsid w:val="00DD693B"/>
    <w:rsid w:val="00DD6CD7"/>
    <w:rsid w:val="00DE10D4"/>
    <w:rsid w:val="00DE1550"/>
    <w:rsid w:val="00DE1806"/>
    <w:rsid w:val="00DE1A5F"/>
    <w:rsid w:val="00DE3565"/>
    <w:rsid w:val="00DE4722"/>
    <w:rsid w:val="00DE4E17"/>
    <w:rsid w:val="00DE4E49"/>
    <w:rsid w:val="00DE4FAB"/>
    <w:rsid w:val="00DF0CCD"/>
    <w:rsid w:val="00DF189F"/>
    <w:rsid w:val="00DF30FB"/>
    <w:rsid w:val="00DF4683"/>
    <w:rsid w:val="00DF4EEA"/>
    <w:rsid w:val="00DF678B"/>
    <w:rsid w:val="00DF6860"/>
    <w:rsid w:val="00DF6899"/>
    <w:rsid w:val="00DF6BBC"/>
    <w:rsid w:val="00E00DED"/>
    <w:rsid w:val="00E02DBF"/>
    <w:rsid w:val="00E0319C"/>
    <w:rsid w:val="00E03D63"/>
    <w:rsid w:val="00E043AB"/>
    <w:rsid w:val="00E0540A"/>
    <w:rsid w:val="00E05CDC"/>
    <w:rsid w:val="00E05FA5"/>
    <w:rsid w:val="00E05FCD"/>
    <w:rsid w:val="00E101F9"/>
    <w:rsid w:val="00E12475"/>
    <w:rsid w:val="00E12A45"/>
    <w:rsid w:val="00E13224"/>
    <w:rsid w:val="00E13851"/>
    <w:rsid w:val="00E1393C"/>
    <w:rsid w:val="00E14036"/>
    <w:rsid w:val="00E156A6"/>
    <w:rsid w:val="00E166B6"/>
    <w:rsid w:val="00E205E6"/>
    <w:rsid w:val="00E20E69"/>
    <w:rsid w:val="00E22EDD"/>
    <w:rsid w:val="00E24FC9"/>
    <w:rsid w:val="00E26F05"/>
    <w:rsid w:val="00E305E5"/>
    <w:rsid w:val="00E307EC"/>
    <w:rsid w:val="00E34164"/>
    <w:rsid w:val="00E36F19"/>
    <w:rsid w:val="00E37328"/>
    <w:rsid w:val="00E3756E"/>
    <w:rsid w:val="00E37812"/>
    <w:rsid w:val="00E402F6"/>
    <w:rsid w:val="00E40533"/>
    <w:rsid w:val="00E405B5"/>
    <w:rsid w:val="00E412B7"/>
    <w:rsid w:val="00E41FCF"/>
    <w:rsid w:val="00E429DF"/>
    <w:rsid w:val="00E43C48"/>
    <w:rsid w:val="00E44505"/>
    <w:rsid w:val="00E46704"/>
    <w:rsid w:val="00E47E2C"/>
    <w:rsid w:val="00E5115B"/>
    <w:rsid w:val="00E51F99"/>
    <w:rsid w:val="00E5270A"/>
    <w:rsid w:val="00E52975"/>
    <w:rsid w:val="00E53A38"/>
    <w:rsid w:val="00E55E97"/>
    <w:rsid w:val="00E638BD"/>
    <w:rsid w:val="00E64166"/>
    <w:rsid w:val="00E647B4"/>
    <w:rsid w:val="00E7228F"/>
    <w:rsid w:val="00E73CF1"/>
    <w:rsid w:val="00E76F82"/>
    <w:rsid w:val="00E814DE"/>
    <w:rsid w:val="00E8235F"/>
    <w:rsid w:val="00E824C6"/>
    <w:rsid w:val="00E825DC"/>
    <w:rsid w:val="00E85180"/>
    <w:rsid w:val="00E85D3E"/>
    <w:rsid w:val="00E86C53"/>
    <w:rsid w:val="00E86CC3"/>
    <w:rsid w:val="00E8764E"/>
    <w:rsid w:val="00E87810"/>
    <w:rsid w:val="00E92627"/>
    <w:rsid w:val="00E927F5"/>
    <w:rsid w:val="00E934E1"/>
    <w:rsid w:val="00E94D5E"/>
    <w:rsid w:val="00E94F12"/>
    <w:rsid w:val="00E95CC3"/>
    <w:rsid w:val="00E977F2"/>
    <w:rsid w:val="00E97DEB"/>
    <w:rsid w:val="00E97ED2"/>
    <w:rsid w:val="00EA050C"/>
    <w:rsid w:val="00EA1C63"/>
    <w:rsid w:val="00EA2828"/>
    <w:rsid w:val="00EA3442"/>
    <w:rsid w:val="00EA40A1"/>
    <w:rsid w:val="00EA4A3A"/>
    <w:rsid w:val="00EA4E91"/>
    <w:rsid w:val="00EA53C0"/>
    <w:rsid w:val="00EA5D2B"/>
    <w:rsid w:val="00EA713E"/>
    <w:rsid w:val="00EA79B1"/>
    <w:rsid w:val="00EA7A23"/>
    <w:rsid w:val="00EB139A"/>
    <w:rsid w:val="00EB229F"/>
    <w:rsid w:val="00EB2889"/>
    <w:rsid w:val="00EB39A9"/>
    <w:rsid w:val="00EB4869"/>
    <w:rsid w:val="00EB563A"/>
    <w:rsid w:val="00EB58F1"/>
    <w:rsid w:val="00EB5940"/>
    <w:rsid w:val="00EB65E2"/>
    <w:rsid w:val="00EB6F97"/>
    <w:rsid w:val="00EB7515"/>
    <w:rsid w:val="00EB755E"/>
    <w:rsid w:val="00EC0196"/>
    <w:rsid w:val="00EC0379"/>
    <w:rsid w:val="00EC1929"/>
    <w:rsid w:val="00EC2663"/>
    <w:rsid w:val="00EC396B"/>
    <w:rsid w:val="00EC3976"/>
    <w:rsid w:val="00EC4966"/>
    <w:rsid w:val="00EC6298"/>
    <w:rsid w:val="00EC7056"/>
    <w:rsid w:val="00ED15E7"/>
    <w:rsid w:val="00ED189A"/>
    <w:rsid w:val="00ED3508"/>
    <w:rsid w:val="00ED475C"/>
    <w:rsid w:val="00ED5C6E"/>
    <w:rsid w:val="00ED79ED"/>
    <w:rsid w:val="00EE13D9"/>
    <w:rsid w:val="00EE20F2"/>
    <w:rsid w:val="00EE5C0E"/>
    <w:rsid w:val="00EE6392"/>
    <w:rsid w:val="00EE6CDD"/>
    <w:rsid w:val="00EE6E3F"/>
    <w:rsid w:val="00EE7579"/>
    <w:rsid w:val="00EF1101"/>
    <w:rsid w:val="00EF2198"/>
    <w:rsid w:val="00EF21DD"/>
    <w:rsid w:val="00EF2206"/>
    <w:rsid w:val="00EF379E"/>
    <w:rsid w:val="00EF3BB5"/>
    <w:rsid w:val="00EF4172"/>
    <w:rsid w:val="00EF441D"/>
    <w:rsid w:val="00EF7A2A"/>
    <w:rsid w:val="00EF7B79"/>
    <w:rsid w:val="00F00B94"/>
    <w:rsid w:val="00F02454"/>
    <w:rsid w:val="00F03185"/>
    <w:rsid w:val="00F0378A"/>
    <w:rsid w:val="00F052DA"/>
    <w:rsid w:val="00F05ADD"/>
    <w:rsid w:val="00F05D06"/>
    <w:rsid w:val="00F06031"/>
    <w:rsid w:val="00F06D57"/>
    <w:rsid w:val="00F07553"/>
    <w:rsid w:val="00F113C7"/>
    <w:rsid w:val="00F116F5"/>
    <w:rsid w:val="00F11858"/>
    <w:rsid w:val="00F12C59"/>
    <w:rsid w:val="00F12D4F"/>
    <w:rsid w:val="00F14004"/>
    <w:rsid w:val="00F204D7"/>
    <w:rsid w:val="00F20BB8"/>
    <w:rsid w:val="00F21C63"/>
    <w:rsid w:val="00F21ED0"/>
    <w:rsid w:val="00F22614"/>
    <w:rsid w:val="00F24009"/>
    <w:rsid w:val="00F2408A"/>
    <w:rsid w:val="00F2478D"/>
    <w:rsid w:val="00F25221"/>
    <w:rsid w:val="00F26B4B"/>
    <w:rsid w:val="00F26E97"/>
    <w:rsid w:val="00F300FD"/>
    <w:rsid w:val="00F34915"/>
    <w:rsid w:val="00F3578E"/>
    <w:rsid w:val="00F36C50"/>
    <w:rsid w:val="00F36D92"/>
    <w:rsid w:val="00F40226"/>
    <w:rsid w:val="00F42C57"/>
    <w:rsid w:val="00F433D1"/>
    <w:rsid w:val="00F43968"/>
    <w:rsid w:val="00F44C43"/>
    <w:rsid w:val="00F45C62"/>
    <w:rsid w:val="00F474B2"/>
    <w:rsid w:val="00F56A30"/>
    <w:rsid w:val="00F56AB3"/>
    <w:rsid w:val="00F600BC"/>
    <w:rsid w:val="00F60CA5"/>
    <w:rsid w:val="00F62FD9"/>
    <w:rsid w:val="00F64517"/>
    <w:rsid w:val="00F654A0"/>
    <w:rsid w:val="00F66360"/>
    <w:rsid w:val="00F664EF"/>
    <w:rsid w:val="00F70586"/>
    <w:rsid w:val="00F7167C"/>
    <w:rsid w:val="00F726E8"/>
    <w:rsid w:val="00F73081"/>
    <w:rsid w:val="00F74970"/>
    <w:rsid w:val="00F759D9"/>
    <w:rsid w:val="00F81956"/>
    <w:rsid w:val="00F81E16"/>
    <w:rsid w:val="00F8509E"/>
    <w:rsid w:val="00F85368"/>
    <w:rsid w:val="00F86395"/>
    <w:rsid w:val="00F87CB5"/>
    <w:rsid w:val="00F93E64"/>
    <w:rsid w:val="00F961D9"/>
    <w:rsid w:val="00F9786E"/>
    <w:rsid w:val="00FA14D2"/>
    <w:rsid w:val="00FA29ED"/>
    <w:rsid w:val="00FA2FF4"/>
    <w:rsid w:val="00FA3610"/>
    <w:rsid w:val="00FA6427"/>
    <w:rsid w:val="00FB061A"/>
    <w:rsid w:val="00FB0B09"/>
    <w:rsid w:val="00FB0C55"/>
    <w:rsid w:val="00FB17A8"/>
    <w:rsid w:val="00FB223E"/>
    <w:rsid w:val="00FB2655"/>
    <w:rsid w:val="00FB3022"/>
    <w:rsid w:val="00FB3152"/>
    <w:rsid w:val="00FB380A"/>
    <w:rsid w:val="00FB7503"/>
    <w:rsid w:val="00FB7A69"/>
    <w:rsid w:val="00FC2E55"/>
    <w:rsid w:val="00FC2EED"/>
    <w:rsid w:val="00FC31B4"/>
    <w:rsid w:val="00FC33CE"/>
    <w:rsid w:val="00FC6E66"/>
    <w:rsid w:val="00FC7CC5"/>
    <w:rsid w:val="00FD012C"/>
    <w:rsid w:val="00FD03E5"/>
    <w:rsid w:val="00FD233A"/>
    <w:rsid w:val="00FD291D"/>
    <w:rsid w:val="00FD2A43"/>
    <w:rsid w:val="00FD2A8D"/>
    <w:rsid w:val="00FD35BB"/>
    <w:rsid w:val="00FD3675"/>
    <w:rsid w:val="00FD3F51"/>
    <w:rsid w:val="00FD4413"/>
    <w:rsid w:val="00FD47EA"/>
    <w:rsid w:val="00FD4B69"/>
    <w:rsid w:val="00FD66F3"/>
    <w:rsid w:val="00FD6BD2"/>
    <w:rsid w:val="00FE00B0"/>
    <w:rsid w:val="00FE054F"/>
    <w:rsid w:val="00FE1407"/>
    <w:rsid w:val="00FE1AA1"/>
    <w:rsid w:val="00FE2305"/>
    <w:rsid w:val="00FE31D4"/>
    <w:rsid w:val="00FE40F6"/>
    <w:rsid w:val="00FE5DC9"/>
    <w:rsid w:val="00FE6454"/>
    <w:rsid w:val="00FE76BC"/>
    <w:rsid w:val="00FF1507"/>
    <w:rsid w:val="00FF3E22"/>
    <w:rsid w:val="00FF576B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73729"/>
    <o:shapelayout v:ext="edit">
      <o:idmap v:ext="edit" data="1"/>
    </o:shapelayout>
  </w:shapeDefaults>
  <w:decimalSymbol w:val=","/>
  <w:listSeparator w:val=";"/>
  <w14:docId w14:val="187CD3B2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0CCD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4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4F2A4-F3DA-4596-A624-21FF04059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retrato.dotx</Template>
  <TotalTime>2335</TotalTime>
  <Pages>2</Pages>
  <Words>358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2343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Sec.Dir-Leg</cp:lastModifiedBy>
  <cp:revision>775</cp:revision>
  <cp:lastPrinted>2025-06-25T20:40:00Z</cp:lastPrinted>
  <dcterms:created xsi:type="dcterms:W3CDTF">2023-02-13T12:04:00Z</dcterms:created>
  <dcterms:modified xsi:type="dcterms:W3CDTF">2025-06-25T20:42:00Z</dcterms:modified>
</cp:coreProperties>
</file>